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16" w:rsidRDefault="00465016" w:rsidP="004C6492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18pt;width:57.25pt;height:69.7pt;z-index:251658240">
            <v:imagedata r:id="rId7" o:title=""/>
            <w10:wrap type="square"/>
          </v:shape>
        </w:pict>
      </w:r>
    </w:p>
    <w:p w:rsidR="00465016" w:rsidRPr="008905D3" w:rsidRDefault="00465016" w:rsidP="004C6492">
      <w:pPr>
        <w:rPr>
          <w:color w:val="99330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65016" w:rsidTr="00152118">
        <w:trPr>
          <w:trHeight w:val="397"/>
        </w:trPr>
        <w:tc>
          <w:tcPr>
            <w:tcW w:w="9606" w:type="dxa"/>
          </w:tcPr>
          <w:p w:rsidR="00465016" w:rsidRDefault="00465016" w:rsidP="00152118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465016" w:rsidTr="00152118">
        <w:tc>
          <w:tcPr>
            <w:tcW w:w="9606" w:type="dxa"/>
          </w:tcPr>
          <w:p w:rsidR="00465016" w:rsidRDefault="00465016" w:rsidP="00152118">
            <w:pPr>
              <w:widowControl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465016" w:rsidRDefault="00465016" w:rsidP="00152118">
            <w:pPr>
              <w:widowControl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СЕЛЬСКОГО ПОСЕЛЕНИЯ ШЕЙНСКИЙ СЕЛЬСОВЕТ</w:t>
            </w:r>
          </w:p>
          <w:p w:rsidR="00465016" w:rsidRDefault="00465016" w:rsidP="00152118">
            <w:pPr>
              <w:widowControl/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465016" w:rsidTr="00152118">
        <w:trPr>
          <w:trHeight w:val="397"/>
        </w:trPr>
        <w:tc>
          <w:tcPr>
            <w:tcW w:w="9606" w:type="dxa"/>
          </w:tcPr>
          <w:p w:rsidR="00465016" w:rsidRDefault="00465016" w:rsidP="00152118">
            <w:pPr>
              <w:widowControl/>
              <w:jc w:val="both"/>
              <w:rPr>
                <w:sz w:val="24"/>
              </w:rPr>
            </w:pPr>
          </w:p>
        </w:tc>
      </w:tr>
      <w:tr w:rsidR="00465016" w:rsidTr="00152118">
        <w:tc>
          <w:tcPr>
            <w:tcW w:w="9606" w:type="dxa"/>
          </w:tcPr>
          <w:p w:rsidR="00465016" w:rsidRDefault="00465016" w:rsidP="00152118">
            <w:pPr>
              <w:pStyle w:val="Heading3"/>
            </w:pPr>
            <w:r>
              <w:rPr>
                <w:sz w:val="28"/>
              </w:rPr>
              <w:t>РЕШЕНИЕ</w:t>
            </w:r>
          </w:p>
        </w:tc>
      </w:tr>
      <w:tr w:rsidR="00465016" w:rsidTr="00152118">
        <w:trPr>
          <w:trHeight w:val="340"/>
        </w:trPr>
        <w:tc>
          <w:tcPr>
            <w:tcW w:w="9606" w:type="dxa"/>
            <w:vAlign w:val="center"/>
          </w:tcPr>
          <w:p w:rsidR="00465016" w:rsidRDefault="00465016" w:rsidP="00152118">
            <w:pPr>
              <w:pStyle w:val="Heading3"/>
            </w:pPr>
          </w:p>
        </w:tc>
      </w:tr>
    </w:tbl>
    <w:p w:rsidR="00465016" w:rsidRDefault="00465016" w:rsidP="004C6492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465016" w:rsidTr="00152118">
        <w:trPr>
          <w:jc w:val="center"/>
        </w:trPr>
        <w:tc>
          <w:tcPr>
            <w:tcW w:w="284" w:type="dxa"/>
            <w:vAlign w:val="bottom"/>
          </w:tcPr>
          <w:p w:rsidR="00465016" w:rsidRDefault="00465016" w:rsidP="00152118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5016" w:rsidRDefault="00465016" w:rsidP="00152118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25.12.2020</w:t>
            </w:r>
          </w:p>
        </w:tc>
        <w:tc>
          <w:tcPr>
            <w:tcW w:w="397" w:type="dxa"/>
          </w:tcPr>
          <w:p w:rsidR="00465016" w:rsidRDefault="00465016" w:rsidP="0015211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5016" w:rsidRDefault="00465016" w:rsidP="00152118">
            <w:pPr>
              <w:widowControl/>
              <w:rPr>
                <w:sz w:val="24"/>
              </w:rPr>
            </w:pPr>
            <w:r>
              <w:rPr>
                <w:sz w:val="24"/>
              </w:rPr>
              <w:t>10-23/3</w:t>
            </w:r>
          </w:p>
        </w:tc>
      </w:tr>
      <w:tr w:rsidR="00465016" w:rsidTr="00152118">
        <w:trPr>
          <w:jc w:val="center"/>
        </w:trPr>
        <w:tc>
          <w:tcPr>
            <w:tcW w:w="4650" w:type="dxa"/>
            <w:gridSpan w:val="4"/>
          </w:tcPr>
          <w:p w:rsidR="00465016" w:rsidRDefault="00465016" w:rsidP="00152118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465016" w:rsidRDefault="00465016" w:rsidP="0015211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465016" w:rsidRDefault="00465016" w:rsidP="00612EBF">
      <w:pPr>
        <w:jc w:val="both"/>
        <w:rPr>
          <w:b/>
          <w:bCs/>
          <w:sz w:val="36"/>
          <w:szCs w:val="36"/>
        </w:rPr>
      </w:pPr>
    </w:p>
    <w:p w:rsidR="00465016" w:rsidRDefault="00465016" w:rsidP="00612EBF">
      <w:pPr>
        <w:jc w:val="both"/>
        <w:rPr>
          <w:sz w:val="24"/>
          <w:szCs w:val="24"/>
        </w:rPr>
      </w:pPr>
    </w:p>
    <w:p w:rsidR="00465016" w:rsidRPr="00183418" w:rsidRDefault="00465016" w:rsidP="004C6492">
      <w:pPr>
        <w:jc w:val="center"/>
        <w:rPr>
          <w:b/>
          <w:sz w:val="24"/>
          <w:szCs w:val="24"/>
        </w:rPr>
      </w:pPr>
      <w:r w:rsidRPr="002458AA">
        <w:rPr>
          <w:b/>
          <w:sz w:val="24"/>
          <w:szCs w:val="24"/>
        </w:rPr>
        <w:t>О внесении изменений и дополнений в решение Комитета местного самоуправления Шейнского сельсовета Пачелмского р</w:t>
      </w:r>
      <w:r>
        <w:rPr>
          <w:b/>
          <w:sz w:val="24"/>
          <w:szCs w:val="24"/>
        </w:rPr>
        <w:t>айона Пензенской области  от  25.12.2019  № 08-6/3</w:t>
      </w:r>
      <w:r w:rsidRPr="002458AA">
        <w:rPr>
          <w:b/>
          <w:sz w:val="24"/>
          <w:szCs w:val="24"/>
        </w:rPr>
        <w:t>«</w:t>
      </w:r>
      <w:r w:rsidRPr="00183418">
        <w:rPr>
          <w:b/>
          <w:sz w:val="24"/>
          <w:szCs w:val="24"/>
        </w:rPr>
        <w:t xml:space="preserve">О  бюджете </w:t>
      </w:r>
      <w:r>
        <w:rPr>
          <w:b/>
          <w:sz w:val="24"/>
          <w:szCs w:val="24"/>
        </w:rPr>
        <w:t>Шейнского</w:t>
      </w:r>
      <w:r w:rsidRPr="00183418">
        <w:rPr>
          <w:b/>
          <w:sz w:val="24"/>
          <w:szCs w:val="24"/>
        </w:rPr>
        <w:t xml:space="preserve"> сельсовета Пачелмского района Пензенской области</w:t>
      </w:r>
    </w:p>
    <w:p w:rsidR="00465016" w:rsidRPr="00FB49C7" w:rsidRDefault="00465016" w:rsidP="004C64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Pr="001834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и плановый период  2021 и  2022 годов»</w:t>
      </w:r>
    </w:p>
    <w:p w:rsidR="00465016" w:rsidRDefault="00465016" w:rsidP="00490EFA">
      <w:pPr>
        <w:jc w:val="both"/>
        <w:rPr>
          <w:sz w:val="24"/>
          <w:szCs w:val="24"/>
        </w:rPr>
      </w:pPr>
    </w:p>
    <w:p w:rsidR="00465016" w:rsidRDefault="00465016" w:rsidP="00E328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Внесено главой администрации Шейнского сельсовета Пачелмского района   Пензенской области </w:t>
      </w:r>
      <w:r>
        <w:rPr>
          <w:color w:val="FF0000"/>
          <w:sz w:val="24"/>
          <w:szCs w:val="24"/>
        </w:rPr>
        <w:t xml:space="preserve"> </w:t>
      </w:r>
      <w:r w:rsidRPr="005D2589">
        <w:rPr>
          <w:sz w:val="24"/>
          <w:szCs w:val="24"/>
        </w:rPr>
        <w:t>Хитровым Г.В.</w:t>
      </w:r>
    </w:p>
    <w:p w:rsidR="00465016" w:rsidRDefault="00465016" w:rsidP="00E328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 со статьей  20  Устава Шейнского сельсовета Пачелмского района Пензенской области,</w:t>
      </w:r>
    </w:p>
    <w:p w:rsidR="00465016" w:rsidRDefault="00465016" w:rsidP="00E328E6">
      <w:pPr>
        <w:ind w:firstLine="709"/>
        <w:jc w:val="both"/>
        <w:rPr>
          <w:sz w:val="24"/>
          <w:szCs w:val="24"/>
        </w:rPr>
      </w:pPr>
    </w:p>
    <w:p w:rsidR="00465016" w:rsidRPr="00FD575D" w:rsidRDefault="00465016" w:rsidP="00E328E6">
      <w:pPr>
        <w:jc w:val="center"/>
        <w:rPr>
          <w:b/>
          <w:sz w:val="24"/>
          <w:szCs w:val="24"/>
        </w:rPr>
      </w:pPr>
      <w:r w:rsidRPr="00FD575D">
        <w:rPr>
          <w:b/>
          <w:sz w:val="24"/>
          <w:szCs w:val="24"/>
        </w:rPr>
        <w:t>Комитет  местного самоуправления Шейнского сельсовета</w:t>
      </w:r>
    </w:p>
    <w:p w:rsidR="00465016" w:rsidRDefault="00465016" w:rsidP="00E328E6">
      <w:pPr>
        <w:jc w:val="center"/>
        <w:rPr>
          <w:b/>
          <w:sz w:val="24"/>
          <w:szCs w:val="24"/>
        </w:rPr>
      </w:pPr>
      <w:r w:rsidRPr="00FD575D">
        <w:rPr>
          <w:b/>
          <w:sz w:val="24"/>
          <w:szCs w:val="24"/>
        </w:rPr>
        <w:t>Пачелмского района Пензенской области решил:</w:t>
      </w:r>
    </w:p>
    <w:p w:rsidR="00465016" w:rsidRDefault="00465016" w:rsidP="00E328E6">
      <w:pPr>
        <w:pStyle w:val="BodyText"/>
        <w:jc w:val="center"/>
        <w:rPr>
          <w:b/>
          <w:bCs/>
          <w:sz w:val="24"/>
          <w:szCs w:val="24"/>
        </w:rPr>
      </w:pPr>
    </w:p>
    <w:p w:rsidR="00465016" w:rsidRDefault="00465016" w:rsidP="00E7766D">
      <w:pPr>
        <w:jc w:val="both"/>
        <w:rPr>
          <w:sz w:val="24"/>
        </w:rPr>
      </w:pPr>
      <w:r w:rsidRPr="002F20EF">
        <w:rPr>
          <w:sz w:val="24"/>
        </w:rPr>
        <w:t>1.Внести   изменения в решение Комитета местного самоуправления Шейнского сельсовета  Пачелмского</w:t>
      </w:r>
      <w:r>
        <w:rPr>
          <w:sz w:val="24"/>
        </w:rPr>
        <w:t xml:space="preserve"> района Пензенской области от 25</w:t>
      </w:r>
      <w:r w:rsidRPr="00D77FC7">
        <w:rPr>
          <w:sz w:val="24"/>
        </w:rPr>
        <w:t>.12.20</w:t>
      </w:r>
      <w:r>
        <w:rPr>
          <w:sz w:val="24"/>
        </w:rPr>
        <w:t xml:space="preserve">19 № 08-6/3 </w:t>
      </w:r>
      <w:r w:rsidRPr="002F20EF">
        <w:rPr>
          <w:sz w:val="24"/>
        </w:rPr>
        <w:t>«</w:t>
      </w:r>
      <w:r w:rsidRPr="00B92FA7">
        <w:rPr>
          <w:sz w:val="24"/>
          <w:szCs w:val="24"/>
        </w:rPr>
        <w:t xml:space="preserve">О  бюджете </w:t>
      </w:r>
      <w:r>
        <w:rPr>
          <w:sz w:val="24"/>
          <w:szCs w:val="24"/>
        </w:rPr>
        <w:t>Шейнского сельсовета Пачелмского района Пензенской области  на 2020 и плановый период 2021 и 2022 годов»</w:t>
      </w:r>
      <w:r w:rsidRPr="0043557C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»(</w:t>
      </w:r>
      <w:r w:rsidRPr="00D24E82">
        <w:rPr>
          <w:sz w:val="24"/>
        </w:rPr>
        <w:t xml:space="preserve"> </w:t>
      </w:r>
      <w:r>
        <w:rPr>
          <w:sz w:val="24"/>
        </w:rPr>
        <w:t>с изменениями от 28.01.2020 № 07-7/3; от 27.02.2020  № 03-9/3;от 29.04.2020</w:t>
      </w:r>
    </w:p>
    <w:p w:rsidR="00465016" w:rsidRDefault="00465016" w:rsidP="00322FFA">
      <w:pPr>
        <w:jc w:val="both"/>
        <w:rPr>
          <w:bCs/>
          <w:sz w:val="24"/>
          <w:szCs w:val="24"/>
        </w:rPr>
      </w:pPr>
      <w:r>
        <w:rPr>
          <w:sz w:val="24"/>
        </w:rPr>
        <w:t>№ 03-12/3; от 26.06.2020  № 04-14/3,от 17.08.2020  № 03-17/3; от30.09.2020  № 08-19/3; от 25.11.2020 № 03-21/3; от 07.12.2020 №</w:t>
      </w:r>
      <w:r w:rsidRPr="00AC5DC9">
        <w:rPr>
          <w:sz w:val="24"/>
          <w:szCs w:val="24"/>
        </w:rPr>
        <w:t xml:space="preserve"> </w:t>
      </w:r>
      <w:r>
        <w:rPr>
          <w:sz w:val="24"/>
          <w:szCs w:val="24"/>
        </w:rPr>
        <w:t>03-22/3</w:t>
      </w:r>
      <w:r>
        <w:rPr>
          <w:sz w:val="24"/>
        </w:rPr>
        <w:t xml:space="preserve"> )</w:t>
      </w:r>
      <w:r>
        <w:rPr>
          <w:bCs/>
          <w:sz w:val="24"/>
          <w:szCs w:val="24"/>
        </w:rPr>
        <w:t xml:space="preserve">    </w:t>
      </w:r>
    </w:p>
    <w:p w:rsidR="00465016" w:rsidRDefault="00465016" w:rsidP="00621093">
      <w:pPr>
        <w:pStyle w:val="BodyText"/>
        <w:numPr>
          <w:ilvl w:val="1"/>
          <w:numId w:val="25"/>
        </w:numPr>
        <w:rPr>
          <w:color w:val="000000"/>
          <w:sz w:val="24"/>
        </w:rPr>
      </w:pPr>
      <w:r>
        <w:rPr>
          <w:bCs/>
          <w:sz w:val="24"/>
          <w:szCs w:val="24"/>
        </w:rPr>
        <w:t xml:space="preserve">   </w:t>
      </w:r>
      <w:r>
        <w:rPr>
          <w:color w:val="000000"/>
          <w:sz w:val="24"/>
        </w:rPr>
        <w:t>Часть 1 статьи 1 изложить в следующей редакции:</w:t>
      </w:r>
    </w:p>
    <w:p w:rsidR="00465016" w:rsidRDefault="00465016" w:rsidP="00621093">
      <w:pPr>
        <w:pStyle w:val="BodyTex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«1.Утвердить основные характеристики бюджета Шейнского  сельсовета Пачелмского района Пензенской области на 2020  год: </w:t>
      </w:r>
    </w:p>
    <w:p w:rsidR="00465016" w:rsidRDefault="00465016" w:rsidP="00621093">
      <w:pPr>
        <w:pStyle w:val="BodyTex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1) прогнозируемый общий объем доходов бюджета Шейнского сельсовета Пачелмского района Пензенской области в сумме    27159,0 тыс. рублей; </w:t>
      </w:r>
    </w:p>
    <w:p w:rsidR="00465016" w:rsidRDefault="00465016" w:rsidP="00621093">
      <w:pPr>
        <w:pStyle w:val="BodyText"/>
        <w:ind w:firstLine="709"/>
        <w:rPr>
          <w:sz w:val="24"/>
          <w:szCs w:val="24"/>
        </w:rPr>
      </w:pPr>
      <w:r>
        <w:rPr>
          <w:sz w:val="24"/>
          <w:szCs w:val="24"/>
        </w:rPr>
        <w:t>2) общий объем расходов бюджета  Шейнского   сельсовета Пачелмского района Пензенской области в сумме   27356,2 тыс. рублей</w:t>
      </w:r>
    </w:p>
    <w:p w:rsidR="00465016" w:rsidRDefault="00465016" w:rsidP="00621093">
      <w:pPr>
        <w:pStyle w:val="BodyText"/>
        <w:ind w:firstLine="709"/>
        <w:rPr>
          <w:sz w:val="24"/>
          <w:szCs w:val="24"/>
        </w:rPr>
      </w:pPr>
      <w:r>
        <w:rPr>
          <w:sz w:val="24"/>
          <w:szCs w:val="24"/>
        </w:rPr>
        <w:t>3) верхний предел муниципального внутреннего долга Шейнского сельсовета Пачелмского района Пензенской области на 01.01.2021 года – 0,0 тыс. руб.,  верхний предел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внутреннего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долга по муниципальным гарантиям Шейнского сельсовета Пачелмского района Пензенской области соответствует нулевому значению;</w:t>
      </w:r>
    </w:p>
    <w:p w:rsidR="00465016" w:rsidRDefault="00465016" w:rsidP="00621093">
      <w:pPr>
        <w:pStyle w:val="BodyText"/>
        <w:ind w:firstLine="709"/>
        <w:rPr>
          <w:sz w:val="24"/>
          <w:szCs w:val="24"/>
        </w:rPr>
      </w:pPr>
      <w:r>
        <w:rPr>
          <w:sz w:val="24"/>
          <w:szCs w:val="24"/>
        </w:rPr>
        <w:t>4) прогнозируемый дефицит бюджета Шейнского сельсовета Пачелмского района Пензенской области в сумме  197,2 тыс. рублей;</w:t>
      </w:r>
    </w:p>
    <w:p w:rsidR="00465016" w:rsidRDefault="00465016" w:rsidP="00621093">
      <w:pPr>
        <w:pStyle w:val="BodyText"/>
        <w:ind w:firstLine="709"/>
        <w:rPr>
          <w:sz w:val="24"/>
          <w:szCs w:val="24"/>
        </w:rPr>
      </w:pPr>
    </w:p>
    <w:p w:rsidR="00465016" w:rsidRPr="005D2589" w:rsidRDefault="00465016" w:rsidP="00041DA2">
      <w:pPr>
        <w:pStyle w:val="BodyText"/>
        <w:ind w:firstLine="709"/>
        <w:rPr>
          <w:sz w:val="24"/>
          <w:szCs w:val="24"/>
        </w:rPr>
      </w:pPr>
      <w:r w:rsidRPr="005D2589">
        <w:rPr>
          <w:sz w:val="24"/>
          <w:szCs w:val="24"/>
        </w:rPr>
        <w:t xml:space="preserve">5) размер резервного фонда администрации Шейнского сельсовета Пачелмского района Пензенской области в сумме </w:t>
      </w:r>
      <w:r>
        <w:rPr>
          <w:sz w:val="24"/>
          <w:szCs w:val="24"/>
        </w:rPr>
        <w:t>0</w:t>
      </w:r>
      <w:r w:rsidRPr="005D2589">
        <w:rPr>
          <w:sz w:val="24"/>
          <w:szCs w:val="24"/>
        </w:rPr>
        <w:t>.0 тыс. рублей.»</w:t>
      </w:r>
    </w:p>
    <w:p w:rsidR="00465016" w:rsidRDefault="00465016" w:rsidP="00621093">
      <w:pPr>
        <w:pStyle w:val="BodyText"/>
        <w:ind w:firstLine="709"/>
        <w:rPr>
          <w:sz w:val="24"/>
          <w:szCs w:val="24"/>
        </w:rPr>
      </w:pPr>
    </w:p>
    <w:p w:rsidR="00465016" w:rsidRDefault="00465016" w:rsidP="00D55A48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1.2 Статью 6 изложить в следующей редакции:</w:t>
      </w:r>
    </w:p>
    <w:p w:rsidR="00465016" w:rsidRDefault="00465016" w:rsidP="00D55A48">
      <w:pPr>
        <w:pStyle w:val="BodyText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«Статья 6. Объем поступлений в бюджет Шейнского сельсовета Пачелмского района Пензенской области по видам доходов на 2020 год и  плановый период 2021 и 2022 годов</w:t>
      </w:r>
    </w:p>
    <w:p w:rsidR="00465016" w:rsidRDefault="00465016" w:rsidP="00D55A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Утвердить объем поступлений в бюджет Шейнского сельсовета Пачелмского района Пензенской области по видам доходов на 2020 год и  плановый период 2021 и 2022 годов:</w:t>
      </w:r>
    </w:p>
    <w:p w:rsidR="00465016" w:rsidRDefault="00465016" w:rsidP="00D55A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объем налоговых и неналоговых доходов согласно приложению 6 к настоящему решению;</w:t>
      </w:r>
    </w:p>
    <w:p w:rsidR="00465016" w:rsidRDefault="00465016" w:rsidP="00D55A48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- объем безвозмездных поступлений согласно приложению 7 к настоящему решению  , из них объем межбюджетных трансфертов в 2020 году в сумме 24449,9 тыс. рублей, в 2021 году в сумме 1216,2 тыс. рублей., в 2022 году в сумме 1219,5  тыс. рублей»;</w:t>
      </w:r>
    </w:p>
    <w:p w:rsidR="00465016" w:rsidRDefault="00465016" w:rsidP="00AC5DC9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1.3 Статью 9 ч.1 изложить в следующей редакции:</w:t>
      </w:r>
    </w:p>
    <w:p w:rsidR="00465016" w:rsidRPr="00AC5DC9" w:rsidRDefault="00465016" w:rsidP="00AC5DC9">
      <w:pPr>
        <w:pStyle w:val="BodyTex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AC5DC9">
        <w:rPr>
          <w:b/>
          <w:sz w:val="24"/>
          <w:szCs w:val="24"/>
        </w:rPr>
        <w:t xml:space="preserve">Статья 9.  Бюджетные ассигнования муниципального дорожного фонда  Шейнского сельсовета Пачелмского района Пензенской области  </w:t>
      </w:r>
    </w:p>
    <w:p w:rsidR="00465016" w:rsidRPr="0043557C" w:rsidRDefault="00465016" w:rsidP="00AC5DC9"/>
    <w:p w:rsidR="00465016" w:rsidRPr="0043557C" w:rsidRDefault="00465016" w:rsidP="00AC5DC9">
      <w:pPr>
        <w:pStyle w:val="1"/>
        <w:tabs>
          <w:tab w:val="clear" w:pos="927"/>
        </w:tabs>
        <w:spacing w:before="0"/>
        <w:ind w:firstLine="0"/>
      </w:pPr>
      <w:r w:rsidRPr="0043557C">
        <w:t>1.Утвердить объем бюджетных ассигнований дорожного фонда Шейнского сельсовета Пачелмского района  Пензенской области</w:t>
      </w:r>
    </w:p>
    <w:p w:rsidR="00465016" w:rsidRPr="0043557C" w:rsidRDefault="00465016" w:rsidP="00AC5DC9">
      <w:pPr>
        <w:pStyle w:val="1"/>
        <w:tabs>
          <w:tab w:val="clear" w:pos="927"/>
        </w:tabs>
        <w:spacing w:before="0"/>
        <w:ind w:left="709" w:firstLine="0"/>
      </w:pPr>
      <w:r>
        <w:t>- на 2020</w:t>
      </w:r>
      <w:r w:rsidRPr="0043557C">
        <w:t xml:space="preserve"> год в сумме </w:t>
      </w:r>
      <w:r>
        <w:t>22838,5</w:t>
      </w:r>
      <w:r w:rsidRPr="0043557C">
        <w:t xml:space="preserve"> тыс. рублей; </w:t>
      </w:r>
    </w:p>
    <w:p w:rsidR="00465016" w:rsidRPr="0043557C" w:rsidRDefault="00465016" w:rsidP="00AC5DC9">
      <w:pPr>
        <w:pStyle w:val="1"/>
        <w:tabs>
          <w:tab w:val="clear" w:pos="927"/>
        </w:tabs>
        <w:spacing w:before="0"/>
        <w:ind w:left="709" w:firstLine="0"/>
      </w:pPr>
      <w:r>
        <w:t>–на 2021</w:t>
      </w:r>
      <w:r w:rsidRPr="0043557C">
        <w:t xml:space="preserve"> год в сумме </w:t>
      </w:r>
      <w:r>
        <w:t>837,0</w:t>
      </w:r>
      <w:r w:rsidRPr="0043557C">
        <w:t xml:space="preserve"> тыс. рублей;</w:t>
      </w:r>
    </w:p>
    <w:p w:rsidR="00465016" w:rsidRPr="0043557C" w:rsidRDefault="00465016" w:rsidP="00AC5DC9">
      <w:pPr>
        <w:pStyle w:val="1"/>
        <w:tabs>
          <w:tab w:val="clear" w:pos="927"/>
        </w:tabs>
        <w:spacing w:before="0"/>
        <w:ind w:left="709" w:firstLine="0"/>
      </w:pPr>
      <w:r>
        <w:t>–на  2022</w:t>
      </w:r>
      <w:r w:rsidRPr="0043557C">
        <w:t xml:space="preserve"> год в сумме </w:t>
      </w:r>
      <w:r>
        <w:t>875</w:t>
      </w:r>
      <w:r w:rsidRPr="0043557C">
        <w:t>,0 тыс.рублей;</w:t>
      </w:r>
    </w:p>
    <w:p w:rsidR="00465016" w:rsidRDefault="00465016" w:rsidP="00D55A48">
      <w:pPr>
        <w:pStyle w:val="BodyText"/>
        <w:rPr>
          <w:sz w:val="24"/>
          <w:szCs w:val="24"/>
        </w:rPr>
      </w:pPr>
    </w:p>
    <w:p w:rsidR="00465016" w:rsidRDefault="00465016" w:rsidP="00621093">
      <w:pPr>
        <w:pStyle w:val="BodyText"/>
        <w:ind w:firstLine="709"/>
        <w:rPr>
          <w:sz w:val="24"/>
          <w:szCs w:val="24"/>
        </w:rPr>
      </w:pPr>
    </w:p>
    <w:p w:rsidR="00465016" w:rsidRDefault="00465016" w:rsidP="00E431A7">
      <w:pPr>
        <w:pStyle w:val="BodyText"/>
        <w:tabs>
          <w:tab w:val="left" w:pos="570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1.4. Приложение № 1 изложить в следующей редакции:</w:t>
      </w:r>
    </w:p>
    <w:p w:rsidR="00465016" w:rsidRDefault="00465016" w:rsidP="00E431A7">
      <w:pPr>
        <w:pStyle w:val="BodyText"/>
        <w:tabs>
          <w:tab w:val="left" w:pos="570"/>
        </w:tabs>
        <w:jc w:val="left"/>
        <w:rPr>
          <w:sz w:val="24"/>
          <w:szCs w:val="24"/>
        </w:rPr>
      </w:pPr>
    </w:p>
    <w:p w:rsidR="00465016" w:rsidRDefault="00465016" w:rsidP="00E431A7">
      <w:pPr>
        <w:pStyle w:val="BodyText"/>
        <w:rPr>
          <w:sz w:val="24"/>
          <w:szCs w:val="24"/>
        </w:rPr>
      </w:pPr>
    </w:p>
    <w:p w:rsidR="00465016" w:rsidRDefault="00465016" w:rsidP="00E431A7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>«Приложение  1</w:t>
      </w:r>
    </w:p>
    <w:p w:rsidR="00465016" w:rsidRDefault="00465016" w:rsidP="00E431A7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к решению Комитета местного</w:t>
      </w:r>
    </w:p>
    <w:p w:rsidR="00465016" w:rsidRDefault="00465016" w:rsidP="00E431A7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самоуправления Шейнского сельсовета</w:t>
      </w:r>
    </w:p>
    <w:p w:rsidR="00465016" w:rsidRDefault="00465016" w:rsidP="00E431A7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Пачелмского района Пензенской области</w:t>
      </w:r>
    </w:p>
    <w:p w:rsidR="00465016" w:rsidRDefault="00465016" w:rsidP="00E431A7">
      <w:pPr>
        <w:jc w:val="right"/>
      </w:pPr>
      <w:r>
        <w:t xml:space="preserve">от 25.12.2019  №08-6/3  </w:t>
      </w:r>
    </w:p>
    <w:p w:rsidR="00465016" w:rsidRDefault="00465016" w:rsidP="00E431A7">
      <w:pPr>
        <w:jc w:val="right"/>
        <w:rPr>
          <w:color w:val="FF0000"/>
        </w:rPr>
      </w:pPr>
    </w:p>
    <w:p w:rsidR="00465016" w:rsidRDefault="00465016" w:rsidP="00E431A7">
      <w:pPr>
        <w:jc w:val="right"/>
        <w:rPr>
          <w:color w:val="FF0000"/>
        </w:rPr>
      </w:pPr>
      <w:r>
        <w:rPr>
          <w:color w:val="FF0000"/>
        </w:rPr>
        <w:t xml:space="preserve">  </w:t>
      </w:r>
    </w:p>
    <w:p w:rsidR="00465016" w:rsidRDefault="00465016" w:rsidP="00E431A7">
      <w:pPr>
        <w:pStyle w:val="Body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Источники  финансирования  дефицита бюджета  Шейнского   сельсовета  Пачелмского района Пензенской области на 2020 год и  плановый период 2021 и 2022 годов.</w:t>
      </w:r>
    </w:p>
    <w:p w:rsidR="00465016" w:rsidRDefault="00465016" w:rsidP="00E431A7">
      <w:pPr>
        <w:pStyle w:val="BodyText"/>
        <w:jc w:val="center"/>
        <w:rPr>
          <w:b/>
          <w:bCs/>
          <w:sz w:val="24"/>
          <w:szCs w:val="24"/>
        </w:rPr>
      </w:pPr>
    </w:p>
    <w:tbl>
      <w:tblPr>
        <w:tblW w:w="9747" w:type="dxa"/>
        <w:tblInd w:w="-106" w:type="dxa"/>
        <w:tblLook w:val="00A0"/>
      </w:tblPr>
      <w:tblGrid>
        <w:gridCol w:w="2628"/>
        <w:gridCol w:w="3742"/>
        <w:gridCol w:w="1109"/>
        <w:gridCol w:w="1151"/>
        <w:gridCol w:w="1117"/>
      </w:tblGrid>
      <w:tr w:rsidR="00465016" w:rsidTr="00E431A7">
        <w:trPr>
          <w:trHeight w:val="22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016" w:rsidRDefault="004650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источника финансирования по КИВФ,КИВнФ</w:t>
            </w:r>
          </w:p>
        </w:tc>
        <w:tc>
          <w:tcPr>
            <w:tcW w:w="37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5016" w:rsidRDefault="004650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337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465016" w:rsidRDefault="004650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</w:t>
            </w:r>
          </w:p>
          <w:p w:rsidR="00465016" w:rsidRDefault="004650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тысяч рублей              </w:t>
            </w:r>
          </w:p>
        </w:tc>
      </w:tr>
      <w:tr w:rsidR="00465016" w:rsidTr="00E431A7">
        <w:trPr>
          <w:trHeight w:val="2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20</w:t>
            </w:r>
            <w:r>
              <w:rPr>
                <w:b/>
                <w:bCs/>
              </w:rPr>
              <w:t>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5016" w:rsidRDefault="004650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2022      </w:t>
            </w:r>
          </w:p>
        </w:tc>
      </w:tr>
      <w:tr w:rsidR="00465016" w:rsidTr="00E431A7">
        <w:trPr>
          <w:trHeight w:val="60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65016" w:rsidRDefault="00465016">
            <w:r>
              <w:t>000 01 00 00 00 00 0000 000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r>
              <w:t>Источники внутреннего финансирования дефицитов бюджетов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5016" w:rsidRDefault="00465016">
            <w:pPr>
              <w:jc w:val="center"/>
            </w:pPr>
            <w:r>
              <w:t>197,2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65016" w:rsidRDefault="00465016">
            <w:pPr>
              <w:jc w:val="center"/>
            </w:pPr>
            <w:r>
              <w:t>10,0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pPr>
              <w:jc w:val="center"/>
            </w:pPr>
            <w:r>
              <w:t>10,0</w:t>
            </w:r>
          </w:p>
        </w:tc>
      </w:tr>
      <w:tr w:rsidR="00465016" w:rsidTr="00E431A7">
        <w:trPr>
          <w:trHeight w:val="64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65016" w:rsidRDefault="00465016">
            <w:r>
              <w:t>000 01 05 00 00 00 0000 000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r>
              <w:t xml:space="preserve">  </w:t>
            </w:r>
            <w:r>
              <w:rPr>
                <w:rStyle w:val="blk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5016" w:rsidRDefault="00465016">
            <w:pPr>
              <w:jc w:val="center"/>
            </w:pPr>
            <w:r>
              <w:t>197,2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65016" w:rsidRDefault="00465016">
            <w:pPr>
              <w:jc w:val="center"/>
            </w:pPr>
            <w:r>
              <w:t>10,0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pPr>
              <w:jc w:val="center"/>
            </w:pPr>
            <w:r>
              <w:t>10,0</w:t>
            </w:r>
          </w:p>
        </w:tc>
      </w:tr>
      <w:tr w:rsidR="00465016" w:rsidTr="00E431A7">
        <w:trPr>
          <w:trHeight w:val="48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65016" w:rsidRDefault="00465016">
            <w:r>
              <w:t>000 01 05 02 00 00 0000 500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r>
              <w:t xml:space="preserve">  </w:t>
            </w:r>
            <w:r>
              <w:rPr>
                <w:rStyle w:val="blk"/>
              </w:rPr>
              <w:t>Увеличение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5016" w:rsidRPr="00AC5DC9" w:rsidRDefault="00465016" w:rsidP="00485EAA">
            <w:pPr>
              <w:jc w:val="center"/>
            </w:pPr>
            <w:r w:rsidRPr="00AC5DC9">
              <w:t>-</w:t>
            </w:r>
            <w:r>
              <w:t>27159,0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65016" w:rsidRDefault="00465016">
            <w:pPr>
              <w:jc w:val="center"/>
            </w:pPr>
            <w:r>
              <w:t>-3747,2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pPr>
              <w:jc w:val="center"/>
            </w:pPr>
            <w:r>
              <w:t>-3790,5</w:t>
            </w:r>
          </w:p>
        </w:tc>
      </w:tr>
      <w:tr w:rsidR="00465016" w:rsidTr="00E431A7">
        <w:trPr>
          <w:trHeight w:val="45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65016" w:rsidRDefault="00465016">
            <w:r>
              <w:t>901 01 05 02 01 10 0000 510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r>
              <w:t xml:space="preserve">  </w:t>
            </w:r>
            <w:r>
              <w:rPr>
                <w:rStyle w:val="blk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5016" w:rsidRPr="00AC5DC9" w:rsidRDefault="00465016" w:rsidP="00485EAA">
            <w:pPr>
              <w:jc w:val="center"/>
            </w:pPr>
            <w:r w:rsidRPr="00AC5DC9">
              <w:t>-</w:t>
            </w:r>
            <w:r>
              <w:t>27159,0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65016" w:rsidRDefault="00465016">
            <w:pPr>
              <w:jc w:val="center"/>
            </w:pPr>
            <w:r>
              <w:t>-3747,2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pPr>
              <w:jc w:val="center"/>
            </w:pPr>
            <w:r>
              <w:t>-3790,5</w:t>
            </w:r>
          </w:p>
        </w:tc>
      </w:tr>
      <w:tr w:rsidR="00465016" w:rsidTr="00E431A7">
        <w:trPr>
          <w:trHeight w:val="51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65016" w:rsidRDefault="00465016">
            <w:r>
              <w:t>000 01 05 02 00 00 0000 600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r>
              <w:t xml:space="preserve">  </w:t>
            </w:r>
            <w:r>
              <w:rPr>
                <w:rStyle w:val="blk"/>
              </w:rPr>
              <w:t>Уменьшение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5016" w:rsidRPr="00AC5DC9" w:rsidRDefault="00465016">
            <w:pPr>
              <w:jc w:val="center"/>
            </w:pPr>
            <w:r w:rsidRPr="00AC5DC9">
              <w:t>27356,2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65016" w:rsidRDefault="00465016">
            <w:pPr>
              <w:jc w:val="center"/>
            </w:pPr>
            <w:r>
              <w:t>3757,2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5016" w:rsidRDefault="00465016"/>
          <w:p w:rsidR="00465016" w:rsidRDefault="00465016">
            <w:r>
              <w:t xml:space="preserve">   3800,5</w:t>
            </w:r>
          </w:p>
        </w:tc>
      </w:tr>
      <w:tr w:rsidR="00465016" w:rsidTr="00E431A7">
        <w:trPr>
          <w:trHeight w:val="61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465016" w:rsidRDefault="00465016">
            <w:r>
              <w:t>901</w:t>
            </w:r>
            <w:r>
              <w:rPr>
                <w:color w:val="FF0000"/>
              </w:rPr>
              <w:t xml:space="preserve"> </w:t>
            </w:r>
            <w:r>
              <w:t>01 05 02 01 10 0000 610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5016" w:rsidRDefault="00465016">
            <w:r>
              <w:t xml:space="preserve">  </w:t>
            </w:r>
            <w:r>
              <w:rPr>
                <w:rStyle w:val="blk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5016" w:rsidRPr="00AC5DC9" w:rsidRDefault="00465016">
            <w:pPr>
              <w:jc w:val="center"/>
            </w:pPr>
            <w:r w:rsidRPr="00AC5DC9">
              <w:t>27356,2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65016" w:rsidRDefault="00465016">
            <w:pPr>
              <w:jc w:val="center"/>
            </w:pPr>
            <w:r>
              <w:t>3757,2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5016" w:rsidRDefault="00465016"/>
          <w:p w:rsidR="00465016" w:rsidRDefault="00465016">
            <w:r>
              <w:t xml:space="preserve">   3800,5</w:t>
            </w:r>
          </w:p>
        </w:tc>
      </w:tr>
    </w:tbl>
    <w:p w:rsidR="00465016" w:rsidRPr="0061470F" w:rsidRDefault="00465016" w:rsidP="00856DCA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Pr="0061470F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 3</w:t>
      </w:r>
      <w:r w:rsidRPr="00274186">
        <w:rPr>
          <w:sz w:val="24"/>
          <w:szCs w:val="24"/>
        </w:rPr>
        <w:t xml:space="preserve">  к решению изложить в следующей редакции:</w:t>
      </w:r>
    </w:p>
    <w:p w:rsidR="00465016" w:rsidRDefault="00465016" w:rsidP="00856DCA">
      <w:pPr>
        <w:pStyle w:val="BodyText"/>
        <w:jc w:val="right"/>
        <w:rPr>
          <w:sz w:val="20"/>
          <w:szCs w:val="20"/>
        </w:rPr>
      </w:pPr>
    </w:p>
    <w:p w:rsidR="00465016" w:rsidRDefault="00465016" w:rsidP="00856DCA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3</w:t>
      </w:r>
    </w:p>
    <w:p w:rsidR="00465016" w:rsidRDefault="00465016" w:rsidP="00856DCA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к решению Комитета местного</w:t>
      </w:r>
    </w:p>
    <w:p w:rsidR="00465016" w:rsidRDefault="00465016" w:rsidP="00856DCA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самоуправления Шейнского сельсовета</w:t>
      </w:r>
    </w:p>
    <w:p w:rsidR="00465016" w:rsidRDefault="00465016" w:rsidP="00856DCA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Пачелмского района Пензенской области</w:t>
      </w:r>
    </w:p>
    <w:p w:rsidR="00465016" w:rsidRDefault="00465016" w:rsidP="00856DCA">
      <w:pPr>
        <w:jc w:val="right"/>
      </w:pPr>
      <w:r>
        <w:t xml:space="preserve">от 25.12.2019  №08-6/3  </w:t>
      </w:r>
    </w:p>
    <w:p w:rsidR="00465016" w:rsidRDefault="00465016" w:rsidP="00856DCA">
      <w:pPr>
        <w:jc w:val="right"/>
      </w:pPr>
    </w:p>
    <w:p w:rsidR="00465016" w:rsidRDefault="00465016" w:rsidP="00856DCA">
      <w:pPr>
        <w:pStyle w:val="BodyText"/>
        <w:ind w:firstLine="540"/>
        <w:jc w:val="center"/>
        <w:rPr>
          <w:b/>
          <w:bCs/>
          <w:sz w:val="24"/>
          <w:szCs w:val="24"/>
        </w:rPr>
      </w:pPr>
    </w:p>
    <w:p w:rsidR="00465016" w:rsidRDefault="00465016" w:rsidP="00856DCA">
      <w:pPr>
        <w:pStyle w:val="BodyText"/>
        <w:ind w:firstLine="5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Доходы бюджета Шейнского сельсовета Пачелмского района Пензенской области, закрепленные за главными  администраторами доходов бюджета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4"/>
        <w:gridCol w:w="2852"/>
        <w:gridCol w:w="27"/>
        <w:gridCol w:w="5676"/>
      </w:tblGrid>
      <w:tr w:rsidR="00465016" w:rsidTr="00B31A57">
        <w:trPr>
          <w:trHeight w:val="2086"/>
        </w:trPr>
        <w:tc>
          <w:tcPr>
            <w:tcW w:w="1084" w:type="dxa"/>
            <w:vAlign w:val="center"/>
          </w:tcPr>
          <w:p w:rsidR="00465016" w:rsidRDefault="00465016" w:rsidP="00B31A57">
            <w:pPr>
              <w:jc w:val="center"/>
            </w:pPr>
            <w:r>
              <w:rPr>
                <w:b/>
                <w:bCs/>
              </w:rPr>
              <w:t>Код главного администратора доходов бюджета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5676" w:type="dxa"/>
          </w:tcPr>
          <w:p w:rsidR="00465016" w:rsidRDefault="00465016" w:rsidP="00B31A57">
            <w:pPr>
              <w:jc w:val="center"/>
              <w:rPr>
                <w:b/>
                <w:bCs/>
              </w:rPr>
            </w:pPr>
          </w:p>
          <w:p w:rsidR="00465016" w:rsidRDefault="00465016" w:rsidP="00B31A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Наименования главных администраторов и кодов поступлений в бюджет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465016" w:rsidRDefault="00465016" w:rsidP="00856DCA">
            <w:pPr>
              <w:pStyle w:val="Body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Шейнского сельсовета Пачелмского района Пензенской области</w:t>
            </w:r>
          </w:p>
        </w:tc>
      </w:tr>
      <w:tr w:rsidR="00465016" w:rsidTr="00B31A57">
        <w:trPr>
          <w:trHeight w:val="1276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1 08 04020 01 0000 110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1 08 07175 01 0000 110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1 11 02033 10 0000 120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размещения временно свободных средств бюджетов 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1 11 05025 10 0000 120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1 11 05035 10 0000 120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1 11 05075 10 0000 120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BodyText"/>
              <w:rPr>
                <w:rStyle w:val="blk"/>
                <w:sz w:val="20"/>
                <w:szCs w:val="20"/>
              </w:rPr>
            </w:pPr>
            <w:r>
              <w:rPr>
                <w:rStyle w:val="blk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1 11 05325 10 0000 120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rStyle w:val="blk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1 11 09035 10 0000 120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эксплуатации и использования  имущества                автомобильных дорог, находящихся в  собственности                            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1 11 09045 10 0000 120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widowControl/>
              <w:autoSpaceDE w:val="0"/>
              <w:autoSpaceDN w:val="0"/>
              <w:adjustRightInd w:val="0"/>
            </w:pPr>
            <w:r>
              <w:t>1 13 01540 10 0000 130</w:t>
            </w:r>
          </w:p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465016" w:rsidRDefault="00465016" w:rsidP="00B31A57">
            <w:pPr>
              <w:widowControl/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465016" w:rsidRDefault="00465016" w:rsidP="00B31A57">
            <w:r>
              <w:t>1 13 01995 10 0000 130</w:t>
            </w:r>
          </w:p>
        </w:tc>
        <w:tc>
          <w:tcPr>
            <w:tcW w:w="5676" w:type="dxa"/>
          </w:tcPr>
          <w:p w:rsidR="00465016" w:rsidRDefault="00465016" w:rsidP="00B31A57">
            <w:pPr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r>
              <w:t>1 13 02065 10 0000 130</w:t>
            </w:r>
          </w:p>
        </w:tc>
        <w:tc>
          <w:tcPr>
            <w:tcW w:w="5676" w:type="dxa"/>
          </w:tcPr>
          <w:p w:rsidR="00465016" w:rsidRDefault="00465016" w:rsidP="00B31A57"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1 13 02995 10 0000 130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1 14 02052 10 0000 410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rPr>
                <w:bCs/>
              </w:rPr>
            </w:pPr>
            <w:r>
              <w:rPr>
                <w:bCs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rPr>
                <w:lang w:val="en-US"/>
              </w:rPr>
            </w:pPr>
            <w:r>
              <w:rPr>
                <w:lang w:val="en-US"/>
              </w:rPr>
              <w:t xml:space="preserve">114 02052 10 </w:t>
            </w:r>
            <w:r>
              <w:t>0000</w:t>
            </w:r>
            <w:r>
              <w:rPr>
                <w:lang w:val="en-US"/>
              </w:rPr>
              <w:t xml:space="preserve"> 440</w:t>
            </w:r>
          </w:p>
        </w:tc>
        <w:tc>
          <w:tcPr>
            <w:tcW w:w="5676" w:type="dxa"/>
          </w:tcPr>
          <w:p w:rsidR="00465016" w:rsidRDefault="00465016" w:rsidP="00B31A57">
            <w:pPr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1 14 02053 10 0000 410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   от    реализации    иного    имущества,  находящегося   в   собственности сельских   поселений (за исключением  имущества  муниципальных бюджетных и                  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1 14 02053 10 0000 440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   от    реализации    иного    имущества, находящегося  в   собственности сельских  поселений   (за исключением  имущества  муниципальных бюджетных и  автономных учреждений,  а  также   имущества   муниципальных унитарных предприятий, в том числе  казенных),  в                          части   реализации   материальных   запасов    по указанному имуществу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114 06025 10 0000 430 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1 14 06325 10 0000 430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 за увеличение 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15 02050 10 0000 140</w:t>
            </w:r>
          </w:p>
        </w:tc>
        <w:tc>
          <w:tcPr>
            <w:tcW w:w="5676" w:type="dxa"/>
          </w:tcPr>
          <w:p w:rsidR="00465016" w:rsidRDefault="00465016" w:rsidP="00B31A57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сельских  поселений за выполнение определенных функций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widowControl/>
              <w:autoSpaceDE w:val="0"/>
              <w:autoSpaceDN w:val="0"/>
              <w:adjustRightInd w:val="0"/>
            </w:pPr>
            <w:r>
              <w:t>1 16 07010 10 0000 140</w:t>
            </w:r>
          </w:p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</w:p>
        </w:tc>
        <w:tc>
          <w:tcPr>
            <w:tcW w:w="5676" w:type="dxa"/>
          </w:tcPr>
          <w:p w:rsidR="00465016" w:rsidRDefault="00465016" w:rsidP="00B31A57">
            <w:pPr>
              <w:widowControl/>
              <w:autoSpaceDE w:val="0"/>
              <w:autoSpaceDN w:val="0"/>
              <w:adjustRightInd w:val="0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465016" w:rsidRDefault="00465016" w:rsidP="00B31A57">
            <w:pPr>
              <w:autoSpaceDE w:val="0"/>
              <w:autoSpaceDN w:val="0"/>
              <w:adjustRightInd w:val="0"/>
              <w:jc w:val="both"/>
            </w:pP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1 16 07090 10 0000 140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901               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1 16 09040 10 0000 140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465016" w:rsidRDefault="00465016" w:rsidP="00B31A57">
            <w:pPr>
              <w:autoSpaceDE w:val="0"/>
              <w:autoSpaceDN w:val="0"/>
              <w:adjustRightInd w:val="0"/>
            </w:pPr>
            <w:r>
              <w:t>1 16 01104 01 0000 140</w:t>
            </w:r>
          </w:p>
          <w:p w:rsidR="00465016" w:rsidRDefault="00465016" w:rsidP="00B31A57">
            <w:pPr>
              <w:autoSpaceDE w:val="0"/>
              <w:autoSpaceDN w:val="0"/>
              <w:adjustRightInd w:val="0"/>
            </w:pPr>
          </w:p>
        </w:tc>
        <w:tc>
          <w:tcPr>
            <w:tcW w:w="5676" w:type="dxa"/>
          </w:tcPr>
          <w:p w:rsidR="00465016" w:rsidRDefault="00465016" w:rsidP="00B31A57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Административные штрафы, установленные </w:t>
            </w:r>
            <w:hyperlink r:id="rId8" w:history="1">
              <w:r>
                <w:rPr>
                  <w:rStyle w:val="Hyperlink"/>
                </w:rPr>
                <w:t>Главой 10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Pr="00440C98" w:rsidRDefault="00465016" w:rsidP="00B31A57">
            <w:pPr>
              <w:pStyle w:val="BodyText"/>
              <w:rPr>
                <w:bCs/>
                <w:sz w:val="20"/>
                <w:szCs w:val="20"/>
              </w:rPr>
            </w:pPr>
            <w:r w:rsidRPr="00440C98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465016" w:rsidRPr="00440C98" w:rsidRDefault="00465016" w:rsidP="00B31A57">
            <w:pPr>
              <w:jc w:val="both"/>
              <w:rPr>
                <w:bCs/>
              </w:rPr>
            </w:pPr>
            <w:r w:rsidRPr="00440C98">
              <w:t>1 16 01074 01 0000 140</w:t>
            </w:r>
          </w:p>
        </w:tc>
        <w:tc>
          <w:tcPr>
            <w:tcW w:w="5676" w:type="dxa"/>
          </w:tcPr>
          <w:p w:rsidR="00465016" w:rsidRPr="00B52853" w:rsidRDefault="00465016" w:rsidP="00B31A57">
            <w:pPr>
              <w:jc w:val="both"/>
              <w:rPr>
                <w:bCs/>
              </w:rPr>
            </w:pPr>
            <w:r w:rsidRPr="00B52853">
              <w:t>Административные штрафы, установленные  Главой 7 Кодекса Российской Федерации 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Pr="00440C98" w:rsidRDefault="00465016" w:rsidP="00B31A57">
            <w:pPr>
              <w:pStyle w:val="BodyText"/>
              <w:rPr>
                <w:sz w:val="20"/>
                <w:szCs w:val="20"/>
              </w:rPr>
            </w:pPr>
            <w:r w:rsidRPr="00440C98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</w:tcPr>
          <w:p w:rsidR="00465016" w:rsidRPr="00440C98" w:rsidRDefault="00465016" w:rsidP="00B31A57">
            <w:pPr>
              <w:jc w:val="both"/>
            </w:pPr>
            <w:r w:rsidRPr="00440C98">
              <w:t xml:space="preserve">1 16 01084 01 0000 140 </w:t>
            </w:r>
          </w:p>
        </w:tc>
        <w:tc>
          <w:tcPr>
            <w:tcW w:w="5676" w:type="dxa"/>
          </w:tcPr>
          <w:p w:rsidR="00465016" w:rsidRPr="00B52853" w:rsidRDefault="00465016" w:rsidP="00B31A57">
            <w:pPr>
              <w:ind w:left="-69"/>
              <w:jc w:val="both"/>
            </w:pPr>
            <w:r w:rsidRPr="00B52853">
              <w:t>Административные штрафы, установленные  Главой 8 Кодекса Российской Федерации 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  <w:r>
              <w:t xml:space="preserve"> 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Pr="00440C98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 w:rsidRPr="00440C98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Pr="00440C98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 w:rsidRPr="00440C98">
              <w:rPr>
                <w:rFonts w:ascii="Times New Roman" w:hAnsi="Times New Roman" w:cs="Times New Roman"/>
              </w:rPr>
              <w:t>1 16 10123 01 0051 140</w:t>
            </w:r>
          </w:p>
        </w:tc>
        <w:tc>
          <w:tcPr>
            <w:tcW w:w="5676" w:type="dxa"/>
          </w:tcPr>
          <w:p w:rsidR="00465016" w:rsidRPr="00B52853" w:rsidRDefault="00465016" w:rsidP="00B31A57">
            <w:pPr>
              <w:pStyle w:val="ConsPlusTitlePage"/>
              <w:jc w:val="both"/>
              <w:rPr>
                <w:rFonts w:ascii="Times New Roman" w:hAnsi="Times New Roman" w:cs="Times New Roman"/>
              </w:rPr>
            </w:pPr>
            <w:r w:rsidRPr="00B52853">
              <w:rPr>
                <w:rFonts w:ascii="Times New Roman" w:hAnsi="Times New Roman" w:cs="Times New Roman"/>
              </w:rPr>
              <w:t>Доходы от денежных взысканий (штрафов), поступившие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65016" w:rsidTr="00B31A57">
        <w:trPr>
          <w:trHeight w:val="872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1 16 10031 10 0000 140</w:t>
            </w:r>
          </w:p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6" w:type="dxa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1 16 10032 10 0000 140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1 16 10061 10 0000 140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1 16 10062 10 0000 140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1 16 10081 10 0000 140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1 16 10082 10 0000 140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1 16 10100 10 0000 140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1 16 10123 01 0000 140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widowControl/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465016" w:rsidRDefault="00465016" w:rsidP="00B31A57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1 17 01050 10 0000 180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1 17 05050 10 0000 180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</w:tcPr>
          <w:p w:rsidR="00465016" w:rsidRPr="00856DCA" w:rsidRDefault="00465016" w:rsidP="00856DCA">
            <w:pPr>
              <w:pStyle w:val="BodyText"/>
              <w:rPr>
                <w:sz w:val="20"/>
                <w:szCs w:val="20"/>
              </w:rPr>
            </w:pPr>
            <w:r w:rsidRPr="00856DCA">
              <w:rPr>
                <w:sz w:val="20"/>
                <w:szCs w:val="20"/>
              </w:rPr>
              <w:t>2 02 19999 10 910</w:t>
            </w:r>
            <w:r>
              <w:rPr>
                <w:sz w:val="20"/>
                <w:szCs w:val="20"/>
              </w:rPr>
              <w:t xml:space="preserve">1 </w:t>
            </w:r>
            <w:r w:rsidRPr="00856DCA">
              <w:rPr>
                <w:sz w:val="20"/>
                <w:szCs w:val="20"/>
              </w:rPr>
              <w:t>150</w:t>
            </w:r>
          </w:p>
        </w:tc>
        <w:tc>
          <w:tcPr>
            <w:tcW w:w="5703" w:type="dxa"/>
            <w:gridSpan w:val="2"/>
          </w:tcPr>
          <w:p w:rsidR="00465016" w:rsidRPr="00856DCA" w:rsidRDefault="00465016" w:rsidP="00B31A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856DCA">
              <w:rPr>
                <w:rFonts w:ascii="Times New Roman" w:hAnsi="Times New Roman" w:cs="Times New Roman"/>
              </w:rPr>
              <w:t>Прочие дотации бюджетам сельских поселений на 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Pr="00B52853" w:rsidRDefault="00465016" w:rsidP="00B31A57">
            <w:pPr>
              <w:pStyle w:val="BodyText"/>
              <w:rPr>
                <w:sz w:val="20"/>
                <w:szCs w:val="20"/>
              </w:rPr>
            </w:pPr>
            <w:r w:rsidRPr="00B52853">
              <w:rPr>
                <w:sz w:val="20"/>
                <w:szCs w:val="20"/>
              </w:rPr>
              <w:t>901 </w:t>
            </w:r>
          </w:p>
        </w:tc>
        <w:tc>
          <w:tcPr>
            <w:tcW w:w="2852" w:type="dxa"/>
          </w:tcPr>
          <w:p w:rsidR="00465016" w:rsidRPr="00B52853" w:rsidRDefault="00465016" w:rsidP="00B31A57">
            <w:pPr>
              <w:pStyle w:val="BodyText"/>
              <w:rPr>
                <w:sz w:val="20"/>
                <w:szCs w:val="20"/>
              </w:rPr>
            </w:pPr>
            <w:r w:rsidRPr="00B52853">
              <w:rPr>
                <w:sz w:val="20"/>
                <w:szCs w:val="20"/>
              </w:rPr>
              <w:t>2 02 25576 10 0000 150</w:t>
            </w:r>
          </w:p>
        </w:tc>
        <w:tc>
          <w:tcPr>
            <w:tcW w:w="5703" w:type="dxa"/>
            <w:gridSpan w:val="2"/>
          </w:tcPr>
          <w:p w:rsidR="00465016" w:rsidRPr="00B52853" w:rsidRDefault="00465016" w:rsidP="00B31A57">
            <w:pPr>
              <w:pStyle w:val="ConsPlusTitlePage"/>
              <w:jc w:val="both"/>
              <w:rPr>
                <w:rFonts w:ascii="Times New Roman" w:hAnsi="Times New Roman" w:cs="Times New Roman"/>
              </w:rPr>
            </w:pPr>
            <w:r w:rsidRPr="00A74A51">
              <w:rPr>
                <w:rFonts w:ascii="Times New Roman" w:hAnsi="Times New Roman" w:cs="Times New Roman"/>
              </w:rPr>
              <w:t>Субсидии</w:t>
            </w:r>
            <w:r w:rsidRPr="00B52853">
              <w:rPr>
                <w:rFonts w:ascii="Times New Roman" w:hAnsi="Times New Roman" w:cs="Times New Roman"/>
              </w:rPr>
              <w:t xml:space="preserve"> бюджетам сельских поселений на обеспечение комплексного развития сельских территорий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2 02 29999 10 0000 150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субсидии бюджетам сельских поселений*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52" w:type="dxa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2 02 35118 10 0000 150</w:t>
            </w:r>
          </w:p>
        </w:tc>
        <w:tc>
          <w:tcPr>
            <w:tcW w:w="5703" w:type="dxa"/>
            <w:gridSpan w:val="2"/>
          </w:tcPr>
          <w:p w:rsidR="00465016" w:rsidRDefault="00465016" w:rsidP="00B31A5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202 40014 10 0000 150</w:t>
            </w:r>
          </w:p>
        </w:tc>
        <w:tc>
          <w:tcPr>
            <w:tcW w:w="5676" w:type="dxa"/>
          </w:tcPr>
          <w:p w:rsidR="00465016" w:rsidRDefault="00465016" w:rsidP="00B31A57">
            <w:pPr>
              <w:widowControl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65016" w:rsidRDefault="00465016" w:rsidP="00B31A5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pPr>
              <w:pStyle w:val="BodyText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2 02 49999 10 0000 150</w:t>
            </w:r>
          </w:p>
        </w:tc>
        <w:tc>
          <w:tcPr>
            <w:tcW w:w="5676" w:type="dxa"/>
          </w:tcPr>
          <w:p w:rsidR="00465016" w:rsidRDefault="00465016" w:rsidP="00B31A5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*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Pr="00A74A51" w:rsidRDefault="00465016" w:rsidP="00B31A57">
            <w:pPr>
              <w:pStyle w:val="BodyText"/>
              <w:rPr>
                <w:sz w:val="20"/>
                <w:szCs w:val="20"/>
              </w:rPr>
            </w:pPr>
            <w:r w:rsidRPr="00A74A51"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Pr="00A74A51" w:rsidRDefault="00465016" w:rsidP="00B31A57">
            <w:pPr>
              <w:widowControl/>
            </w:pPr>
            <w:r w:rsidRPr="00A74A51">
              <w:t>2 02 49999 10 0000 150</w:t>
            </w:r>
          </w:p>
        </w:tc>
        <w:tc>
          <w:tcPr>
            <w:tcW w:w="5676" w:type="dxa"/>
          </w:tcPr>
          <w:p w:rsidR="00465016" w:rsidRPr="006A5A0E" w:rsidRDefault="00465016" w:rsidP="00B31A57">
            <w:pPr>
              <w:pStyle w:val="ConsPlusNonformat"/>
              <w:rPr>
                <w:rFonts w:ascii="Times New Roman" w:hAnsi="Times New Roman" w:cs="Times New Roman"/>
              </w:rPr>
            </w:pPr>
            <w:r w:rsidRPr="006A5A0E"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 ( обеспечение сбалансированности бюджетов)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Pr="006A5A0E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Pr="00A74A51" w:rsidRDefault="00465016" w:rsidP="00B31A57">
            <w:pPr>
              <w:widowControl/>
            </w:pPr>
            <w:r w:rsidRPr="00A74A51">
              <w:t>2 02 49999 10 0000 150</w:t>
            </w:r>
          </w:p>
        </w:tc>
        <w:tc>
          <w:tcPr>
            <w:tcW w:w="5676" w:type="dxa"/>
          </w:tcPr>
          <w:p w:rsidR="00465016" w:rsidRPr="006A5A0E" w:rsidRDefault="00465016" w:rsidP="00B31A57">
            <w:pPr>
              <w:pStyle w:val="ConsPlusNonformat"/>
              <w:rPr>
                <w:rFonts w:ascii="Times New Roman" w:hAnsi="Times New Roman" w:cs="Times New Roman"/>
              </w:rPr>
            </w:pPr>
            <w:r w:rsidRPr="006A5A0E">
              <w:rPr>
                <w:rFonts w:ascii="Times New Roman" w:hAnsi="Times New Roman" w:cs="Times New Roman"/>
              </w:rPr>
              <w:t>Прочие межбюджетные трансферты передаваемые бюджетам сельских поселений на премирование территорий победителей конкурса на звание самое благоустроенное муниципальное образование Пензенской области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Head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r>
              <w:t>2 07 05030 10 0000 1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5676" w:type="dxa"/>
          </w:tcPr>
          <w:p w:rsidR="00465016" w:rsidRDefault="00465016" w:rsidP="00B31A57">
            <w:r>
              <w:t>Прочие безвозмездные поступления в бюджеты сельских поселений</w:t>
            </w:r>
          </w:p>
        </w:tc>
      </w:tr>
      <w:tr w:rsidR="00465016" w:rsidTr="00B31A57">
        <w:trPr>
          <w:trHeight w:val="355"/>
        </w:trPr>
        <w:tc>
          <w:tcPr>
            <w:tcW w:w="1084" w:type="dxa"/>
          </w:tcPr>
          <w:p w:rsidR="00465016" w:rsidRDefault="00465016" w:rsidP="00B31A57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</w:t>
            </w:r>
          </w:p>
        </w:tc>
        <w:tc>
          <w:tcPr>
            <w:tcW w:w="2879" w:type="dxa"/>
            <w:gridSpan w:val="2"/>
            <w:vAlign w:val="center"/>
          </w:tcPr>
          <w:p w:rsidR="00465016" w:rsidRDefault="00465016" w:rsidP="00B31A57">
            <w:r>
              <w:rPr>
                <w:lang w:val="en-US"/>
              </w:rPr>
              <w:t>2</w:t>
            </w:r>
            <w:r>
              <w:t xml:space="preserve"> 19 60010 10 0000 150</w:t>
            </w:r>
          </w:p>
        </w:tc>
        <w:tc>
          <w:tcPr>
            <w:tcW w:w="5676" w:type="dxa"/>
          </w:tcPr>
          <w:p w:rsidR="00465016" w:rsidRDefault="00465016" w:rsidP="00B31A57">
            <w:r>
              <w:t>Возврат 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65016" w:rsidRDefault="00465016" w:rsidP="00856DCA">
      <w:pPr>
        <w:pStyle w:val="BodyText"/>
        <w:ind w:firstLine="540"/>
        <w:jc w:val="center"/>
        <w:rPr>
          <w:b/>
          <w:bCs/>
          <w:sz w:val="20"/>
          <w:szCs w:val="20"/>
        </w:rPr>
      </w:pPr>
    </w:p>
    <w:p w:rsidR="00465016" w:rsidRDefault="00465016" w:rsidP="00856DCA">
      <w:pPr>
        <w:ind w:firstLine="540"/>
        <w:jc w:val="both"/>
      </w:pPr>
      <w:r>
        <w:t>* Администрирование поступлений по всем подвидам дохода осуществляется главным администратором, указанным в группировочном коде классификации.</w:t>
      </w:r>
    </w:p>
    <w:p w:rsidR="00465016" w:rsidRDefault="00465016" w:rsidP="00D56650">
      <w:pPr>
        <w:pStyle w:val="BodyText"/>
        <w:tabs>
          <w:tab w:val="left" w:pos="570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1.6. Приложение № 6 изложить в следующей редакции:</w:t>
      </w:r>
    </w:p>
    <w:p w:rsidR="00465016" w:rsidRPr="0043557C" w:rsidRDefault="00465016" w:rsidP="00D56650">
      <w:pPr>
        <w:pStyle w:val="Heading8"/>
        <w:spacing w:after="120"/>
        <w:rPr>
          <w:b w:val="0"/>
          <w:bCs w:val="0"/>
          <w:sz w:val="20"/>
          <w:szCs w:val="20"/>
        </w:rPr>
      </w:pPr>
      <w:r w:rsidRPr="0043557C">
        <w:rPr>
          <w:b w:val="0"/>
          <w:bCs w:val="0"/>
          <w:sz w:val="20"/>
          <w:szCs w:val="20"/>
        </w:rPr>
        <w:t>Приложение 6</w:t>
      </w:r>
    </w:p>
    <w:p w:rsidR="00465016" w:rsidRPr="0043557C" w:rsidRDefault="00465016" w:rsidP="00D56650">
      <w:pPr>
        <w:tabs>
          <w:tab w:val="left" w:pos="6620"/>
        </w:tabs>
        <w:jc w:val="right"/>
      </w:pPr>
      <w:r w:rsidRPr="0043557C">
        <w:t xml:space="preserve">к решению Комитета местного самоуправления </w:t>
      </w:r>
    </w:p>
    <w:p w:rsidR="00465016" w:rsidRPr="0043557C" w:rsidRDefault="00465016" w:rsidP="00D56650">
      <w:pPr>
        <w:tabs>
          <w:tab w:val="left" w:pos="6620"/>
        </w:tabs>
        <w:jc w:val="right"/>
      </w:pPr>
      <w:r w:rsidRPr="0043557C">
        <w:t>Шейнского сельсовета</w:t>
      </w:r>
    </w:p>
    <w:p w:rsidR="00465016" w:rsidRPr="0043557C" w:rsidRDefault="00465016" w:rsidP="00D56650">
      <w:pPr>
        <w:tabs>
          <w:tab w:val="left" w:pos="6620"/>
        </w:tabs>
        <w:jc w:val="right"/>
      </w:pPr>
      <w:r w:rsidRPr="0043557C">
        <w:t xml:space="preserve">Пачелмского района  Пензенской области </w:t>
      </w:r>
    </w:p>
    <w:p w:rsidR="00465016" w:rsidRPr="0043557C" w:rsidRDefault="00465016" w:rsidP="00D56650">
      <w:pPr>
        <w:jc w:val="right"/>
      </w:pPr>
      <w:r>
        <w:t>о</w:t>
      </w:r>
      <w:r w:rsidRPr="0043557C">
        <w:t>т</w:t>
      </w:r>
      <w:r>
        <w:t xml:space="preserve"> 25.12.2019 </w:t>
      </w:r>
      <w:r w:rsidRPr="0043557C">
        <w:t xml:space="preserve"> </w:t>
      </w:r>
      <w:r>
        <w:t xml:space="preserve">  </w:t>
      </w:r>
      <w:r w:rsidRPr="0043557C">
        <w:t>№</w:t>
      </w:r>
      <w:r>
        <w:t xml:space="preserve"> 08-6/3</w:t>
      </w:r>
      <w:r w:rsidRPr="0043557C">
        <w:t xml:space="preserve"> </w:t>
      </w:r>
      <w:r>
        <w:t xml:space="preserve"> </w:t>
      </w:r>
    </w:p>
    <w:p w:rsidR="00465016" w:rsidRPr="0043557C" w:rsidRDefault="00465016" w:rsidP="00D56650">
      <w:pPr>
        <w:tabs>
          <w:tab w:val="left" w:pos="6620"/>
        </w:tabs>
      </w:pPr>
    </w:p>
    <w:p w:rsidR="00465016" w:rsidRPr="0043557C" w:rsidRDefault="00465016" w:rsidP="00D56650">
      <w:pPr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Объем  налоговых и неналоговых доходов в бюджет Шейнского сельсовета </w:t>
      </w:r>
    </w:p>
    <w:p w:rsidR="00465016" w:rsidRPr="0043557C" w:rsidRDefault="00465016" w:rsidP="00D56650">
      <w:pPr>
        <w:jc w:val="center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Пачелмского района Пензенской области </w:t>
      </w:r>
    </w:p>
    <w:p w:rsidR="00465016" w:rsidRPr="0043557C" w:rsidRDefault="00465016" w:rsidP="00D56650">
      <w:pPr>
        <w:spacing w:after="120"/>
        <w:ind w:left="1418" w:hanging="141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2020</w:t>
      </w:r>
      <w:r w:rsidRPr="0043557C">
        <w:rPr>
          <w:b/>
          <w:bCs/>
          <w:sz w:val="24"/>
          <w:szCs w:val="24"/>
        </w:rPr>
        <w:t xml:space="preserve"> год и </w:t>
      </w:r>
      <w:r>
        <w:rPr>
          <w:b/>
          <w:bCs/>
          <w:sz w:val="24"/>
          <w:szCs w:val="24"/>
        </w:rPr>
        <w:t xml:space="preserve"> плановый период 2021 и 2022</w:t>
      </w:r>
      <w:r w:rsidRPr="0043557C"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  <w:t>.</w:t>
      </w:r>
    </w:p>
    <w:p w:rsidR="00465016" w:rsidRPr="0043557C" w:rsidRDefault="00465016" w:rsidP="00D56650">
      <w:pPr>
        <w:ind w:left="1418" w:hanging="1418"/>
        <w:jc w:val="center"/>
      </w:pPr>
      <w:r w:rsidRPr="0043557C">
        <w:t xml:space="preserve">                                                                                   (тыс. рублей)</w:t>
      </w:r>
    </w:p>
    <w:tbl>
      <w:tblPr>
        <w:tblW w:w="11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4961"/>
        <w:gridCol w:w="992"/>
        <w:gridCol w:w="1134"/>
        <w:gridCol w:w="1596"/>
      </w:tblGrid>
      <w:tr w:rsidR="00465016" w:rsidRPr="0043557C" w:rsidTr="00E66854">
        <w:trPr>
          <w:cantSplit/>
          <w:trHeight w:val="562"/>
          <w:tblHeader/>
        </w:trPr>
        <w:tc>
          <w:tcPr>
            <w:tcW w:w="2694" w:type="dxa"/>
            <w:vAlign w:val="center"/>
          </w:tcPr>
          <w:p w:rsidR="00465016" w:rsidRPr="0043557C" w:rsidRDefault="00465016" w:rsidP="00E66854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Код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Виды доходов</w:t>
            </w:r>
          </w:p>
        </w:tc>
        <w:tc>
          <w:tcPr>
            <w:tcW w:w="992" w:type="dxa"/>
            <w:vAlign w:val="bottom"/>
          </w:tcPr>
          <w:p w:rsidR="00465016" w:rsidRPr="0043557C" w:rsidRDefault="00465016" w:rsidP="00E66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на 2020</w:t>
            </w:r>
            <w:r w:rsidRPr="0043557C">
              <w:rPr>
                <w:b/>
                <w:bCs/>
              </w:rPr>
              <w:t>год</w:t>
            </w:r>
          </w:p>
        </w:tc>
        <w:tc>
          <w:tcPr>
            <w:tcW w:w="1134" w:type="dxa"/>
            <w:vAlign w:val="bottom"/>
          </w:tcPr>
          <w:p w:rsidR="00465016" w:rsidRPr="0043557C" w:rsidRDefault="00465016" w:rsidP="00E66854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Сумма на </w:t>
            </w:r>
            <w:r>
              <w:rPr>
                <w:b/>
                <w:bCs/>
              </w:rPr>
              <w:t>2021</w:t>
            </w:r>
            <w:r w:rsidRPr="0043557C">
              <w:rPr>
                <w:b/>
                <w:bCs/>
              </w:rPr>
              <w:t xml:space="preserve"> год</w:t>
            </w:r>
          </w:p>
        </w:tc>
        <w:tc>
          <w:tcPr>
            <w:tcW w:w="1596" w:type="dxa"/>
            <w:vAlign w:val="bottom"/>
          </w:tcPr>
          <w:p w:rsidR="00465016" w:rsidRPr="0043557C" w:rsidRDefault="00465016" w:rsidP="00E66854">
            <w:pPr>
              <w:rPr>
                <w:b/>
                <w:bCs/>
              </w:rPr>
            </w:pPr>
            <w:r w:rsidRPr="0043557C">
              <w:rPr>
                <w:b/>
                <w:bCs/>
              </w:rPr>
              <w:t>Сумма на</w:t>
            </w:r>
          </w:p>
          <w:p w:rsidR="00465016" w:rsidRPr="0043557C" w:rsidRDefault="00465016" w:rsidP="00E66854">
            <w:pPr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2022</w:t>
            </w:r>
            <w:r w:rsidRPr="0043557C">
              <w:rPr>
                <w:b/>
                <w:bCs/>
              </w:rPr>
              <w:t xml:space="preserve"> год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2979,0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2531,0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2571,0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000 1 01 00000 00 0000 000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000 1 01 02000 01 0000 110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821,0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837,0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875,0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000 1 03 02000 01 0000 110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000 1 05 00000 00 0000 000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000 1 05 03000 01 0000 110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 w:rsidRPr="0043557C">
              <w:rPr>
                <w:rStyle w:val="blk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000 1 06 00000 00 0000 000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D5665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1985,0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1626,0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626,0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000 1 06 01000 00 0000 110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sz w:val="18"/>
                <w:szCs w:val="18"/>
              </w:rPr>
            </w:pPr>
            <w:r w:rsidRPr="0043557C">
              <w:rPr>
                <w:sz w:val="18"/>
                <w:szCs w:val="18"/>
              </w:rPr>
              <w:t>000 1 06 06000 00 0000 110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 w:rsidRPr="0043557C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D566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1474,0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1474,0</w:t>
            </w:r>
          </w:p>
        </w:tc>
      </w:tr>
      <w:tr w:rsidR="00465016" w:rsidRPr="0043557C" w:rsidTr="00E66854">
        <w:trPr>
          <w:cantSplit/>
          <w:trHeight w:val="20"/>
        </w:trPr>
        <w:tc>
          <w:tcPr>
            <w:tcW w:w="2694" w:type="dxa"/>
            <w:noWrap/>
            <w:vAlign w:val="center"/>
          </w:tcPr>
          <w:p w:rsidR="00465016" w:rsidRPr="0043557C" w:rsidRDefault="00465016" w:rsidP="00E6685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57C">
              <w:rPr>
                <w:b/>
                <w:bCs/>
                <w:sz w:val="18"/>
                <w:szCs w:val="18"/>
              </w:rPr>
              <w:t>000 1 11 0000 00 00000 000</w:t>
            </w:r>
          </w:p>
        </w:tc>
        <w:tc>
          <w:tcPr>
            <w:tcW w:w="4961" w:type="dxa"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 w:rsidRPr="0043557C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</w:tc>
        <w:tc>
          <w:tcPr>
            <w:tcW w:w="1134" w:type="dxa"/>
            <w:noWrap/>
            <w:vAlign w:val="center"/>
          </w:tcPr>
          <w:p w:rsidR="00465016" w:rsidRPr="0043557C" w:rsidRDefault="00465016" w:rsidP="00E6685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</w:tc>
        <w:tc>
          <w:tcPr>
            <w:tcW w:w="1596" w:type="dxa"/>
            <w:noWrap/>
            <w:vAlign w:val="center"/>
          </w:tcPr>
          <w:p w:rsidR="00465016" w:rsidRPr="0043557C" w:rsidRDefault="00465016" w:rsidP="00E6685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55,0</w:t>
            </w:r>
          </w:p>
        </w:tc>
      </w:tr>
    </w:tbl>
    <w:p w:rsidR="00465016" w:rsidRDefault="00465016" w:rsidP="00E431A7">
      <w:pPr>
        <w:pStyle w:val="BodyText"/>
        <w:rPr>
          <w:sz w:val="16"/>
          <w:szCs w:val="16"/>
        </w:rPr>
      </w:pPr>
    </w:p>
    <w:p w:rsidR="00465016" w:rsidRDefault="00465016" w:rsidP="00E431A7">
      <w:pPr>
        <w:pStyle w:val="BodyText"/>
        <w:rPr>
          <w:sz w:val="16"/>
          <w:szCs w:val="16"/>
        </w:rPr>
      </w:pPr>
    </w:p>
    <w:p w:rsidR="00465016" w:rsidRDefault="00465016" w:rsidP="00E431A7">
      <w:pPr>
        <w:pStyle w:val="BodyText"/>
        <w:rPr>
          <w:sz w:val="16"/>
          <w:szCs w:val="16"/>
        </w:rPr>
      </w:pPr>
    </w:p>
    <w:p w:rsidR="00465016" w:rsidRDefault="00465016" w:rsidP="00E431A7">
      <w:pPr>
        <w:pStyle w:val="BodyText"/>
        <w:rPr>
          <w:sz w:val="16"/>
          <w:szCs w:val="16"/>
        </w:rPr>
      </w:pPr>
      <w:r>
        <w:rPr>
          <w:sz w:val="24"/>
          <w:szCs w:val="24"/>
        </w:rPr>
        <w:t xml:space="preserve">        1.7.Приложение № 7 изложить в следующей редакции:</w:t>
      </w:r>
    </w:p>
    <w:p w:rsidR="00465016" w:rsidRDefault="00465016" w:rsidP="00E431A7">
      <w:pPr>
        <w:pStyle w:val="BodyText"/>
        <w:rPr>
          <w:sz w:val="16"/>
          <w:szCs w:val="16"/>
        </w:rPr>
      </w:pPr>
    </w:p>
    <w:p w:rsidR="00465016" w:rsidRDefault="00465016" w:rsidP="00E431A7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>« Приложение  7</w:t>
      </w:r>
    </w:p>
    <w:p w:rsidR="00465016" w:rsidRDefault="00465016" w:rsidP="00E431A7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>к решению Комитета местного</w:t>
      </w:r>
    </w:p>
    <w:p w:rsidR="00465016" w:rsidRDefault="00465016" w:rsidP="00E431A7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самоуправления Шейнского сельсовета</w:t>
      </w:r>
    </w:p>
    <w:p w:rsidR="00465016" w:rsidRDefault="00465016" w:rsidP="00E431A7">
      <w:pPr>
        <w:pStyle w:val="BodyText"/>
        <w:spacing w:line="240" w:lineRule="exac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465016" w:rsidRDefault="00465016" w:rsidP="00E431A7">
      <w:pPr>
        <w:jc w:val="right"/>
      </w:pPr>
      <w:r>
        <w:t xml:space="preserve">                       от 25.12.2019   №  08-6/3 </w:t>
      </w:r>
    </w:p>
    <w:p w:rsidR="00465016" w:rsidRDefault="00465016" w:rsidP="00E431A7">
      <w:pPr>
        <w:jc w:val="right"/>
      </w:pPr>
    </w:p>
    <w:p w:rsidR="00465016" w:rsidRDefault="00465016" w:rsidP="00E431A7">
      <w:pPr>
        <w:jc w:val="right"/>
      </w:pPr>
    </w:p>
    <w:p w:rsidR="00465016" w:rsidRDefault="00465016" w:rsidP="00E431A7">
      <w:pPr>
        <w:rPr>
          <w:b/>
          <w:bCs/>
          <w:sz w:val="24"/>
          <w:szCs w:val="24"/>
        </w:rPr>
      </w:pPr>
    </w:p>
    <w:p w:rsidR="00465016" w:rsidRDefault="00465016" w:rsidP="00E431A7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Объем безвозмездных поступлений в бюджет   Шейнского сельсовета                                         Пачелмского района Пензенской области на 2020 год и  плановый период 2021 и 2022 годов.</w:t>
      </w:r>
    </w:p>
    <w:p w:rsidR="00465016" w:rsidRDefault="00465016" w:rsidP="00E431A7">
      <w:pPr>
        <w:jc w:val="right"/>
      </w:pPr>
    </w:p>
    <w:p w:rsidR="00465016" w:rsidRDefault="00465016" w:rsidP="00E431A7">
      <w:pPr>
        <w:pStyle w:val="BodyTex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тыс.руб.</w:t>
      </w:r>
    </w:p>
    <w:tbl>
      <w:tblPr>
        <w:tblW w:w="9580" w:type="dxa"/>
        <w:jc w:val="center"/>
        <w:tblLook w:val="00A0"/>
      </w:tblPr>
      <w:tblGrid>
        <w:gridCol w:w="2239"/>
        <w:gridCol w:w="3121"/>
        <w:gridCol w:w="1340"/>
        <w:gridCol w:w="1340"/>
        <w:gridCol w:w="1540"/>
      </w:tblGrid>
      <w:tr w:rsidR="00465016" w:rsidTr="00E431A7">
        <w:trPr>
          <w:trHeight w:val="510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Код доходов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Виды доходов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Default="00465016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2020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Default="00465016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2021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Default="00465016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2022 год</w:t>
            </w:r>
          </w:p>
        </w:tc>
      </w:tr>
      <w:tr w:rsidR="00465016" w:rsidTr="00E431A7">
        <w:trPr>
          <w:trHeight w:val="248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00020200000000000000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24180,0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1216,2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1219,5</w:t>
            </w:r>
          </w:p>
        </w:tc>
      </w:tr>
      <w:tr w:rsidR="00465016" w:rsidTr="00E431A7">
        <w:trPr>
          <w:trHeight w:val="5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00020210000000000150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Дотации бюджетам 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1204,9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1132,5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1132,7</w:t>
            </w:r>
          </w:p>
        </w:tc>
      </w:tr>
      <w:tr w:rsidR="00465016" w:rsidTr="00E431A7">
        <w:trPr>
          <w:trHeight w:val="379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D56650">
            <w:pPr>
              <w:widowControl/>
            </w:pPr>
            <w:r>
              <w:t>00020210000000000150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pPr>
              <w:widowControl/>
            </w:pPr>
            <w:r>
              <w:t>Дотации на выравнивание бюджетной обеспеченности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>
              <w:t>1204,9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>
              <w:t>1132,5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>
              <w:t>1132,7</w:t>
            </w:r>
          </w:p>
        </w:tc>
      </w:tr>
      <w:tr w:rsidR="00465016" w:rsidTr="00E431A7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00020215001100000150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widowControl/>
            </w:pPr>
            <w: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243,9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240,2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240,4</w:t>
            </w:r>
          </w:p>
        </w:tc>
      </w:tr>
      <w:tr w:rsidR="00465016" w:rsidTr="00E431A7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00020216001100000150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widowControl/>
            </w:pPr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936,9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892,3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892,3</w:t>
            </w:r>
          </w:p>
        </w:tc>
      </w:tr>
      <w:tr w:rsidR="00465016" w:rsidTr="00E431A7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00020219999109101150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widowControl/>
            </w:pPr>
            <w:r>
              <w:t>Прочие дотации бюджетам сельских поселений на 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24,1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/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/>
        </w:tc>
      </w:tr>
      <w:tr w:rsidR="00465016" w:rsidTr="00E431A7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00020240000000000150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rPr>
                <w:b/>
                <w:bCs/>
              </w:rPr>
            </w:pPr>
          </w:p>
          <w:p w:rsidR="00465016" w:rsidRDefault="004650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:rsidR="00465016" w:rsidRDefault="0046501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2,2</w:t>
            </w:r>
          </w:p>
        </w:tc>
      </w:tr>
      <w:tr w:rsidR="00465016" w:rsidTr="00E431A7">
        <w:trPr>
          <w:trHeight w:val="1770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65016" w:rsidRDefault="00465016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jc w:val="center"/>
            </w:pPr>
          </w:p>
          <w:p w:rsidR="00465016" w:rsidRDefault="00465016"/>
          <w:p w:rsidR="00465016" w:rsidRDefault="00465016"/>
          <w:p w:rsidR="00465016" w:rsidRDefault="00465016"/>
          <w:p w:rsidR="00465016" w:rsidRDefault="00465016">
            <w:r>
              <w:t>2,2</w:t>
            </w:r>
          </w:p>
        </w:tc>
      </w:tr>
      <w:tr w:rsidR="00465016" w:rsidTr="00E431A7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65016" w:rsidRDefault="00465016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jc w:val="center"/>
            </w:pPr>
          </w:p>
          <w:p w:rsidR="00465016" w:rsidRDefault="00465016">
            <w:pPr>
              <w:widowControl/>
            </w:pPr>
            <w:r>
              <w:t>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jc w:val="center"/>
            </w:pPr>
          </w:p>
          <w:p w:rsidR="00465016" w:rsidRDefault="00465016"/>
          <w:p w:rsidR="00465016" w:rsidRDefault="00465016"/>
          <w:p w:rsidR="00465016" w:rsidRDefault="00465016"/>
          <w:p w:rsidR="00465016" w:rsidRDefault="00465016"/>
          <w:p w:rsidR="00465016" w:rsidRDefault="00465016">
            <w:r>
              <w:t>2,2</w:t>
            </w:r>
          </w:p>
        </w:tc>
      </w:tr>
      <w:tr w:rsidR="00465016" w:rsidTr="00E431A7">
        <w:trPr>
          <w:trHeight w:val="6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00020230000000000150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84,6</w:t>
            </w:r>
          </w:p>
        </w:tc>
      </w:tr>
      <w:tr w:rsidR="00465016" w:rsidTr="00E431A7">
        <w:trPr>
          <w:trHeight w:val="6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00020235118000000150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widowControl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88,7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81,5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84,6</w:t>
            </w:r>
          </w:p>
        </w:tc>
      </w:tr>
      <w:tr w:rsidR="00465016" w:rsidTr="00E431A7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00020235118100000150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Субвенции бюджетам сельских поселений 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88,7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81,5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</w:pPr>
            <w:r>
              <w:t>84,6</w:t>
            </w:r>
          </w:p>
        </w:tc>
      </w:tr>
      <w:tr w:rsidR="00465016" w:rsidTr="00E431A7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</w:rPr>
            </w:pPr>
            <w:r>
              <w:rPr>
                <w:b/>
              </w:rPr>
              <w:t>00020220000000000150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rPr>
                <w:b/>
              </w:rPr>
            </w:pPr>
            <w:r>
              <w:rPr>
                <w:b/>
              </w:rPr>
              <w:t>Субсидии бюджетам бюджетной системы Российской Федерации(межбюджетные субсидии)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</w:rPr>
            </w:pPr>
            <w:r>
              <w:rPr>
                <w:b/>
              </w:rPr>
              <w:t>22884,2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65016" w:rsidTr="00E431A7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5016" w:rsidRDefault="00465016">
            <w:pPr>
              <w:jc w:val="center"/>
              <w:rPr>
                <w:sz w:val="24"/>
                <w:szCs w:val="24"/>
              </w:rPr>
            </w:pPr>
            <w:r>
              <w:t>00020225576000000150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pPr>
              <w:rPr>
                <w:sz w:val="24"/>
                <w:szCs w:val="24"/>
              </w:rPr>
            </w:pPr>
            <w:r>
              <w:t>Субсидии бюджетам на обеспечение комплексного развития сельских территорий</w:t>
            </w:r>
          </w:p>
          <w:p w:rsidR="00465016" w:rsidRDefault="00465016">
            <w:pPr>
              <w:rPr>
                <w:b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5016" w:rsidRDefault="00465016">
            <w:r>
              <w:t>1284,0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jc w:val="center"/>
              <w:rPr>
                <w:b/>
              </w:rPr>
            </w:pPr>
          </w:p>
          <w:p w:rsidR="00465016" w:rsidRDefault="00465016"/>
          <w:p w:rsidR="00465016" w:rsidRDefault="00465016"/>
          <w:p w:rsidR="00465016" w:rsidRDefault="00465016">
            <w: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jc w:val="center"/>
              <w:rPr>
                <w:b/>
              </w:rPr>
            </w:pPr>
          </w:p>
          <w:p w:rsidR="00465016" w:rsidRDefault="00465016"/>
          <w:p w:rsidR="00465016" w:rsidRDefault="00465016"/>
          <w:p w:rsidR="00465016" w:rsidRDefault="00465016">
            <w:r>
              <w:t>0,0</w:t>
            </w:r>
          </w:p>
        </w:tc>
      </w:tr>
      <w:tr w:rsidR="00465016" w:rsidTr="00E431A7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5016" w:rsidRDefault="00465016">
            <w:pPr>
              <w:jc w:val="center"/>
              <w:rPr>
                <w:sz w:val="24"/>
                <w:szCs w:val="24"/>
              </w:rPr>
            </w:pPr>
            <w:r>
              <w:t>00020225576100000150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5016" w:rsidRDefault="00465016">
            <w:pPr>
              <w:rPr>
                <w:sz w:val="24"/>
                <w:szCs w:val="24"/>
              </w:rPr>
            </w:pPr>
            <w: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5016" w:rsidRDefault="00465016">
            <w:r>
              <w:t>1284,0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jc w:val="center"/>
              <w:rPr>
                <w:b/>
              </w:rPr>
            </w:pPr>
          </w:p>
          <w:p w:rsidR="00465016" w:rsidRDefault="00465016"/>
          <w:p w:rsidR="00465016" w:rsidRDefault="00465016"/>
          <w:p w:rsidR="00465016" w:rsidRDefault="00465016">
            <w: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widowControl/>
              <w:jc w:val="center"/>
              <w:rPr>
                <w:b/>
              </w:rPr>
            </w:pPr>
          </w:p>
          <w:p w:rsidR="00465016" w:rsidRDefault="00465016"/>
          <w:p w:rsidR="00465016" w:rsidRDefault="00465016">
            <w:r>
              <w:t>0,0</w:t>
            </w:r>
          </w:p>
        </w:tc>
      </w:tr>
      <w:tr w:rsidR="00465016" w:rsidTr="00E431A7">
        <w:trPr>
          <w:trHeight w:val="285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r>
              <w:t>00020227372100000150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 (проектирование, строительство, реконструкцию, капитальный ремонт и ремонт автомобильных дорог общего пользования местного значения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в том числе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за счет средств бюджета Пензенской области на софинансирование средств федерального бюджета)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r>
              <w:t>17764,0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r>
              <w:t>0,0</w:t>
            </w:r>
          </w:p>
        </w:tc>
      </w:tr>
      <w:tr w:rsidR="00465016" w:rsidTr="00E431A7">
        <w:trPr>
          <w:trHeight w:val="105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r>
              <w:t>00020229999100000150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016" w:rsidRDefault="00465016">
            <w:r>
              <w:t>Прочие субсидии бюджетам сельских поселений на софинансирование строительства (реконструкции),капитального ремонта, ремонта и содержания автомобильных дорог общего пользования местного значения, а также на капитальный ремонт и ремонт дворовых территорий многоквартирных домов населенных пунктов, проездов к дворовым территориям многоквартирных домов населенных пунктов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r>
              <w:t>3836,2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jc w:val="center"/>
            </w:pPr>
            <w: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016" w:rsidRDefault="00465016">
            <w:pPr>
              <w:jc w:val="center"/>
            </w:pPr>
            <w:r>
              <w:t>0,0</w:t>
            </w:r>
          </w:p>
        </w:tc>
      </w:tr>
    </w:tbl>
    <w:p w:rsidR="00465016" w:rsidRDefault="00465016" w:rsidP="00322FFA">
      <w:pPr>
        <w:jc w:val="both"/>
        <w:rPr>
          <w:bCs/>
          <w:sz w:val="24"/>
          <w:szCs w:val="24"/>
        </w:rPr>
      </w:pPr>
    </w:p>
    <w:p w:rsidR="00465016" w:rsidRPr="00FC7310" w:rsidRDefault="00465016" w:rsidP="00FC7310">
      <w:pPr>
        <w:pStyle w:val="BodyText"/>
      </w:pPr>
    </w:p>
    <w:p w:rsidR="00465016" w:rsidRDefault="00465016" w:rsidP="0090122B">
      <w:pPr>
        <w:jc w:val="right"/>
      </w:pPr>
    </w:p>
    <w:p w:rsidR="00465016" w:rsidRDefault="00465016" w:rsidP="00133DCD">
      <w:pPr>
        <w:pStyle w:val="BodyText"/>
        <w:rPr>
          <w:sz w:val="16"/>
          <w:szCs w:val="16"/>
        </w:rPr>
      </w:pPr>
      <w:r>
        <w:tab/>
      </w:r>
    </w:p>
    <w:p w:rsidR="00465016" w:rsidRDefault="00465016" w:rsidP="00397F4F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     1.8.Приложение № 8 изложить в следующей редакции:</w:t>
      </w:r>
    </w:p>
    <w:p w:rsidR="00465016" w:rsidRPr="00397F4F" w:rsidRDefault="00465016" w:rsidP="00397F4F">
      <w:pPr>
        <w:pStyle w:val="BodyText"/>
        <w:rPr>
          <w:sz w:val="16"/>
          <w:szCs w:val="16"/>
        </w:rPr>
      </w:pPr>
    </w:p>
    <w:p w:rsidR="00465016" w:rsidRPr="0043557C" w:rsidRDefault="00465016" w:rsidP="00397F4F">
      <w:pPr>
        <w:jc w:val="right"/>
        <w:rPr>
          <w:color w:val="FF0000"/>
        </w:rPr>
      </w:pPr>
      <w:r>
        <w:t>«</w:t>
      </w:r>
      <w:r w:rsidRPr="0043557C">
        <w:t>Приложение  8</w:t>
      </w:r>
    </w:p>
    <w:p w:rsidR="00465016" w:rsidRPr="0043557C" w:rsidRDefault="00465016" w:rsidP="00397F4F">
      <w:pPr>
        <w:jc w:val="right"/>
      </w:pPr>
      <w:r w:rsidRPr="0043557C">
        <w:t>к решению Комитета местного</w:t>
      </w:r>
    </w:p>
    <w:p w:rsidR="00465016" w:rsidRPr="0043557C" w:rsidRDefault="00465016" w:rsidP="00397F4F">
      <w:pPr>
        <w:jc w:val="right"/>
      </w:pPr>
      <w:r w:rsidRPr="0043557C">
        <w:t xml:space="preserve"> самоуправления Шейнского сельсовета</w:t>
      </w:r>
    </w:p>
    <w:p w:rsidR="00465016" w:rsidRPr="0043557C" w:rsidRDefault="00465016" w:rsidP="00397F4F">
      <w:pPr>
        <w:jc w:val="right"/>
      </w:pPr>
      <w:r w:rsidRPr="0043557C">
        <w:t>Пачелмского района Пензенской области</w:t>
      </w:r>
    </w:p>
    <w:p w:rsidR="00465016" w:rsidRDefault="00465016" w:rsidP="00397F4F">
      <w:pPr>
        <w:jc w:val="right"/>
      </w:pPr>
      <w:r w:rsidRPr="0043557C">
        <w:t xml:space="preserve">от </w:t>
      </w:r>
      <w:r>
        <w:t xml:space="preserve"> 25.12.2019</w:t>
      </w:r>
      <w:r w:rsidRPr="0043557C">
        <w:t xml:space="preserve">№ </w:t>
      </w:r>
      <w:r>
        <w:t xml:space="preserve">08-6/3 </w:t>
      </w:r>
    </w:p>
    <w:p w:rsidR="00465016" w:rsidRDefault="00465016" w:rsidP="00397F4F">
      <w:pPr>
        <w:jc w:val="right"/>
      </w:pPr>
    </w:p>
    <w:p w:rsidR="00465016" w:rsidRDefault="00465016" w:rsidP="00397F4F">
      <w:pPr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</w:t>
      </w:r>
      <w:r>
        <w:rPr>
          <w:b/>
          <w:bCs/>
          <w:sz w:val="24"/>
          <w:szCs w:val="24"/>
        </w:rPr>
        <w:t>ие бюджетных ассигнований на 2020 год и плановый период 2021</w:t>
      </w:r>
      <w:r w:rsidRPr="00D2030B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2</w:t>
      </w:r>
      <w:r w:rsidRPr="00D2030B">
        <w:rPr>
          <w:b/>
          <w:bCs/>
          <w:sz w:val="24"/>
          <w:szCs w:val="24"/>
        </w:rPr>
        <w:t xml:space="preserve"> годов по разделам (Рз), подразделам (Пр), целевым статьям (ЦСР)(муниципальным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</w:t>
      </w:r>
      <w:r>
        <w:rPr>
          <w:b/>
          <w:bCs/>
          <w:sz w:val="24"/>
          <w:szCs w:val="24"/>
        </w:rPr>
        <w:t>.</w:t>
      </w:r>
    </w:p>
    <w:p w:rsidR="00465016" w:rsidRPr="00D2030B" w:rsidRDefault="00465016" w:rsidP="00397F4F">
      <w:pPr>
        <w:rPr>
          <w:b/>
          <w:bCs/>
        </w:rPr>
      </w:pPr>
    </w:p>
    <w:tbl>
      <w:tblPr>
        <w:tblW w:w="9832" w:type="dxa"/>
        <w:jc w:val="center"/>
        <w:tblLayout w:type="fixed"/>
        <w:tblLook w:val="00A0"/>
      </w:tblPr>
      <w:tblGrid>
        <w:gridCol w:w="3040"/>
        <w:gridCol w:w="46"/>
        <w:gridCol w:w="516"/>
        <w:gridCol w:w="20"/>
        <w:gridCol w:w="1015"/>
        <w:gridCol w:w="1430"/>
        <w:gridCol w:w="551"/>
        <w:gridCol w:w="1134"/>
        <w:gridCol w:w="992"/>
        <w:gridCol w:w="1075"/>
        <w:gridCol w:w="13"/>
      </w:tblGrid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Сумма, тысяч рублей</w:t>
            </w:r>
          </w:p>
        </w:tc>
      </w:tr>
      <w:tr w:rsidR="00465016" w:rsidRPr="0043557C" w:rsidTr="00F21103">
        <w:trPr>
          <w:trHeight w:val="169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752157" w:rsidRDefault="00465016" w:rsidP="00F21103">
            <w:pPr>
              <w:widowControl/>
              <w:rPr>
                <w:b/>
              </w:rPr>
            </w:pPr>
            <w:r w:rsidRPr="00752157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52157" w:rsidRDefault="00465016" w:rsidP="00F21103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27877,8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52157" w:rsidRDefault="00465016" w:rsidP="00F21103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52157" w:rsidRDefault="00465016" w:rsidP="00F21103">
            <w:pPr>
              <w:widowControl/>
              <w:rPr>
                <w:b/>
              </w:rPr>
            </w:pPr>
          </w:p>
          <w:p w:rsidR="00465016" w:rsidRPr="00752157" w:rsidRDefault="00465016" w:rsidP="00F21103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3614,8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2241,5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2149,9</w:t>
            </w:r>
          </w:p>
        </w:tc>
      </w:tr>
      <w:tr w:rsidR="00465016" w:rsidRPr="0043557C" w:rsidTr="00F21103">
        <w:trPr>
          <w:trHeight w:val="105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</w:pPr>
            <w:r w:rsidRPr="00A67A4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r>
              <w:t>2407,2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r>
              <w:t>2135,9</w:t>
            </w:r>
          </w:p>
        </w:tc>
      </w:tr>
      <w:tr w:rsidR="00465016" w:rsidRPr="0043557C" w:rsidTr="00F21103">
        <w:trPr>
          <w:trHeight w:val="126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</w:t>
            </w:r>
            <w:r w:rsidRPr="0043557C">
              <w:t>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/>
          <w:p w:rsidR="00465016" w:rsidRPr="00A8417B" w:rsidRDefault="00465016" w:rsidP="007A671A"/>
          <w:p w:rsidR="00465016" w:rsidRPr="00A8417B" w:rsidRDefault="00465016" w:rsidP="007A671A"/>
          <w:p w:rsidR="00465016" w:rsidRPr="00A8417B" w:rsidRDefault="00465016" w:rsidP="00B01E71">
            <w:r>
              <w:t>2406,9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2135,9</w:t>
            </w:r>
          </w:p>
        </w:tc>
      </w:tr>
      <w:tr w:rsidR="00465016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F21103">
            <w:r>
              <w:t>2406,9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2135,9</w:t>
            </w:r>
          </w:p>
        </w:tc>
      </w:tr>
      <w:tr w:rsidR="00465016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"Создание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F21103">
            <w:r>
              <w:t>2406,9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257C0" w:rsidRDefault="00465016" w:rsidP="00F21103">
            <w:pPr>
              <w:jc w:val="center"/>
            </w:pPr>
            <w:r>
              <w:t>2135,9</w:t>
            </w:r>
          </w:p>
        </w:tc>
      </w:tr>
      <w:tr w:rsidR="00465016" w:rsidRPr="0043557C" w:rsidTr="00F21103">
        <w:trPr>
          <w:trHeight w:val="72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702,0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736,3</w:t>
            </w:r>
          </w:p>
        </w:tc>
      </w:tr>
      <w:tr w:rsidR="00465016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702,0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736,3</w:t>
            </w:r>
          </w:p>
        </w:tc>
      </w:tr>
      <w:tr w:rsidR="00465016" w:rsidRPr="0043557C" w:rsidTr="00F21103">
        <w:trPr>
          <w:trHeight w:val="7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702,0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736,3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682,8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F21103">
            <w:pPr>
              <w:widowControl/>
              <w:jc w:val="center"/>
            </w:pPr>
            <w:r>
              <w:t>1214,9</w:t>
            </w:r>
          </w:p>
        </w:tc>
      </w:tr>
      <w:tr w:rsidR="00465016" w:rsidRPr="0043557C" w:rsidTr="00F21103">
        <w:trPr>
          <w:trHeight w:val="126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682,8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  <w:p w:rsidR="00465016" w:rsidRDefault="00465016" w:rsidP="00F21103"/>
          <w:p w:rsidR="00465016" w:rsidRDefault="00465016" w:rsidP="00F21103"/>
          <w:p w:rsidR="00465016" w:rsidRDefault="00465016" w:rsidP="00F21103"/>
          <w:p w:rsidR="00465016" w:rsidRPr="0043557C" w:rsidRDefault="00465016" w:rsidP="00F21103">
            <w:r>
              <w:t>1214,9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05764D">
            <w:pPr>
              <w:widowControl/>
            </w:pPr>
            <w:r>
              <w:t>682,8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  <w:p w:rsidR="00465016" w:rsidRPr="0043557C" w:rsidRDefault="00465016" w:rsidP="00F21103">
            <w:r>
              <w:t>1214,9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F7451">
            <w:pPr>
              <w:widowControl/>
            </w:pPr>
            <w:r>
              <w:t xml:space="preserve">   998,0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276,3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184,7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F7451">
            <w:pPr>
              <w:widowControl/>
            </w:pPr>
            <w:r>
              <w:t xml:space="preserve">    972,8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265,3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178,7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972,8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265,3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178,7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11,0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6,0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11,0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6,0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83EDE" w:rsidRDefault="00465016" w:rsidP="00E66854">
            <w:pPr>
              <w:widowControl/>
            </w:pPr>
            <w:r>
              <w:t>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1B4254" w:rsidRDefault="00465016" w:rsidP="00E66854">
            <w:pPr>
              <w:widowControl/>
              <w:jc w:val="center"/>
            </w:pPr>
            <w:r>
              <w:t>042015549</w:t>
            </w:r>
            <w:r>
              <w:rPr>
                <w:lang w:val="en-US"/>
              </w:rPr>
              <w:t>F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pPr>
              <w:widowControl/>
            </w:pPr>
            <w:r w:rsidRPr="001B425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1B4254" w:rsidRDefault="00465016" w:rsidP="00E66854">
            <w:pPr>
              <w:widowControl/>
              <w:jc w:val="center"/>
            </w:pPr>
            <w:r>
              <w:t>042015549</w:t>
            </w:r>
            <w:r>
              <w:rPr>
                <w:lang w:val="en-US"/>
              </w:rPr>
              <w:t>F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1B4254" w:rsidRDefault="00465016" w:rsidP="00E66854">
            <w:pPr>
              <w:widowControl/>
            </w:pPr>
            <w:r w:rsidRPr="001B4254">
              <w:t>Расходы на выплаты персоналу государственных (муниципальных) органов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1B4254" w:rsidRDefault="00465016" w:rsidP="00E66854">
            <w:pPr>
              <w:widowControl/>
              <w:jc w:val="center"/>
            </w:pPr>
            <w:r>
              <w:t>042015549</w:t>
            </w:r>
            <w:r>
              <w:rPr>
                <w:lang w:val="en-US"/>
              </w:rPr>
              <w:t>F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>
              <w:t>Реализация отдельных мероприятий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8170000000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</w:pPr>
            <w:r w:rsidRPr="00A67A48"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</w:pPr>
            <w:r>
              <w:t xml:space="preserve">      </w:t>
            </w:r>
            <w:r w:rsidRPr="00A67A48">
              <w:t>3,</w:t>
            </w:r>
            <w:r w:rsidRPr="00A67A48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</w:pPr>
            <w:r w:rsidRPr="00A67A48">
              <w:t>3,0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</w:pPr>
            <w:r w:rsidRPr="00A67A48">
              <w:t>3,0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 </w:t>
            </w:r>
            <w:r w:rsidRPr="0043557C">
              <w:t>»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21873" w:rsidRDefault="00465016" w:rsidP="00F21103">
            <w:pPr>
              <w:widowControl/>
            </w:pPr>
            <w:r>
              <w:t xml:space="preserve">        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3</w:t>
            </w:r>
            <w:r w:rsidRPr="0043557C">
              <w:t>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3,0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 Реализация отдельных переданных полномочий»</w:t>
            </w:r>
          </w:p>
          <w:p w:rsidR="00465016" w:rsidRPr="0043557C" w:rsidRDefault="00465016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21873" w:rsidRDefault="00465016" w:rsidP="00F21103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3,</w:t>
            </w:r>
            <w:r w:rsidRPr="0043557C"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 xml:space="preserve">Основное мероприятие «Реализация отдельных переданных полномочий </w:t>
            </w:r>
            <w:r w:rsidRPr="003E52EA">
              <w:t>Шейнским</w:t>
            </w:r>
            <w:r w:rsidRPr="00864F6E">
              <w:rPr>
                <w:color w:val="FF0000"/>
              </w:rPr>
              <w:t xml:space="preserve"> </w:t>
            </w:r>
            <w:r>
              <w:t xml:space="preserve">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21873" w:rsidRDefault="00465016" w:rsidP="00F21103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465016" w:rsidRPr="0043557C" w:rsidRDefault="00465016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21873" w:rsidRDefault="00465016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Межбюджетные трансферты</w:t>
            </w:r>
          </w:p>
          <w:p w:rsidR="00465016" w:rsidRPr="0043557C" w:rsidRDefault="00465016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1668E" w:rsidRDefault="00465016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1,0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межбюджетные трансферты</w:t>
            </w:r>
          </w:p>
          <w:p w:rsidR="00465016" w:rsidRPr="0043557C" w:rsidRDefault="00465016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F21103">
            <w:r w:rsidRPr="007B2E3D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F21103">
            <w:r w:rsidRPr="007B2E3D">
              <w:t>1,0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F21103">
            <w:pPr>
              <w:widowControl/>
            </w:pPr>
            <w:r w:rsidRPr="0043557C">
              <w:t xml:space="preserve"> </w:t>
            </w: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B4202" w:rsidRDefault="00465016" w:rsidP="00F21103">
            <w:pPr>
              <w:widowControl/>
            </w:pPr>
            <w:r>
              <w:t xml:space="preserve">      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  <w:p w:rsidR="00465016" w:rsidRDefault="00465016" w:rsidP="00F21103"/>
          <w:p w:rsidR="00465016" w:rsidRDefault="00465016" w:rsidP="00F21103"/>
          <w:p w:rsidR="00465016" w:rsidRPr="0043557C" w:rsidRDefault="00465016" w:rsidP="00F21103">
            <w:r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  <w:p w:rsidR="00465016" w:rsidRDefault="00465016" w:rsidP="00F21103"/>
          <w:p w:rsidR="00465016" w:rsidRDefault="00465016" w:rsidP="00F21103"/>
          <w:p w:rsidR="00465016" w:rsidRPr="0043557C" w:rsidRDefault="00465016" w:rsidP="00F21103">
            <w:r>
              <w:t>2,0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Межбюджетные трансферты</w:t>
            </w:r>
          </w:p>
          <w:p w:rsidR="00465016" w:rsidRPr="0043557C" w:rsidRDefault="00465016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B4202" w:rsidRDefault="00465016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B4202" w:rsidRDefault="00465016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2,0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</w:pPr>
            <w:r w:rsidRPr="009B24E0">
              <w:t>Иные межбюджетные трансферты</w:t>
            </w:r>
          </w:p>
          <w:p w:rsidR="00465016" w:rsidRPr="009B24E0" w:rsidRDefault="00465016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r w:rsidRPr="009B24E0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jc w:val="center"/>
            </w:pPr>
            <w:r w:rsidRPr="009B24E0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r w:rsidRPr="009B24E0"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  <w:jc w:val="center"/>
            </w:pPr>
            <w:r w:rsidRPr="009B24E0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</w:pPr>
            <w:r w:rsidRPr="007B2E3D"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F21103">
            <w:r w:rsidRPr="007B2E3D"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F21103">
            <w:r w:rsidRPr="007B2E3D">
              <w:t>2,0</w:t>
            </w:r>
          </w:p>
        </w:tc>
      </w:tr>
      <w:tr w:rsidR="00465016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5C6564">
            <w:r w:rsidRPr="00A67A48">
              <w:t>Обеспечение проведения выборов и референдумов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5C6564"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5C6564">
            <w:pPr>
              <w:jc w:val="center"/>
            </w:pPr>
            <w:r w:rsidRPr="00A67A48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5C6564"/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5C6564">
            <w:pPr>
              <w:widowControl/>
              <w:jc w:val="center"/>
            </w:pPr>
            <w: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</w:tr>
      <w:tr w:rsidR="00465016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8100000000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5C6564">
            <w:pPr>
              <w:widowControl/>
              <w:jc w:val="center"/>
            </w:pPr>
            <w: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</w:tr>
      <w:tr w:rsidR="00465016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Организация и проведение муниципальных выборов и местных референдумов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5C6564">
            <w:r w:rsidRPr="00741F43">
              <w:t>8120000000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5C6564">
            <w:pPr>
              <w:widowControl/>
              <w:jc w:val="center"/>
            </w:pPr>
            <w: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</w:tr>
      <w:tr w:rsidR="00465016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Проведение выборов в представительные органы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5C6564">
            <w:pPr>
              <w:widowControl/>
              <w:jc w:val="center"/>
            </w:pPr>
            <w: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</w:tr>
      <w:tr w:rsidR="00465016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  <w:r w:rsidRPr="00B822D1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5C6564">
            <w:pPr>
              <w:widowControl/>
              <w:jc w:val="center"/>
            </w:pPr>
            <w: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</w:tr>
      <w:tr w:rsidR="00465016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Специальные расходы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  <w:r w:rsidRPr="00B822D1"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5C6564">
            <w:pPr>
              <w:widowControl/>
              <w:jc w:val="center"/>
            </w:pPr>
            <w: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5C6564">
            <w:r>
              <w:t>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</w:pPr>
            <w:r w:rsidRPr="00A67A48">
              <w:t>Резервные фонды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10,0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10,0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F21103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4F7451">
            <w:r>
              <w:t xml:space="preserve">   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F21103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</w:pPr>
            <w:r w:rsidRPr="00A67A48">
              <w:t>Другие общегосударственные вопросы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 w:rsidRPr="00A67A48"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</w:pPr>
            <w: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465016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>
              <w:t>1,0</w:t>
            </w:r>
          </w:p>
        </w:tc>
      </w:tr>
      <w:tr w:rsidR="00465016" w:rsidRPr="0043557C" w:rsidTr="00851648">
        <w:trPr>
          <w:gridAfter w:val="1"/>
          <w:wAfter w:w="13" w:type="dxa"/>
          <w:trHeight w:val="19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 xml:space="preserve">Подпрограмма   </w:t>
            </w:r>
            <w:r>
              <w:rPr>
                <w:bCs/>
                <w:iCs/>
              </w:rPr>
              <w:t>«</w:t>
            </w:r>
            <w:r w:rsidRPr="0043557C">
              <w:rPr>
                <w:bCs/>
                <w:iCs/>
              </w:rPr>
              <w:t>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rPr>
                <w:bCs/>
                <w:iCs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r>
              <w:t>0,0</w:t>
            </w:r>
          </w:p>
        </w:tc>
      </w:tr>
      <w:tr w:rsidR="00465016" w:rsidRPr="0043557C" w:rsidTr="00851648">
        <w:trPr>
          <w:gridAfter w:val="1"/>
          <w:wAfter w:w="13" w:type="dxa"/>
          <w:trHeight w:val="16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851648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 w:rsidRPr="0043557C">
              <w:rPr>
                <w:bCs/>
                <w:iCs/>
              </w:rPr>
              <w:t>0410100000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r>
              <w:t>0,0</w:t>
            </w:r>
          </w:p>
        </w:tc>
      </w:tr>
      <w:tr w:rsidR="00465016" w:rsidRPr="0043557C" w:rsidTr="00851648">
        <w:trPr>
          <w:gridAfter w:val="1"/>
          <w:wAfter w:w="13" w:type="dxa"/>
          <w:trHeight w:val="16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r>
              <w:t>0,0</w:t>
            </w:r>
          </w:p>
        </w:tc>
      </w:tr>
      <w:tr w:rsidR="00465016" w:rsidRPr="0043557C" w:rsidTr="00851648">
        <w:trPr>
          <w:gridAfter w:val="1"/>
          <w:wAfter w:w="13" w:type="dxa"/>
          <w:trHeight w:val="24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pPr>
              <w:widowControl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r>
              <w:t>0,0</w:t>
            </w:r>
          </w:p>
        </w:tc>
      </w:tr>
      <w:tr w:rsidR="00465016" w:rsidRPr="0043557C" w:rsidTr="00851648">
        <w:trPr>
          <w:gridAfter w:val="1"/>
          <w:wAfter w:w="13" w:type="dxa"/>
          <w:trHeight w:val="18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pPr>
              <w:widowControl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851648">
            <w:r>
              <w:t>0,0</w:t>
            </w:r>
          </w:p>
        </w:tc>
      </w:tr>
      <w:tr w:rsidR="00465016" w:rsidRPr="0043557C" w:rsidTr="00EE65CE">
        <w:trPr>
          <w:gridAfter w:val="1"/>
          <w:wAfter w:w="13" w:type="dxa"/>
          <w:trHeight w:val="3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8555B0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0,0</w:t>
            </w:r>
          </w:p>
        </w:tc>
      </w:tr>
      <w:tr w:rsidR="00465016" w:rsidRPr="0043557C" w:rsidTr="00EE65CE">
        <w:trPr>
          <w:gridAfter w:val="1"/>
          <w:wAfter w:w="13" w:type="dxa"/>
          <w:trHeight w:val="523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8555B0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Реализация отдельных переданных полномочий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</w:pPr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</w:pPr>
            <w:r w:rsidRPr="0043557C">
              <w:t>1,0</w:t>
            </w:r>
          </w:p>
        </w:tc>
      </w:tr>
      <w:tr w:rsidR="00465016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 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1,0</w:t>
            </w:r>
          </w:p>
        </w:tc>
      </w:tr>
      <w:tr w:rsidR="00465016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0440180210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2149E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1,0</w:t>
            </w:r>
          </w:p>
        </w:tc>
      </w:tr>
      <w:tr w:rsidR="00465016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1,0</w:t>
            </w:r>
          </w:p>
        </w:tc>
      </w:tr>
      <w:tr w:rsidR="00465016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F21103">
            <w:r w:rsidRPr="007B2E3D">
              <w:t>1,0</w:t>
            </w:r>
          </w:p>
        </w:tc>
      </w:tr>
      <w:tr w:rsidR="00465016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B24E0" w:rsidRDefault="00465016" w:rsidP="00F21103">
            <w:pPr>
              <w:widowControl/>
              <w:rPr>
                <w:b/>
                <w:bCs/>
              </w:rPr>
            </w:pPr>
            <w:r w:rsidRPr="009B24E0">
              <w:rPr>
                <w:b/>
                <w:bCs/>
              </w:rPr>
              <w:t>НАЦИОНАЛЬНАЯ ОБОРОНА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9B24E0">
              <w:rPr>
                <w:b/>
                <w:bCs/>
              </w:rPr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84,6</w:t>
            </w:r>
          </w:p>
        </w:tc>
      </w:tr>
      <w:tr w:rsidR="00465016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84,6</w:t>
            </w:r>
          </w:p>
        </w:tc>
      </w:tr>
      <w:tr w:rsidR="00465016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43557C">
              <w:t>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84,6</w:t>
            </w:r>
          </w:p>
        </w:tc>
      </w:tr>
      <w:tr w:rsidR="00465016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Реализация отдельных переданных полномочий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84,6</w:t>
            </w:r>
          </w:p>
        </w:tc>
      </w:tr>
      <w:tr w:rsidR="00465016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 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84,6</w:t>
            </w:r>
          </w:p>
        </w:tc>
      </w:tr>
      <w:tr w:rsidR="00465016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84,6</w:t>
            </w:r>
          </w:p>
        </w:tc>
      </w:tr>
      <w:tr w:rsidR="00465016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C6D07" w:rsidRDefault="00465016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/>
          <w:p w:rsidR="00465016" w:rsidRPr="0043557C" w:rsidRDefault="00465016" w:rsidP="00F21103"/>
          <w:p w:rsidR="00465016" w:rsidRPr="0043557C" w:rsidRDefault="00465016" w:rsidP="00F21103"/>
          <w:p w:rsidR="00465016" w:rsidRPr="0043557C" w:rsidRDefault="00465016" w:rsidP="00F21103"/>
          <w:p w:rsidR="00465016" w:rsidRPr="0043557C" w:rsidRDefault="00465016" w:rsidP="00F21103">
            <w:r>
              <w:t>81,1</w:t>
            </w:r>
          </w:p>
        </w:tc>
      </w:tr>
      <w:tr w:rsidR="00465016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C6D07" w:rsidRDefault="00465016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/>
          <w:p w:rsidR="00465016" w:rsidRPr="0043557C" w:rsidRDefault="00465016" w:rsidP="00F21103">
            <w:r>
              <w:t>81,1</w:t>
            </w:r>
          </w:p>
        </w:tc>
      </w:tr>
      <w:tr w:rsidR="00465016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C6D07" w:rsidRDefault="00465016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3,5</w:t>
            </w:r>
          </w:p>
        </w:tc>
      </w:tr>
      <w:tr w:rsidR="00465016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C6D07" w:rsidRDefault="00465016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3,5</w:t>
            </w:r>
          </w:p>
        </w:tc>
      </w:tr>
      <w:tr w:rsidR="00465016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063591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23079,1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877,2</w:t>
            </w:r>
          </w:p>
        </w:tc>
      </w:tr>
      <w:tr w:rsidR="00465016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063591">
            <w:pPr>
              <w:widowControl/>
            </w:pPr>
            <w:r>
              <w:t>22838,5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13" w:type="dxa"/>
          <w:trHeight w:val="147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F21103">
            <w:pPr>
              <w:widowControl/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3E52EA">
              <w:t xml:space="preserve">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>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775F0" w:rsidRDefault="00465016" w:rsidP="00F21103">
            <w:pPr>
              <w:widowControl/>
              <w:jc w:val="center"/>
            </w:pPr>
            <w:r w:rsidRPr="0043557C">
              <w:t>0200000</w:t>
            </w:r>
            <w:r w:rsidRPr="003775F0"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063591">
            <w:r>
              <w:t>22838,5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775F0" w:rsidRDefault="00465016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13" w:type="dxa"/>
          <w:trHeight w:val="84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Содержание и ремонт внутрипоселенческих дорог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22838,5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 xml:space="preserve"> Улучшение состояния автомобильных дорог местного значения в границах поселения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 0220100000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07BF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07BF" w:rsidRDefault="00465016" w:rsidP="00F21103">
            <w:r>
              <w:t>4711,5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0220146010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5A4411">
              <w:t>573,3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5A4411">
              <w:t>573,3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573,3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CE15B0">
            <w:pPr>
              <w:widowControl/>
            </w:pPr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CE15B0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E65CE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CE15B0">
            <w:pPr>
              <w:widowControl/>
            </w:pPr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B75E8F" w:rsidRDefault="00465016" w:rsidP="00F21103">
            <w:r w:rsidRPr="00770C8B">
              <w:t>022</w:t>
            </w:r>
            <w:r w:rsidRPr="00B75E8F">
              <w:t>01</w:t>
            </w:r>
            <w:r>
              <w:rPr>
                <w:lang w:val="en-US"/>
              </w:rPr>
              <w:t>S</w:t>
            </w:r>
            <w:r w:rsidRPr="00B75E8F">
              <w:t>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197551" w:rsidRDefault="00465016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197551" w:rsidRDefault="00465016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197551" w:rsidRDefault="00465016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70C8B" w:rsidRDefault="00465016" w:rsidP="00F21103">
            <w:r>
              <w:t>0220200000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18127,0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Проектирование, строительство,</w:t>
            </w:r>
          </w:p>
          <w:p w:rsidR="00465016" w:rsidRPr="0043557C" w:rsidRDefault="00465016" w:rsidP="00F21103">
            <w: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B75E8F" w:rsidRDefault="00465016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971577">
            <w:r>
              <w:t>18127,0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70C8B" w:rsidRDefault="00465016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18127,0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Бюджетные инвестиции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18127,0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240,6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</w:tr>
      <w:tr w:rsidR="00465016" w:rsidRPr="0043557C" w:rsidTr="00F21103">
        <w:trPr>
          <w:trHeight w:val="147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240,6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</w:tr>
      <w:tr w:rsidR="00465016" w:rsidRPr="0043557C" w:rsidTr="00F21103">
        <w:trPr>
          <w:trHeight w:val="84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F21103">
            <w:pPr>
              <w:widowControl/>
            </w:pPr>
            <w:r>
              <w:t>238,4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F21103">
            <w:pPr>
              <w:widowControl/>
            </w:pPr>
            <w:r>
              <w:t>238,4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C551A2">
        <w:trPr>
          <w:trHeight w:val="28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551A2" w:rsidRDefault="00465016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129,4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851648">
        <w:trPr>
          <w:trHeight w:val="21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551A2" w:rsidRDefault="00465016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129,4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851648">
        <w:trPr>
          <w:trHeight w:val="19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551A2" w:rsidRDefault="00465016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129,4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 w:rsidRPr="0043557C">
              <w:t>0,0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F21103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Кадастровые работы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F21103">
            <w:pPr>
              <w:widowControl/>
              <w:jc w:val="center"/>
            </w:pPr>
            <w:r w:rsidRPr="00A8417B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F21103">
            <w:pPr>
              <w:widowControl/>
              <w:jc w:val="center"/>
            </w:pPr>
            <w:r w:rsidRPr="00A8417B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465016" w:rsidRPr="0043557C" w:rsidRDefault="00465016" w:rsidP="00F21103"/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«Реализация отдельных</w:t>
            </w:r>
            <w:r>
              <w:t xml:space="preserve"> переданных полномочий </w:t>
            </w:r>
            <w:r w:rsidRPr="003E52EA">
              <w:t>Шейнским сельсоветом</w:t>
            </w:r>
            <w:r w:rsidRPr="0043557C">
              <w:t xml:space="preserve"> Пачелмского района Пензенской области»</w:t>
            </w:r>
          </w:p>
          <w:p w:rsidR="00465016" w:rsidRPr="0043557C" w:rsidRDefault="00465016" w:rsidP="00F21103"/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2,2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1,</w:t>
            </w:r>
            <w:r w:rsidRPr="0043557C">
              <w:t>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jc w:val="center"/>
            </w:pPr>
            <w:r w:rsidRPr="007B2E3D">
              <w:t>1,0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1,2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1,2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jc w:val="center"/>
            </w:pPr>
            <w:r w:rsidRPr="007B2E3D">
              <w:t>1,2</w:t>
            </w:r>
          </w:p>
        </w:tc>
      </w:tr>
      <w:tr w:rsidR="00465016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EE65CE">
            <w:pPr>
              <w:widowControl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4232E" w:rsidRDefault="00465016" w:rsidP="00EE65CE">
            <w:pPr>
              <w:widowControl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4232E" w:rsidRDefault="00465016" w:rsidP="00EE65CE">
            <w:pPr>
              <w:widowControl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4232E" w:rsidRDefault="00465016" w:rsidP="00EE65CE">
            <w:pPr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874403" w:rsidRDefault="00465016" w:rsidP="00EE65CE">
            <w:r>
              <w:rPr>
                <w:bCs/>
                <w:iCs/>
              </w:rPr>
              <w:t>1396,0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3E52EA">
              <w:t xml:space="preserve">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>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E65CE"/>
          <w:p w:rsidR="00465016" w:rsidRPr="009E3C72" w:rsidRDefault="00465016" w:rsidP="009E3C72"/>
          <w:p w:rsidR="00465016" w:rsidRPr="009E3C72" w:rsidRDefault="00465016" w:rsidP="009E3C72"/>
          <w:p w:rsidR="00465016" w:rsidRDefault="00465016" w:rsidP="009E3C72"/>
          <w:p w:rsidR="00465016" w:rsidRPr="009E3C72" w:rsidRDefault="00465016" w:rsidP="009E3C72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</w:t>
            </w:r>
            <w:r>
              <w:rPr>
                <w:bCs/>
                <w:iCs/>
              </w:rPr>
              <w:t>«</w:t>
            </w:r>
            <w:r w:rsidRPr="00951729">
              <w:rPr>
                <w:bCs/>
                <w:iCs/>
              </w:rPr>
              <w:t xml:space="preserve">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</w:t>
            </w:r>
            <w:r>
              <w:rPr>
                <w:bCs/>
                <w:iCs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276D3A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02100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86298" w:rsidRDefault="00465016" w:rsidP="00EE65CE">
            <w:pPr>
              <w:rPr>
                <w:color w:val="FF0000"/>
              </w:rPr>
            </w:pPr>
          </w:p>
          <w:p w:rsidR="00465016" w:rsidRPr="00D86298" w:rsidRDefault="00465016" w:rsidP="00276D3A">
            <w:pPr>
              <w:rPr>
                <w:color w:val="FF0000"/>
              </w:rPr>
            </w:pPr>
          </w:p>
          <w:p w:rsidR="00465016" w:rsidRPr="00D86298" w:rsidRDefault="00465016" w:rsidP="00276D3A">
            <w:pPr>
              <w:rPr>
                <w:color w:val="FF0000"/>
              </w:rPr>
            </w:pPr>
          </w:p>
          <w:p w:rsidR="00465016" w:rsidRPr="00727045" w:rsidRDefault="00465016" w:rsidP="00276D3A">
            <w:r w:rsidRPr="00727045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28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«Обеспечение освещения населенных пунктов  в ночное время»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33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Уличное освещение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30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 xml:space="preserve">«Комплексное развитие сельских территорий </w:t>
            </w:r>
            <w:r w:rsidRPr="003E52EA">
              <w:t xml:space="preserve"> Шейнского сельсовета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00000000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BE0C1C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BE0C1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BE0C1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13747A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13747A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13747A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>
              <w:t>Благоустройство сельских территорий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34EA6" w:rsidRDefault="00465016" w:rsidP="00B40ABE">
            <w:pPr>
              <w:widowControl/>
              <w:rPr>
                <w:bCs/>
                <w:iCs/>
                <w:lang w:val="en-US"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</w:t>
            </w: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F1C12" w:rsidRDefault="00465016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240D8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6261DD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6261DD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41342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Культура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5C1793">
            <w:r>
              <w:t>796,0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484,1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484,1</w:t>
            </w:r>
          </w:p>
        </w:tc>
      </w:tr>
      <w:tr w:rsidR="00465016" w:rsidRPr="0043557C" w:rsidTr="00F21103">
        <w:trPr>
          <w:trHeight w:val="105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на  2014-2022 годы «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0300000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EE2697">
              <w:t>416,9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105,0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0330000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EE2697">
              <w:t>416,9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>
              <w:t>105,0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sz w:val="16"/>
                <w:szCs w:val="16"/>
              </w:rPr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Обеспечение соответствия состояния объектов социально-культурной сферы  нормативным требованиям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 xml:space="preserve">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0330100000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EE2697">
              <w:t>416,9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105,0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EE2697">
              <w:t>416,9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105,0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EE2697">
              <w:t>416,9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>
              <w:t>105,0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  <w:p w:rsidR="00465016" w:rsidRPr="0043557C" w:rsidRDefault="00465016" w:rsidP="00F21103">
            <w:r>
              <w:t>416,9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105,0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на  2014-2022 годы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>
              <w:t>04</w:t>
            </w:r>
            <w:r w:rsidRPr="0043557C">
              <w:t>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>
              <w:t>044</w:t>
            </w:r>
            <w:r w:rsidRPr="0043557C">
              <w:t>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 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044</w:t>
            </w:r>
            <w:r w:rsidRPr="0043557C"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90B29" w:rsidRDefault="00465016" w:rsidP="00F21103">
            <w:pPr>
              <w:widowControl/>
              <w:jc w:val="center"/>
            </w:pPr>
            <w:r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5</w:t>
            </w:r>
            <w:r w:rsidRPr="0043557C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19,0</w:t>
            </w:r>
          </w:p>
        </w:tc>
      </w:tr>
      <w:tr w:rsidR="00465016" w:rsidRPr="0043557C" w:rsidTr="00F21103">
        <w:trPr>
          <w:trHeight w:val="1751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на  2014-2022 годы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E10E4E" w:rsidRDefault="00465016" w:rsidP="00F21103">
            <w:pPr>
              <w:widowControl/>
              <w:jc w:val="center"/>
            </w:pPr>
            <w:r w:rsidRPr="00E10E4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D71F0E">
              <w:t>19,0</w:t>
            </w: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D7FC3" w:rsidRDefault="00465016" w:rsidP="00F21103">
            <w:pPr>
              <w:widowControl/>
            </w:pPr>
            <w: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D7FC3" w:rsidRDefault="00465016" w:rsidP="00F21103">
            <w:pPr>
              <w:widowControl/>
            </w:pPr>
            <w:r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D7FC3" w:rsidRDefault="00465016" w:rsidP="00F21103">
            <w:pPr>
              <w:widowControl/>
            </w:pPr>
            <w:r>
              <w:t>19,0</w:t>
            </w: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5016" w:rsidRPr="00FE1452" w:rsidRDefault="00465016" w:rsidP="00F21103">
            <w:pPr>
              <w:widowControl/>
              <w:rPr>
                <w:b/>
              </w:rPr>
            </w:pPr>
            <w:r w:rsidRPr="00FE1452">
              <w:rPr>
                <w:b/>
              </w:rPr>
              <w:t>ВСЕГО: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B240D8">
            <w:pPr>
              <w:widowControl/>
              <w:rPr>
                <w:b/>
              </w:rPr>
            </w:pPr>
            <w:r>
              <w:rPr>
                <w:b/>
              </w:rPr>
              <w:t>27877,8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3665,3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3614,8</w:t>
            </w:r>
          </w:p>
        </w:tc>
      </w:tr>
    </w:tbl>
    <w:p w:rsidR="00465016" w:rsidRDefault="00465016" w:rsidP="00397F4F">
      <w:pPr>
        <w:pStyle w:val="BodyText"/>
        <w:jc w:val="right"/>
        <w:rPr>
          <w:sz w:val="24"/>
        </w:rPr>
      </w:pPr>
      <w:r>
        <w:rPr>
          <w:sz w:val="24"/>
        </w:rPr>
        <w:t>».</w:t>
      </w:r>
    </w:p>
    <w:p w:rsidR="00465016" w:rsidRPr="0043557C" w:rsidRDefault="00465016" w:rsidP="00397F4F">
      <w:pPr>
        <w:pStyle w:val="BodyText"/>
        <w:rPr>
          <w:sz w:val="24"/>
        </w:rPr>
      </w:pPr>
    </w:p>
    <w:p w:rsidR="00465016" w:rsidRPr="00397F4F" w:rsidRDefault="00465016" w:rsidP="00397F4F">
      <w:pPr>
        <w:pStyle w:val="BodyText"/>
        <w:rPr>
          <w:sz w:val="16"/>
          <w:szCs w:val="16"/>
        </w:rPr>
      </w:pPr>
      <w:r w:rsidRPr="0043557C">
        <w:t xml:space="preserve">           </w:t>
      </w:r>
      <w:r>
        <w:rPr>
          <w:sz w:val="24"/>
          <w:szCs w:val="24"/>
        </w:rPr>
        <w:t>1.9.Приложение № 9 изложить в следующей редакции:</w:t>
      </w:r>
    </w:p>
    <w:p w:rsidR="00465016" w:rsidRPr="0043557C" w:rsidRDefault="00465016" w:rsidP="00397F4F">
      <w:pPr>
        <w:pStyle w:val="BodyText"/>
        <w:spacing w:line="240" w:lineRule="exact"/>
      </w:pPr>
      <w:r w:rsidRPr="0043557C">
        <w:t xml:space="preserve">                           </w:t>
      </w:r>
      <w:r>
        <w:t xml:space="preserve">                              </w:t>
      </w:r>
      <w:r w:rsidRPr="0043557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5016" w:rsidRPr="0043557C" w:rsidRDefault="00465016" w:rsidP="00397F4F">
      <w:pPr>
        <w:jc w:val="right"/>
        <w:rPr>
          <w:color w:val="FF0000"/>
        </w:rPr>
      </w:pPr>
      <w:r>
        <w:t xml:space="preserve">« </w:t>
      </w:r>
      <w:r w:rsidRPr="0043557C">
        <w:t>Приложение  9</w:t>
      </w:r>
    </w:p>
    <w:p w:rsidR="00465016" w:rsidRPr="0043557C" w:rsidRDefault="00465016" w:rsidP="00397F4F">
      <w:pPr>
        <w:jc w:val="right"/>
      </w:pPr>
      <w:r w:rsidRPr="0043557C">
        <w:t>к решению Комитета местного</w:t>
      </w:r>
    </w:p>
    <w:p w:rsidR="00465016" w:rsidRPr="0043557C" w:rsidRDefault="00465016" w:rsidP="00397F4F">
      <w:pPr>
        <w:jc w:val="right"/>
      </w:pPr>
      <w:r w:rsidRPr="0043557C">
        <w:t xml:space="preserve"> самоуправления Шейнского сельсовета</w:t>
      </w:r>
    </w:p>
    <w:p w:rsidR="00465016" w:rsidRPr="0043557C" w:rsidRDefault="00465016" w:rsidP="00397F4F">
      <w:pPr>
        <w:jc w:val="right"/>
      </w:pPr>
      <w:r w:rsidRPr="0043557C">
        <w:t>Пачелмского района Пензенской области</w:t>
      </w:r>
    </w:p>
    <w:p w:rsidR="00465016" w:rsidRDefault="00465016" w:rsidP="00397F4F">
      <w:pPr>
        <w:jc w:val="right"/>
      </w:pPr>
      <w:r w:rsidRPr="0043557C">
        <w:t xml:space="preserve">от </w:t>
      </w:r>
      <w:r>
        <w:t xml:space="preserve">25.12.2019  </w:t>
      </w:r>
      <w:r w:rsidRPr="0043557C">
        <w:t>№</w:t>
      </w:r>
      <w:r>
        <w:t xml:space="preserve"> 08-6/3</w:t>
      </w:r>
    </w:p>
    <w:p w:rsidR="00465016" w:rsidRDefault="00465016" w:rsidP="00397F4F">
      <w:pPr>
        <w:jc w:val="right"/>
      </w:pPr>
    </w:p>
    <w:p w:rsidR="00465016" w:rsidRDefault="00465016" w:rsidP="00397F4F">
      <w:pPr>
        <w:jc w:val="right"/>
      </w:pPr>
    </w:p>
    <w:p w:rsidR="00465016" w:rsidRDefault="00465016" w:rsidP="00397F4F">
      <w:pPr>
        <w:jc w:val="right"/>
      </w:pPr>
    </w:p>
    <w:p w:rsidR="00465016" w:rsidRDefault="00465016" w:rsidP="00397F4F">
      <w:pPr>
        <w:jc w:val="right"/>
      </w:pPr>
    </w:p>
    <w:p w:rsidR="00465016" w:rsidRPr="0043557C" w:rsidRDefault="00465016" w:rsidP="00397F4F">
      <w:pPr>
        <w:jc w:val="right"/>
      </w:pPr>
    </w:p>
    <w:p w:rsidR="00465016" w:rsidRDefault="00465016" w:rsidP="00397F4F">
      <w:pPr>
        <w:pStyle w:val="BodyText"/>
        <w:jc w:val="center"/>
        <w:rPr>
          <w:color w:val="000000"/>
          <w:sz w:val="24"/>
          <w:szCs w:val="24"/>
        </w:rPr>
      </w:pPr>
      <w:r w:rsidRPr="0043557C">
        <w:rPr>
          <w:sz w:val="16"/>
          <w:szCs w:val="16"/>
        </w:rPr>
        <w:t xml:space="preserve">              </w:t>
      </w:r>
      <w:r w:rsidRPr="00D2030B">
        <w:rPr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 xml:space="preserve">Ведомственная  структура (Вед) расходов бюджета Шейнского сельсовета Пачелмского </w:t>
      </w:r>
      <w:r>
        <w:rPr>
          <w:b/>
          <w:bCs/>
          <w:color w:val="000000"/>
          <w:sz w:val="24"/>
          <w:szCs w:val="24"/>
        </w:rPr>
        <w:t>района Пензенской области на 2020</w:t>
      </w:r>
      <w:r w:rsidRPr="00D2030B">
        <w:rPr>
          <w:b/>
          <w:bCs/>
          <w:color w:val="000000"/>
          <w:sz w:val="24"/>
          <w:szCs w:val="24"/>
        </w:rPr>
        <w:t xml:space="preserve"> год и  плановый период 202</w:t>
      </w:r>
      <w:r>
        <w:rPr>
          <w:b/>
          <w:bCs/>
          <w:color w:val="000000"/>
          <w:sz w:val="24"/>
          <w:szCs w:val="24"/>
        </w:rPr>
        <w:t xml:space="preserve">1 </w:t>
      </w:r>
      <w:r w:rsidRPr="00CD265B">
        <w:rPr>
          <w:b/>
          <w:bCs/>
          <w:sz w:val="24"/>
          <w:szCs w:val="24"/>
        </w:rPr>
        <w:t>и</w:t>
      </w:r>
      <w:r>
        <w:rPr>
          <w:b/>
          <w:bCs/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>202</w:t>
      </w:r>
      <w:r>
        <w:rPr>
          <w:b/>
          <w:bCs/>
          <w:color w:val="000000"/>
          <w:sz w:val="24"/>
          <w:szCs w:val="24"/>
        </w:rPr>
        <w:t>2</w:t>
      </w:r>
      <w:r w:rsidRPr="00D2030B">
        <w:rPr>
          <w:b/>
          <w:bCs/>
          <w:color w:val="000000"/>
          <w:sz w:val="24"/>
          <w:szCs w:val="24"/>
        </w:rPr>
        <w:t xml:space="preserve"> годов</w:t>
      </w:r>
      <w:r>
        <w:rPr>
          <w:color w:val="000000"/>
          <w:sz w:val="24"/>
          <w:szCs w:val="24"/>
        </w:rPr>
        <w:t>.</w:t>
      </w:r>
    </w:p>
    <w:p w:rsidR="00465016" w:rsidRPr="002D3BE2" w:rsidRDefault="00465016" w:rsidP="00397F4F">
      <w:pPr>
        <w:pStyle w:val="BodyText"/>
        <w:jc w:val="center"/>
        <w:rPr>
          <w:b/>
          <w:bCs/>
          <w:sz w:val="20"/>
          <w:szCs w:val="20"/>
        </w:rPr>
      </w:pPr>
    </w:p>
    <w:p w:rsidR="00465016" w:rsidRPr="0043557C" w:rsidRDefault="00465016" w:rsidP="00397F4F">
      <w:pPr>
        <w:pStyle w:val="BodyTex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</w:t>
      </w:r>
      <w:r w:rsidRPr="0043557C">
        <w:rPr>
          <w:b/>
          <w:bCs/>
          <w:sz w:val="20"/>
          <w:szCs w:val="20"/>
        </w:rPr>
        <w:t xml:space="preserve">ыс.руб.               </w:t>
      </w:r>
    </w:p>
    <w:tbl>
      <w:tblPr>
        <w:tblW w:w="11147" w:type="dxa"/>
        <w:jc w:val="center"/>
        <w:tblLook w:val="00A0"/>
      </w:tblPr>
      <w:tblGrid>
        <w:gridCol w:w="3732"/>
        <w:gridCol w:w="645"/>
        <w:gridCol w:w="709"/>
        <w:gridCol w:w="850"/>
        <w:gridCol w:w="1283"/>
        <w:gridCol w:w="602"/>
        <w:gridCol w:w="1066"/>
        <w:gridCol w:w="934"/>
        <w:gridCol w:w="766"/>
        <w:gridCol w:w="560"/>
      </w:tblGrid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 20</w:t>
            </w:r>
            <w:r>
              <w:rPr>
                <w:b/>
                <w:bCs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41F43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41F43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9</w:t>
            </w:r>
          </w:p>
        </w:tc>
      </w:tr>
      <w:tr w:rsidR="00465016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FE1452" w:rsidRDefault="00465016" w:rsidP="00F21103">
            <w:pPr>
              <w:widowControl/>
              <w:rPr>
                <w:b/>
              </w:rPr>
            </w:pPr>
            <w:r w:rsidRPr="00FE1452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E1452" w:rsidRDefault="00465016" w:rsidP="00F21103">
            <w:pPr>
              <w:widowControl/>
              <w:jc w:val="center"/>
              <w:rPr>
                <w:b/>
              </w:rPr>
            </w:pPr>
          </w:p>
          <w:p w:rsidR="00465016" w:rsidRPr="00FE1452" w:rsidRDefault="00465016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901</w:t>
            </w:r>
          </w:p>
          <w:p w:rsidR="00465016" w:rsidRPr="00FE1452" w:rsidRDefault="00465016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E1452" w:rsidRDefault="00465016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E1452" w:rsidRDefault="00465016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E1452" w:rsidRDefault="00465016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E1452" w:rsidRDefault="00465016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52157" w:rsidRDefault="00465016" w:rsidP="00E66854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27877,8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52157" w:rsidRDefault="00465016" w:rsidP="00E66854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52157" w:rsidRDefault="00465016" w:rsidP="00E66854">
            <w:pPr>
              <w:widowControl/>
              <w:rPr>
                <w:b/>
              </w:rPr>
            </w:pPr>
          </w:p>
          <w:p w:rsidR="00465016" w:rsidRPr="00752157" w:rsidRDefault="00465016" w:rsidP="00E66854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3614,8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2499,0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2149,9</w:t>
            </w:r>
          </w:p>
        </w:tc>
      </w:tr>
      <w:tr w:rsidR="00465016" w:rsidRPr="0043557C" w:rsidTr="005C6564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E66854">
            <w:r>
              <w:t>2407,2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E66854"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E66854">
            <w:r>
              <w:t>2135,9</w:t>
            </w:r>
          </w:p>
        </w:tc>
      </w:tr>
      <w:tr w:rsidR="00465016" w:rsidRPr="0043557C" w:rsidTr="005C6564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43557C">
              <w:t>Развитие муниципального управления в Шейнском сельсовете Пачелмского райо</w:t>
            </w:r>
            <w:r>
              <w:t>на Пензенской области  на  2014-2022 годы «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E66854"/>
          <w:p w:rsidR="00465016" w:rsidRPr="00A8417B" w:rsidRDefault="00465016" w:rsidP="00E66854"/>
          <w:p w:rsidR="00465016" w:rsidRPr="00A8417B" w:rsidRDefault="00465016" w:rsidP="00E66854"/>
          <w:p w:rsidR="00465016" w:rsidRPr="00A8417B" w:rsidRDefault="00465016" w:rsidP="00E66854">
            <w:r>
              <w:t>2406,9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2135,9</w:t>
            </w:r>
          </w:p>
        </w:tc>
      </w:tr>
      <w:tr w:rsidR="00465016" w:rsidRPr="0043557C" w:rsidTr="00F21103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Обеспечение деятельности</w:t>
            </w:r>
            <w:r>
              <w:t xml:space="preserve"> </w:t>
            </w:r>
            <w:r w:rsidRPr="0043557C">
              <w:t xml:space="preserve"> администрации Шейнского сельсовета Пачелмского района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E66854">
            <w:r>
              <w:t>2406,9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2135,9</w:t>
            </w:r>
          </w:p>
        </w:tc>
      </w:tr>
      <w:tr w:rsidR="00465016" w:rsidRPr="0043557C" w:rsidTr="00F21103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E66854">
            <w:r>
              <w:t>2406,9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257C0" w:rsidRDefault="00465016" w:rsidP="00E66854">
            <w:pPr>
              <w:jc w:val="center"/>
            </w:pPr>
            <w:r>
              <w:t>2135,9</w:t>
            </w:r>
          </w:p>
        </w:tc>
      </w:tr>
      <w:tr w:rsidR="00465016" w:rsidRPr="0043557C" w:rsidTr="00F21103">
        <w:trPr>
          <w:gridAfter w:val="1"/>
          <w:wAfter w:w="560" w:type="dxa"/>
          <w:trHeight w:val="669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по оплате труда работников органов местного самоуправления(глава администрации)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702,0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736,3</w:t>
            </w:r>
          </w:p>
        </w:tc>
      </w:tr>
      <w:tr w:rsidR="00465016" w:rsidRPr="0043557C" w:rsidTr="00F21103">
        <w:trPr>
          <w:gridAfter w:val="1"/>
          <w:wAfter w:w="560" w:type="dxa"/>
          <w:trHeight w:val="109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702,0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736,3</w:t>
            </w:r>
          </w:p>
        </w:tc>
      </w:tr>
      <w:tr w:rsidR="00465016" w:rsidRPr="0043557C" w:rsidTr="00F21103">
        <w:trPr>
          <w:gridAfter w:val="1"/>
          <w:wAfter w:w="560" w:type="dxa"/>
          <w:trHeight w:val="511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702,0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736,3</w:t>
            </w:r>
          </w:p>
        </w:tc>
      </w:tr>
      <w:tr w:rsidR="00465016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682,8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E66854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E66854">
            <w:pPr>
              <w:widowControl/>
              <w:jc w:val="center"/>
            </w:pPr>
            <w:r>
              <w:t>1214,9</w:t>
            </w:r>
          </w:p>
        </w:tc>
      </w:tr>
      <w:tr w:rsidR="00465016" w:rsidRPr="0043557C" w:rsidTr="005C6564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682,8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  <w:p w:rsidR="00465016" w:rsidRDefault="00465016" w:rsidP="00E66854"/>
          <w:p w:rsidR="00465016" w:rsidRDefault="00465016" w:rsidP="00E66854"/>
          <w:p w:rsidR="00465016" w:rsidRDefault="00465016" w:rsidP="00E66854"/>
          <w:p w:rsidR="00465016" w:rsidRPr="0043557C" w:rsidRDefault="00465016" w:rsidP="00E66854">
            <w:r>
              <w:t>1214,9</w:t>
            </w:r>
          </w:p>
        </w:tc>
      </w:tr>
      <w:tr w:rsidR="00465016" w:rsidRPr="0043557C" w:rsidTr="005C6564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682,8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  <w:p w:rsidR="00465016" w:rsidRPr="0043557C" w:rsidRDefault="00465016" w:rsidP="00E66854">
            <w:r>
              <w:t>1214,9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 xml:space="preserve">   998,0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276,3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184,7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 xml:space="preserve">    972,8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265,3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178,7</w:t>
            </w:r>
          </w:p>
        </w:tc>
      </w:tr>
      <w:tr w:rsidR="00465016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972,8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265,3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178,7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25,2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11,0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6,0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25,2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11,0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6,0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83EDE" w:rsidRDefault="00465016" w:rsidP="00E66854">
            <w:pPr>
              <w:widowControl/>
            </w:pPr>
            <w:r>
              <w:t>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E66854" w:rsidRDefault="00465016" w:rsidP="00F21103">
            <w:pPr>
              <w:widowControl/>
              <w:jc w:val="center"/>
              <w:rPr>
                <w:lang w:val="en-US"/>
              </w:rPr>
            </w:pPr>
            <w:r>
              <w:t>042015549</w:t>
            </w:r>
            <w:r>
              <w:rPr>
                <w:lang w:val="en-US"/>
              </w:rPr>
              <w:t>F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24,1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</w:tc>
      </w:tr>
      <w:tr w:rsidR="00465016" w:rsidRPr="0043557C" w:rsidTr="00E6685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pPr>
              <w:widowControl/>
            </w:pPr>
            <w:r w:rsidRPr="001B425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7F2B0C">
              <w:t>042015549</w:t>
            </w:r>
            <w:r w:rsidRPr="007F2B0C">
              <w:rPr>
                <w:lang w:val="en-US"/>
              </w:rPr>
              <w:t>F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24,1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</w:tc>
      </w:tr>
      <w:tr w:rsidR="00465016" w:rsidRPr="0043557C" w:rsidTr="00E6685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1B4254" w:rsidRDefault="00465016" w:rsidP="00E66854">
            <w:pPr>
              <w:widowControl/>
            </w:pPr>
            <w:r w:rsidRPr="001B4254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7F2B0C">
              <w:t>042015549</w:t>
            </w:r>
            <w:r w:rsidRPr="007F2B0C">
              <w:rPr>
                <w:lang w:val="en-US"/>
              </w:rPr>
              <w:t>F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24,1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Выполнение других обязательств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Реализация отдельных мероприятий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8170000000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F5E4B" w:rsidRDefault="00465016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</w:pPr>
            <w:r>
              <w:t xml:space="preserve">      </w:t>
            </w:r>
            <w:r w:rsidRPr="00A67A48">
              <w:t>3,</w:t>
            </w:r>
            <w:r w:rsidRPr="00A67A48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</w:pPr>
            <w:r w:rsidRPr="00A67A48">
              <w:t>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</w:pPr>
            <w:r w:rsidRPr="00A67A48">
              <w:t>3,0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 на  2014-2022 годы 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21873" w:rsidRDefault="00465016" w:rsidP="00E66854">
            <w:pPr>
              <w:widowControl/>
            </w:pPr>
            <w:r>
              <w:t xml:space="preserve">        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3</w:t>
            </w:r>
            <w:r w:rsidRPr="0043557C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3,0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Подпрограмма « Реализация отдельных переданных полномочий»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21873" w:rsidRDefault="00465016" w:rsidP="00E66854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3,</w:t>
            </w:r>
            <w:r w:rsidRPr="0043557C"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 xml:space="preserve">Основное мероприятие «Реализация отдельных </w:t>
            </w:r>
            <w:r w:rsidRPr="003E52EA">
              <w:t xml:space="preserve">переданных полномочий Шейнским 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21873" w:rsidRDefault="00465016" w:rsidP="00E66854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3</w:t>
            </w:r>
            <w:r w:rsidRPr="0043557C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465016" w:rsidRPr="0043557C" w:rsidRDefault="00465016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21873" w:rsidRDefault="00465016" w:rsidP="00E6685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 w:rsidRPr="0043557C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1668E" w:rsidRDefault="00465016" w:rsidP="00E6685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 w:rsidRPr="0043557C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 w:rsidRPr="0043557C">
              <w:t>1,0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 w:rsidRPr="007B2E3D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 w:rsidRPr="007B2E3D">
              <w:t>1,0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F1189" w:rsidRDefault="00465016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B4202" w:rsidRDefault="00465016" w:rsidP="00E66854">
            <w:pPr>
              <w:widowControl/>
            </w:pPr>
            <w:r>
              <w:t xml:space="preserve">      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  <w:p w:rsidR="00465016" w:rsidRDefault="00465016" w:rsidP="00E66854"/>
          <w:p w:rsidR="00465016" w:rsidRDefault="00465016" w:rsidP="00E66854"/>
          <w:p w:rsidR="00465016" w:rsidRPr="0043557C" w:rsidRDefault="00465016" w:rsidP="00E66854">
            <w:r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  <w:p w:rsidR="00465016" w:rsidRDefault="00465016" w:rsidP="00E66854"/>
          <w:p w:rsidR="00465016" w:rsidRDefault="00465016" w:rsidP="00E66854"/>
          <w:p w:rsidR="00465016" w:rsidRPr="0043557C" w:rsidRDefault="00465016" w:rsidP="00E66854">
            <w:r>
              <w:t>2,0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F1189" w:rsidRDefault="00465016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B4202" w:rsidRDefault="00465016" w:rsidP="00E66854">
            <w:pPr>
              <w:widowControl/>
              <w:jc w:val="center"/>
            </w:pPr>
            <w:r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2,0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F1189" w:rsidRDefault="00465016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 w:rsidRPr="007B2E3D"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 w:rsidRPr="007B2E3D"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 w:rsidRPr="007B2E3D">
              <w:t>2,0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5C6564">
            <w:r w:rsidRPr="00A67A48">
              <w:t>Обеспечение проведения выборов и референдумов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5C6564"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5C6564">
            <w:pPr>
              <w:jc w:val="center"/>
            </w:pPr>
            <w:r w:rsidRPr="00A67A48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5C6564"/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>
              <w:t>30,9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Выполнение других обязательств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8100000000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>
              <w:t>30,9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Организация и проведение муниципальных выборов и местных референдумов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5C6564">
            <w:r w:rsidRPr="00741F43">
              <w:t>8120000000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>
              <w:t>30,9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Проведение выборов в представительные органы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>
              <w:t>30,9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Иные бюджетные ассигнования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  <w:r w:rsidRPr="00B822D1"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>
              <w:t>30,9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B822D1" w:rsidRDefault="00465016" w:rsidP="005C6564">
            <w:r w:rsidRPr="00B822D1">
              <w:t>Специальные расходы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822D1" w:rsidRDefault="00465016" w:rsidP="005C6564">
            <w:pPr>
              <w:widowControl/>
              <w:jc w:val="center"/>
            </w:pPr>
            <w:r w:rsidRPr="00B822D1">
              <w:t>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>
              <w:t>30,9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Резервные фонды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</w:pPr>
            <w:r w:rsidRPr="00A67A48"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</w:pPr>
            <w:r w:rsidRPr="00A67A48">
              <w:t>10,0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F21103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 xml:space="preserve">   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10,0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F21103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10,0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8110020500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10,0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10,0</w:t>
            </w:r>
          </w:p>
        </w:tc>
      </w:tr>
      <w:tr w:rsidR="00465016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10,0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Другие 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</w:pPr>
            <w:r>
              <w:t>57,9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465016" w:rsidRPr="0043557C" w:rsidTr="00F21103">
        <w:trPr>
          <w:trHeight w:val="64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 xml:space="preserve"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</w:t>
            </w:r>
            <w:r>
              <w:t>района Пензенской области    на  2014-2022 годы»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4081A" w:rsidRDefault="00465016" w:rsidP="00F21103">
            <w:pPr>
              <w:widowControl/>
              <w:jc w:val="center"/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57,9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r>
              <w:t>1,0</w:t>
            </w:r>
          </w:p>
        </w:tc>
        <w:tc>
          <w:tcPr>
            <w:tcW w:w="560" w:type="dxa"/>
            <w:vMerge w:val="restart"/>
            <w:tcBorders>
              <w:lef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</w:p>
          <w:p w:rsidR="00465016" w:rsidRPr="0043557C" w:rsidRDefault="00465016" w:rsidP="00F21103">
            <w:pPr>
              <w:widowControl/>
              <w:jc w:val="center"/>
            </w:pPr>
          </w:p>
          <w:p w:rsidR="00465016" w:rsidRDefault="00465016" w:rsidP="00F21103">
            <w:pPr>
              <w:widowControl/>
              <w:jc w:val="center"/>
            </w:pPr>
          </w:p>
          <w:p w:rsidR="00465016" w:rsidRPr="0043557C" w:rsidRDefault="00465016" w:rsidP="00F21103">
            <w:pPr>
              <w:widowControl/>
              <w:jc w:val="center"/>
            </w:pPr>
          </w:p>
          <w:p w:rsidR="00465016" w:rsidRPr="0043557C" w:rsidRDefault="00465016" w:rsidP="00F21103">
            <w:pPr>
              <w:widowControl/>
              <w:jc w:val="center"/>
            </w:pPr>
          </w:p>
          <w:p w:rsidR="00465016" w:rsidRDefault="00465016" w:rsidP="00F21103">
            <w:pPr>
              <w:widowControl/>
              <w:jc w:val="center"/>
            </w:pPr>
          </w:p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851648">
        <w:trPr>
          <w:trHeight w:val="4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Подпрограмма   "Оценка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56,9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851648">
        <w:trPr>
          <w:trHeight w:val="39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851648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 w:rsidRPr="0043557C">
              <w:rPr>
                <w:bCs/>
                <w:iCs/>
              </w:rPr>
              <w:t>0410100000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56,9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851648">
        <w:trPr>
          <w:trHeight w:val="40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56,9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851648">
        <w:trPr>
          <w:trHeight w:val="31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F21103">
            <w:pPr>
              <w:widowControl/>
              <w:jc w:val="center"/>
            </w:pPr>
            <w:r w:rsidRPr="00A8417B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4,0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851648">
        <w:trPr>
          <w:trHeight w:val="36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F21103">
            <w:pPr>
              <w:widowControl/>
              <w:jc w:val="center"/>
            </w:pPr>
            <w:r w:rsidRPr="00A8417B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4,0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EE65CE">
        <w:trPr>
          <w:trHeight w:val="2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E0716E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800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52,9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EE65CE">
        <w:trPr>
          <w:trHeight w:val="13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E0716E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>
              <w:t>850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52,9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8C76DD">
        <w:trPr>
          <w:trHeight w:val="16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851648">
        <w:trPr>
          <w:trHeight w:val="2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r w:rsidRPr="0043557C">
              <w:t>Основное мероприятие «Реализация отдельных  переданных полномочий Шейнским сельсоветом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r w:rsidRPr="0043557C">
              <w:t>0440100000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8C76DD">
        <w:trPr>
          <w:trHeight w:val="23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  <w:color w:val="FF0000"/>
              </w:rPr>
              <w:t xml:space="preserve"> </w:t>
            </w:r>
            <w:r w:rsidRPr="0043557C">
              <w:t xml:space="preserve"> Пачелмского района Пензен</w:t>
            </w:r>
            <w:r>
              <w:t xml:space="preserve">ской области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2149E" w:rsidRDefault="00465016" w:rsidP="00E66854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5C6564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5C6564">
        <w:trPr>
          <w:trHeight w:val="63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2E3D" w:rsidRDefault="00465016" w:rsidP="00E66854">
            <w:r w:rsidRPr="007B2E3D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ОБОРОНА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B24E0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465016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</w:t>
            </w:r>
            <w:r w:rsidRPr="0043557C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465016" w:rsidRPr="0043557C" w:rsidTr="00F21103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465016" w:rsidRPr="0043557C" w:rsidTr="005C6564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C6D07" w:rsidRDefault="00465016" w:rsidP="00E66854">
            <w:pPr>
              <w:widowControl/>
              <w:jc w:val="center"/>
            </w:pPr>
            <w:r>
              <w:t>77,4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78,0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/>
          <w:p w:rsidR="00465016" w:rsidRPr="0043557C" w:rsidRDefault="00465016" w:rsidP="00E66854"/>
          <w:p w:rsidR="00465016" w:rsidRPr="0043557C" w:rsidRDefault="00465016" w:rsidP="00E66854"/>
          <w:p w:rsidR="00465016" w:rsidRPr="0043557C" w:rsidRDefault="00465016" w:rsidP="00E66854"/>
          <w:p w:rsidR="00465016" w:rsidRPr="0043557C" w:rsidRDefault="00465016" w:rsidP="00E66854">
            <w:r>
              <w:t>81,1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5C6564">
        <w:trPr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C6D07" w:rsidRDefault="00465016" w:rsidP="00E66854">
            <w:pPr>
              <w:widowControl/>
              <w:jc w:val="center"/>
            </w:pPr>
            <w:r>
              <w:t>77,4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78,0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/>
          <w:p w:rsidR="00465016" w:rsidRPr="0043557C" w:rsidRDefault="00465016" w:rsidP="00E66854">
            <w:r>
              <w:t>81,1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</w:tr>
      <w:tr w:rsidR="00465016" w:rsidRPr="0043557C" w:rsidTr="00F21103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C6D07" w:rsidRDefault="00465016" w:rsidP="00E66854">
            <w:pPr>
              <w:widowControl/>
              <w:jc w:val="center"/>
            </w:pPr>
            <w:r>
              <w:t>11,3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3,5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3,5</w:t>
            </w:r>
          </w:p>
        </w:tc>
        <w:tc>
          <w:tcPr>
            <w:tcW w:w="56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C6D07" w:rsidRDefault="00465016" w:rsidP="00E66854">
            <w:pPr>
              <w:widowControl/>
              <w:jc w:val="center"/>
            </w:pPr>
            <w:r>
              <w:t>11,3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3,5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3,5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E6685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23079,1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877,2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22838,5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</w:t>
            </w:r>
            <w:r>
              <w:t xml:space="preserve">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 w:rsidRPr="0043557C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r>
              <w:t>22838,5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775F0" w:rsidRDefault="00465016" w:rsidP="00E66854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"Содержание и ремонт внутрипоселенческих дорог</w:t>
            </w:r>
            <w:r>
              <w:t xml:space="preserve"> </w:t>
            </w:r>
            <w:r w:rsidRPr="0043557C">
              <w:t xml:space="preserve"> в Шейнском сельсовете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22838,5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" Улучшение состояния автомобильных дорог местного значения в границах поселения"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0220100000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B07BF" w:rsidRDefault="00465016" w:rsidP="00E66854">
            <w:r>
              <w:t>4711,5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560" w:type="dxa"/>
          <w:trHeight w:val="1032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Содержание автомобильных дорог и искусственных сооружений на них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5A4411">
              <w:t>573,3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560" w:type="dxa"/>
          <w:trHeight w:val="84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5A4411">
              <w:t>573,3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573,3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875,0</w:t>
            </w:r>
          </w:p>
        </w:tc>
      </w:tr>
      <w:tr w:rsidR="00465016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022014603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02201460</w:t>
            </w:r>
            <w:r>
              <w:t>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02201460</w:t>
            </w:r>
            <w:r>
              <w:t>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EE65CE">
        <w:trPr>
          <w:gridAfter w:val="1"/>
          <w:wAfter w:w="560" w:type="dxa"/>
          <w:trHeight w:val="21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75,0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EE65CE">
        <w:trPr>
          <w:gridAfter w:val="1"/>
          <w:wAfter w:w="560" w:type="dxa"/>
          <w:trHeight w:val="18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75,0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EE65CE">
        <w:trPr>
          <w:gridAfter w:val="1"/>
          <w:wAfter w:w="560" w:type="dxa"/>
          <w:trHeight w:val="22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75,0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E65CE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B75E8F" w:rsidRDefault="00465016" w:rsidP="00EE65CE">
            <w:r w:rsidRPr="00770C8B">
              <w:t>022</w:t>
            </w:r>
            <w:r w:rsidRPr="00B75E8F">
              <w:t>01</w:t>
            </w:r>
            <w:r>
              <w:rPr>
                <w:lang w:val="en-US"/>
              </w:rPr>
              <w:t>S</w:t>
            </w:r>
            <w:r w:rsidRPr="00B75E8F">
              <w:t>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197551" w:rsidRDefault="00465016" w:rsidP="00E66854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D265B" w:rsidRDefault="00465016" w:rsidP="00F21103">
            <w:pPr>
              <w:widowControl/>
              <w:jc w:val="center"/>
            </w:pPr>
            <w:r w:rsidRPr="00CD265B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197551" w:rsidRDefault="00465016" w:rsidP="00E66854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CD265B" w:rsidRDefault="00465016" w:rsidP="00F21103">
            <w:pPr>
              <w:widowControl/>
              <w:jc w:val="center"/>
            </w:pPr>
            <w:r w:rsidRPr="00CD265B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197551" w:rsidRDefault="00465016" w:rsidP="00E66854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70C8B" w:rsidRDefault="00465016" w:rsidP="00F21103">
            <w:r>
              <w:t>0220200000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18127,0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Проектирование,строительство,</w:t>
            </w:r>
          </w:p>
          <w:p w:rsidR="00465016" w:rsidRPr="0043557C" w:rsidRDefault="00465016" w:rsidP="00F21103">
            <w:r>
              <w:t>реконструкция,капитальный ремонт и ремонт автомобильных дорог общего пользования местного значения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B75E8F" w:rsidRDefault="00465016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18127,0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770C8B" w:rsidRDefault="00465016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74403" w:rsidRDefault="00465016" w:rsidP="00F21103">
            <w:pPr>
              <w:widowControl/>
              <w:jc w:val="center"/>
            </w:pPr>
            <w:r w:rsidRPr="00874403"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18127,0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Бюджетные инвестиции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74403" w:rsidRDefault="00465016" w:rsidP="00F21103">
            <w:pPr>
              <w:widowControl/>
              <w:jc w:val="center"/>
            </w:pPr>
            <w:r w:rsidRPr="00874403"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18127,0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240,6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</w:tr>
      <w:tr w:rsidR="00465016" w:rsidRPr="0043557C" w:rsidTr="00F21103">
        <w:trPr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240,6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E66854">
            <w:pPr>
              <w:widowControl/>
            </w:pPr>
            <w:r>
              <w:t>238,4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 w:val="restart"/>
            <w:tcBorders>
              <w:left w:val="nil"/>
            </w:tcBorders>
            <w:vAlign w:val="center"/>
          </w:tcPr>
          <w:p w:rsidR="00465016" w:rsidRDefault="00465016" w:rsidP="00F21103">
            <w:pPr>
              <w:widowControl/>
            </w:pPr>
          </w:p>
          <w:p w:rsidR="00465016" w:rsidRDefault="00465016" w:rsidP="00F21103">
            <w:pPr>
              <w:widowControl/>
            </w:pPr>
          </w:p>
          <w:p w:rsidR="00465016" w:rsidRDefault="00465016" w:rsidP="00F21103">
            <w:pPr>
              <w:widowControl/>
            </w:pPr>
          </w:p>
          <w:p w:rsidR="00465016" w:rsidRDefault="00465016" w:rsidP="00F21103">
            <w:pPr>
              <w:widowControl/>
            </w:pPr>
          </w:p>
          <w:p w:rsidR="00465016" w:rsidRDefault="00465016" w:rsidP="00F21103">
            <w:pPr>
              <w:widowControl/>
            </w:pPr>
          </w:p>
          <w:p w:rsidR="00465016" w:rsidRDefault="00465016" w:rsidP="00F21103">
            <w:pPr>
              <w:widowControl/>
            </w:pPr>
          </w:p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5C6564">
        <w:trPr>
          <w:trHeight w:val="9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E66854">
            <w:pPr>
              <w:widowControl/>
            </w:pPr>
            <w:r>
              <w:t>238,4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5C6564">
        <w:trPr>
          <w:trHeight w:val="22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</w:pPr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851648">
        <w:trPr>
          <w:trHeight w:val="2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01194F"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8055D" w:rsidRDefault="00465016" w:rsidP="00F21103">
            <w:pPr>
              <w:widowControl/>
              <w:jc w:val="center"/>
            </w:pPr>
            <w:r w:rsidRPr="00F8055D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851648">
        <w:trPr>
          <w:trHeight w:val="20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>
            <w:r w:rsidRPr="0001194F"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8055D" w:rsidRDefault="00465016" w:rsidP="00F21103">
            <w:pPr>
              <w:widowControl/>
              <w:jc w:val="center"/>
            </w:pPr>
            <w:r w:rsidRPr="00F8055D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F21103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99,0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4E4A15">
        <w:trPr>
          <w:trHeight w:val="3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F21103">
            <w:pPr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99,0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4E4A15">
        <w:trPr>
          <w:trHeight w:val="34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D465B7">
            <w:pPr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99,0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4E4A15">
        <w:trPr>
          <w:trHeight w:val="13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>
              <w:t>Кадастровые работы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E4A15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E4A15" w:rsidRDefault="00465016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D465B7">
            <w:pPr>
              <w:jc w:val="center"/>
            </w:pPr>
            <w:r>
              <w:t>041012044</w:t>
            </w:r>
            <w:r w:rsidRPr="00FB4F77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4E4A15">
        <w:trPr>
          <w:trHeight w:val="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E4A15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E4A15" w:rsidRDefault="00465016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D778E4">
            <w:pPr>
              <w:jc w:val="center"/>
            </w:pPr>
            <w:r w:rsidRPr="00FB4F77">
              <w:t>04101204</w:t>
            </w:r>
            <w:r>
              <w:t>4</w:t>
            </w:r>
            <w:r w:rsidRPr="00FB4F77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4E4A15">
        <w:trPr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E4A15" w:rsidRDefault="00465016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E4A15" w:rsidRDefault="00465016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B4F77" w:rsidRDefault="00465016" w:rsidP="00D465B7">
            <w:pPr>
              <w:jc w:val="center"/>
            </w:pPr>
            <w:r>
              <w:t>041012044</w:t>
            </w:r>
            <w:r w:rsidRPr="00FB4F77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465016" w:rsidRPr="0043557C" w:rsidRDefault="00465016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«Реализация отдельных переданных полномочий Шейнского сельсовета Пачелмского района Пензенской области»</w:t>
            </w:r>
          </w:p>
          <w:p w:rsidR="00465016" w:rsidRPr="0043557C" w:rsidRDefault="00465016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/>
          <w:p w:rsidR="00465016" w:rsidRDefault="00465016" w:rsidP="007D6339"/>
          <w:p w:rsidR="00465016" w:rsidRPr="007D6339" w:rsidRDefault="00465016" w:rsidP="007D6339"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7D6339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857845" w:rsidRDefault="00465016" w:rsidP="00E66854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1,</w:t>
            </w:r>
            <w:r w:rsidRPr="0043557C">
              <w:t>0</w:t>
            </w:r>
          </w:p>
        </w:tc>
        <w:tc>
          <w:tcPr>
            <w:tcW w:w="56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jc w:val="center"/>
            </w:pPr>
            <w:r w:rsidRPr="007B2E3D">
              <w:t>1,0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  <w:p w:rsidR="00465016" w:rsidRPr="0043557C" w:rsidRDefault="00465016" w:rsidP="00F21103">
            <w:pPr>
              <w:widowControl/>
            </w:pPr>
          </w:p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gridAfter w:val="1"/>
          <w:wAfter w:w="560" w:type="dxa"/>
          <w:trHeight w:val="28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1,2</w:t>
            </w:r>
          </w:p>
        </w:tc>
      </w:tr>
      <w:tr w:rsidR="00465016" w:rsidRPr="0043557C" w:rsidTr="00F21103">
        <w:trPr>
          <w:gridAfter w:val="1"/>
          <w:wAfter w:w="560" w:type="dxa"/>
          <w:trHeight w:val="15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1,2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1,2</w:t>
            </w:r>
          </w:p>
        </w:tc>
      </w:tr>
      <w:tr w:rsidR="00465016" w:rsidRPr="0043557C" w:rsidTr="00F21103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jc w:val="center"/>
            </w:pPr>
            <w:r w:rsidRPr="007B2E3D">
              <w:t>1,2</w:t>
            </w:r>
          </w:p>
        </w:tc>
      </w:tr>
      <w:tr w:rsidR="00465016" w:rsidRPr="0043557C" w:rsidTr="00EE65CE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EE65CE">
            <w:pPr>
              <w:widowControl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EE65CE" w:rsidRDefault="00465016" w:rsidP="00F21103">
            <w:pPr>
              <w:jc w:val="center"/>
              <w:rPr>
                <w:b/>
              </w:rPr>
            </w:pPr>
            <w:r w:rsidRPr="00EE65CE">
              <w:rPr>
                <w:b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EE65CE" w:rsidRDefault="00465016" w:rsidP="00F21103">
            <w:pPr>
              <w:widowControl/>
              <w:jc w:val="center"/>
              <w:rPr>
                <w:b/>
              </w:rPr>
            </w:pPr>
            <w:r w:rsidRPr="00EE65CE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EE65CE" w:rsidRDefault="00465016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EE65CE" w:rsidRDefault="00465016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EE65CE" w:rsidRDefault="00465016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4232E" w:rsidRDefault="00465016" w:rsidP="00E66854">
            <w:pPr>
              <w:widowControl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1396,0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4232E" w:rsidRDefault="00465016" w:rsidP="00E66854">
            <w:pPr>
              <w:widowControl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4232E" w:rsidRDefault="00465016" w:rsidP="00E66854">
            <w:pPr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413423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874403" w:rsidRDefault="00465016" w:rsidP="00E66854">
            <w:r>
              <w:rPr>
                <w:bCs/>
                <w:iCs/>
              </w:rPr>
              <w:t>1396,0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 xml:space="preserve">на  2014-2022 годы  </w:t>
            </w:r>
            <w:r w:rsidRPr="003E52EA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615EE1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020</w:t>
            </w: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0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  <w:p w:rsidR="00465016" w:rsidRPr="009E3C72" w:rsidRDefault="00465016" w:rsidP="00E66854"/>
          <w:p w:rsidR="00465016" w:rsidRPr="009E3C72" w:rsidRDefault="00465016" w:rsidP="00E66854"/>
          <w:p w:rsidR="00465016" w:rsidRDefault="00465016" w:rsidP="00E66854"/>
          <w:p w:rsidR="00465016" w:rsidRPr="009E3C72" w:rsidRDefault="00465016" w:rsidP="00E66854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"Комплексная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0210000000 </w:t>
            </w:r>
          </w:p>
          <w:p w:rsidR="00465016" w:rsidRDefault="00465016" w:rsidP="007D6339"/>
          <w:p w:rsidR="00465016" w:rsidRPr="007D6339" w:rsidRDefault="00465016" w:rsidP="007D6339"/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413423"/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86298" w:rsidRDefault="00465016" w:rsidP="00E66854">
            <w:pPr>
              <w:rPr>
                <w:color w:val="FF0000"/>
              </w:rPr>
            </w:pPr>
          </w:p>
          <w:p w:rsidR="00465016" w:rsidRPr="00D86298" w:rsidRDefault="00465016" w:rsidP="00E66854">
            <w:pPr>
              <w:rPr>
                <w:color w:val="FF0000"/>
              </w:rPr>
            </w:pPr>
          </w:p>
          <w:p w:rsidR="00465016" w:rsidRPr="00D86298" w:rsidRDefault="00465016" w:rsidP="00E66854">
            <w:pPr>
              <w:rPr>
                <w:color w:val="FF0000"/>
              </w:rPr>
            </w:pPr>
          </w:p>
          <w:p w:rsidR="00465016" w:rsidRPr="00727045" w:rsidRDefault="00465016" w:rsidP="00E66854">
            <w:r w:rsidRPr="00727045"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"Обеспечение освещения населенных пунктов  в ночное время</w:t>
            </w:r>
            <w:r w:rsidRPr="00951729">
              <w:rPr>
                <w:bCs/>
                <w:iCs/>
              </w:rPr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EE65CE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3E52EA">
              <w:t>Муниципальная</w:t>
            </w:r>
            <w:r>
              <w:t xml:space="preserve"> </w:t>
            </w:r>
            <w:r w:rsidRPr="003E52EA">
              <w:t xml:space="preserve"> программа</w:t>
            </w:r>
            <w:r>
              <w:t xml:space="preserve"> </w:t>
            </w:r>
            <w:r w:rsidRPr="003E52EA">
              <w:t xml:space="preserve"> Шейнского сельсовета </w:t>
            </w:r>
            <w:r>
              <w:t xml:space="preserve"> </w:t>
            </w:r>
            <w:r w:rsidRPr="003E52EA">
              <w:t xml:space="preserve">Пачелмского района Пензенской области </w:t>
            </w:r>
            <w:r>
              <w:t xml:space="preserve"> </w:t>
            </w:r>
            <w:r w:rsidRPr="003E52EA">
              <w:t>"</w:t>
            </w:r>
            <w:r>
              <w:t xml:space="preserve">Комплексное развитие сельских территорий </w:t>
            </w:r>
            <w:r w:rsidRPr="003E52EA">
              <w:t xml:space="preserve"> Шейнского сельсовета </w:t>
            </w:r>
            <w:r>
              <w:t xml:space="preserve"> </w:t>
            </w:r>
            <w:r w:rsidRPr="003E52EA">
              <w:t>Пачелмского района</w:t>
            </w:r>
            <w:r>
              <w:t xml:space="preserve"> </w:t>
            </w:r>
            <w:r w:rsidRPr="003E52EA">
              <w:t xml:space="preserve">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1386,0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BE0C1C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51729" w:rsidRDefault="00465016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>
              <w:t>Благоустройство сельских территорий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F34EA6" w:rsidRDefault="00465016" w:rsidP="00BE0C1C">
            <w:pPr>
              <w:widowControl/>
              <w:rPr>
                <w:bCs/>
                <w:iCs/>
                <w:lang w:val="en-US"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</w:t>
            </w: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F1C12" w:rsidRDefault="00465016" w:rsidP="00E66854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240D8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C75A26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BE0C1C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C75A26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BE0C1C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465016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796,0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Культура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796,0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484,1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  <w:jc w:val="center"/>
            </w:pPr>
            <w:r>
              <w:t>484,1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 </w:t>
            </w:r>
            <w:r w:rsidRPr="0043557C"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EE2697">
              <w:t>416,9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105,0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0330000000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EE2697">
              <w:t>416,9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r>
              <w:t>105,0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sz w:val="16"/>
                <w:szCs w:val="16"/>
              </w:rPr>
            </w:pPr>
            <w:r w:rsidRPr="0043557C">
              <w:t>Основное мероприятие "Обеспечение соответствия состояния объектов социально-культурной сферы  нормативным требованиям</w:t>
            </w:r>
            <w:r w:rsidRPr="0043557C">
              <w:rPr>
                <w:sz w:val="16"/>
                <w:szCs w:val="16"/>
              </w:rPr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0330100000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EE2697">
              <w:t>416,9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105,0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EE2697">
              <w:t>416,9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E66854">
            <w:r>
              <w:t>105,0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EE2697">
              <w:t>416,9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r>
              <w:t>105,0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/>
          <w:p w:rsidR="00465016" w:rsidRPr="0043557C" w:rsidRDefault="00465016" w:rsidP="00E66854">
            <w:r>
              <w:t>416,9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jc w:val="center"/>
            </w:pPr>
            <w:r>
              <w:t>105,0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</w:tr>
      <w:tr w:rsidR="00465016" w:rsidRPr="0043557C" w:rsidTr="007D6339">
        <w:trPr>
          <w:gridAfter w:val="1"/>
          <w:wAfter w:w="560" w:type="dxa"/>
          <w:trHeight w:val="959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gridAfter w:val="1"/>
          <w:wAfter w:w="560" w:type="dxa"/>
          <w:trHeight w:val="8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</w:tr>
      <w:tr w:rsidR="00465016" w:rsidRPr="0043557C" w:rsidTr="00F21103">
        <w:trPr>
          <w:trHeight w:val="52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465016" w:rsidRDefault="00465016" w:rsidP="00E66854">
            <w:pPr>
              <w:jc w:val="center"/>
            </w:pPr>
            <w:r>
              <w:t>379,1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</w:p>
          <w:p w:rsidR="00465016" w:rsidRPr="0043557C" w:rsidRDefault="00465016" w:rsidP="00F21103">
            <w:pPr>
              <w:widowControl/>
            </w:pPr>
          </w:p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67A48" w:rsidRDefault="00465016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67A48" w:rsidRDefault="00465016" w:rsidP="00E66854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465016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19,0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19,0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E66854">
            <w:pPr>
              <w:widowControl/>
            </w:pPr>
            <w:r>
              <w:t>19,0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</w:tr>
      <w:tr w:rsidR="00465016" w:rsidRPr="0043557C" w:rsidTr="005C6564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</w:tr>
      <w:tr w:rsidR="00465016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</w:tr>
      <w:tr w:rsidR="00465016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</w:tr>
      <w:tr w:rsidR="00465016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r w:rsidRPr="00D71F0E">
              <w:t>19,0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D7FC3" w:rsidRDefault="00465016" w:rsidP="00E66854">
            <w:pPr>
              <w:widowControl/>
            </w:pPr>
            <w:r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D7FC3" w:rsidRDefault="00465016" w:rsidP="00E66854">
            <w:pPr>
              <w:widowControl/>
            </w:pPr>
            <w:r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6D7FC3" w:rsidRDefault="00465016" w:rsidP="00E66854">
            <w:pPr>
              <w:widowControl/>
            </w:pPr>
            <w:r>
              <w:t>19,0</w:t>
            </w:r>
          </w:p>
        </w:tc>
      </w:tr>
      <w:tr w:rsidR="00465016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 xml:space="preserve">     Всего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rPr>
                <w:b/>
              </w:rPr>
            </w:pPr>
            <w:r>
              <w:rPr>
                <w:b/>
              </w:rPr>
              <w:t>27877,8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E66854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3614,8</w:t>
            </w:r>
          </w:p>
        </w:tc>
      </w:tr>
    </w:tbl>
    <w:p w:rsidR="00465016" w:rsidRDefault="00465016" w:rsidP="00397F4F">
      <w:pPr>
        <w:tabs>
          <w:tab w:val="left" w:pos="8430"/>
        </w:tabs>
        <w:suppressAutoHyphens/>
        <w:rPr>
          <w:sz w:val="24"/>
          <w:szCs w:val="24"/>
        </w:rPr>
      </w:pPr>
    </w:p>
    <w:p w:rsidR="00465016" w:rsidRDefault="00465016" w:rsidP="00397F4F">
      <w:pPr>
        <w:pStyle w:val="BodyText"/>
        <w:jc w:val="right"/>
        <w:rPr>
          <w:sz w:val="24"/>
        </w:rPr>
      </w:pPr>
      <w:r>
        <w:rPr>
          <w:sz w:val="24"/>
        </w:rPr>
        <w:t>».</w:t>
      </w:r>
    </w:p>
    <w:p w:rsidR="00465016" w:rsidRDefault="00465016" w:rsidP="00397F4F">
      <w:pPr>
        <w:pStyle w:val="BodyText"/>
        <w:jc w:val="right"/>
        <w:rPr>
          <w:sz w:val="24"/>
        </w:rPr>
      </w:pPr>
    </w:p>
    <w:p w:rsidR="00465016" w:rsidRPr="00204388" w:rsidRDefault="00465016" w:rsidP="00204388">
      <w:pPr>
        <w:pStyle w:val="BodyText"/>
        <w:rPr>
          <w:sz w:val="16"/>
          <w:szCs w:val="16"/>
        </w:rPr>
      </w:pPr>
      <w:r w:rsidRPr="0043557C">
        <w:t xml:space="preserve">           </w:t>
      </w:r>
      <w:r>
        <w:rPr>
          <w:sz w:val="24"/>
          <w:szCs w:val="24"/>
        </w:rPr>
        <w:t>1.10.Приложение № 10 изложить в следующей редакции:</w:t>
      </w:r>
    </w:p>
    <w:p w:rsidR="00465016" w:rsidRDefault="00465016" w:rsidP="00397F4F">
      <w:pPr>
        <w:tabs>
          <w:tab w:val="left" w:pos="8430"/>
        </w:tabs>
        <w:suppressAutoHyphens/>
      </w:pPr>
    </w:p>
    <w:p w:rsidR="00465016" w:rsidRPr="0043557C" w:rsidRDefault="00465016" w:rsidP="00397F4F">
      <w:pPr>
        <w:tabs>
          <w:tab w:val="left" w:pos="8430"/>
        </w:tabs>
        <w:suppressAutoHyphens/>
        <w:jc w:val="right"/>
      </w:pPr>
      <w:r>
        <w:t>«</w:t>
      </w:r>
      <w:r w:rsidRPr="0043557C">
        <w:t>Приложение 10</w:t>
      </w:r>
    </w:p>
    <w:p w:rsidR="00465016" w:rsidRPr="0043557C" w:rsidRDefault="00465016" w:rsidP="00397F4F">
      <w:pPr>
        <w:suppressAutoHyphens/>
        <w:spacing w:line="240" w:lineRule="exact"/>
        <w:jc w:val="right"/>
      </w:pPr>
      <w:r w:rsidRPr="0043557C">
        <w:t>к решению Комитета местного</w:t>
      </w:r>
    </w:p>
    <w:p w:rsidR="00465016" w:rsidRPr="0043557C" w:rsidRDefault="00465016" w:rsidP="00397F4F">
      <w:pPr>
        <w:suppressAutoHyphens/>
        <w:spacing w:line="240" w:lineRule="exact"/>
        <w:jc w:val="right"/>
      </w:pPr>
      <w:r w:rsidRPr="0043557C">
        <w:t xml:space="preserve"> самоуправления Шейнского сельсовета</w:t>
      </w:r>
    </w:p>
    <w:p w:rsidR="00465016" w:rsidRPr="0043557C" w:rsidRDefault="00465016" w:rsidP="00397F4F">
      <w:pPr>
        <w:suppressAutoHyphens/>
        <w:spacing w:line="240" w:lineRule="exact"/>
        <w:jc w:val="right"/>
      </w:pPr>
      <w:r w:rsidRPr="0043557C">
        <w:t>Пачелмского района Пензенской области</w:t>
      </w:r>
    </w:p>
    <w:p w:rsidR="00465016" w:rsidRPr="002D3BE2" w:rsidRDefault="00465016" w:rsidP="00397F4F">
      <w:pPr>
        <w:jc w:val="right"/>
      </w:pPr>
      <w:r w:rsidRPr="0043557C">
        <w:t xml:space="preserve">от </w:t>
      </w:r>
      <w:r>
        <w:t xml:space="preserve"> 25.12.2019 </w:t>
      </w:r>
      <w:r w:rsidRPr="0043557C">
        <w:t>№</w:t>
      </w:r>
      <w:r>
        <w:t>08-6/3</w:t>
      </w:r>
      <w:r w:rsidRPr="0043557C">
        <w:t xml:space="preserve"> </w:t>
      </w:r>
      <w:r>
        <w:t xml:space="preserve"> </w:t>
      </w:r>
    </w:p>
    <w:p w:rsidR="00465016" w:rsidRDefault="00465016" w:rsidP="00397F4F">
      <w:pPr>
        <w:pStyle w:val="BodyText"/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Распределение бюджетных ассигнований по целевым статьям (ЦСР) 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</w:t>
      </w:r>
      <w:r>
        <w:rPr>
          <w:b/>
          <w:bCs/>
          <w:sz w:val="24"/>
          <w:szCs w:val="24"/>
        </w:rPr>
        <w:t>йона Пензенской области  на 2020</w:t>
      </w:r>
      <w:r w:rsidRPr="00D2030B">
        <w:rPr>
          <w:b/>
          <w:bCs/>
          <w:sz w:val="24"/>
          <w:szCs w:val="24"/>
        </w:rPr>
        <w:t xml:space="preserve"> год и плановый период </w:t>
      </w:r>
    </w:p>
    <w:p w:rsidR="00465016" w:rsidRPr="00D2030B" w:rsidRDefault="00465016" w:rsidP="00397F4F">
      <w:pPr>
        <w:pStyle w:val="Body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2021 и 2022</w:t>
      </w:r>
      <w:r w:rsidRPr="00D2030B">
        <w:rPr>
          <w:b/>
          <w:bCs/>
          <w:sz w:val="24"/>
          <w:szCs w:val="24"/>
        </w:rPr>
        <w:t xml:space="preserve"> годов.</w:t>
      </w:r>
    </w:p>
    <w:p w:rsidR="00465016" w:rsidRPr="0043557C" w:rsidRDefault="00465016" w:rsidP="00397F4F">
      <w:pPr>
        <w:pStyle w:val="BodyText"/>
        <w:jc w:val="right"/>
        <w:rPr>
          <w:b/>
          <w:bCs/>
          <w:sz w:val="20"/>
          <w:szCs w:val="20"/>
        </w:rPr>
      </w:pPr>
      <w:r w:rsidRPr="0043557C">
        <w:rPr>
          <w:b/>
          <w:bCs/>
          <w:sz w:val="20"/>
          <w:szCs w:val="20"/>
        </w:rPr>
        <w:t>тыс.руб.</w:t>
      </w:r>
    </w:p>
    <w:tbl>
      <w:tblPr>
        <w:tblW w:w="9991" w:type="dxa"/>
        <w:tblInd w:w="2" w:type="dxa"/>
        <w:tblLook w:val="00A0"/>
      </w:tblPr>
      <w:tblGrid>
        <w:gridCol w:w="3706"/>
        <w:gridCol w:w="567"/>
        <w:gridCol w:w="352"/>
        <w:gridCol w:w="567"/>
        <w:gridCol w:w="851"/>
        <w:gridCol w:w="708"/>
        <w:gridCol w:w="1066"/>
        <w:gridCol w:w="970"/>
        <w:gridCol w:w="968"/>
        <w:gridCol w:w="236"/>
      </w:tblGrid>
      <w:tr w:rsidR="00465016" w:rsidRPr="0043557C" w:rsidTr="00F21103">
        <w:trPr>
          <w:gridAfter w:val="1"/>
          <w:wAfter w:w="236" w:type="dxa"/>
          <w:trHeight w:val="43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Наименование</w:t>
            </w:r>
          </w:p>
        </w:tc>
        <w:tc>
          <w:tcPr>
            <w:tcW w:w="233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ЦСР</w:t>
            </w:r>
          </w:p>
          <w:p w:rsidR="00465016" w:rsidRPr="0043557C" w:rsidRDefault="00465016" w:rsidP="00F21103">
            <w:pPr>
              <w:widowControl/>
              <w:jc w:val="center"/>
            </w:pPr>
          </w:p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Вр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 xml:space="preserve">Сумма </w:t>
            </w:r>
            <w:r w:rsidRPr="0043557C">
              <w:br/>
            </w:r>
          </w:p>
        </w:tc>
      </w:tr>
      <w:tr w:rsidR="00465016" w:rsidRPr="0043557C" w:rsidTr="00F21103">
        <w:trPr>
          <w:gridAfter w:val="1"/>
          <w:wAfter w:w="236" w:type="dxa"/>
          <w:trHeight w:val="240"/>
        </w:trPr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233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jc w:val="center"/>
            </w:pPr>
            <w:r>
              <w:t>2020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20</w:t>
            </w:r>
            <w:r>
              <w:t>21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47EA7" w:rsidRDefault="00465016" w:rsidP="00F21103">
            <w:pPr>
              <w:widowControl/>
            </w:pPr>
            <w:r>
              <w:rPr>
                <w:lang w:val="en-US"/>
              </w:rPr>
              <w:t>202</w:t>
            </w:r>
            <w:r>
              <w:t>2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 w:rsidRPr="0043557C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6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I. МУНИЦИПАЛЬНЫЕ  ПРОГРАММЫ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27846,6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3604,8</w:t>
            </w:r>
          </w:p>
        </w:tc>
      </w:tr>
      <w:tr w:rsidR="00465016" w:rsidRPr="0043557C" w:rsidTr="00F21103">
        <w:trPr>
          <w:gridAfter w:val="1"/>
          <w:wAfter w:w="236" w:type="dxa"/>
          <w:trHeight w:val="1867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 сельсовета Пачелмского района Пензенской области "Развитие территории, социальной, коммунальной и инженерной инфраструктуры  Шейнского сельсовета Пачелмского района  Пензенской области</w:t>
            </w:r>
            <w:r>
              <w:rPr>
                <w:b/>
                <w:bCs/>
              </w:rPr>
              <w:t xml:space="preserve">  на 2014-2022 годы</w:t>
            </w:r>
            <w:r w:rsidRPr="0043557C">
              <w:rPr>
                <w:b/>
                <w:bCs/>
              </w:rPr>
              <w:t xml:space="preserve">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465016" w:rsidRPr="00D4232E" w:rsidRDefault="00465016" w:rsidP="00F21103">
            <w:pPr>
              <w:rPr>
                <w:rFonts w:ascii="Times New Roman CYR" w:hAnsi="Times New Roman CYR" w:cs="Times New Roman CYR"/>
                <w:b/>
              </w:rPr>
            </w:pPr>
            <w:r w:rsidRPr="00D4232E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D4232E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22848,5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4232E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D4232E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875,0</w:t>
            </w:r>
          </w:p>
        </w:tc>
      </w:tr>
      <w:tr w:rsidR="00465016" w:rsidRPr="0043557C" w:rsidTr="00276D3A">
        <w:trPr>
          <w:gridAfter w:val="1"/>
          <w:wAfter w:w="236" w:type="dxa"/>
          <w:trHeight w:val="322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"Комплексная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D4232E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65016" w:rsidRPr="0043557C" w:rsidTr="00276D3A">
        <w:trPr>
          <w:gridAfter w:val="1"/>
          <w:wAfter w:w="236" w:type="dxa"/>
          <w:trHeight w:val="33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"Обеспечение освещения населенных пунктов  в ночное время</w:t>
            </w:r>
            <w:r w:rsidRPr="00951729">
              <w:rPr>
                <w:bCs/>
                <w:i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276D3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276D3A" w:rsidRDefault="00465016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276D3A" w:rsidRDefault="00465016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276D3A" w:rsidRDefault="00465016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465016" w:rsidRPr="0043557C" w:rsidTr="00413423">
        <w:trPr>
          <w:gridAfter w:val="1"/>
          <w:wAfter w:w="236" w:type="dxa"/>
          <w:trHeight w:val="37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413423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276D3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276D3A" w:rsidRDefault="00465016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276D3A" w:rsidRDefault="00465016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276D3A" w:rsidRDefault="00465016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465016" w:rsidRPr="0043557C" w:rsidTr="00413423">
        <w:trPr>
          <w:gridAfter w:val="1"/>
          <w:wAfter w:w="236" w:type="dxa"/>
          <w:trHeight w:val="3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276D3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276D3A" w:rsidRDefault="00465016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276D3A" w:rsidRDefault="00465016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276D3A" w:rsidRDefault="00465016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465016" w:rsidRPr="0043557C" w:rsidTr="00413423">
        <w:trPr>
          <w:gridAfter w:val="1"/>
          <w:wAfter w:w="236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276D3A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276D3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276D3A" w:rsidRDefault="00465016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276D3A" w:rsidRDefault="00465016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276D3A" w:rsidRDefault="00465016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"Содержание и ремонт внутрипоселенческих дорог в Шейнском  сельсовете Пачелмского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38488A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22838,5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8488A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38488A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875,0</w:t>
            </w:r>
          </w:p>
        </w:tc>
      </w:tr>
      <w:tr w:rsidR="00465016" w:rsidRPr="0043557C" w:rsidTr="00F21103"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"Улучшение состояния автомобильных дорог местного значения в границах поселения"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02</w:t>
            </w:r>
          </w:p>
        </w:tc>
        <w:tc>
          <w:tcPr>
            <w:tcW w:w="3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</w:pPr>
            <w:r>
              <w:t>4711,5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875,0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65016" w:rsidRDefault="00465016" w:rsidP="00F21103">
            <w:pPr>
              <w:widowControl/>
            </w:pPr>
          </w:p>
          <w:p w:rsidR="00465016" w:rsidRDefault="00465016" w:rsidP="00F21103">
            <w:pPr>
              <w:widowControl/>
            </w:pPr>
          </w:p>
          <w:p w:rsidR="00465016" w:rsidRPr="0043557C" w:rsidRDefault="00465016" w:rsidP="00F21103">
            <w:pPr>
              <w:widowControl/>
            </w:pP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717B1C">
              <w:t>573,3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717B1C">
              <w:t>573,3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r>
              <w:t>573,3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875,0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967417" w:rsidRDefault="00465016" w:rsidP="00BF6EED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F375B0"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967417" w:rsidRDefault="00465016" w:rsidP="00F21103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F375B0"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967417" w:rsidRDefault="00465016" w:rsidP="00F21103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967417" w:rsidRDefault="00465016" w:rsidP="00F21103">
            <w:pPr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9E22DE" w:rsidRDefault="00465016" w:rsidP="00F21103">
            <w:r>
              <w:t>18127,0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Проектирование, строительство,</w:t>
            </w:r>
          </w:p>
          <w:p w:rsidR="00465016" w:rsidRPr="0043557C" w:rsidRDefault="00465016" w:rsidP="00F21103">
            <w: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9E22DE" w:rsidRDefault="00465016" w:rsidP="00F21103">
            <w:r>
              <w:t>18127,0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widowControl/>
              <w:rPr>
                <w:lang w:val="en-US"/>
              </w:rPr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</w:t>
            </w:r>
            <w:r w:rsidRPr="00967417">
              <w:rPr>
                <w:rFonts w:ascii="Times New Roman CYR" w:hAnsi="Times New Roman CYR" w:cs="Times New Roman CYR"/>
              </w:rPr>
              <w:t>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967417" w:rsidRDefault="00465016" w:rsidP="00F21103">
            <w:r>
              <w:t>18127,0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967417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967417" w:rsidRDefault="00465016" w:rsidP="00F21103">
            <w:r>
              <w:t>18127,0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D03AF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Муниципальная программа Шейнского сельсовета Пачелмского района Пензенской области " Развитие культуры и поддержка молодежи Шейнского  сельсовета Пачелмского района Пензенской области</w:t>
            </w:r>
            <w:r>
              <w:rPr>
                <w:b/>
                <w:bCs/>
              </w:rPr>
              <w:t xml:space="preserve">     на 2014-2022 годы</w:t>
            </w:r>
            <w:r w:rsidRPr="0043557C">
              <w:rPr>
                <w:b/>
                <w:bCs/>
              </w:rPr>
              <w:t xml:space="preserve"> 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F16C1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416,9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F16C1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F16C1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D03AF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Подпрограмма «Содержание объектов социальной культурной сферы»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03AF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03AF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D03AF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03AF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D03AF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D03AF7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416,9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03AF7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D03AF7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«Обеспечение соответствия состояния объектов социально-культурной сферы нормативным требованиям»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EB6019">
              <w:t>416,9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105,0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содержание объектов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EB6019">
              <w:t>416,9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105,0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EB6019">
              <w:t>416,9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105,0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416,9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105,0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rPr>
                <w:b/>
                <w:bCs/>
              </w:rPr>
              <w:t xml:space="preserve">   на 2014-2022 годы </w:t>
            </w:r>
            <w:r w:rsidRPr="0043557C">
              <w:rPr>
                <w:b/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3195,2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6072BF" w:rsidRDefault="00465016" w:rsidP="00F2110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2713,3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6072BF" w:rsidRDefault="00465016" w:rsidP="00F2110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2624,8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« Оценка недвижимости ,признание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3848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7250A6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295,3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38488A" w:rsidRDefault="00465016" w:rsidP="00F21103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807C62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F21103">
            <w:pPr>
              <w:widowControl/>
            </w:pPr>
            <w:r>
              <w:t>295,3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807C62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F21103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</w:tr>
      <w:tr w:rsidR="00465016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807C62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7250A6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</w:tr>
      <w:tr w:rsidR="00465016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807C62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F21103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Мероприятия в области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0,0</w:t>
            </w:r>
          </w:p>
        </w:tc>
      </w:tr>
      <w:tr w:rsidR="00465016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016" w:rsidRPr="0043557C" w:rsidRDefault="00465016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851648">
            <w:pPr>
              <w:widowControl/>
            </w:pPr>
            <w:r>
              <w:t>56,9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>
              <w:t>0,0</w:t>
            </w:r>
          </w:p>
        </w:tc>
      </w:tr>
      <w:tr w:rsidR="00465016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962456">
            <w:pPr>
              <w:widowControl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>
              <w:t>0,0</w:t>
            </w:r>
          </w:p>
        </w:tc>
      </w:tr>
      <w:tr w:rsidR="00465016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851648">
            <w:pPr>
              <w:widowControl/>
            </w:pPr>
            <w:r>
              <w:t>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851648">
            <w:r>
              <w:t>0,0</w:t>
            </w:r>
          </w:p>
        </w:tc>
      </w:tr>
      <w:tr w:rsidR="00465016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193C40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851648">
            <w:pPr>
              <w:widowControl/>
            </w:pPr>
            <w:r>
              <w:t>52,9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</w:tr>
      <w:tr w:rsidR="00465016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193C40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851648">
            <w:pPr>
              <w:widowControl/>
            </w:pPr>
            <w:r>
              <w:t>52,9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</w:tr>
      <w:tr w:rsidR="00465016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193C40">
            <w:pPr>
              <w:widowControl/>
            </w:pPr>
            <w:r>
              <w:t>Кадастровые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</w:tr>
      <w:tr w:rsidR="00465016" w:rsidRPr="0043557C" w:rsidTr="00603F57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</w:tr>
      <w:tr w:rsidR="00465016" w:rsidRPr="0043557C" w:rsidTr="00603F57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FB4F77" w:rsidRDefault="00465016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851648"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 «Обеспечение деятельности администрации Шейнского сельсовета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F16C1" w:rsidRDefault="00465016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2406,9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F16C1" w:rsidRDefault="00465016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2227,5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F16C1" w:rsidRDefault="00465016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2135,9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 xml:space="preserve">Основное мероприятие «Создание  оптимальных  условий для повышения эффективности реализации полномочий администрацией </w:t>
            </w:r>
            <w:r>
              <w:rPr>
                <w:color w:val="000000"/>
              </w:rPr>
              <w:t xml:space="preserve"> </w:t>
            </w:r>
            <w:r w:rsidRPr="0043557C">
              <w:rPr>
                <w:color w:val="000000"/>
              </w:rPr>
              <w:t>Шейнского сельсовета  Пачелмского района</w:t>
            </w:r>
            <w:r>
              <w:rPr>
                <w:color w:val="000000"/>
              </w:rPr>
              <w:t xml:space="preserve"> </w:t>
            </w:r>
            <w:r w:rsidRPr="0043557C">
              <w:rPr>
                <w:color w:val="000000"/>
              </w:rPr>
              <w:t xml:space="preserve">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2406,9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2227,5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2135,9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Расходы на выплаты по оплате труда работников  органов  местного самоуправления </w:t>
            </w:r>
            <w:r>
              <w:t xml:space="preserve"> </w:t>
            </w:r>
            <w:r w:rsidRPr="0043557C">
              <w:t>(глава администрации)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817A33">
              <w:t>702,0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736,3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817A33">
              <w:t>702,0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736,3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</w:t>
            </w:r>
            <w:r>
              <w:t xml:space="preserve"> </w:t>
            </w:r>
            <w:r w:rsidRPr="0043557C">
              <w:t xml:space="preserve">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702,0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736,3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выплаты по оплате труда работников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F76C55">
              <w:t>682,8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1214,9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  <w:p w:rsidR="00465016" w:rsidRPr="0043557C" w:rsidRDefault="00465016" w:rsidP="00F21103"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>
            <w:r w:rsidRPr="00F76C55">
              <w:t>682,8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1214,9</w:t>
            </w:r>
          </w:p>
        </w:tc>
      </w:tr>
      <w:tr w:rsidR="00465016" w:rsidRPr="0043557C" w:rsidTr="00F21103">
        <w:trPr>
          <w:gridAfter w:val="1"/>
          <w:wAfter w:w="236" w:type="dxa"/>
          <w:trHeight w:val="753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r>
              <w:t>682,8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1214,9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обеспечение функций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B34B2A">
            <w:pPr>
              <w:widowControl/>
            </w:pPr>
            <w:r>
              <w:t>1017,7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276,3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276,3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E10E4E" w:rsidRDefault="00465016" w:rsidP="00B34B2A">
            <w:pPr>
              <w:widowControl/>
            </w:pPr>
            <w:r>
              <w:t>972,8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265,3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178,7</w:t>
            </w:r>
          </w:p>
        </w:tc>
      </w:tr>
      <w:tr w:rsidR="00465016" w:rsidRPr="0043557C" w:rsidTr="00D63DF2">
        <w:trPr>
          <w:gridAfter w:val="1"/>
          <w:wAfter w:w="236" w:type="dxa"/>
          <w:trHeight w:val="774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972,8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265,3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178,7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</w:p>
          <w:p w:rsidR="00465016" w:rsidRPr="0043557C" w:rsidRDefault="00465016" w:rsidP="00F21103"/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25,2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6,0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widowControl/>
            </w:pPr>
            <w:r>
              <w:t>25,2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widowControl/>
            </w:pPr>
            <w:r>
              <w:t>6,0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83EDE" w:rsidRDefault="00465016" w:rsidP="00E66854">
            <w:pPr>
              <w:widowControl/>
            </w:pPr>
            <w:r>
              <w:t>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5549F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Default="00465016" w:rsidP="00F21103">
            <w:pPr>
              <w:widowControl/>
            </w:pPr>
            <w:r>
              <w:t>24,1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widowControl/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widowControl/>
            </w:pP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 w:rsidP="00E66854">
            <w:pPr>
              <w:widowControl/>
            </w:pPr>
            <w:r w:rsidRPr="001B425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5549F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E66854" w:rsidRDefault="00465016" w:rsidP="00F21103">
            <w:pPr>
              <w:widowControl/>
            </w:pPr>
            <w:r>
              <w:t>24,1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widowControl/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widowControl/>
            </w:pP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1B4254" w:rsidRDefault="00465016" w:rsidP="00E66854">
            <w:pPr>
              <w:widowControl/>
            </w:pPr>
            <w:r w:rsidRPr="001B4254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5549F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E66854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E66854" w:rsidRDefault="00465016" w:rsidP="00F21103">
            <w:pPr>
              <w:widowControl/>
            </w:pPr>
            <w:r>
              <w:t>24,1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widowControl/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widowControl/>
            </w:pP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0616F9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«Выполнение обязательств по социальной поддержке  отдельных 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 w:rsidRPr="0043557C"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C44E81" w:rsidRDefault="00465016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C44E81" w:rsidRDefault="00465016" w:rsidP="00F21103">
            <w:pPr>
              <w:widowControl/>
            </w:pPr>
            <w: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C44E81" w:rsidRDefault="00465016" w:rsidP="00F21103">
            <w:pPr>
              <w:widowControl/>
            </w:pPr>
            <w:r>
              <w:t>19,0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Доплаты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C44E81" w:rsidRDefault="00465016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66183F">
              <w:t>19,0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C44E81" w:rsidRDefault="00465016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66183F">
              <w:t>19,0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C44E81" w:rsidRDefault="00465016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r w:rsidRPr="0066183F">
              <w:t>19,0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«Реализация отдельных переданных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0616F9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0616F9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0616F9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466,8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0616F9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469,9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«Реализация отдельных переданных   полномочий Шейнским  сельсоветом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741F43" w:rsidRDefault="00465016" w:rsidP="00F21103">
            <w:pPr>
              <w:widowControl/>
              <w:jc w:val="center"/>
              <w:rPr>
                <w:bCs/>
              </w:rPr>
            </w:pPr>
            <w:r>
              <w:rPr>
                <w:bCs/>
              </w:rPr>
              <w:t>474,0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F21103">
            <w:pPr>
              <w:widowControl/>
              <w:rPr>
                <w:bCs/>
              </w:rPr>
            </w:pPr>
            <w:r>
              <w:rPr>
                <w:bCs/>
              </w:rPr>
              <w:t>466,8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41F43" w:rsidRDefault="00465016" w:rsidP="00F21103">
            <w:pPr>
              <w:widowControl/>
              <w:rPr>
                <w:bCs/>
              </w:rPr>
            </w:pPr>
            <w:r>
              <w:rPr>
                <w:bCs/>
              </w:rPr>
              <w:t>469,9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84,6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B86380" w:rsidRDefault="00465016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81,1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B86380" w:rsidRDefault="00465016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81,1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B86380" w:rsidRDefault="00465016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3,5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B86380" w:rsidRDefault="00465016" w:rsidP="00D66BBD">
            <w:pPr>
              <w:widowControl/>
              <w:jc w:val="center"/>
            </w:pPr>
            <w:r>
              <w:t>11,3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3,5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 сельсовета</w:t>
            </w:r>
            <w:r w:rsidRPr="0043557C">
              <w:rPr>
                <w:color w:val="FF0000"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379,1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379,1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379,1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Выполнение передаваемых  полномочий  по организации исполнения бюджета Шейнского сельсовета Пачелмского района Пензенской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2,0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2,0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2,0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 xml:space="preserve">Исполнение полномочий </w:t>
            </w:r>
            <w:r>
              <w:t xml:space="preserve"> </w:t>
            </w:r>
            <w:r w:rsidRPr="0043557C">
              <w:t>Пачелмского района по осуществлению муниципального контроля</w:t>
            </w:r>
            <w:r>
              <w:t xml:space="preserve"> </w:t>
            </w:r>
            <w:r w:rsidRPr="0043557C">
              <w:t xml:space="preserve"> за использованием земель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1,2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1,2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1,2</w:t>
            </w:r>
          </w:p>
        </w:tc>
      </w:tr>
      <w:tr w:rsidR="00465016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6456AA" w:rsidRDefault="00465016" w:rsidP="00BE0C1C">
            <w:pPr>
              <w:widowControl/>
              <w:rPr>
                <w:b/>
                <w:bCs/>
                <w:iCs/>
              </w:rPr>
            </w:pPr>
            <w:r w:rsidRPr="006456AA">
              <w:rPr>
                <w:b/>
              </w:rPr>
              <w:t>Муниципальная  программа  Шейнского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сельсовета  Пачелмского района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Пензенской области  "Комплексное развитие сельских территорий  Шейнского 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сельсовета  Пачелмского </w:t>
            </w:r>
            <w:r>
              <w:rPr>
                <w:b/>
              </w:rPr>
              <w:t xml:space="preserve">  </w:t>
            </w:r>
            <w:r w:rsidRPr="006456AA">
              <w:rPr>
                <w:b/>
              </w:rPr>
              <w:t xml:space="preserve">района 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00AD8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</w:rPr>
            </w:pPr>
            <w:r w:rsidRPr="00B00AD8">
              <w:rPr>
                <w:rFonts w:ascii="Times New Roman CYR" w:hAnsi="Times New Roman CYR" w:cs="Times New Roman CYR"/>
                <w:b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00AD8" w:rsidRDefault="00465016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00AD8" w:rsidRDefault="00465016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00AD8" w:rsidRDefault="00465016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B00AD8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B00AD8" w:rsidRDefault="00465016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1386,0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00AD8" w:rsidRDefault="00465016" w:rsidP="00F21103">
            <w:pPr>
              <w:widowControl/>
              <w:rPr>
                <w:b/>
              </w:rPr>
            </w:pPr>
            <w:r w:rsidRPr="00B00AD8">
              <w:rPr>
                <w:b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B00AD8" w:rsidRDefault="00465016" w:rsidP="00F21103">
            <w:pPr>
              <w:widowControl/>
              <w:rPr>
                <w:b/>
              </w:rPr>
            </w:pPr>
            <w:r w:rsidRPr="00B00AD8">
              <w:rPr>
                <w:b/>
              </w:rPr>
              <w:t>0,0</w:t>
            </w:r>
          </w:p>
        </w:tc>
      </w:tr>
      <w:tr w:rsidR="00465016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BE0C1C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7B07BF" w:rsidRDefault="00465016" w:rsidP="00D16017">
            <w:pPr>
              <w:widowControl/>
            </w:pPr>
            <w:r w:rsidRPr="007B07BF"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07BF" w:rsidRDefault="00465016" w:rsidP="00D1601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7B07BF"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07BF" w:rsidRDefault="00465016" w:rsidP="00D16017">
            <w:pPr>
              <w:autoSpaceDE w:val="0"/>
              <w:autoSpaceDN w:val="0"/>
              <w:adjustRightInd w:val="0"/>
              <w:jc w:val="center"/>
            </w:pPr>
            <w:r w:rsidRPr="007B07BF"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07BF" w:rsidRDefault="00465016" w:rsidP="00D16017">
            <w:pPr>
              <w:autoSpaceDE w:val="0"/>
              <w:autoSpaceDN w:val="0"/>
              <w:adjustRightInd w:val="0"/>
              <w:jc w:val="center"/>
            </w:pPr>
            <w:r w:rsidRPr="007B07BF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07BF" w:rsidRDefault="00465016" w:rsidP="00D16017">
            <w:pPr>
              <w:autoSpaceDE w:val="0"/>
              <w:autoSpaceDN w:val="0"/>
              <w:adjustRightInd w:val="0"/>
              <w:jc w:val="center"/>
            </w:pPr>
            <w:r w:rsidRPr="007B07BF">
              <w:rPr>
                <w:bCs/>
                <w:iCs/>
                <w:lang w:val="en-US"/>
              </w:rPr>
              <w:t>L5765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7B07BF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7B07BF" w:rsidRDefault="00465016" w:rsidP="00D16017">
            <w:pPr>
              <w:widowControl/>
              <w:jc w:val="center"/>
            </w:pPr>
            <w:r w:rsidRPr="007B07BF">
              <w:t>1378,3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07BF" w:rsidRDefault="00465016" w:rsidP="00D16017">
            <w:pPr>
              <w:widowControl/>
            </w:pPr>
            <w:r w:rsidRPr="007B07BF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07BF" w:rsidRDefault="00465016" w:rsidP="00D16017">
            <w:pPr>
              <w:widowControl/>
            </w:pPr>
            <w:r w:rsidRPr="007B07BF">
              <w:t>0,0</w:t>
            </w:r>
          </w:p>
        </w:tc>
      </w:tr>
      <w:tr w:rsidR="00465016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1378,3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951729" w:rsidRDefault="00465016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BE0C1C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F21103">
            <w:pPr>
              <w:widowControl/>
              <w:jc w:val="center"/>
            </w:pPr>
            <w:r>
              <w:t>1378,3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II.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F211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5C1C35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5C1C35">
              <w:rPr>
                <w:bCs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F21103">
            <w:pPr>
              <w:jc w:val="center"/>
            </w:pPr>
            <w:r>
              <w:t>31,2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</w:tr>
      <w:tr w:rsidR="00465016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3E52E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E52EA">
              <w:t xml:space="preserve">Резервные фонды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22089D">
            <w:pPr>
              <w:jc w:val="center"/>
            </w:pPr>
            <w: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</w:tr>
      <w:tr w:rsidR="00465016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35138A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5138A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22089D">
            <w:pPr>
              <w:jc w:val="center"/>
            </w:pPr>
            <w: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</w:tr>
      <w:tr w:rsidR="00465016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22089D">
            <w:pPr>
              <w:jc w:val="center"/>
            </w:pPr>
            <w: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</w:tr>
      <w:tr w:rsidR="00465016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Резервные средства</w:t>
            </w:r>
          </w:p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22089D">
            <w:pPr>
              <w:jc w:val="center"/>
            </w:pPr>
            <w: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43557C" w:rsidRDefault="00465016" w:rsidP="00F21103">
            <w:pPr>
              <w:widowControl/>
            </w:pPr>
            <w:r>
              <w:t>10,0</w:t>
            </w:r>
          </w:p>
        </w:tc>
      </w:tr>
      <w:tr w:rsidR="00465016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r w:rsidRPr="00A8417B">
              <w:t>Организация и проведение муниципальных выборов и местных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</w:pPr>
            <w:r w:rsidRPr="00A8417B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22089D">
            <w:pPr>
              <w:jc w:val="center"/>
            </w:pPr>
            <w:r>
              <w:t>30,9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356630">
            <w:pPr>
              <w:widowControl/>
            </w:pPr>
            <w:r w:rsidRPr="00A8417B">
              <w:t>0,0</w:t>
            </w:r>
          </w:p>
        </w:tc>
      </w:tr>
      <w:tr w:rsidR="00465016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r w:rsidRPr="00A8417B">
              <w:t>Проведение выборов в представительные органы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356630">
            <w:pPr>
              <w:jc w:val="center"/>
            </w:pPr>
            <w:r>
              <w:t>30,9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356630">
            <w:pPr>
              <w:widowControl/>
            </w:pPr>
            <w:r w:rsidRPr="00A8417B">
              <w:t>0,0</w:t>
            </w:r>
          </w:p>
        </w:tc>
      </w:tr>
      <w:tr w:rsidR="00465016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r w:rsidRPr="00A8417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7075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707565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707565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707565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356630">
            <w:pPr>
              <w:jc w:val="center"/>
            </w:pPr>
            <w:r>
              <w:t>30,9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356630">
            <w:pPr>
              <w:widowControl/>
            </w:pPr>
            <w:r w:rsidRPr="00A8417B">
              <w:t>0,0</w:t>
            </w:r>
          </w:p>
        </w:tc>
      </w:tr>
      <w:tr w:rsidR="00465016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F21103">
            <w:r w:rsidRPr="00A8417B"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7075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707565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707565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A8417B" w:rsidRDefault="00465016" w:rsidP="00707565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A8417B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A8417B" w:rsidRDefault="00465016" w:rsidP="00356630">
            <w:pPr>
              <w:jc w:val="center"/>
            </w:pPr>
            <w:r>
              <w:t>30,9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A8417B" w:rsidRDefault="00465016" w:rsidP="00356630">
            <w:pPr>
              <w:widowControl/>
            </w:pPr>
            <w:r w:rsidRPr="00A8417B">
              <w:t>0,0</w:t>
            </w:r>
          </w:p>
        </w:tc>
      </w:tr>
      <w:tr w:rsidR="00465016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r>
              <w:t>Реализация отдельных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F8055D" w:rsidRDefault="00465016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D465B7">
            <w:pPr>
              <w:widowControl/>
            </w:pPr>
            <w:r>
              <w:t>0,0</w:t>
            </w:r>
          </w:p>
        </w:tc>
      </w:tr>
      <w:tr w:rsidR="00465016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Default="00465016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Default="00465016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114D9A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D465B7">
            <w:pPr>
              <w:widowControl/>
            </w:pPr>
            <w:r>
              <w:t>0,0</w:t>
            </w:r>
          </w:p>
        </w:tc>
      </w:tr>
      <w:tr w:rsidR="00465016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F8055D" w:rsidRDefault="00465016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D465B7">
            <w:pPr>
              <w:widowControl/>
            </w:pPr>
            <w:r>
              <w:t>0,0</w:t>
            </w:r>
          </w:p>
        </w:tc>
      </w:tr>
      <w:tr w:rsidR="00465016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F8055D" w:rsidRDefault="00465016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Default="00465016" w:rsidP="00D465B7">
            <w:pPr>
              <w:widowControl/>
            </w:pPr>
            <w:r>
              <w:t>0,0</w:t>
            </w:r>
          </w:p>
        </w:tc>
      </w:tr>
      <w:tr w:rsidR="00465016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3557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5016" w:rsidRPr="0043557C" w:rsidRDefault="00465016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5016" w:rsidRPr="007B2E3D" w:rsidRDefault="00465016" w:rsidP="00320A50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27877,8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  <w:rPr>
                <w:b/>
                <w:bCs/>
              </w:rPr>
            </w:pPr>
            <w:r w:rsidRPr="007B2E3D">
              <w:rPr>
                <w:b/>
                <w:bCs/>
              </w:rPr>
              <w:t>366</w:t>
            </w:r>
            <w:r>
              <w:rPr>
                <w:b/>
                <w:bCs/>
              </w:rPr>
              <w:t>5</w:t>
            </w:r>
            <w:r w:rsidRPr="007B2E3D">
              <w:rPr>
                <w:b/>
                <w:bCs/>
              </w:rPr>
              <w:t>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5016" w:rsidRPr="007B2E3D" w:rsidRDefault="00465016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3614,8</w:t>
            </w:r>
          </w:p>
        </w:tc>
      </w:tr>
    </w:tbl>
    <w:p w:rsidR="00465016" w:rsidRPr="0043557C" w:rsidRDefault="00465016" w:rsidP="00204388">
      <w:pPr>
        <w:tabs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».          </w:t>
      </w:r>
    </w:p>
    <w:p w:rsidR="00465016" w:rsidRDefault="00465016" w:rsidP="00397F4F">
      <w:pPr>
        <w:pStyle w:val="BodyText"/>
        <w:jc w:val="center"/>
        <w:rPr>
          <w:b/>
          <w:bCs/>
          <w:sz w:val="24"/>
          <w:szCs w:val="24"/>
        </w:rPr>
      </w:pPr>
    </w:p>
    <w:p w:rsidR="00465016" w:rsidRPr="0043557C" w:rsidRDefault="00465016" w:rsidP="00397F4F">
      <w:pPr>
        <w:pStyle w:val="BodyText"/>
        <w:jc w:val="center"/>
        <w:rPr>
          <w:b/>
          <w:bCs/>
          <w:sz w:val="24"/>
          <w:szCs w:val="24"/>
        </w:rPr>
      </w:pPr>
    </w:p>
    <w:p w:rsidR="00465016" w:rsidRDefault="00465016" w:rsidP="00F21103">
      <w:pPr>
        <w:pStyle w:val="BodyText"/>
        <w:rPr>
          <w:sz w:val="24"/>
        </w:rPr>
      </w:pPr>
      <w:r>
        <w:rPr>
          <w:b/>
          <w:sz w:val="24"/>
        </w:rPr>
        <w:t xml:space="preserve">   </w:t>
      </w:r>
      <w:r>
        <w:rPr>
          <w:sz w:val="24"/>
        </w:rPr>
        <w:t xml:space="preserve">  2. Настоящее решение вступает в силу на следующий день после дня его официального опубликования .</w:t>
      </w:r>
    </w:p>
    <w:p w:rsidR="00465016" w:rsidRDefault="00465016" w:rsidP="00F21103">
      <w:pPr>
        <w:pStyle w:val="BodyText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>3. Настоящее решение опубликовать в информационном бюллетене «Шейнские вести».</w:t>
      </w:r>
    </w:p>
    <w:p w:rsidR="00465016" w:rsidRDefault="00465016" w:rsidP="00F21103">
      <w:pPr>
        <w:pStyle w:val="BodyText"/>
        <w:rPr>
          <w:sz w:val="24"/>
        </w:rPr>
      </w:pPr>
      <w:r>
        <w:rPr>
          <w:sz w:val="24"/>
        </w:rPr>
        <w:t xml:space="preserve">     4. Контроль за настоящим решением возложить на постоянную депутатскую комиссию по бюджетной, налоговой и экономической политике .</w:t>
      </w:r>
    </w:p>
    <w:p w:rsidR="00465016" w:rsidRDefault="00465016" w:rsidP="00F21103">
      <w:r>
        <w:rPr>
          <w:szCs w:val="28"/>
        </w:rPr>
        <w:t xml:space="preserve">  </w:t>
      </w:r>
      <w:r>
        <w:t xml:space="preserve"> </w:t>
      </w:r>
    </w:p>
    <w:p w:rsidR="00465016" w:rsidRDefault="00465016" w:rsidP="00F21103">
      <w:pPr>
        <w:rPr>
          <w:sz w:val="24"/>
          <w:szCs w:val="24"/>
        </w:rPr>
      </w:pPr>
      <w:r>
        <w:rPr>
          <w:sz w:val="24"/>
          <w:szCs w:val="24"/>
        </w:rPr>
        <w:t>Глава  Шейнского сельсовета</w:t>
      </w:r>
    </w:p>
    <w:p w:rsidR="00465016" w:rsidRDefault="00465016" w:rsidP="00F21103">
      <w:pPr>
        <w:rPr>
          <w:sz w:val="24"/>
          <w:szCs w:val="24"/>
        </w:rPr>
      </w:pPr>
      <w:r>
        <w:rPr>
          <w:sz w:val="24"/>
          <w:szCs w:val="24"/>
        </w:rPr>
        <w:t xml:space="preserve">Пачелмского района Пензенской области                                          Л.Б.Ерохина </w:t>
      </w:r>
    </w:p>
    <w:p w:rsidR="00465016" w:rsidRDefault="00465016" w:rsidP="00F21103">
      <w:pPr>
        <w:pStyle w:val="BodyText"/>
        <w:rPr>
          <w:sz w:val="24"/>
          <w:szCs w:val="24"/>
        </w:rPr>
      </w:pPr>
    </w:p>
    <w:p w:rsidR="00465016" w:rsidRPr="008724BD" w:rsidRDefault="00465016" w:rsidP="008724BD">
      <w:pPr>
        <w:pStyle w:val="BodyText"/>
        <w:spacing w:line="240" w:lineRule="exact"/>
      </w:pPr>
      <w:r>
        <w:t xml:space="preserve">            </w:t>
      </w:r>
      <w:r w:rsidRPr="00FE4FB6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</w:t>
      </w:r>
    </w:p>
    <w:sectPr w:rsidR="00465016" w:rsidRPr="008724BD" w:rsidSect="00CF42E1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016" w:rsidRDefault="00465016" w:rsidP="001716C4">
      <w:r>
        <w:separator/>
      </w:r>
    </w:p>
  </w:endnote>
  <w:endnote w:type="continuationSeparator" w:id="1">
    <w:p w:rsidR="00465016" w:rsidRDefault="00465016" w:rsidP="0017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016" w:rsidRDefault="00465016" w:rsidP="001716C4">
      <w:r>
        <w:separator/>
      </w:r>
    </w:p>
  </w:footnote>
  <w:footnote w:type="continuationSeparator" w:id="1">
    <w:p w:rsidR="00465016" w:rsidRDefault="00465016" w:rsidP="0017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FC1"/>
    <w:multiLevelType w:val="hybridMultilevel"/>
    <w:tmpl w:val="B6BAB4A4"/>
    <w:lvl w:ilvl="0" w:tplc="B60EDC36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FF2C76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242088"/>
    <w:multiLevelType w:val="hybridMultilevel"/>
    <w:tmpl w:val="EC66C736"/>
    <w:lvl w:ilvl="0" w:tplc="F584761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6">
    <w:nsid w:val="22A00244"/>
    <w:multiLevelType w:val="hybridMultilevel"/>
    <w:tmpl w:val="2FFE7474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7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8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55957C12"/>
    <w:multiLevelType w:val="hybridMultilevel"/>
    <w:tmpl w:val="7152D0BC"/>
    <w:lvl w:ilvl="0" w:tplc="F834A38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2C27E02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902BDA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16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DB87912"/>
    <w:multiLevelType w:val="hybridMultilevel"/>
    <w:tmpl w:val="94309410"/>
    <w:lvl w:ilvl="0" w:tplc="B78ABE36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9">
    <w:nsid w:val="7D9522EE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20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1"/>
  </w:num>
  <w:num w:numId="5">
    <w:abstractNumId w:val="16"/>
  </w:num>
  <w:num w:numId="6">
    <w:abstractNumId w:val="20"/>
  </w:num>
  <w:num w:numId="7">
    <w:abstractNumId w:val="18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"/>
  </w:num>
  <w:num w:numId="18">
    <w:abstractNumId w:val="17"/>
  </w:num>
  <w:num w:numId="19">
    <w:abstractNumId w:val="0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5"/>
  </w:num>
  <w:num w:numId="24">
    <w:abstractNumId w:val="19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F1B"/>
    <w:rsid w:val="00001A51"/>
    <w:rsid w:val="000053E0"/>
    <w:rsid w:val="000062B2"/>
    <w:rsid w:val="0001194F"/>
    <w:rsid w:val="00012F4C"/>
    <w:rsid w:val="00016BBA"/>
    <w:rsid w:val="0001715C"/>
    <w:rsid w:val="00021161"/>
    <w:rsid w:val="00025746"/>
    <w:rsid w:val="00026AA9"/>
    <w:rsid w:val="00026D84"/>
    <w:rsid w:val="0002708B"/>
    <w:rsid w:val="00030664"/>
    <w:rsid w:val="0003131B"/>
    <w:rsid w:val="00031FC2"/>
    <w:rsid w:val="00032DD0"/>
    <w:rsid w:val="00033DD4"/>
    <w:rsid w:val="000341E7"/>
    <w:rsid w:val="000349DC"/>
    <w:rsid w:val="0003552E"/>
    <w:rsid w:val="00036165"/>
    <w:rsid w:val="00036D76"/>
    <w:rsid w:val="000402F4"/>
    <w:rsid w:val="00040A43"/>
    <w:rsid w:val="00041DA2"/>
    <w:rsid w:val="000453A2"/>
    <w:rsid w:val="000454FD"/>
    <w:rsid w:val="00045DC2"/>
    <w:rsid w:val="00046FE9"/>
    <w:rsid w:val="00050249"/>
    <w:rsid w:val="00050E6B"/>
    <w:rsid w:val="000518B4"/>
    <w:rsid w:val="00051F66"/>
    <w:rsid w:val="0005217D"/>
    <w:rsid w:val="00053334"/>
    <w:rsid w:val="000537AC"/>
    <w:rsid w:val="00053BF2"/>
    <w:rsid w:val="000543C0"/>
    <w:rsid w:val="0005528F"/>
    <w:rsid w:val="0005764D"/>
    <w:rsid w:val="000578A1"/>
    <w:rsid w:val="000607F5"/>
    <w:rsid w:val="000616F9"/>
    <w:rsid w:val="00062FEF"/>
    <w:rsid w:val="00063591"/>
    <w:rsid w:val="000654B3"/>
    <w:rsid w:val="00066C9A"/>
    <w:rsid w:val="00066EB2"/>
    <w:rsid w:val="00067E89"/>
    <w:rsid w:val="000708B4"/>
    <w:rsid w:val="00070DD0"/>
    <w:rsid w:val="0007392D"/>
    <w:rsid w:val="000747BE"/>
    <w:rsid w:val="0007703C"/>
    <w:rsid w:val="00077412"/>
    <w:rsid w:val="00077B8E"/>
    <w:rsid w:val="00080FF6"/>
    <w:rsid w:val="00082A6D"/>
    <w:rsid w:val="00082DC1"/>
    <w:rsid w:val="00083625"/>
    <w:rsid w:val="00083C5E"/>
    <w:rsid w:val="00083D59"/>
    <w:rsid w:val="000840B5"/>
    <w:rsid w:val="00086DA7"/>
    <w:rsid w:val="00091468"/>
    <w:rsid w:val="00091883"/>
    <w:rsid w:val="00091FC1"/>
    <w:rsid w:val="000921CC"/>
    <w:rsid w:val="00093246"/>
    <w:rsid w:val="00095254"/>
    <w:rsid w:val="00095B2B"/>
    <w:rsid w:val="00095D60"/>
    <w:rsid w:val="00096A26"/>
    <w:rsid w:val="00097E21"/>
    <w:rsid w:val="000A056C"/>
    <w:rsid w:val="000A2BAB"/>
    <w:rsid w:val="000A339F"/>
    <w:rsid w:val="000A37C9"/>
    <w:rsid w:val="000A5512"/>
    <w:rsid w:val="000B09E8"/>
    <w:rsid w:val="000B21B7"/>
    <w:rsid w:val="000B6519"/>
    <w:rsid w:val="000B6C6B"/>
    <w:rsid w:val="000C196F"/>
    <w:rsid w:val="000C2492"/>
    <w:rsid w:val="000C2C31"/>
    <w:rsid w:val="000C312D"/>
    <w:rsid w:val="000C3EF7"/>
    <w:rsid w:val="000C45AA"/>
    <w:rsid w:val="000C471C"/>
    <w:rsid w:val="000C51E5"/>
    <w:rsid w:val="000C5250"/>
    <w:rsid w:val="000C6B5A"/>
    <w:rsid w:val="000D0A3F"/>
    <w:rsid w:val="000D2066"/>
    <w:rsid w:val="000D4417"/>
    <w:rsid w:val="000D4D48"/>
    <w:rsid w:val="000E119E"/>
    <w:rsid w:val="000E1E56"/>
    <w:rsid w:val="000E33C5"/>
    <w:rsid w:val="000E492C"/>
    <w:rsid w:val="000E76B2"/>
    <w:rsid w:val="000F037F"/>
    <w:rsid w:val="000F2A6A"/>
    <w:rsid w:val="000F5715"/>
    <w:rsid w:val="000F5D84"/>
    <w:rsid w:val="000F64F0"/>
    <w:rsid w:val="000F7DFA"/>
    <w:rsid w:val="0010093C"/>
    <w:rsid w:val="001047D1"/>
    <w:rsid w:val="00104D6D"/>
    <w:rsid w:val="00105367"/>
    <w:rsid w:val="00107817"/>
    <w:rsid w:val="0011106B"/>
    <w:rsid w:val="00114983"/>
    <w:rsid w:val="00114D9A"/>
    <w:rsid w:val="00116160"/>
    <w:rsid w:val="00116511"/>
    <w:rsid w:val="00116587"/>
    <w:rsid w:val="00116D8A"/>
    <w:rsid w:val="001203BA"/>
    <w:rsid w:val="001225B4"/>
    <w:rsid w:val="001226EA"/>
    <w:rsid w:val="00123DBB"/>
    <w:rsid w:val="00124B75"/>
    <w:rsid w:val="0013005E"/>
    <w:rsid w:val="00131874"/>
    <w:rsid w:val="00133DCD"/>
    <w:rsid w:val="00136F32"/>
    <w:rsid w:val="0013747A"/>
    <w:rsid w:val="001377BB"/>
    <w:rsid w:val="001411C3"/>
    <w:rsid w:val="00144BD6"/>
    <w:rsid w:val="00144E00"/>
    <w:rsid w:val="0014516D"/>
    <w:rsid w:val="00147EBE"/>
    <w:rsid w:val="00150B23"/>
    <w:rsid w:val="00151B24"/>
    <w:rsid w:val="00152118"/>
    <w:rsid w:val="001525EB"/>
    <w:rsid w:val="001535B7"/>
    <w:rsid w:val="00153ECE"/>
    <w:rsid w:val="00156D11"/>
    <w:rsid w:val="00157543"/>
    <w:rsid w:val="00161252"/>
    <w:rsid w:val="00162B3D"/>
    <w:rsid w:val="00163C8F"/>
    <w:rsid w:val="00164601"/>
    <w:rsid w:val="0016549E"/>
    <w:rsid w:val="00165796"/>
    <w:rsid w:val="00165EF1"/>
    <w:rsid w:val="001667E8"/>
    <w:rsid w:val="00166EC1"/>
    <w:rsid w:val="00167D05"/>
    <w:rsid w:val="00167E8B"/>
    <w:rsid w:val="001716C4"/>
    <w:rsid w:val="0017215C"/>
    <w:rsid w:val="00173F32"/>
    <w:rsid w:val="00175AAC"/>
    <w:rsid w:val="001825A7"/>
    <w:rsid w:val="00183418"/>
    <w:rsid w:val="001864D9"/>
    <w:rsid w:val="00187C19"/>
    <w:rsid w:val="00193C40"/>
    <w:rsid w:val="00193CCF"/>
    <w:rsid w:val="00195568"/>
    <w:rsid w:val="00197551"/>
    <w:rsid w:val="00197D33"/>
    <w:rsid w:val="001A0DBD"/>
    <w:rsid w:val="001A26AA"/>
    <w:rsid w:val="001A4950"/>
    <w:rsid w:val="001A6021"/>
    <w:rsid w:val="001A62F2"/>
    <w:rsid w:val="001A749D"/>
    <w:rsid w:val="001A77F6"/>
    <w:rsid w:val="001A7E5D"/>
    <w:rsid w:val="001B09D3"/>
    <w:rsid w:val="001B12BE"/>
    <w:rsid w:val="001B1BCA"/>
    <w:rsid w:val="001B2EFD"/>
    <w:rsid w:val="001B35E8"/>
    <w:rsid w:val="001B3F46"/>
    <w:rsid w:val="001B4254"/>
    <w:rsid w:val="001B4472"/>
    <w:rsid w:val="001B5EAD"/>
    <w:rsid w:val="001B7ACA"/>
    <w:rsid w:val="001C02E6"/>
    <w:rsid w:val="001C0CB4"/>
    <w:rsid w:val="001C1B9F"/>
    <w:rsid w:val="001C2607"/>
    <w:rsid w:val="001C3B84"/>
    <w:rsid w:val="001C611A"/>
    <w:rsid w:val="001D190D"/>
    <w:rsid w:val="001D2064"/>
    <w:rsid w:val="001D37F6"/>
    <w:rsid w:val="001D4530"/>
    <w:rsid w:val="001D62DC"/>
    <w:rsid w:val="001D7232"/>
    <w:rsid w:val="001E3E34"/>
    <w:rsid w:val="001E4B2B"/>
    <w:rsid w:val="001E704C"/>
    <w:rsid w:val="001F1DC1"/>
    <w:rsid w:val="001F3CA0"/>
    <w:rsid w:val="001F4047"/>
    <w:rsid w:val="00202627"/>
    <w:rsid w:val="00204388"/>
    <w:rsid w:val="00204E16"/>
    <w:rsid w:val="0020525B"/>
    <w:rsid w:val="00206843"/>
    <w:rsid w:val="002108D6"/>
    <w:rsid w:val="00211B03"/>
    <w:rsid w:val="00212E23"/>
    <w:rsid w:val="00213857"/>
    <w:rsid w:val="00215AB0"/>
    <w:rsid w:val="002166EC"/>
    <w:rsid w:val="0022089D"/>
    <w:rsid w:val="00221331"/>
    <w:rsid w:val="00221B34"/>
    <w:rsid w:val="002234A9"/>
    <w:rsid w:val="00223662"/>
    <w:rsid w:val="00226300"/>
    <w:rsid w:val="002309A8"/>
    <w:rsid w:val="0023331C"/>
    <w:rsid w:val="0023341B"/>
    <w:rsid w:val="00233968"/>
    <w:rsid w:val="002347A1"/>
    <w:rsid w:val="0023562F"/>
    <w:rsid w:val="00236D88"/>
    <w:rsid w:val="00237ED5"/>
    <w:rsid w:val="002417DB"/>
    <w:rsid w:val="00241FEC"/>
    <w:rsid w:val="0024233C"/>
    <w:rsid w:val="0024248B"/>
    <w:rsid w:val="00242AB4"/>
    <w:rsid w:val="002451F6"/>
    <w:rsid w:val="002458AA"/>
    <w:rsid w:val="00245A4C"/>
    <w:rsid w:val="00245FF6"/>
    <w:rsid w:val="0025160F"/>
    <w:rsid w:val="00251BB4"/>
    <w:rsid w:val="00252851"/>
    <w:rsid w:val="002547FF"/>
    <w:rsid w:val="00255FBB"/>
    <w:rsid w:val="00256B8F"/>
    <w:rsid w:val="00260DBC"/>
    <w:rsid w:val="00262028"/>
    <w:rsid w:val="00264C55"/>
    <w:rsid w:val="00264F08"/>
    <w:rsid w:val="002659B9"/>
    <w:rsid w:val="00265F06"/>
    <w:rsid w:val="002663B7"/>
    <w:rsid w:val="002676AF"/>
    <w:rsid w:val="00267FED"/>
    <w:rsid w:val="00272A49"/>
    <w:rsid w:val="00272B5A"/>
    <w:rsid w:val="00272E6E"/>
    <w:rsid w:val="00274186"/>
    <w:rsid w:val="00275084"/>
    <w:rsid w:val="00276D3A"/>
    <w:rsid w:val="002773F9"/>
    <w:rsid w:val="002808FC"/>
    <w:rsid w:val="0028180A"/>
    <w:rsid w:val="002818A9"/>
    <w:rsid w:val="00283243"/>
    <w:rsid w:val="002832E2"/>
    <w:rsid w:val="002843FF"/>
    <w:rsid w:val="00284F2B"/>
    <w:rsid w:val="00291453"/>
    <w:rsid w:val="0029469D"/>
    <w:rsid w:val="00297C67"/>
    <w:rsid w:val="002A0FA3"/>
    <w:rsid w:val="002A303A"/>
    <w:rsid w:val="002A53DC"/>
    <w:rsid w:val="002A6988"/>
    <w:rsid w:val="002A6BCD"/>
    <w:rsid w:val="002A6C4B"/>
    <w:rsid w:val="002A72EC"/>
    <w:rsid w:val="002B0863"/>
    <w:rsid w:val="002B2C19"/>
    <w:rsid w:val="002B4652"/>
    <w:rsid w:val="002B4C61"/>
    <w:rsid w:val="002B5E98"/>
    <w:rsid w:val="002B7127"/>
    <w:rsid w:val="002B7930"/>
    <w:rsid w:val="002B7D4D"/>
    <w:rsid w:val="002C0334"/>
    <w:rsid w:val="002C0532"/>
    <w:rsid w:val="002C0C06"/>
    <w:rsid w:val="002C0D44"/>
    <w:rsid w:val="002D1216"/>
    <w:rsid w:val="002D19AE"/>
    <w:rsid w:val="002D1E1C"/>
    <w:rsid w:val="002D2855"/>
    <w:rsid w:val="002D3634"/>
    <w:rsid w:val="002D3BE2"/>
    <w:rsid w:val="002D54FF"/>
    <w:rsid w:val="002D632E"/>
    <w:rsid w:val="002D7775"/>
    <w:rsid w:val="002E16AA"/>
    <w:rsid w:val="002E3F7F"/>
    <w:rsid w:val="002E6EC4"/>
    <w:rsid w:val="002E76E2"/>
    <w:rsid w:val="002E7E7C"/>
    <w:rsid w:val="002F20EF"/>
    <w:rsid w:val="002F2621"/>
    <w:rsid w:val="002F28F6"/>
    <w:rsid w:val="002F426E"/>
    <w:rsid w:val="002F4A6E"/>
    <w:rsid w:val="002F4B1F"/>
    <w:rsid w:val="002F5BBA"/>
    <w:rsid w:val="002F60B1"/>
    <w:rsid w:val="002F6544"/>
    <w:rsid w:val="002F7043"/>
    <w:rsid w:val="002F733E"/>
    <w:rsid w:val="002F7F85"/>
    <w:rsid w:val="00303EA2"/>
    <w:rsid w:val="003063C0"/>
    <w:rsid w:val="00306448"/>
    <w:rsid w:val="00307783"/>
    <w:rsid w:val="00311301"/>
    <w:rsid w:val="00311CBD"/>
    <w:rsid w:val="003128D8"/>
    <w:rsid w:val="0031338A"/>
    <w:rsid w:val="00313728"/>
    <w:rsid w:val="00314DFF"/>
    <w:rsid w:val="00316D65"/>
    <w:rsid w:val="00320A50"/>
    <w:rsid w:val="00321873"/>
    <w:rsid w:val="00321D47"/>
    <w:rsid w:val="00322FFA"/>
    <w:rsid w:val="003231B8"/>
    <w:rsid w:val="00324231"/>
    <w:rsid w:val="00324AD8"/>
    <w:rsid w:val="003252CA"/>
    <w:rsid w:val="00325784"/>
    <w:rsid w:val="00330F9D"/>
    <w:rsid w:val="003310E8"/>
    <w:rsid w:val="00331708"/>
    <w:rsid w:val="003334BF"/>
    <w:rsid w:val="0033536D"/>
    <w:rsid w:val="00337332"/>
    <w:rsid w:val="00341F13"/>
    <w:rsid w:val="00343529"/>
    <w:rsid w:val="003437F5"/>
    <w:rsid w:val="00343A26"/>
    <w:rsid w:val="00344791"/>
    <w:rsid w:val="00344DE0"/>
    <w:rsid w:val="00345221"/>
    <w:rsid w:val="003468D4"/>
    <w:rsid w:val="00347314"/>
    <w:rsid w:val="00347C93"/>
    <w:rsid w:val="0035138A"/>
    <w:rsid w:val="00355AD6"/>
    <w:rsid w:val="00356630"/>
    <w:rsid w:val="00356731"/>
    <w:rsid w:val="00356C78"/>
    <w:rsid w:val="003579A7"/>
    <w:rsid w:val="00357D5A"/>
    <w:rsid w:val="00357E1B"/>
    <w:rsid w:val="0036186A"/>
    <w:rsid w:val="00363402"/>
    <w:rsid w:val="00366CC5"/>
    <w:rsid w:val="00372452"/>
    <w:rsid w:val="00374B2F"/>
    <w:rsid w:val="00375214"/>
    <w:rsid w:val="00376206"/>
    <w:rsid w:val="0037665B"/>
    <w:rsid w:val="00376696"/>
    <w:rsid w:val="00376F4A"/>
    <w:rsid w:val="003775F0"/>
    <w:rsid w:val="003832EC"/>
    <w:rsid w:val="0038488A"/>
    <w:rsid w:val="00384ADE"/>
    <w:rsid w:val="00386865"/>
    <w:rsid w:val="003872FB"/>
    <w:rsid w:val="00390BED"/>
    <w:rsid w:val="00396D57"/>
    <w:rsid w:val="003973E7"/>
    <w:rsid w:val="0039793E"/>
    <w:rsid w:val="00397F4F"/>
    <w:rsid w:val="003A2E0D"/>
    <w:rsid w:val="003A3ED8"/>
    <w:rsid w:val="003A5A3C"/>
    <w:rsid w:val="003B288C"/>
    <w:rsid w:val="003B5843"/>
    <w:rsid w:val="003C08E7"/>
    <w:rsid w:val="003C0DDB"/>
    <w:rsid w:val="003C2691"/>
    <w:rsid w:val="003C3C69"/>
    <w:rsid w:val="003C4127"/>
    <w:rsid w:val="003C42A1"/>
    <w:rsid w:val="003C4438"/>
    <w:rsid w:val="003C54C9"/>
    <w:rsid w:val="003C6111"/>
    <w:rsid w:val="003C78E7"/>
    <w:rsid w:val="003D1951"/>
    <w:rsid w:val="003D1E70"/>
    <w:rsid w:val="003D2CD3"/>
    <w:rsid w:val="003D48D3"/>
    <w:rsid w:val="003D6BAB"/>
    <w:rsid w:val="003D6E59"/>
    <w:rsid w:val="003E0DAC"/>
    <w:rsid w:val="003E1329"/>
    <w:rsid w:val="003E52EA"/>
    <w:rsid w:val="003E68CA"/>
    <w:rsid w:val="003F0E0B"/>
    <w:rsid w:val="003F6169"/>
    <w:rsid w:val="00400534"/>
    <w:rsid w:val="00401950"/>
    <w:rsid w:val="00401EDC"/>
    <w:rsid w:val="00402ED5"/>
    <w:rsid w:val="004039A7"/>
    <w:rsid w:val="00405640"/>
    <w:rsid w:val="00406E30"/>
    <w:rsid w:val="0040700B"/>
    <w:rsid w:val="0040718C"/>
    <w:rsid w:val="00410DCA"/>
    <w:rsid w:val="0041152A"/>
    <w:rsid w:val="004120DF"/>
    <w:rsid w:val="004124B3"/>
    <w:rsid w:val="00413423"/>
    <w:rsid w:val="004163BB"/>
    <w:rsid w:val="0041668E"/>
    <w:rsid w:val="0041679E"/>
    <w:rsid w:val="00416DDA"/>
    <w:rsid w:val="00416ED8"/>
    <w:rsid w:val="00420934"/>
    <w:rsid w:val="00420BA4"/>
    <w:rsid w:val="00422CCC"/>
    <w:rsid w:val="00423AA5"/>
    <w:rsid w:val="00423AF3"/>
    <w:rsid w:val="00423FF9"/>
    <w:rsid w:val="004250D4"/>
    <w:rsid w:val="00426A57"/>
    <w:rsid w:val="00426B93"/>
    <w:rsid w:val="00427894"/>
    <w:rsid w:val="00430673"/>
    <w:rsid w:val="004316D0"/>
    <w:rsid w:val="00431D48"/>
    <w:rsid w:val="00432137"/>
    <w:rsid w:val="004330CE"/>
    <w:rsid w:val="0043557C"/>
    <w:rsid w:val="00436443"/>
    <w:rsid w:val="004364FD"/>
    <w:rsid w:val="00440C98"/>
    <w:rsid w:val="0044126F"/>
    <w:rsid w:val="00441C90"/>
    <w:rsid w:val="00443C6B"/>
    <w:rsid w:val="00443F22"/>
    <w:rsid w:val="00445F4C"/>
    <w:rsid w:val="00447EA7"/>
    <w:rsid w:val="004516AE"/>
    <w:rsid w:val="004517D1"/>
    <w:rsid w:val="00452172"/>
    <w:rsid w:val="0045258B"/>
    <w:rsid w:val="00453136"/>
    <w:rsid w:val="00453380"/>
    <w:rsid w:val="00453A5A"/>
    <w:rsid w:val="00453BC9"/>
    <w:rsid w:val="00455BD1"/>
    <w:rsid w:val="00455C92"/>
    <w:rsid w:val="00455FFC"/>
    <w:rsid w:val="00461AFF"/>
    <w:rsid w:val="00462296"/>
    <w:rsid w:val="004626D2"/>
    <w:rsid w:val="00462F7B"/>
    <w:rsid w:val="004633AF"/>
    <w:rsid w:val="0046452C"/>
    <w:rsid w:val="00465016"/>
    <w:rsid w:val="00465EED"/>
    <w:rsid w:val="0046791D"/>
    <w:rsid w:val="00470000"/>
    <w:rsid w:val="0047046C"/>
    <w:rsid w:val="0047107A"/>
    <w:rsid w:val="004710D5"/>
    <w:rsid w:val="00471535"/>
    <w:rsid w:val="004719BD"/>
    <w:rsid w:val="004738FE"/>
    <w:rsid w:val="00473A64"/>
    <w:rsid w:val="00473AB4"/>
    <w:rsid w:val="004771BF"/>
    <w:rsid w:val="00477915"/>
    <w:rsid w:val="0047799A"/>
    <w:rsid w:val="00480D3E"/>
    <w:rsid w:val="00482E39"/>
    <w:rsid w:val="00484A1C"/>
    <w:rsid w:val="00485EAA"/>
    <w:rsid w:val="0048647D"/>
    <w:rsid w:val="00487540"/>
    <w:rsid w:val="0048775B"/>
    <w:rsid w:val="00487E95"/>
    <w:rsid w:val="00490EFA"/>
    <w:rsid w:val="00492794"/>
    <w:rsid w:val="004939B0"/>
    <w:rsid w:val="00494BA9"/>
    <w:rsid w:val="00495819"/>
    <w:rsid w:val="00495AC0"/>
    <w:rsid w:val="004968CA"/>
    <w:rsid w:val="00496F2F"/>
    <w:rsid w:val="004A07E3"/>
    <w:rsid w:val="004A1090"/>
    <w:rsid w:val="004A13A9"/>
    <w:rsid w:val="004A2835"/>
    <w:rsid w:val="004A6A08"/>
    <w:rsid w:val="004A75B8"/>
    <w:rsid w:val="004A79F0"/>
    <w:rsid w:val="004B055D"/>
    <w:rsid w:val="004B1669"/>
    <w:rsid w:val="004C01AC"/>
    <w:rsid w:val="004C1222"/>
    <w:rsid w:val="004C337F"/>
    <w:rsid w:val="004C46E8"/>
    <w:rsid w:val="004C5B6A"/>
    <w:rsid w:val="004C6141"/>
    <w:rsid w:val="004C6492"/>
    <w:rsid w:val="004C6FA7"/>
    <w:rsid w:val="004D003B"/>
    <w:rsid w:val="004D0409"/>
    <w:rsid w:val="004D0F40"/>
    <w:rsid w:val="004D2D79"/>
    <w:rsid w:val="004D30EA"/>
    <w:rsid w:val="004D3359"/>
    <w:rsid w:val="004D349B"/>
    <w:rsid w:val="004D3A4B"/>
    <w:rsid w:val="004D41A6"/>
    <w:rsid w:val="004D4EB6"/>
    <w:rsid w:val="004D6CB0"/>
    <w:rsid w:val="004E0158"/>
    <w:rsid w:val="004E04A8"/>
    <w:rsid w:val="004E10B6"/>
    <w:rsid w:val="004E3279"/>
    <w:rsid w:val="004E404F"/>
    <w:rsid w:val="004E47F8"/>
    <w:rsid w:val="004E4A15"/>
    <w:rsid w:val="004E62F5"/>
    <w:rsid w:val="004E6FE0"/>
    <w:rsid w:val="004F0B2C"/>
    <w:rsid w:val="004F161C"/>
    <w:rsid w:val="004F16C1"/>
    <w:rsid w:val="004F403A"/>
    <w:rsid w:val="004F5D6F"/>
    <w:rsid w:val="004F658E"/>
    <w:rsid w:val="004F6BFE"/>
    <w:rsid w:val="004F7451"/>
    <w:rsid w:val="004F77B7"/>
    <w:rsid w:val="00500265"/>
    <w:rsid w:val="00501A13"/>
    <w:rsid w:val="00501F6E"/>
    <w:rsid w:val="005030DD"/>
    <w:rsid w:val="0050379E"/>
    <w:rsid w:val="00504A5B"/>
    <w:rsid w:val="005058D3"/>
    <w:rsid w:val="0050633D"/>
    <w:rsid w:val="00506E1E"/>
    <w:rsid w:val="005079BE"/>
    <w:rsid w:val="00510214"/>
    <w:rsid w:val="00510533"/>
    <w:rsid w:val="00510BC8"/>
    <w:rsid w:val="00517DCA"/>
    <w:rsid w:val="0052104D"/>
    <w:rsid w:val="0052113C"/>
    <w:rsid w:val="00522EF9"/>
    <w:rsid w:val="00525E8D"/>
    <w:rsid w:val="00527080"/>
    <w:rsid w:val="00531E0B"/>
    <w:rsid w:val="0053226F"/>
    <w:rsid w:val="00536430"/>
    <w:rsid w:val="005377F0"/>
    <w:rsid w:val="00542B2F"/>
    <w:rsid w:val="005434DE"/>
    <w:rsid w:val="00543712"/>
    <w:rsid w:val="00543C55"/>
    <w:rsid w:val="00544076"/>
    <w:rsid w:val="0054531B"/>
    <w:rsid w:val="00545487"/>
    <w:rsid w:val="0055079A"/>
    <w:rsid w:val="00551165"/>
    <w:rsid w:val="00552DDE"/>
    <w:rsid w:val="005539FB"/>
    <w:rsid w:val="00553A43"/>
    <w:rsid w:val="005556FA"/>
    <w:rsid w:val="005565D7"/>
    <w:rsid w:val="005624C5"/>
    <w:rsid w:val="00562DC6"/>
    <w:rsid w:val="00564B54"/>
    <w:rsid w:val="00565A9D"/>
    <w:rsid w:val="00566EC3"/>
    <w:rsid w:val="0056714C"/>
    <w:rsid w:val="00570D8B"/>
    <w:rsid w:val="00572B44"/>
    <w:rsid w:val="0057445B"/>
    <w:rsid w:val="00575413"/>
    <w:rsid w:val="00575AA2"/>
    <w:rsid w:val="00575CDB"/>
    <w:rsid w:val="0058062F"/>
    <w:rsid w:val="00581694"/>
    <w:rsid w:val="005838AA"/>
    <w:rsid w:val="00584E43"/>
    <w:rsid w:val="00585B87"/>
    <w:rsid w:val="00587BAC"/>
    <w:rsid w:val="0059005C"/>
    <w:rsid w:val="00591A50"/>
    <w:rsid w:val="00591BBA"/>
    <w:rsid w:val="00591CED"/>
    <w:rsid w:val="0059311D"/>
    <w:rsid w:val="00594479"/>
    <w:rsid w:val="00595034"/>
    <w:rsid w:val="005956AD"/>
    <w:rsid w:val="00595E96"/>
    <w:rsid w:val="00597253"/>
    <w:rsid w:val="005978F7"/>
    <w:rsid w:val="005A0964"/>
    <w:rsid w:val="005A29A1"/>
    <w:rsid w:val="005A2CDB"/>
    <w:rsid w:val="005A4411"/>
    <w:rsid w:val="005A4420"/>
    <w:rsid w:val="005A6FCD"/>
    <w:rsid w:val="005A7CA6"/>
    <w:rsid w:val="005B0CCD"/>
    <w:rsid w:val="005B265C"/>
    <w:rsid w:val="005B3479"/>
    <w:rsid w:val="005B521F"/>
    <w:rsid w:val="005B53E0"/>
    <w:rsid w:val="005B7E2A"/>
    <w:rsid w:val="005C0AD1"/>
    <w:rsid w:val="005C1112"/>
    <w:rsid w:val="005C1793"/>
    <w:rsid w:val="005C1C35"/>
    <w:rsid w:val="005C3EF6"/>
    <w:rsid w:val="005C6564"/>
    <w:rsid w:val="005C7F40"/>
    <w:rsid w:val="005D0E48"/>
    <w:rsid w:val="005D2589"/>
    <w:rsid w:val="005D3F22"/>
    <w:rsid w:val="005D600A"/>
    <w:rsid w:val="005D68F0"/>
    <w:rsid w:val="005D6AE3"/>
    <w:rsid w:val="005E0588"/>
    <w:rsid w:val="005E120A"/>
    <w:rsid w:val="005E19E6"/>
    <w:rsid w:val="005E1A72"/>
    <w:rsid w:val="005E2D9B"/>
    <w:rsid w:val="005E317F"/>
    <w:rsid w:val="005F09F0"/>
    <w:rsid w:val="005F0F96"/>
    <w:rsid w:val="005F30D8"/>
    <w:rsid w:val="005F36FF"/>
    <w:rsid w:val="005F380E"/>
    <w:rsid w:val="005F3E7E"/>
    <w:rsid w:val="005F48DD"/>
    <w:rsid w:val="005F50FE"/>
    <w:rsid w:val="005F5CB5"/>
    <w:rsid w:val="005F5D97"/>
    <w:rsid w:val="005F62B6"/>
    <w:rsid w:val="005F6C71"/>
    <w:rsid w:val="005F6FFF"/>
    <w:rsid w:val="005F7441"/>
    <w:rsid w:val="00601566"/>
    <w:rsid w:val="00602C7B"/>
    <w:rsid w:val="00602CC6"/>
    <w:rsid w:val="00603F57"/>
    <w:rsid w:val="00604B4E"/>
    <w:rsid w:val="00604B60"/>
    <w:rsid w:val="0060693E"/>
    <w:rsid w:val="006072BF"/>
    <w:rsid w:val="006105A0"/>
    <w:rsid w:val="006117C9"/>
    <w:rsid w:val="00612B8C"/>
    <w:rsid w:val="00612EBF"/>
    <w:rsid w:val="00613D99"/>
    <w:rsid w:val="0061470F"/>
    <w:rsid w:val="006155D5"/>
    <w:rsid w:val="00615A07"/>
    <w:rsid w:val="00615EE1"/>
    <w:rsid w:val="00616455"/>
    <w:rsid w:val="00616B0C"/>
    <w:rsid w:val="00617697"/>
    <w:rsid w:val="00617AC4"/>
    <w:rsid w:val="00617C5E"/>
    <w:rsid w:val="006206E6"/>
    <w:rsid w:val="00621093"/>
    <w:rsid w:val="006261DD"/>
    <w:rsid w:val="006272CC"/>
    <w:rsid w:val="0063198A"/>
    <w:rsid w:val="00631DF8"/>
    <w:rsid w:val="00637788"/>
    <w:rsid w:val="006419B4"/>
    <w:rsid w:val="00641FA2"/>
    <w:rsid w:val="0064361E"/>
    <w:rsid w:val="006442A5"/>
    <w:rsid w:val="006456AA"/>
    <w:rsid w:val="00645EF4"/>
    <w:rsid w:val="00647159"/>
    <w:rsid w:val="00647350"/>
    <w:rsid w:val="00647766"/>
    <w:rsid w:val="00651717"/>
    <w:rsid w:val="0065240F"/>
    <w:rsid w:val="00653601"/>
    <w:rsid w:val="00653C4A"/>
    <w:rsid w:val="00656DBF"/>
    <w:rsid w:val="00657ED6"/>
    <w:rsid w:val="00660BB3"/>
    <w:rsid w:val="0066183F"/>
    <w:rsid w:val="00662E0A"/>
    <w:rsid w:val="0066695B"/>
    <w:rsid w:val="00667357"/>
    <w:rsid w:val="00673284"/>
    <w:rsid w:val="00673632"/>
    <w:rsid w:val="00675253"/>
    <w:rsid w:val="00675A08"/>
    <w:rsid w:val="006806B2"/>
    <w:rsid w:val="006806F0"/>
    <w:rsid w:val="00682CC8"/>
    <w:rsid w:val="00683178"/>
    <w:rsid w:val="00683B11"/>
    <w:rsid w:val="00683F4B"/>
    <w:rsid w:val="006844BC"/>
    <w:rsid w:val="006877E2"/>
    <w:rsid w:val="00690B25"/>
    <w:rsid w:val="006931E8"/>
    <w:rsid w:val="00695A72"/>
    <w:rsid w:val="00695ADB"/>
    <w:rsid w:val="00697BF5"/>
    <w:rsid w:val="006A1661"/>
    <w:rsid w:val="006A4829"/>
    <w:rsid w:val="006A5A0E"/>
    <w:rsid w:val="006A5E14"/>
    <w:rsid w:val="006A5FC1"/>
    <w:rsid w:val="006A6081"/>
    <w:rsid w:val="006A6875"/>
    <w:rsid w:val="006A6E9C"/>
    <w:rsid w:val="006A70FA"/>
    <w:rsid w:val="006A7DB7"/>
    <w:rsid w:val="006A7EEF"/>
    <w:rsid w:val="006B0EEC"/>
    <w:rsid w:val="006B19CD"/>
    <w:rsid w:val="006B2932"/>
    <w:rsid w:val="006B366C"/>
    <w:rsid w:val="006B4202"/>
    <w:rsid w:val="006B44FE"/>
    <w:rsid w:val="006B7090"/>
    <w:rsid w:val="006B76E5"/>
    <w:rsid w:val="006C2BAD"/>
    <w:rsid w:val="006C3400"/>
    <w:rsid w:val="006C3FFB"/>
    <w:rsid w:val="006C6476"/>
    <w:rsid w:val="006D07DB"/>
    <w:rsid w:val="006D10E4"/>
    <w:rsid w:val="006D4E8B"/>
    <w:rsid w:val="006D58CB"/>
    <w:rsid w:val="006D6AB8"/>
    <w:rsid w:val="006D7334"/>
    <w:rsid w:val="006D7E76"/>
    <w:rsid w:val="006D7FC3"/>
    <w:rsid w:val="006E0010"/>
    <w:rsid w:val="006E1BC1"/>
    <w:rsid w:val="006E2091"/>
    <w:rsid w:val="006E3259"/>
    <w:rsid w:val="006E392D"/>
    <w:rsid w:val="006E6A71"/>
    <w:rsid w:val="006E78B5"/>
    <w:rsid w:val="006F2FF9"/>
    <w:rsid w:val="006F3FE1"/>
    <w:rsid w:val="006F5C1A"/>
    <w:rsid w:val="006F75F8"/>
    <w:rsid w:val="007005B1"/>
    <w:rsid w:val="00700D2B"/>
    <w:rsid w:val="007060FE"/>
    <w:rsid w:val="00706B67"/>
    <w:rsid w:val="00707565"/>
    <w:rsid w:val="00707608"/>
    <w:rsid w:val="0070784C"/>
    <w:rsid w:val="007078F7"/>
    <w:rsid w:val="00707EC8"/>
    <w:rsid w:val="00711659"/>
    <w:rsid w:val="00712E7E"/>
    <w:rsid w:val="00715CA6"/>
    <w:rsid w:val="007170F8"/>
    <w:rsid w:val="00717485"/>
    <w:rsid w:val="00717AD7"/>
    <w:rsid w:val="00717B1C"/>
    <w:rsid w:val="00720233"/>
    <w:rsid w:val="00721210"/>
    <w:rsid w:val="00722795"/>
    <w:rsid w:val="00723500"/>
    <w:rsid w:val="007250A6"/>
    <w:rsid w:val="0072598C"/>
    <w:rsid w:val="00727045"/>
    <w:rsid w:val="00727FB5"/>
    <w:rsid w:val="007321FB"/>
    <w:rsid w:val="00733D2E"/>
    <w:rsid w:val="00734877"/>
    <w:rsid w:val="00736CFA"/>
    <w:rsid w:val="007371A6"/>
    <w:rsid w:val="007400EF"/>
    <w:rsid w:val="00740D2C"/>
    <w:rsid w:val="00741F43"/>
    <w:rsid w:val="00742166"/>
    <w:rsid w:val="0074332B"/>
    <w:rsid w:val="00743578"/>
    <w:rsid w:val="00743E33"/>
    <w:rsid w:val="00744B74"/>
    <w:rsid w:val="00745825"/>
    <w:rsid w:val="00746D14"/>
    <w:rsid w:val="0074703C"/>
    <w:rsid w:val="007478B4"/>
    <w:rsid w:val="00752157"/>
    <w:rsid w:val="007528A2"/>
    <w:rsid w:val="007532B3"/>
    <w:rsid w:val="00762060"/>
    <w:rsid w:val="00763880"/>
    <w:rsid w:val="00764F91"/>
    <w:rsid w:val="007662C4"/>
    <w:rsid w:val="00766579"/>
    <w:rsid w:val="00770C75"/>
    <w:rsid w:val="00770C8B"/>
    <w:rsid w:val="00771B69"/>
    <w:rsid w:val="00774530"/>
    <w:rsid w:val="00775F45"/>
    <w:rsid w:val="007800C4"/>
    <w:rsid w:val="00780DC4"/>
    <w:rsid w:val="007810EF"/>
    <w:rsid w:val="00783A5B"/>
    <w:rsid w:val="00785363"/>
    <w:rsid w:val="0078775B"/>
    <w:rsid w:val="00787D7C"/>
    <w:rsid w:val="00790A94"/>
    <w:rsid w:val="00792413"/>
    <w:rsid w:val="0079356F"/>
    <w:rsid w:val="00794408"/>
    <w:rsid w:val="007A0574"/>
    <w:rsid w:val="007A0D7C"/>
    <w:rsid w:val="007A0E37"/>
    <w:rsid w:val="007A1D46"/>
    <w:rsid w:val="007A2357"/>
    <w:rsid w:val="007A248D"/>
    <w:rsid w:val="007A34BD"/>
    <w:rsid w:val="007A3FDE"/>
    <w:rsid w:val="007A42CE"/>
    <w:rsid w:val="007A5046"/>
    <w:rsid w:val="007A51D7"/>
    <w:rsid w:val="007A671A"/>
    <w:rsid w:val="007B07BF"/>
    <w:rsid w:val="007B2547"/>
    <w:rsid w:val="007B2753"/>
    <w:rsid w:val="007B2E3D"/>
    <w:rsid w:val="007B3FB6"/>
    <w:rsid w:val="007B41B4"/>
    <w:rsid w:val="007B4560"/>
    <w:rsid w:val="007B7AF3"/>
    <w:rsid w:val="007B7CB7"/>
    <w:rsid w:val="007B7D74"/>
    <w:rsid w:val="007C0FB2"/>
    <w:rsid w:val="007C17C9"/>
    <w:rsid w:val="007C22F9"/>
    <w:rsid w:val="007C3B13"/>
    <w:rsid w:val="007C58FD"/>
    <w:rsid w:val="007D16AC"/>
    <w:rsid w:val="007D17CF"/>
    <w:rsid w:val="007D22B8"/>
    <w:rsid w:val="007D5155"/>
    <w:rsid w:val="007D5B88"/>
    <w:rsid w:val="007D6339"/>
    <w:rsid w:val="007D7D70"/>
    <w:rsid w:val="007E0051"/>
    <w:rsid w:val="007E4293"/>
    <w:rsid w:val="007E4582"/>
    <w:rsid w:val="007E5074"/>
    <w:rsid w:val="007F1189"/>
    <w:rsid w:val="007F1A66"/>
    <w:rsid w:val="007F2761"/>
    <w:rsid w:val="007F2B0C"/>
    <w:rsid w:val="00800666"/>
    <w:rsid w:val="008015C6"/>
    <w:rsid w:val="0080360E"/>
    <w:rsid w:val="00805FCD"/>
    <w:rsid w:val="00806815"/>
    <w:rsid w:val="00807C62"/>
    <w:rsid w:val="00810318"/>
    <w:rsid w:val="008107B3"/>
    <w:rsid w:val="00810E95"/>
    <w:rsid w:val="00811972"/>
    <w:rsid w:val="00814C15"/>
    <w:rsid w:val="00815BC6"/>
    <w:rsid w:val="00815BCC"/>
    <w:rsid w:val="00817A33"/>
    <w:rsid w:val="00820EBA"/>
    <w:rsid w:val="00821519"/>
    <w:rsid w:val="00822EC2"/>
    <w:rsid w:val="00823F62"/>
    <w:rsid w:val="00824545"/>
    <w:rsid w:val="00826980"/>
    <w:rsid w:val="00832BAA"/>
    <w:rsid w:val="00833781"/>
    <w:rsid w:val="00833BCB"/>
    <w:rsid w:val="0083410E"/>
    <w:rsid w:val="008358B0"/>
    <w:rsid w:val="00836529"/>
    <w:rsid w:val="00836E36"/>
    <w:rsid w:val="0084080B"/>
    <w:rsid w:val="008408BA"/>
    <w:rsid w:val="0084168A"/>
    <w:rsid w:val="008500B0"/>
    <w:rsid w:val="008511F9"/>
    <w:rsid w:val="00851648"/>
    <w:rsid w:val="008523B3"/>
    <w:rsid w:val="00854A74"/>
    <w:rsid w:val="008555B0"/>
    <w:rsid w:val="00855B42"/>
    <w:rsid w:val="008560F9"/>
    <w:rsid w:val="0085657F"/>
    <w:rsid w:val="00856973"/>
    <w:rsid w:val="00856DCA"/>
    <w:rsid w:val="00857845"/>
    <w:rsid w:val="008602C7"/>
    <w:rsid w:val="00862467"/>
    <w:rsid w:val="00862714"/>
    <w:rsid w:val="00862E27"/>
    <w:rsid w:val="008644E1"/>
    <w:rsid w:val="00864D6A"/>
    <w:rsid w:val="00864F6E"/>
    <w:rsid w:val="0086526F"/>
    <w:rsid w:val="00866296"/>
    <w:rsid w:val="00867630"/>
    <w:rsid w:val="008705EA"/>
    <w:rsid w:val="00871132"/>
    <w:rsid w:val="00872271"/>
    <w:rsid w:val="008724BD"/>
    <w:rsid w:val="00872517"/>
    <w:rsid w:val="0087336D"/>
    <w:rsid w:val="00874387"/>
    <w:rsid w:val="00874403"/>
    <w:rsid w:val="00874503"/>
    <w:rsid w:val="008753A0"/>
    <w:rsid w:val="00877435"/>
    <w:rsid w:val="00881003"/>
    <w:rsid w:val="0088165F"/>
    <w:rsid w:val="00881947"/>
    <w:rsid w:val="00881A6E"/>
    <w:rsid w:val="0088245E"/>
    <w:rsid w:val="008853E7"/>
    <w:rsid w:val="008860C0"/>
    <w:rsid w:val="008905D3"/>
    <w:rsid w:val="00890B29"/>
    <w:rsid w:val="00893A29"/>
    <w:rsid w:val="00896220"/>
    <w:rsid w:val="008970F2"/>
    <w:rsid w:val="00897415"/>
    <w:rsid w:val="008A0AE0"/>
    <w:rsid w:val="008A54F1"/>
    <w:rsid w:val="008B03BD"/>
    <w:rsid w:val="008B0594"/>
    <w:rsid w:val="008B0E2E"/>
    <w:rsid w:val="008B11C5"/>
    <w:rsid w:val="008B1D7F"/>
    <w:rsid w:val="008B1F01"/>
    <w:rsid w:val="008B2CB6"/>
    <w:rsid w:val="008B3640"/>
    <w:rsid w:val="008B3CF8"/>
    <w:rsid w:val="008B425B"/>
    <w:rsid w:val="008B6480"/>
    <w:rsid w:val="008C13A8"/>
    <w:rsid w:val="008C2805"/>
    <w:rsid w:val="008C2D37"/>
    <w:rsid w:val="008C378A"/>
    <w:rsid w:val="008C55BC"/>
    <w:rsid w:val="008C5BEB"/>
    <w:rsid w:val="008C76DD"/>
    <w:rsid w:val="008D3E65"/>
    <w:rsid w:val="008D5B90"/>
    <w:rsid w:val="008D5E57"/>
    <w:rsid w:val="008D6219"/>
    <w:rsid w:val="008D7324"/>
    <w:rsid w:val="008E0107"/>
    <w:rsid w:val="008E3E29"/>
    <w:rsid w:val="008E740D"/>
    <w:rsid w:val="008E7C08"/>
    <w:rsid w:val="008F0F60"/>
    <w:rsid w:val="008F5F52"/>
    <w:rsid w:val="008F7B00"/>
    <w:rsid w:val="00901025"/>
    <w:rsid w:val="0090122B"/>
    <w:rsid w:val="00905935"/>
    <w:rsid w:val="00910E33"/>
    <w:rsid w:val="00912FC0"/>
    <w:rsid w:val="00915D21"/>
    <w:rsid w:val="00916D19"/>
    <w:rsid w:val="00917D15"/>
    <w:rsid w:val="00921012"/>
    <w:rsid w:val="0092234B"/>
    <w:rsid w:val="00922FDD"/>
    <w:rsid w:val="00923D0B"/>
    <w:rsid w:val="00924F21"/>
    <w:rsid w:val="00925D80"/>
    <w:rsid w:val="00927E8E"/>
    <w:rsid w:val="00930EB6"/>
    <w:rsid w:val="00932907"/>
    <w:rsid w:val="00934F1A"/>
    <w:rsid w:val="0093540A"/>
    <w:rsid w:val="0093604D"/>
    <w:rsid w:val="009368F3"/>
    <w:rsid w:val="00937EBC"/>
    <w:rsid w:val="00940349"/>
    <w:rsid w:val="00940C0C"/>
    <w:rsid w:val="009429C4"/>
    <w:rsid w:val="009429E6"/>
    <w:rsid w:val="009431DC"/>
    <w:rsid w:val="009436BB"/>
    <w:rsid w:val="0094397E"/>
    <w:rsid w:val="00945629"/>
    <w:rsid w:val="00951729"/>
    <w:rsid w:val="0095273D"/>
    <w:rsid w:val="00952863"/>
    <w:rsid w:val="00952FBC"/>
    <w:rsid w:val="0095610C"/>
    <w:rsid w:val="00956338"/>
    <w:rsid w:val="009608DE"/>
    <w:rsid w:val="00960D5F"/>
    <w:rsid w:val="00960F26"/>
    <w:rsid w:val="00961BBD"/>
    <w:rsid w:val="00962456"/>
    <w:rsid w:val="009625F4"/>
    <w:rsid w:val="009656DD"/>
    <w:rsid w:val="00967417"/>
    <w:rsid w:val="00967A44"/>
    <w:rsid w:val="00967D09"/>
    <w:rsid w:val="00970E1B"/>
    <w:rsid w:val="00971577"/>
    <w:rsid w:val="0097272F"/>
    <w:rsid w:val="00974D86"/>
    <w:rsid w:val="00974EB9"/>
    <w:rsid w:val="00976B2D"/>
    <w:rsid w:val="00977D38"/>
    <w:rsid w:val="0098094C"/>
    <w:rsid w:val="0098232D"/>
    <w:rsid w:val="00983EDE"/>
    <w:rsid w:val="009857A6"/>
    <w:rsid w:val="00985F40"/>
    <w:rsid w:val="009929F2"/>
    <w:rsid w:val="00995407"/>
    <w:rsid w:val="00995C9D"/>
    <w:rsid w:val="00997758"/>
    <w:rsid w:val="00997A60"/>
    <w:rsid w:val="00997AD5"/>
    <w:rsid w:val="009A0206"/>
    <w:rsid w:val="009A1AC5"/>
    <w:rsid w:val="009A273E"/>
    <w:rsid w:val="009A2BA9"/>
    <w:rsid w:val="009A3819"/>
    <w:rsid w:val="009A3AE2"/>
    <w:rsid w:val="009A3E75"/>
    <w:rsid w:val="009A46BE"/>
    <w:rsid w:val="009A52BE"/>
    <w:rsid w:val="009A5DF0"/>
    <w:rsid w:val="009B17F2"/>
    <w:rsid w:val="009B1C62"/>
    <w:rsid w:val="009B1F73"/>
    <w:rsid w:val="009B24E0"/>
    <w:rsid w:val="009B2CF1"/>
    <w:rsid w:val="009B3348"/>
    <w:rsid w:val="009B4F86"/>
    <w:rsid w:val="009B7650"/>
    <w:rsid w:val="009C390C"/>
    <w:rsid w:val="009C4A28"/>
    <w:rsid w:val="009C4A61"/>
    <w:rsid w:val="009C66ED"/>
    <w:rsid w:val="009C78A7"/>
    <w:rsid w:val="009C7A11"/>
    <w:rsid w:val="009C7E67"/>
    <w:rsid w:val="009D1F5B"/>
    <w:rsid w:val="009D241D"/>
    <w:rsid w:val="009D2AF1"/>
    <w:rsid w:val="009D31FC"/>
    <w:rsid w:val="009D35CC"/>
    <w:rsid w:val="009D4C04"/>
    <w:rsid w:val="009D4D42"/>
    <w:rsid w:val="009D6928"/>
    <w:rsid w:val="009D69C7"/>
    <w:rsid w:val="009D7304"/>
    <w:rsid w:val="009D7710"/>
    <w:rsid w:val="009D79F7"/>
    <w:rsid w:val="009D7A9F"/>
    <w:rsid w:val="009E0C0A"/>
    <w:rsid w:val="009E119C"/>
    <w:rsid w:val="009E22DE"/>
    <w:rsid w:val="009E3C72"/>
    <w:rsid w:val="009E3D0F"/>
    <w:rsid w:val="009E4009"/>
    <w:rsid w:val="009E4201"/>
    <w:rsid w:val="009E4484"/>
    <w:rsid w:val="009E4E8B"/>
    <w:rsid w:val="009E67C9"/>
    <w:rsid w:val="009E798C"/>
    <w:rsid w:val="009F0D89"/>
    <w:rsid w:val="009F1705"/>
    <w:rsid w:val="009F2349"/>
    <w:rsid w:val="009F34DF"/>
    <w:rsid w:val="009F35EB"/>
    <w:rsid w:val="009F4245"/>
    <w:rsid w:val="009F5E4B"/>
    <w:rsid w:val="009F7A81"/>
    <w:rsid w:val="009F7CBB"/>
    <w:rsid w:val="00A00928"/>
    <w:rsid w:val="00A02F4D"/>
    <w:rsid w:val="00A03941"/>
    <w:rsid w:val="00A0587A"/>
    <w:rsid w:val="00A0669E"/>
    <w:rsid w:val="00A0719B"/>
    <w:rsid w:val="00A071F7"/>
    <w:rsid w:val="00A07E6C"/>
    <w:rsid w:val="00A107CC"/>
    <w:rsid w:val="00A10A76"/>
    <w:rsid w:val="00A10CFD"/>
    <w:rsid w:val="00A12BBE"/>
    <w:rsid w:val="00A13EB3"/>
    <w:rsid w:val="00A13FE0"/>
    <w:rsid w:val="00A15DA6"/>
    <w:rsid w:val="00A20080"/>
    <w:rsid w:val="00A22216"/>
    <w:rsid w:val="00A25870"/>
    <w:rsid w:val="00A26CC1"/>
    <w:rsid w:val="00A309F1"/>
    <w:rsid w:val="00A327A5"/>
    <w:rsid w:val="00A3333D"/>
    <w:rsid w:val="00A341C5"/>
    <w:rsid w:val="00A35430"/>
    <w:rsid w:val="00A3633C"/>
    <w:rsid w:val="00A36E18"/>
    <w:rsid w:val="00A3734D"/>
    <w:rsid w:val="00A424CB"/>
    <w:rsid w:val="00A43AC5"/>
    <w:rsid w:val="00A445C8"/>
    <w:rsid w:val="00A47269"/>
    <w:rsid w:val="00A51C6B"/>
    <w:rsid w:val="00A53D7A"/>
    <w:rsid w:val="00A53E5E"/>
    <w:rsid w:val="00A542B8"/>
    <w:rsid w:val="00A57A85"/>
    <w:rsid w:val="00A57EB6"/>
    <w:rsid w:val="00A6050A"/>
    <w:rsid w:val="00A627A6"/>
    <w:rsid w:val="00A62AB4"/>
    <w:rsid w:val="00A67A48"/>
    <w:rsid w:val="00A67BCE"/>
    <w:rsid w:val="00A67E68"/>
    <w:rsid w:val="00A74A51"/>
    <w:rsid w:val="00A7607C"/>
    <w:rsid w:val="00A772AB"/>
    <w:rsid w:val="00A77700"/>
    <w:rsid w:val="00A8020C"/>
    <w:rsid w:val="00A804D3"/>
    <w:rsid w:val="00A8070E"/>
    <w:rsid w:val="00A80E05"/>
    <w:rsid w:val="00A83C8C"/>
    <w:rsid w:val="00A8404E"/>
    <w:rsid w:val="00A8417B"/>
    <w:rsid w:val="00A85FF2"/>
    <w:rsid w:val="00A914F7"/>
    <w:rsid w:val="00A92065"/>
    <w:rsid w:val="00A922D5"/>
    <w:rsid w:val="00A92589"/>
    <w:rsid w:val="00A938F0"/>
    <w:rsid w:val="00A94F50"/>
    <w:rsid w:val="00A95677"/>
    <w:rsid w:val="00AA00E8"/>
    <w:rsid w:val="00AA755A"/>
    <w:rsid w:val="00AB2E5D"/>
    <w:rsid w:val="00AB47E4"/>
    <w:rsid w:val="00AC5DC9"/>
    <w:rsid w:val="00AC6B06"/>
    <w:rsid w:val="00AD07F6"/>
    <w:rsid w:val="00AD4838"/>
    <w:rsid w:val="00AD5693"/>
    <w:rsid w:val="00AD6280"/>
    <w:rsid w:val="00AD68DD"/>
    <w:rsid w:val="00AD6F1B"/>
    <w:rsid w:val="00AD7E7A"/>
    <w:rsid w:val="00AE1A8C"/>
    <w:rsid w:val="00AE38AD"/>
    <w:rsid w:val="00AE52DA"/>
    <w:rsid w:val="00AE5F90"/>
    <w:rsid w:val="00AF167C"/>
    <w:rsid w:val="00AF1860"/>
    <w:rsid w:val="00AF29A7"/>
    <w:rsid w:val="00AF29C1"/>
    <w:rsid w:val="00AF5586"/>
    <w:rsid w:val="00AF5D87"/>
    <w:rsid w:val="00B0081D"/>
    <w:rsid w:val="00B00AD8"/>
    <w:rsid w:val="00B00C87"/>
    <w:rsid w:val="00B01E71"/>
    <w:rsid w:val="00B02527"/>
    <w:rsid w:val="00B027E1"/>
    <w:rsid w:val="00B02A83"/>
    <w:rsid w:val="00B03EFA"/>
    <w:rsid w:val="00B051AF"/>
    <w:rsid w:val="00B053DF"/>
    <w:rsid w:val="00B06CB9"/>
    <w:rsid w:val="00B10AB1"/>
    <w:rsid w:val="00B10EA6"/>
    <w:rsid w:val="00B11537"/>
    <w:rsid w:val="00B17B78"/>
    <w:rsid w:val="00B2052C"/>
    <w:rsid w:val="00B20E01"/>
    <w:rsid w:val="00B22E6E"/>
    <w:rsid w:val="00B240D8"/>
    <w:rsid w:val="00B25175"/>
    <w:rsid w:val="00B26433"/>
    <w:rsid w:val="00B275C8"/>
    <w:rsid w:val="00B30100"/>
    <w:rsid w:val="00B306DD"/>
    <w:rsid w:val="00B30968"/>
    <w:rsid w:val="00B31675"/>
    <w:rsid w:val="00B31A57"/>
    <w:rsid w:val="00B33198"/>
    <w:rsid w:val="00B34B2A"/>
    <w:rsid w:val="00B35DDC"/>
    <w:rsid w:val="00B363F8"/>
    <w:rsid w:val="00B40ABE"/>
    <w:rsid w:val="00B40FEE"/>
    <w:rsid w:val="00B4178F"/>
    <w:rsid w:val="00B41902"/>
    <w:rsid w:val="00B41E72"/>
    <w:rsid w:val="00B42B00"/>
    <w:rsid w:val="00B443EF"/>
    <w:rsid w:val="00B51CE2"/>
    <w:rsid w:val="00B522F0"/>
    <w:rsid w:val="00B52853"/>
    <w:rsid w:val="00B565D9"/>
    <w:rsid w:val="00B576A6"/>
    <w:rsid w:val="00B62160"/>
    <w:rsid w:val="00B638CB"/>
    <w:rsid w:val="00B64F31"/>
    <w:rsid w:val="00B72EF2"/>
    <w:rsid w:val="00B73BE1"/>
    <w:rsid w:val="00B7417E"/>
    <w:rsid w:val="00B75518"/>
    <w:rsid w:val="00B75E8F"/>
    <w:rsid w:val="00B7797E"/>
    <w:rsid w:val="00B77D64"/>
    <w:rsid w:val="00B81247"/>
    <w:rsid w:val="00B8195A"/>
    <w:rsid w:val="00B822D1"/>
    <w:rsid w:val="00B82AC0"/>
    <w:rsid w:val="00B82FF8"/>
    <w:rsid w:val="00B86380"/>
    <w:rsid w:val="00B9157C"/>
    <w:rsid w:val="00B92FA7"/>
    <w:rsid w:val="00B9361B"/>
    <w:rsid w:val="00B94231"/>
    <w:rsid w:val="00B9453D"/>
    <w:rsid w:val="00B94E46"/>
    <w:rsid w:val="00B95250"/>
    <w:rsid w:val="00B97F55"/>
    <w:rsid w:val="00BA1466"/>
    <w:rsid w:val="00BB0E81"/>
    <w:rsid w:val="00BB3158"/>
    <w:rsid w:val="00BB380F"/>
    <w:rsid w:val="00BB38CB"/>
    <w:rsid w:val="00BB4120"/>
    <w:rsid w:val="00BB49D1"/>
    <w:rsid w:val="00BB6A20"/>
    <w:rsid w:val="00BB7E8A"/>
    <w:rsid w:val="00BC1BBC"/>
    <w:rsid w:val="00BC2206"/>
    <w:rsid w:val="00BC32F0"/>
    <w:rsid w:val="00BC33DC"/>
    <w:rsid w:val="00BC419E"/>
    <w:rsid w:val="00BC4D8E"/>
    <w:rsid w:val="00BC5E6E"/>
    <w:rsid w:val="00BC79D3"/>
    <w:rsid w:val="00BC7C7B"/>
    <w:rsid w:val="00BD0E97"/>
    <w:rsid w:val="00BD3C30"/>
    <w:rsid w:val="00BD44D5"/>
    <w:rsid w:val="00BD71F1"/>
    <w:rsid w:val="00BE0782"/>
    <w:rsid w:val="00BE0C1C"/>
    <w:rsid w:val="00BE12E1"/>
    <w:rsid w:val="00BE1D0F"/>
    <w:rsid w:val="00BE2B9E"/>
    <w:rsid w:val="00BE3050"/>
    <w:rsid w:val="00BE3BDB"/>
    <w:rsid w:val="00BE479A"/>
    <w:rsid w:val="00BE58E8"/>
    <w:rsid w:val="00BE662C"/>
    <w:rsid w:val="00BE68BC"/>
    <w:rsid w:val="00BF0958"/>
    <w:rsid w:val="00BF219A"/>
    <w:rsid w:val="00BF26ED"/>
    <w:rsid w:val="00BF2C89"/>
    <w:rsid w:val="00BF39E1"/>
    <w:rsid w:val="00BF6EED"/>
    <w:rsid w:val="00C006D5"/>
    <w:rsid w:val="00C00796"/>
    <w:rsid w:val="00C0358D"/>
    <w:rsid w:val="00C03A74"/>
    <w:rsid w:val="00C03DFE"/>
    <w:rsid w:val="00C0454C"/>
    <w:rsid w:val="00C06C81"/>
    <w:rsid w:val="00C07679"/>
    <w:rsid w:val="00C07C08"/>
    <w:rsid w:val="00C10E72"/>
    <w:rsid w:val="00C11599"/>
    <w:rsid w:val="00C1165D"/>
    <w:rsid w:val="00C121A2"/>
    <w:rsid w:val="00C12998"/>
    <w:rsid w:val="00C1303C"/>
    <w:rsid w:val="00C146F6"/>
    <w:rsid w:val="00C14EEC"/>
    <w:rsid w:val="00C15FA3"/>
    <w:rsid w:val="00C1688E"/>
    <w:rsid w:val="00C20945"/>
    <w:rsid w:val="00C211FC"/>
    <w:rsid w:val="00C2149E"/>
    <w:rsid w:val="00C21500"/>
    <w:rsid w:val="00C21F15"/>
    <w:rsid w:val="00C23015"/>
    <w:rsid w:val="00C24E00"/>
    <w:rsid w:val="00C257C0"/>
    <w:rsid w:val="00C26514"/>
    <w:rsid w:val="00C275A7"/>
    <w:rsid w:val="00C30490"/>
    <w:rsid w:val="00C310FD"/>
    <w:rsid w:val="00C34555"/>
    <w:rsid w:val="00C35C1E"/>
    <w:rsid w:val="00C36B22"/>
    <w:rsid w:val="00C4019C"/>
    <w:rsid w:val="00C408A5"/>
    <w:rsid w:val="00C427AD"/>
    <w:rsid w:val="00C4413A"/>
    <w:rsid w:val="00C44E81"/>
    <w:rsid w:val="00C46C85"/>
    <w:rsid w:val="00C46CBA"/>
    <w:rsid w:val="00C5007A"/>
    <w:rsid w:val="00C5375F"/>
    <w:rsid w:val="00C55066"/>
    <w:rsid w:val="00C551A2"/>
    <w:rsid w:val="00C56D90"/>
    <w:rsid w:val="00C57439"/>
    <w:rsid w:val="00C57EDE"/>
    <w:rsid w:val="00C60805"/>
    <w:rsid w:val="00C6098E"/>
    <w:rsid w:val="00C624EE"/>
    <w:rsid w:val="00C62533"/>
    <w:rsid w:val="00C64032"/>
    <w:rsid w:val="00C640BD"/>
    <w:rsid w:val="00C64C50"/>
    <w:rsid w:val="00C65BE8"/>
    <w:rsid w:val="00C67DC6"/>
    <w:rsid w:val="00C712A5"/>
    <w:rsid w:val="00C71707"/>
    <w:rsid w:val="00C73B5B"/>
    <w:rsid w:val="00C74E8A"/>
    <w:rsid w:val="00C74E9E"/>
    <w:rsid w:val="00C75A26"/>
    <w:rsid w:val="00C77DFE"/>
    <w:rsid w:val="00C8087A"/>
    <w:rsid w:val="00C81F17"/>
    <w:rsid w:val="00C871ED"/>
    <w:rsid w:val="00C94110"/>
    <w:rsid w:val="00C9421E"/>
    <w:rsid w:val="00C95D73"/>
    <w:rsid w:val="00CA5C12"/>
    <w:rsid w:val="00CA6396"/>
    <w:rsid w:val="00CB0548"/>
    <w:rsid w:val="00CB229E"/>
    <w:rsid w:val="00CB2A27"/>
    <w:rsid w:val="00CB35CC"/>
    <w:rsid w:val="00CB4AF7"/>
    <w:rsid w:val="00CB61C0"/>
    <w:rsid w:val="00CC21F8"/>
    <w:rsid w:val="00CC71C8"/>
    <w:rsid w:val="00CC7F65"/>
    <w:rsid w:val="00CD0224"/>
    <w:rsid w:val="00CD16ED"/>
    <w:rsid w:val="00CD265B"/>
    <w:rsid w:val="00CD2AE3"/>
    <w:rsid w:val="00CD2DC4"/>
    <w:rsid w:val="00CD491C"/>
    <w:rsid w:val="00CD5021"/>
    <w:rsid w:val="00CD58F3"/>
    <w:rsid w:val="00CD6BF1"/>
    <w:rsid w:val="00CD73B6"/>
    <w:rsid w:val="00CE15B0"/>
    <w:rsid w:val="00CE2F1D"/>
    <w:rsid w:val="00CE43AC"/>
    <w:rsid w:val="00CE52EC"/>
    <w:rsid w:val="00CE55EA"/>
    <w:rsid w:val="00CF2609"/>
    <w:rsid w:val="00CF42E1"/>
    <w:rsid w:val="00CF4EB8"/>
    <w:rsid w:val="00CF602B"/>
    <w:rsid w:val="00CF68E9"/>
    <w:rsid w:val="00CF6AA7"/>
    <w:rsid w:val="00CF743C"/>
    <w:rsid w:val="00CF7650"/>
    <w:rsid w:val="00D01584"/>
    <w:rsid w:val="00D03AF7"/>
    <w:rsid w:val="00D03BFD"/>
    <w:rsid w:val="00D04AD7"/>
    <w:rsid w:val="00D0557D"/>
    <w:rsid w:val="00D05FED"/>
    <w:rsid w:val="00D0607D"/>
    <w:rsid w:val="00D06166"/>
    <w:rsid w:val="00D06C3B"/>
    <w:rsid w:val="00D1002B"/>
    <w:rsid w:val="00D13498"/>
    <w:rsid w:val="00D16017"/>
    <w:rsid w:val="00D1715A"/>
    <w:rsid w:val="00D2030B"/>
    <w:rsid w:val="00D215C0"/>
    <w:rsid w:val="00D23203"/>
    <w:rsid w:val="00D24376"/>
    <w:rsid w:val="00D24E82"/>
    <w:rsid w:val="00D255E7"/>
    <w:rsid w:val="00D27F36"/>
    <w:rsid w:val="00D305B5"/>
    <w:rsid w:val="00D315F2"/>
    <w:rsid w:val="00D323B3"/>
    <w:rsid w:val="00D32C97"/>
    <w:rsid w:val="00D33B88"/>
    <w:rsid w:val="00D346E5"/>
    <w:rsid w:val="00D34BA2"/>
    <w:rsid w:val="00D36C96"/>
    <w:rsid w:val="00D36E9F"/>
    <w:rsid w:val="00D378F3"/>
    <w:rsid w:val="00D41D8D"/>
    <w:rsid w:val="00D422E6"/>
    <w:rsid w:val="00D4232E"/>
    <w:rsid w:val="00D44351"/>
    <w:rsid w:val="00D44E13"/>
    <w:rsid w:val="00D465B7"/>
    <w:rsid w:val="00D4675A"/>
    <w:rsid w:val="00D47038"/>
    <w:rsid w:val="00D507B2"/>
    <w:rsid w:val="00D5194F"/>
    <w:rsid w:val="00D54C12"/>
    <w:rsid w:val="00D55A48"/>
    <w:rsid w:val="00D55A62"/>
    <w:rsid w:val="00D55F6B"/>
    <w:rsid w:val="00D56650"/>
    <w:rsid w:val="00D57BDD"/>
    <w:rsid w:val="00D60396"/>
    <w:rsid w:val="00D615E1"/>
    <w:rsid w:val="00D61B1C"/>
    <w:rsid w:val="00D61BF1"/>
    <w:rsid w:val="00D625B0"/>
    <w:rsid w:val="00D632DB"/>
    <w:rsid w:val="00D63DF2"/>
    <w:rsid w:val="00D647DF"/>
    <w:rsid w:val="00D64E87"/>
    <w:rsid w:val="00D65637"/>
    <w:rsid w:val="00D66BBD"/>
    <w:rsid w:val="00D66BE9"/>
    <w:rsid w:val="00D71674"/>
    <w:rsid w:val="00D71F0E"/>
    <w:rsid w:val="00D72D2A"/>
    <w:rsid w:val="00D73EEC"/>
    <w:rsid w:val="00D74048"/>
    <w:rsid w:val="00D7441A"/>
    <w:rsid w:val="00D76707"/>
    <w:rsid w:val="00D76E2C"/>
    <w:rsid w:val="00D778E4"/>
    <w:rsid w:val="00D77AC6"/>
    <w:rsid w:val="00D77FC7"/>
    <w:rsid w:val="00D80BDD"/>
    <w:rsid w:val="00D81761"/>
    <w:rsid w:val="00D821FE"/>
    <w:rsid w:val="00D85221"/>
    <w:rsid w:val="00D86298"/>
    <w:rsid w:val="00D8657C"/>
    <w:rsid w:val="00D87031"/>
    <w:rsid w:val="00D9282E"/>
    <w:rsid w:val="00D9338E"/>
    <w:rsid w:val="00D93D12"/>
    <w:rsid w:val="00D94CCF"/>
    <w:rsid w:val="00D9569E"/>
    <w:rsid w:val="00D97347"/>
    <w:rsid w:val="00DA32AC"/>
    <w:rsid w:val="00DA3BDB"/>
    <w:rsid w:val="00DA7FE6"/>
    <w:rsid w:val="00DB0952"/>
    <w:rsid w:val="00DB0F38"/>
    <w:rsid w:val="00DB224A"/>
    <w:rsid w:val="00DB5275"/>
    <w:rsid w:val="00DB5B2B"/>
    <w:rsid w:val="00DC098F"/>
    <w:rsid w:val="00DC0D72"/>
    <w:rsid w:val="00DC1800"/>
    <w:rsid w:val="00DC1D37"/>
    <w:rsid w:val="00DC3D52"/>
    <w:rsid w:val="00DC4732"/>
    <w:rsid w:val="00DC5943"/>
    <w:rsid w:val="00DC6D07"/>
    <w:rsid w:val="00DD1615"/>
    <w:rsid w:val="00DD1AD6"/>
    <w:rsid w:val="00DD1D01"/>
    <w:rsid w:val="00DD2A07"/>
    <w:rsid w:val="00DD6A5D"/>
    <w:rsid w:val="00DD7B0E"/>
    <w:rsid w:val="00DE0E89"/>
    <w:rsid w:val="00DE0EF9"/>
    <w:rsid w:val="00DE16EF"/>
    <w:rsid w:val="00DE21D1"/>
    <w:rsid w:val="00DE36D8"/>
    <w:rsid w:val="00DE5D64"/>
    <w:rsid w:val="00DE705E"/>
    <w:rsid w:val="00DF1896"/>
    <w:rsid w:val="00DF1C12"/>
    <w:rsid w:val="00DF233E"/>
    <w:rsid w:val="00DF3838"/>
    <w:rsid w:val="00DF4EA9"/>
    <w:rsid w:val="00DF66BD"/>
    <w:rsid w:val="00E02C43"/>
    <w:rsid w:val="00E03C85"/>
    <w:rsid w:val="00E04D29"/>
    <w:rsid w:val="00E06313"/>
    <w:rsid w:val="00E06676"/>
    <w:rsid w:val="00E06807"/>
    <w:rsid w:val="00E0716E"/>
    <w:rsid w:val="00E10B05"/>
    <w:rsid w:val="00E10E4E"/>
    <w:rsid w:val="00E13C32"/>
    <w:rsid w:val="00E1458F"/>
    <w:rsid w:val="00E1496B"/>
    <w:rsid w:val="00E16409"/>
    <w:rsid w:val="00E234B7"/>
    <w:rsid w:val="00E241E4"/>
    <w:rsid w:val="00E25FEB"/>
    <w:rsid w:val="00E27F95"/>
    <w:rsid w:val="00E30F39"/>
    <w:rsid w:val="00E31905"/>
    <w:rsid w:val="00E31D46"/>
    <w:rsid w:val="00E32829"/>
    <w:rsid w:val="00E328E6"/>
    <w:rsid w:val="00E32EBF"/>
    <w:rsid w:val="00E33210"/>
    <w:rsid w:val="00E35B20"/>
    <w:rsid w:val="00E35C0A"/>
    <w:rsid w:val="00E369CF"/>
    <w:rsid w:val="00E36D33"/>
    <w:rsid w:val="00E376EE"/>
    <w:rsid w:val="00E4030C"/>
    <w:rsid w:val="00E40894"/>
    <w:rsid w:val="00E40A6F"/>
    <w:rsid w:val="00E41FF8"/>
    <w:rsid w:val="00E42787"/>
    <w:rsid w:val="00E431A7"/>
    <w:rsid w:val="00E45CAA"/>
    <w:rsid w:val="00E51E76"/>
    <w:rsid w:val="00E523D9"/>
    <w:rsid w:val="00E52ED3"/>
    <w:rsid w:val="00E540F7"/>
    <w:rsid w:val="00E5498D"/>
    <w:rsid w:val="00E564F2"/>
    <w:rsid w:val="00E569D0"/>
    <w:rsid w:val="00E56B22"/>
    <w:rsid w:val="00E608FA"/>
    <w:rsid w:val="00E619AA"/>
    <w:rsid w:val="00E641BE"/>
    <w:rsid w:val="00E65997"/>
    <w:rsid w:val="00E66854"/>
    <w:rsid w:val="00E70AE8"/>
    <w:rsid w:val="00E710D1"/>
    <w:rsid w:val="00E756FF"/>
    <w:rsid w:val="00E76356"/>
    <w:rsid w:val="00E76EDA"/>
    <w:rsid w:val="00E7766D"/>
    <w:rsid w:val="00E7773A"/>
    <w:rsid w:val="00E81DEA"/>
    <w:rsid w:val="00E8427E"/>
    <w:rsid w:val="00E847C2"/>
    <w:rsid w:val="00E84AD6"/>
    <w:rsid w:val="00E86F25"/>
    <w:rsid w:val="00E95577"/>
    <w:rsid w:val="00E96E34"/>
    <w:rsid w:val="00E9737C"/>
    <w:rsid w:val="00E973C3"/>
    <w:rsid w:val="00E97737"/>
    <w:rsid w:val="00EA0116"/>
    <w:rsid w:val="00EA0D49"/>
    <w:rsid w:val="00EA1FF1"/>
    <w:rsid w:val="00EA54C5"/>
    <w:rsid w:val="00EA747D"/>
    <w:rsid w:val="00EB1F80"/>
    <w:rsid w:val="00EB29B7"/>
    <w:rsid w:val="00EB2B14"/>
    <w:rsid w:val="00EB5F88"/>
    <w:rsid w:val="00EB6019"/>
    <w:rsid w:val="00EB7875"/>
    <w:rsid w:val="00EC5681"/>
    <w:rsid w:val="00ED00FA"/>
    <w:rsid w:val="00ED16AC"/>
    <w:rsid w:val="00ED26F9"/>
    <w:rsid w:val="00ED273C"/>
    <w:rsid w:val="00ED2762"/>
    <w:rsid w:val="00ED2A57"/>
    <w:rsid w:val="00ED374A"/>
    <w:rsid w:val="00ED468F"/>
    <w:rsid w:val="00ED6D11"/>
    <w:rsid w:val="00ED728D"/>
    <w:rsid w:val="00ED72B0"/>
    <w:rsid w:val="00ED7331"/>
    <w:rsid w:val="00ED7F08"/>
    <w:rsid w:val="00EE0455"/>
    <w:rsid w:val="00EE0977"/>
    <w:rsid w:val="00EE131D"/>
    <w:rsid w:val="00EE1638"/>
    <w:rsid w:val="00EE1CA6"/>
    <w:rsid w:val="00EE2697"/>
    <w:rsid w:val="00EE3DBE"/>
    <w:rsid w:val="00EE65CE"/>
    <w:rsid w:val="00EE78AA"/>
    <w:rsid w:val="00EF25AD"/>
    <w:rsid w:val="00EF283E"/>
    <w:rsid w:val="00EF381C"/>
    <w:rsid w:val="00EF3D5D"/>
    <w:rsid w:val="00F02567"/>
    <w:rsid w:val="00F028DB"/>
    <w:rsid w:val="00F03296"/>
    <w:rsid w:val="00F0521B"/>
    <w:rsid w:val="00F055DC"/>
    <w:rsid w:val="00F05CBE"/>
    <w:rsid w:val="00F06261"/>
    <w:rsid w:val="00F06947"/>
    <w:rsid w:val="00F06C2B"/>
    <w:rsid w:val="00F1025F"/>
    <w:rsid w:val="00F12851"/>
    <w:rsid w:val="00F13D38"/>
    <w:rsid w:val="00F14DC6"/>
    <w:rsid w:val="00F16482"/>
    <w:rsid w:val="00F16501"/>
    <w:rsid w:val="00F17A5E"/>
    <w:rsid w:val="00F21059"/>
    <w:rsid w:val="00F21103"/>
    <w:rsid w:val="00F271FB"/>
    <w:rsid w:val="00F27EA7"/>
    <w:rsid w:val="00F32CE0"/>
    <w:rsid w:val="00F33D92"/>
    <w:rsid w:val="00F34EA6"/>
    <w:rsid w:val="00F351AE"/>
    <w:rsid w:val="00F375B0"/>
    <w:rsid w:val="00F3789A"/>
    <w:rsid w:val="00F37BFA"/>
    <w:rsid w:val="00F405D1"/>
    <w:rsid w:val="00F4081A"/>
    <w:rsid w:val="00F40A19"/>
    <w:rsid w:val="00F40E4D"/>
    <w:rsid w:val="00F41CC4"/>
    <w:rsid w:val="00F41F42"/>
    <w:rsid w:val="00F43857"/>
    <w:rsid w:val="00F474E2"/>
    <w:rsid w:val="00F504FD"/>
    <w:rsid w:val="00F52254"/>
    <w:rsid w:val="00F549FC"/>
    <w:rsid w:val="00F54D5B"/>
    <w:rsid w:val="00F56D7C"/>
    <w:rsid w:val="00F61C20"/>
    <w:rsid w:val="00F63321"/>
    <w:rsid w:val="00F6455F"/>
    <w:rsid w:val="00F64C5C"/>
    <w:rsid w:val="00F65BC0"/>
    <w:rsid w:val="00F66D62"/>
    <w:rsid w:val="00F67CFF"/>
    <w:rsid w:val="00F67DB8"/>
    <w:rsid w:val="00F70258"/>
    <w:rsid w:val="00F70A9C"/>
    <w:rsid w:val="00F719BC"/>
    <w:rsid w:val="00F72A57"/>
    <w:rsid w:val="00F73574"/>
    <w:rsid w:val="00F74BB6"/>
    <w:rsid w:val="00F750E0"/>
    <w:rsid w:val="00F76C55"/>
    <w:rsid w:val="00F76F1B"/>
    <w:rsid w:val="00F80217"/>
    <w:rsid w:val="00F8055D"/>
    <w:rsid w:val="00F80F17"/>
    <w:rsid w:val="00F8239A"/>
    <w:rsid w:val="00F82A9B"/>
    <w:rsid w:val="00F837BB"/>
    <w:rsid w:val="00F85956"/>
    <w:rsid w:val="00F861B2"/>
    <w:rsid w:val="00F8763F"/>
    <w:rsid w:val="00F87AF5"/>
    <w:rsid w:val="00F87D3B"/>
    <w:rsid w:val="00F91162"/>
    <w:rsid w:val="00F93ED3"/>
    <w:rsid w:val="00F94DF3"/>
    <w:rsid w:val="00F95C57"/>
    <w:rsid w:val="00FA06AD"/>
    <w:rsid w:val="00FA1342"/>
    <w:rsid w:val="00FA2E84"/>
    <w:rsid w:val="00FA60E7"/>
    <w:rsid w:val="00FA64BF"/>
    <w:rsid w:val="00FA79B4"/>
    <w:rsid w:val="00FB0F38"/>
    <w:rsid w:val="00FB2BA9"/>
    <w:rsid w:val="00FB32FC"/>
    <w:rsid w:val="00FB35C2"/>
    <w:rsid w:val="00FB395F"/>
    <w:rsid w:val="00FB49C7"/>
    <w:rsid w:val="00FB4F77"/>
    <w:rsid w:val="00FB65BA"/>
    <w:rsid w:val="00FC110E"/>
    <w:rsid w:val="00FC32AD"/>
    <w:rsid w:val="00FC5D5A"/>
    <w:rsid w:val="00FC7310"/>
    <w:rsid w:val="00FC7493"/>
    <w:rsid w:val="00FD1330"/>
    <w:rsid w:val="00FD1613"/>
    <w:rsid w:val="00FD39D0"/>
    <w:rsid w:val="00FD575D"/>
    <w:rsid w:val="00FD61A9"/>
    <w:rsid w:val="00FD7031"/>
    <w:rsid w:val="00FE1452"/>
    <w:rsid w:val="00FE293B"/>
    <w:rsid w:val="00FE2BDF"/>
    <w:rsid w:val="00FE32A0"/>
    <w:rsid w:val="00FE33AA"/>
    <w:rsid w:val="00FE4281"/>
    <w:rsid w:val="00FE488E"/>
    <w:rsid w:val="00FE4FB6"/>
    <w:rsid w:val="00FF1288"/>
    <w:rsid w:val="00FF4AA7"/>
    <w:rsid w:val="00FF5459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1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137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034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0F3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aliases w:val="Знак"/>
    <w:basedOn w:val="Normal"/>
    <w:next w:val="Normal"/>
    <w:link w:val="Heading6Char"/>
    <w:uiPriority w:val="99"/>
    <w:qFormat/>
    <w:rsid w:val="00FE293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137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137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1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1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70FA"/>
    <w:rPr>
      <w:rFonts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03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0F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 Char"/>
    <w:basedOn w:val="DefaultParagraphFont"/>
    <w:link w:val="Heading6"/>
    <w:uiPriority w:val="99"/>
    <w:locked/>
    <w:rsid w:val="00FE293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13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6F1B"/>
    <w:pPr>
      <w:widowControl/>
      <w:suppressAutoHyphens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D6F1B"/>
    <w:pPr>
      <w:widowControl/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6F1B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6F1B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D6F1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03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0349"/>
    <w:rPr>
      <w:rFonts w:cs="Times New Roman"/>
    </w:rPr>
  </w:style>
  <w:style w:type="paragraph" w:customStyle="1" w:styleId="ConsPlusNormal">
    <w:name w:val="ConsPlusNormal"/>
    <w:uiPriority w:val="99"/>
    <w:rsid w:val="009403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1"/>
    <w:uiPriority w:val="99"/>
    <w:rsid w:val="00940349"/>
  </w:style>
  <w:style w:type="paragraph" w:customStyle="1" w:styleId="1">
    <w:name w:val="Стиль1"/>
    <w:basedOn w:val="Normal"/>
    <w:uiPriority w:val="99"/>
    <w:rsid w:val="00940349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  <w:szCs w:val="24"/>
    </w:rPr>
  </w:style>
  <w:style w:type="paragraph" w:customStyle="1" w:styleId="a">
    <w:name w:val="Заголовок статьи"/>
    <w:basedOn w:val="Normal"/>
    <w:next w:val="Normal"/>
    <w:uiPriority w:val="99"/>
    <w:rsid w:val="00940349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E2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1"/>
    <w:uiPriority w:val="99"/>
    <w:rsid w:val="00FE293B"/>
    <w:pPr>
      <w:widowControl/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5B6A"/>
    <w:rPr>
      <w:rFonts w:cs="Times New Roman"/>
      <w:sz w:val="24"/>
      <w:szCs w:val="24"/>
      <w:lang w:val="ru-RU"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E293B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432137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PageNumber">
    <w:name w:val="page number"/>
    <w:basedOn w:val="DefaultParagraphFont"/>
    <w:uiPriority w:val="99"/>
    <w:rsid w:val="004321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32137"/>
    <w:pPr>
      <w:widowControl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32137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3213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137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32137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2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13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321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2137"/>
    <w:rPr>
      <w:rFonts w:ascii="Tahoma" w:hAnsi="Tahoma" w:cs="Tahoma"/>
      <w:shd w:val="clear" w:color="auto" w:fill="000080"/>
    </w:rPr>
  </w:style>
  <w:style w:type="table" w:styleId="TableGrid">
    <w:name w:val="Table Grid"/>
    <w:basedOn w:val="TableNormal"/>
    <w:uiPriority w:val="99"/>
    <w:rsid w:val="003473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DefaultParagraphFont"/>
    <w:uiPriority w:val="99"/>
    <w:rsid w:val="00311301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ED2762"/>
    <w:rPr>
      <w:rFonts w:cs="Times New Roman"/>
      <w:sz w:val="24"/>
      <w:szCs w:val="24"/>
      <w:lang w:eastAsia="ar-SA" w:bidi="ar-SA"/>
    </w:rPr>
  </w:style>
  <w:style w:type="character" w:customStyle="1" w:styleId="52">
    <w:name w:val="Знак Знак52"/>
    <w:basedOn w:val="DefaultParagraphFont"/>
    <w:uiPriority w:val="99"/>
    <w:rsid w:val="00653C4A"/>
    <w:rPr>
      <w:rFonts w:cs="Times New Roman"/>
      <w:sz w:val="24"/>
      <w:szCs w:val="24"/>
      <w:lang w:eastAsia="ar-SA" w:bidi="ar-SA"/>
    </w:rPr>
  </w:style>
  <w:style w:type="character" w:customStyle="1" w:styleId="51">
    <w:name w:val="Знак Знак51"/>
    <w:basedOn w:val="DefaultParagraphFont"/>
    <w:uiPriority w:val="99"/>
    <w:rsid w:val="00531E0B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CD58F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0">
    <w:name w:val="Знак Знак Знак Знак Знак1 Знак Знак Знак Знак Знак Знак Знак Знак Знак Знак Знак Знак Знак Знак Знак Знак"/>
    <w:basedOn w:val="Normal"/>
    <w:uiPriority w:val="99"/>
    <w:rsid w:val="004C5B6A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ListParagraph">
    <w:name w:val="List Paragraph"/>
    <w:basedOn w:val="Normal"/>
    <w:uiPriority w:val="99"/>
    <w:qFormat/>
    <w:rsid w:val="00575CDB"/>
    <w:pPr>
      <w:ind w:left="708"/>
    </w:pPr>
  </w:style>
  <w:style w:type="paragraph" w:customStyle="1" w:styleId="ConsPlusTitlePage">
    <w:name w:val="ConsPlusTitlePage"/>
    <w:uiPriority w:val="99"/>
    <w:rsid w:val="00D9338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8">
    <w:name w:val="Знак Знак8"/>
    <w:basedOn w:val="DefaultParagraphFont"/>
    <w:uiPriority w:val="99"/>
    <w:locked/>
    <w:rsid w:val="005C7F40"/>
    <w:rPr>
      <w:rFonts w:cs="Times New Roman"/>
      <w:sz w:val="24"/>
      <w:szCs w:val="24"/>
      <w:lang w:val="ru-RU" w:eastAsia="ar-SA" w:bidi="ar-SA"/>
    </w:rPr>
  </w:style>
  <w:style w:type="character" w:customStyle="1" w:styleId="7">
    <w:name w:val="Знак Знак7"/>
    <w:basedOn w:val="DefaultParagraphFont"/>
    <w:uiPriority w:val="99"/>
    <w:locked/>
    <w:rsid w:val="005C7F40"/>
    <w:rPr>
      <w:rFonts w:ascii="Cambria" w:hAnsi="Cambria" w:cs="Times New Roman"/>
      <w:sz w:val="24"/>
      <w:szCs w:val="24"/>
      <w:lang w:val="ru-RU" w:eastAsia="ru-RU" w:bidi="ar-SA"/>
    </w:rPr>
  </w:style>
  <w:style w:type="character" w:customStyle="1" w:styleId="9">
    <w:name w:val="Знак Знак9"/>
    <w:basedOn w:val="DefaultParagraphFont"/>
    <w:uiPriority w:val="99"/>
    <w:locked/>
    <w:rsid w:val="000C5250"/>
    <w:rPr>
      <w:rFonts w:cs="Times New Roman"/>
      <w:sz w:val="28"/>
      <w:szCs w:val="28"/>
      <w:lang w:val="ru-RU" w:eastAsia="ar-SA" w:bidi="ar-SA"/>
    </w:rPr>
  </w:style>
  <w:style w:type="character" w:customStyle="1" w:styleId="53">
    <w:name w:val="Знак Знак53"/>
    <w:basedOn w:val="DefaultParagraphFont"/>
    <w:uiPriority w:val="99"/>
    <w:locked/>
    <w:rsid w:val="000C5250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semiHidden/>
    <w:locked/>
    <w:rsid w:val="00A8417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96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934D9FF8E1A4C9B57DABFF56C494A9281C217CEB35081D23675638FF8E67890012A42BA5E574961E311D70D3752532970C63B43D6B8976y8y0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733</TotalTime>
  <Pages>35</Pages>
  <Words>11447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55</cp:revision>
  <cp:lastPrinted>2020-06-05T08:19:00Z</cp:lastPrinted>
  <dcterms:created xsi:type="dcterms:W3CDTF">2020-06-05T07:47:00Z</dcterms:created>
  <dcterms:modified xsi:type="dcterms:W3CDTF">2021-01-15T06:19:00Z</dcterms:modified>
</cp:coreProperties>
</file>