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37F" w:rsidRPr="00E17DFF" w:rsidRDefault="005E237F" w:rsidP="004E404F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0;margin-top:.1pt;width:57.25pt;height:69.7pt;z-index:251658240;visibility:visible;mso-position-horizontal:center">
            <v:imagedata r:id="rId5" o:title=""/>
            <w10:wrap type="square"/>
          </v:shape>
        </w:pict>
      </w:r>
    </w:p>
    <w:p w:rsidR="005E237F" w:rsidRPr="00E17DFF" w:rsidRDefault="005E237F" w:rsidP="004E404F"/>
    <w:p w:rsidR="005E237F" w:rsidRPr="00E17DFF" w:rsidRDefault="005E237F" w:rsidP="004E404F"/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5E237F" w:rsidRPr="00E17DFF">
        <w:trPr>
          <w:trHeight w:val="397"/>
        </w:trPr>
        <w:tc>
          <w:tcPr>
            <w:tcW w:w="9606" w:type="dxa"/>
          </w:tcPr>
          <w:p w:rsidR="005E237F" w:rsidRPr="00E17DFF" w:rsidRDefault="005E237F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5E237F" w:rsidRPr="00E17DFF">
        <w:tc>
          <w:tcPr>
            <w:tcW w:w="9606" w:type="dxa"/>
          </w:tcPr>
          <w:p w:rsidR="005E237F" w:rsidRPr="00A50CE9" w:rsidRDefault="005E237F" w:rsidP="002F391D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A50CE9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5E237F" w:rsidRPr="00A50CE9" w:rsidRDefault="005E237F" w:rsidP="0085419F">
            <w:pPr>
              <w:widowControl/>
              <w:rPr>
                <w:b/>
                <w:sz w:val="36"/>
                <w:szCs w:val="36"/>
              </w:rPr>
            </w:pPr>
            <w:r w:rsidRPr="00A50CE9">
              <w:rPr>
                <w:b/>
                <w:sz w:val="36"/>
                <w:szCs w:val="36"/>
              </w:rPr>
              <w:t>СЕЛЬСКОГО ПОСЕЛЕНИЯ</w:t>
            </w:r>
            <w:r>
              <w:rPr>
                <w:b/>
                <w:sz w:val="36"/>
                <w:szCs w:val="36"/>
              </w:rPr>
              <w:t xml:space="preserve"> ШЕЙНСКИЙ </w:t>
            </w:r>
            <w:r w:rsidRPr="00A50CE9">
              <w:rPr>
                <w:b/>
                <w:sz w:val="36"/>
                <w:szCs w:val="36"/>
              </w:rPr>
              <w:t>СЕЛЬСОВЕТ</w:t>
            </w:r>
          </w:p>
          <w:p w:rsidR="005E237F" w:rsidRPr="00E17DFF" w:rsidRDefault="005E237F" w:rsidP="002F391D">
            <w:pPr>
              <w:widowControl/>
              <w:jc w:val="center"/>
              <w:rPr>
                <w:b/>
                <w:sz w:val="36"/>
              </w:rPr>
            </w:pPr>
            <w:r w:rsidRPr="00A50CE9"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5E237F" w:rsidRPr="00E17DFF">
        <w:trPr>
          <w:trHeight w:val="397"/>
        </w:trPr>
        <w:tc>
          <w:tcPr>
            <w:tcW w:w="9606" w:type="dxa"/>
          </w:tcPr>
          <w:p w:rsidR="005E237F" w:rsidRPr="00E17DFF" w:rsidRDefault="005E237F">
            <w:pPr>
              <w:widowControl/>
              <w:jc w:val="both"/>
              <w:rPr>
                <w:sz w:val="24"/>
              </w:rPr>
            </w:pPr>
          </w:p>
        </w:tc>
      </w:tr>
      <w:tr w:rsidR="005E237F" w:rsidRPr="00E17DFF">
        <w:tc>
          <w:tcPr>
            <w:tcW w:w="9606" w:type="dxa"/>
          </w:tcPr>
          <w:p w:rsidR="005E237F" w:rsidRPr="00E17DFF" w:rsidRDefault="005E237F">
            <w:pPr>
              <w:pStyle w:val="Heading3"/>
            </w:pPr>
            <w:r w:rsidRPr="00E17DFF">
              <w:rPr>
                <w:sz w:val="28"/>
              </w:rPr>
              <w:t>Р</w:t>
            </w:r>
            <w:r>
              <w:rPr>
                <w:sz w:val="28"/>
              </w:rPr>
              <w:t>ЕШЕНИЕ</w:t>
            </w:r>
          </w:p>
        </w:tc>
      </w:tr>
      <w:tr w:rsidR="005E237F" w:rsidRPr="00E17DFF">
        <w:trPr>
          <w:trHeight w:val="340"/>
        </w:trPr>
        <w:tc>
          <w:tcPr>
            <w:tcW w:w="9606" w:type="dxa"/>
            <w:vAlign w:val="center"/>
          </w:tcPr>
          <w:p w:rsidR="005E237F" w:rsidRPr="00E17DFF" w:rsidRDefault="005E237F">
            <w:pPr>
              <w:pStyle w:val="Heading3"/>
            </w:pPr>
          </w:p>
        </w:tc>
      </w:tr>
    </w:tbl>
    <w:p w:rsidR="005E237F" w:rsidRPr="00E17DFF" w:rsidRDefault="005E237F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5E237F" w:rsidRPr="00E17DFF">
        <w:trPr>
          <w:jc w:val="center"/>
        </w:trPr>
        <w:tc>
          <w:tcPr>
            <w:tcW w:w="284" w:type="dxa"/>
            <w:vAlign w:val="bottom"/>
          </w:tcPr>
          <w:p w:rsidR="005E237F" w:rsidRPr="00E17DFF" w:rsidRDefault="005E237F">
            <w:pPr>
              <w:widowControl/>
              <w:rPr>
                <w:sz w:val="24"/>
              </w:rPr>
            </w:pPr>
            <w:r w:rsidRPr="00E17DFF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237F" w:rsidRPr="00E17DFF" w:rsidRDefault="005E237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25.12.2020</w:t>
            </w:r>
          </w:p>
        </w:tc>
        <w:tc>
          <w:tcPr>
            <w:tcW w:w="397" w:type="dxa"/>
          </w:tcPr>
          <w:p w:rsidR="005E237F" w:rsidRPr="00E17DFF" w:rsidRDefault="005E237F">
            <w:pPr>
              <w:widowControl/>
              <w:jc w:val="center"/>
              <w:rPr>
                <w:sz w:val="24"/>
              </w:rPr>
            </w:pPr>
            <w:r w:rsidRPr="00E17DFF"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E237F" w:rsidRPr="00E17DFF" w:rsidRDefault="005E237F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08-23/2</w:t>
            </w:r>
          </w:p>
        </w:tc>
      </w:tr>
      <w:tr w:rsidR="005E237F" w:rsidRPr="00E17DFF">
        <w:trPr>
          <w:jc w:val="center"/>
        </w:trPr>
        <w:tc>
          <w:tcPr>
            <w:tcW w:w="4650" w:type="dxa"/>
            <w:gridSpan w:val="4"/>
          </w:tcPr>
          <w:p w:rsidR="005E237F" w:rsidRPr="00E17DFF" w:rsidRDefault="005E237F">
            <w:pPr>
              <w:widowControl/>
              <w:jc w:val="center"/>
              <w:rPr>
                <w:sz w:val="10"/>
              </w:rPr>
            </w:pPr>
          </w:p>
          <w:p w:rsidR="005E237F" w:rsidRPr="00E17DFF" w:rsidRDefault="005E237F" w:rsidP="005574D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5E237F" w:rsidRPr="00E17DFF" w:rsidRDefault="005E237F" w:rsidP="004E404F">
      <w:pPr>
        <w:rPr>
          <w:sz w:val="26"/>
          <w:szCs w:val="26"/>
        </w:rPr>
      </w:pPr>
    </w:p>
    <w:p w:rsidR="005E237F" w:rsidRPr="00E57E93" w:rsidRDefault="005E237F" w:rsidP="00CA539C">
      <w:pPr>
        <w:jc w:val="center"/>
        <w:rPr>
          <w:b/>
          <w:sz w:val="26"/>
          <w:szCs w:val="26"/>
        </w:rPr>
      </w:pPr>
      <w:bookmarkStart w:id="0" w:name="_GoBack"/>
      <w:r w:rsidRPr="00E57E93">
        <w:rPr>
          <w:b/>
          <w:sz w:val="26"/>
          <w:szCs w:val="26"/>
        </w:rPr>
        <w:t xml:space="preserve">Об утверждении  Плана работы Комитета местного самоуправления </w:t>
      </w:r>
      <w:r>
        <w:rPr>
          <w:b/>
          <w:sz w:val="26"/>
          <w:szCs w:val="26"/>
        </w:rPr>
        <w:t>Шейнского</w:t>
      </w:r>
      <w:r w:rsidRPr="00E57E93">
        <w:rPr>
          <w:b/>
          <w:sz w:val="26"/>
          <w:szCs w:val="26"/>
        </w:rPr>
        <w:t xml:space="preserve"> сельсовета Пачелмского района Пензенской области на 20</w:t>
      </w:r>
      <w:r>
        <w:rPr>
          <w:b/>
          <w:sz w:val="26"/>
          <w:szCs w:val="26"/>
        </w:rPr>
        <w:t>21</w:t>
      </w:r>
      <w:r w:rsidRPr="00E57E93">
        <w:rPr>
          <w:b/>
          <w:sz w:val="26"/>
          <w:szCs w:val="26"/>
        </w:rPr>
        <w:t xml:space="preserve"> год</w:t>
      </w:r>
    </w:p>
    <w:bookmarkEnd w:id="0"/>
    <w:p w:rsidR="005E237F" w:rsidRPr="00E57E93" w:rsidRDefault="005E237F" w:rsidP="00345402">
      <w:pPr>
        <w:jc w:val="center"/>
        <w:rPr>
          <w:b/>
          <w:sz w:val="26"/>
          <w:szCs w:val="26"/>
        </w:rPr>
      </w:pPr>
    </w:p>
    <w:p w:rsidR="005E237F" w:rsidRPr="00E57E93" w:rsidRDefault="005E237F" w:rsidP="00D36449">
      <w:pPr>
        <w:ind w:firstLine="709"/>
        <w:jc w:val="both"/>
        <w:rPr>
          <w:sz w:val="26"/>
          <w:szCs w:val="26"/>
        </w:rPr>
      </w:pPr>
      <w:r w:rsidRPr="00E57E93">
        <w:rPr>
          <w:sz w:val="26"/>
          <w:szCs w:val="26"/>
        </w:rPr>
        <w:t xml:space="preserve">Руководствуясь Регламентом Комитета местного самоуправления </w:t>
      </w:r>
      <w:r>
        <w:rPr>
          <w:sz w:val="26"/>
          <w:szCs w:val="26"/>
        </w:rPr>
        <w:t>Шейнского</w:t>
      </w:r>
      <w:r w:rsidRPr="00E57E93">
        <w:rPr>
          <w:sz w:val="26"/>
          <w:szCs w:val="26"/>
        </w:rPr>
        <w:t xml:space="preserve"> сельсовета Пачелмского района Пензенской области, утвержденным решением Комитета местного самоуправления </w:t>
      </w:r>
      <w:r>
        <w:rPr>
          <w:sz w:val="26"/>
          <w:szCs w:val="26"/>
        </w:rPr>
        <w:t>Шейнского</w:t>
      </w:r>
      <w:r w:rsidRPr="00E57E93">
        <w:rPr>
          <w:sz w:val="26"/>
          <w:szCs w:val="26"/>
        </w:rPr>
        <w:t xml:space="preserve"> сельсовета Пачелмского района Пензенской области от 01.06.2011 № 3-5/1 </w:t>
      </w:r>
      <w:r w:rsidRPr="00E57E93">
        <w:rPr>
          <w:bCs/>
          <w:spacing w:val="3"/>
          <w:sz w:val="26"/>
          <w:szCs w:val="26"/>
        </w:rPr>
        <w:t xml:space="preserve">(с последующими изменениями), ст. 20 Устава </w:t>
      </w:r>
      <w:r>
        <w:rPr>
          <w:bCs/>
          <w:spacing w:val="3"/>
          <w:sz w:val="26"/>
          <w:szCs w:val="26"/>
        </w:rPr>
        <w:t>сельского поселения Шейнский сельсовет</w:t>
      </w:r>
      <w:r w:rsidRPr="00E57E93">
        <w:rPr>
          <w:bCs/>
          <w:spacing w:val="3"/>
          <w:sz w:val="26"/>
          <w:szCs w:val="26"/>
        </w:rPr>
        <w:t xml:space="preserve"> Пачелмского района Пензенской области,</w:t>
      </w:r>
    </w:p>
    <w:p w:rsidR="005E237F" w:rsidRPr="00E57E93" w:rsidRDefault="005E237F" w:rsidP="00345402">
      <w:pPr>
        <w:ind w:firstLine="567"/>
        <w:jc w:val="both"/>
        <w:rPr>
          <w:bCs/>
          <w:spacing w:val="3"/>
          <w:sz w:val="26"/>
          <w:szCs w:val="26"/>
        </w:rPr>
      </w:pPr>
    </w:p>
    <w:p w:rsidR="005E237F" w:rsidRPr="00E57E93" w:rsidRDefault="005E237F" w:rsidP="00345402">
      <w:pPr>
        <w:ind w:firstLine="567"/>
        <w:jc w:val="center"/>
        <w:rPr>
          <w:b/>
          <w:bCs/>
          <w:spacing w:val="3"/>
          <w:sz w:val="26"/>
          <w:szCs w:val="26"/>
        </w:rPr>
      </w:pPr>
      <w:r w:rsidRPr="00E57E93">
        <w:rPr>
          <w:b/>
          <w:bCs/>
          <w:spacing w:val="3"/>
          <w:sz w:val="26"/>
          <w:szCs w:val="26"/>
        </w:rPr>
        <w:t xml:space="preserve">Комитет местного самоуправления </w:t>
      </w:r>
      <w:r>
        <w:rPr>
          <w:b/>
          <w:bCs/>
          <w:spacing w:val="3"/>
          <w:sz w:val="26"/>
          <w:szCs w:val="26"/>
        </w:rPr>
        <w:t>Шейнского</w:t>
      </w:r>
      <w:r w:rsidRPr="00E57E93">
        <w:rPr>
          <w:b/>
          <w:bCs/>
          <w:spacing w:val="3"/>
          <w:sz w:val="26"/>
          <w:szCs w:val="26"/>
        </w:rPr>
        <w:t xml:space="preserve"> сельсовета Пачелмского района Пензенской области решил:</w:t>
      </w:r>
    </w:p>
    <w:p w:rsidR="005E237F" w:rsidRPr="00E57E93" w:rsidRDefault="005E237F" w:rsidP="00345402">
      <w:pPr>
        <w:ind w:firstLine="567"/>
        <w:jc w:val="center"/>
        <w:rPr>
          <w:b/>
          <w:bCs/>
          <w:spacing w:val="3"/>
          <w:sz w:val="26"/>
          <w:szCs w:val="26"/>
        </w:rPr>
      </w:pPr>
    </w:p>
    <w:p w:rsidR="005E237F" w:rsidRPr="00E57E93" w:rsidRDefault="005E237F" w:rsidP="00D36449">
      <w:pPr>
        <w:ind w:firstLine="709"/>
        <w:jc w:val="both"/>
        <w:rPr>
          <w:sz w:val="26"/>
          <w:szCs w:val="26"/>
        </w:rPr>
      </w:pPr>
      <w:r w:rsidRPr="00E57E93">
        <w:rPr>
          <w:sz w:val="26"/>
          <w:szCs w:val="26"/>
        </w:rPr>
        <w:t xml:space="preserve">1. Утвердить План работы Комитета местного самоуправления </w:t>
      </w:r>
      <w:r>
        <w:rPr>
          <w:sz w:val="26"/>
          <w:szCs w:val="26"/>
        </w:rPr>
        <w:t>Шейнского</w:t>
      </w:r>
      <w:r w:rsidRPr="00E57E93">
        <w:rPr>
          <w:sz w:val="26"/>
          <w:szCs w:val="26"/>
        </w:rPr>
        <w:t xml:space="preserve"> сельсовета Пачелмского района Пензенской области  на 20</w:t>
      </w:r>
      <w:r>
        <w:rPr>
          <w:sz w:val="26"/>
          <w:szCs w:val="26"/>
        </w:rPr>
        <w:t>21</w:t>
      </w:r>
      <w:r w:rsidRPr="00E57E93">
        <w:rPr>
          <w:sz w:val="26"/>
          <w:szCs w:val="26"/>
        </w:rPr>
        <w:t xml:space="preserve"> год согласно приложению.</w:t>
      </w:r>
    </w:p>
    <w:p w:rsidR="005E237F" w:rsidRPr="00E57E93" w:rsidRDefault="005E237F" w:rsidP="00E57E93">
      <w:pPr>
        <w:ind w:firstLine="709"/>
        <w:jc w:val="both"/>
        <w:rPr>
          <w:sz w:val="26"/>
          <w:szCs w:val="26"/>
        </w:rPr>
      </w:pPr>
      <w:r w:rsidRPr="00E57E93">
        <w:rPr>
          <w:sz w:val="26"/>
          <w:szCs w:val="26"/>
        </w:rPr>
        <w:t xml:space="preserve">2. Признать утратившими силу решение комитета местного самоуправления </w:t>
      </w:r>
      <w:r>
        <w:rPr>
          <w:sz w:val="26"/>
          <w:szCs w:val="26"/>
        </w:rPr>
        <w:t>Шейнского</w:t>
      </w:r>
      <w:r w:rsidRPr="00E57E93">
        <w:rPr>
          <w:sz w:val="26"/>
          <w:szCs w:val="26"/>
        </w:rPr>
        <w:t xml:space="preserve"> сельсовета Пачелмского района Пензенской области от</w:t>
      </w:r>
      <w:r>
        <w:rPr>
          <w:sz w:val="26"/>
          <w:szCs w:val="26"/>
        </w:rPr>
        <w:t xml:space="preserve">  28.01.2020 № 05-7/3</w:t>
      </w:r>
      <w:r w:rsidRPr="00E57E93">
        <w:rPr>
          <w:sz w:val="26"/>
          <w:szCs w:val="26"/>
        </w:rPr>
        <w:t xml:space="preserve"> «Об утверждении  Плана  работы Комитета местного самоуправления </w:t>
      </w:r>
      <w:r>
        <w:rPr>
          <w:sz w:val="26"/>
          <w:szCs w:val="26"/>
        </w:rPr>
        <w:t>Шейнского</w:t>
      </w:r>
      <w:r w:rsidRPr="00E57E93">
        <w:rPr>
          <w:sz w:val="26"/>
          <w:szCs w:val="26"/>
        </w:rPr>
        <w:t xml:space="preserve"> сельсовета Пачелмского р</w:t>
      </w:r>
      <w:r>
        <w:rPr>
          <w:sz w:val="26"/>
          <w:szCs w:val="26"/>
        </w:rPr>
        <w:t>айона Пензенской области  на 2020</w:t>
      </w:r>
      <w:r w:rsidRPr="00E57E93">
        <w:rPr>
          <w:sz w:val="26"/>
          <w:szCs w:val="26"/>
        </w:rPr>
        <w:t xml:space="preserve"> год».</w:t>
      </w:r>
    </w:p>
    <w:p w:rsidR="005E237F" w:rsidRPr="00E57E93" w:rsidRDefault="005E237F" w:rsidP="00D3644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57E93">
        <w:rPr>
          <w:sz w:val="26"/>
          <w:szCs w:val="26"/>
        </w:rPr>
        <w:t>3. Настоящее решение опубликовать в информационном б</w:t>
      </w:r>
      <w:r>
        <w:rPr>
          <w:sz w:val="26"/>
          <w:szCs w:val="26"/>
        </w:rPr>
        <w:t>юллетене «Шейнские вести</w:t>
      </w:r>
      <w:r w:rsidRPr="00E57E93">
        <w:rPr>
          <w:sz w:val="26"/>
          <w:szCs w:val="26"/>
        </w:rPr>
        <w:t>».</w:t>
      </w:r>
    </w:p>
    <w:p w:rsidR="005E237F" w:rsidRPr="00E57E93" w:rsidRDefault="005E237F" w:rsidP="00D36449">
      <w:pPr>
        <w:ind w:firstLine="709"/>
        <w:jc w:val="both"/>
        <w:rPr>
          <w:sz w:val="26"/>
          <w:szCs w:val="26"/>
        </w:rPr>
      </w:pPr>
      <w:r w:rsidRPr="00E57E93">
        <w:rPr>
          <w:sz w:val="26"/>
          <w:szCs w:val="26"/>
        </w:rPr>
        <w:t xml:space="preserve">4. Настоящее решение вступает в силу </w:t>
      </w:r>
      <w:r>
        <w:rPr>
          <w:bCs/>
          <w:sz w:val="26"/>
          <w:szCs w:val="26"/>
        </w:rPr>
        <w:t>с 1 января 2021</w:t>
      </w:r>
      <w:r w:rsidRPr="00E57E93">
        <w:rPr>
          <w:bCs/>
          <w:sz w:val="26"/>
          <w:szCs w:val="26"/>
        </w:rPr>
        <w:t xml:space="preserve"> года</w:t>
      </w:r>
      <w:r w:rsidRPr="00E57E93">
        <w:rPr>
          <w:sz w:val="26"/>
          <w:szCs w:val="26"/>
        </w:rPr>
        <w:t>.</w:t>
      </w:r>
    </w:p>
    <w:p w:rsidR="005E237F" w:rsidRPr="00E57E93" w:rsidRDefault="005E237F" w:rsidP="00345402">
      <w:pPr>
        <w:ind w:left="567"/>
        <w:jc w:val="both"/>
        <w:rPr>
          <w:sz w:val="26"/>
          <w:szCs w:val="26"/>
        </w:rPr>
      </w:pPr>
    </w:p>
    <w:p w:rsidR="005E237F" w:rsidRPr="0085419F" w:rsidRDefault="005E237F" w:rsidP="00F261F2">
      <w:pPr>
        <w:jc w:val="both"/>
        <w:rPr>
          <w:sz w:val="24"/>
          <w:szCs w:val="24"/>
        </w:rPr>
      </w:pPr>
      <w:r w:rsidRPr="0085419F">
        <w:rPr>
          <w:sz w:val="24"/>
          <w:szCs w:val="24"/>
        </w:rPr>
        <w:t>Глава Шейнского сельсовета</w:t>
      </w:r>
    </w:p>
    <w:p w:rsidR="005E237F" w:rsidRPr="0085419F" w:rsidRDefault="005E237F" w:rsidP="002F391D">
      <w:pPr>
        <w:jc w:val="both"/>
        <w:rPr>
          <w:sz w:val="24"/>
          <w:szCs w:val="24"/>
        </w:rPr>
      </w:pPr>
      <w:r w:rsidRPr="0085419F">
        <w:rPr>
          <w:sz w:val="24"/>
          <w:szCs w:val="24"/>
        </w:rPr>
        <w:t>Пачелмского района Пензенской области                                                  Л.Б.Ерохина</w:t>
      </w:r>
    </w:p>
    <w:p w:rsidR="005E237F" w:rsidRPr="0085419F" w:rsidRDefault="005E237F" w:rsidP="002F391D">
      <w:pPr>
        <w:jc w:val="both"/>
        <w:rPr>
          <w:sz w:val="24"/>
          <w:szCs w:val="24"/>
        </w:rPr>
      </w:pPr>
    </w:p>
    <w:p w:rsidR="005E237F" w:rsidRDefault="005E237F" w:rsidP="002F391D">
      <w:pPr>
        <w:jc w:val="both"/>
        <w:rPr>
          <w:sz w:val="24"/>
          <w:szCs w:val="24"/>
        </w:rPr>
      </w:pPr>
    </w:p>
    <w:p w:rsidR="005E237F" w:rsidRDefault="005E237F" w:rsidP="002F391D">
      <w:pPr>
        <w:jc w:val="both"/>
        <w:rPr>
          <w:sz w:val="24"/>
          <w:szCs w:val="24"/>
        </w:rPr>
      </w:pPr>
    </w:p>
    <w:p w:rsidR="005E237F" w:rsidRDefault="005E237F" w:rsidP="002F391D">
      <w:pPr>
        <w:jc w:val="both"/>
        <w:rPr>
          <w:sz w:val="24"/>
          <w:szCs w:val="24"/>
        </w:rPr>
      </w:pPr>
    </w:p>
    <w:p w:rsidR="005E237F" w:rsidRDefault="005E237F" w:rsidP="00345402">
      <w:pPr>
        <w:jc w:val="right"/>
        <w:rPr>
          <w:sz w:val="24"/>
          <w:szCs w:val="24"/>
        </w:rPr>
      </w:pPr>
    </w:p>
    <w:p w:rsidR="005E237F" w:rsidRPr="00E17DFF" w:rsidRDefault="005E237F" w:rsidP="00345402">
      <w:pPr>
        <w:jc w:val="right"/>
        <w:rPr>
          <w:sz w:val="24"/>
          <w:szCs w:val="24"/>
        </w:rPr>
      </w:pPr>
      <w:r w:rsidRPr="00E17DFF">
        <w:rPr>
          <w:sz w:val="24"/>
          <w:szCs w:val="24"/>
        </w:rPr>
        <w:t>Приложение</w:t>
      </w:r>
    </w:p>
    <w:p w:rsidR="005E237F" w:rsidRPr="00E17DFF" w:rsidRDefault="005E237F" w:rsidP="00345402">
      <w:pPr>
        <w:jc w:val="right"/>
        <w:rPr>
          <w:sz w:val="24"/>
          <w:szCs w:val="24"/>
        </w:rPr>
      </w:pPr>
      <w:r w:rsidRPr="00E17DFF">
        <w:rPr>
          <w:sz w:val="24"/>
          <w:szCs w:val="24"/>
        </w:rPr>
        <w:t>Утвержден</w:t>
      </w:r>
    </w:p>
    <w:p w:rsidR="005E237F" w:rsidRPr="00E17DFF" w:rsidRDefault="005E237F" w:rsidP="00345402">
      <w:pPr>
        <w:jc w:val="right"/>
        <w:rPr>
          <w:sz w:val="24"/>
          <w:szCs w:val="24"/>
        </w:rPr>
      </w:pPr>
      <w:r w:rsidRPr="00E17DFF">
        <w:rPr>
          <w:sz w:val="24"/>
          <w:szCs w:val="24"/>
        </w:rPr>
        <w:t xml:space="preserve"> решением Комитета местного самоуправления</w:t>
      </w:r>
    </w:p>
    <w:p w:rsidR="005E237F" w:rsidRPr="00E17DFF" w:rsidRDefault="005E237F" w:rsidP="00345402">
      <w:pPr>
        <w:jc w:val="right"/>
        <w:rPr>
          <w:sz w:val="24"/>
          <w:szCs w:val="24"/>
        </w:rPr>
      </w:pPr>
      <w:r w:rsidRPr="00E17DFF">
        <w:rPr>
          <w:sz w:val="24"/>
          <w:szCs w:val="24"/>
        </w:rPr>
        <w:t xml:space="preserve"> </w:t>
      </w:r>
      <w:r>
        <w:rPr>
          <w:sz w:val="24"/>
          <w:szCs w:val="24"/>
        </w:rPr>
        <w:t>Шейнского</w:t>
      </w:r>
      <w:r w:rsidRPr="00E17DFF">
        <w:rPr>
          <w:sz w:val="24"/>
          <w:szCs w:val="24"/>
        </w:rPr>
        <w:t xml:space="preserve"> сельсовета </w:t>
      </w:r>
    </w:p>
    <w:p w:rsidR="005E237F" w:rsidRPr="00E17DFF" w:rsidRDefault="005E237F" w:rsidP="00345402">
      <w:pPr>
        <w:jc w:val="right"/>
        <w:rPr>
          <w:sz w:val="24"/>
          <w:szCs w:val="24"/>
        </w:rPr>
      </w:pPr>
      <w:r w:rsidRPr="00E17DFF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   25.12.2020 №08-23/3  </w:t>
      </w:r>
    </w:p>
    <w:p w:rsidR="005E237F" w:rsidRPr="00E17DFF" w:rsidRDefault="005E237F" w:rsidP="00345402">
      <w:pPr>
        <w:jc w:val="center"/>
        <w:rPr>
          <w:b/>
          <w:sz w:val="28"/>
          <w:szCs w:val="28"/>
        </w:rPr>
      </w:pPr>
    </w:p>
    <w:p w:rsidR="005E237F" w:rsidRPr="00E17DFF" w:rsidRDefault="005E237F" w:rsidP="00345402">
      <w:pPr>
        <w:jc w:val="center"/>
        <w:rPr>
          <w:b/>
          <w:sz w:val="28"/>
          <w:szCs w:val="28"/>
        </w:rPr>
      </w:pPr>
      <w:r w:rsidRPr="00E17DFF">
        <w:rPr>
          <w:b/>
          <w:sz w:val="28"/>
          <w:szCs w:val="28"/>
        </w:rPr>
        <w:t xml:space="preserve">План работы Комитета местного самоуправления </w:t>
      </w:r>
      <w:r>
        <w:rPr>
          <w:b/>
          <w:sz w:val="28"/>
          <w:szCs w:val="28"/>
        </w:rPr>
        <w:t>Шейнского</w:t>
      </w:r>
      <w:r w:rsidRPr="00E17DFF">
        <w:rPr>
          <w:b/>
          <w:sz w:val="28"/>
          <w:szCs w:val="28"/>
        </w:rPr>
        <w:t xml:space="preserve"> сельсовета Пачелмского района Пензенской области на</w:t>
      </w:r>
      <w:r>
        <w:rPr>
          <w:b/>
          <w:sz w:val="28"/>
          <w:szCs w:val="28"/>
        </w:rPr>
        <w:t xml:space="preserve"> 2021</w:t>
      </w:r>
      <w:r w:rsidRPr="00E17DFF">
        <w:rPr>
          <w:b/>
          <w:sz w:val="28"/>
          <w:szCs w:val="28"/>
        </w:rPr>
        <w:t xml:space="preserve"> год</w:t>
      </w:r>
    </w:p>
    <w:p w:rsidR="005E237F" w:rsidRPr="00E17DFF" w:rsidRDefault="005E237F" w:rsidP="00345402">
      <w:pPr>
        <w:ind w:firstLine="567"/>
        <w:jc w:val="center"/>
        <w:rPr>
          <w:sz w:val="28"/>
          <w:szCs w:val="28"/>
        </w:rPr>
      </w:pPr>
    </w:p>
    <w:p w:rsidR="005E237F" w:rsidRDefault="005E237F" w:rsidP="004E404F">
      <w:pPr>
        <w:rPr>
          <w:b/>
          <w:bCs/>
          <w:sz w:val="24"/>
          <w:szCs w:val="24"/>
        </w:rPr>
      </w:pPr>
    </w:p>
    <w:tbl>
      <w:tblPr>
        <w:tblW w:w="1018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5318"/>
        <w:gridCol w:w="2125"/>
        <w:gridCol w:w="2742"/>
      </w:tblGrid>
      <w:tr w:rsidR="005E237F" w:rsidTr="00993D8B">
        <w:trPr>
          <w:tblHeader/>
        </w:trPr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мероприятия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Срок </w:t>
            </w:r>
          </w:p>
          <w:p w:rsidR="005E237F" w:rsidRDefault="005E237F" w:rsidP="00993D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проведения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Кто организует исполнение</w:t>
            </w: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I </w:t>
            </w:r>
            <w:r>
              <w:rPr>
                <w:b/>
                <w:bCs/>
              </w:rPr>
              <w:t>квартал</w:t>
            </w: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Январь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  <w:rPr>
                <w:bCs/>
                <w:u w:val="single"/>
              </w:rPr>
            </w:pPr>
            <w:r>
              <w:t>Отчет Главы Шейнского сельсовета Пачелмского района Пензенской области о проделанной работе за 2020 год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Cs/>
              </w:rPr>
            </w:pPr>
            <w:r>
              <w:t xml:space="preserve">28.01.2021 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Отчет Главы администрации Шейнского сельсовета Пачелмского района Пензенской области о результатах его деятельности, деятельности администрации за 2020 год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 xml:space="preserve">28.01.2021 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Отчет участкового уполномоченного полиции ОеМВД России по Пачелмскому району о проделанной работе за 2020 год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28.01.2021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результатах работы с обращениями граждан, поступившими в органы местного самоуправления Шейнского сельсовета Пачелмского района Пензенской области в 2020 году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28.01.2021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премировании Главы администрации Шейнского  сельсовета Пачелмского района  Пензенской области по итогам работы за январь 2021 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28.01.2021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F" w:rsidRDefault="005E237F" w:rsidP="00993D8B">
            <w:pPr>
              <w:jc w:val="both"/>
            </w:pPr>
            <w:r>
              <w:t>Внесение изменений  в решение Комитета местного самоуправления Шейнского сельсовета Пачелмского района Пензенской области «О бюджете Шейнского сельсовета Пачелмского района Пензенской области на 2021 год и плановый период 2022 – 2023 годов»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28.01.2021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Февраль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мероприятиях проведенных на территории Шейнского сельсовета Пачелмского района Пензенской области в рамках решения вопроса местного значения Шейнского сельсовета: «</w:t>
            </w:r>
            <w:r>
              <w:rPr>
                <w:color w:val="00000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Шейнского сельсовета» за 2020 год, 1 квартал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26.02.2021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премировании Главы администрации Шейнского  сельсовета Пачелмского района  Пензенской области по итогам работы за февраль 2021 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26.02.2021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F" w:rsidRDefault="005E237F" w:rsidP="00993D8B">
            <w:pPr>
              <w:jc w:val="both"/>
            </w:pPr>
            <w:r>
              <w:t>Внесение изменений  в решение Комитета местного самоуправления Шейнского сельсовета Пачелмского района Пензенской области «О бюджете Шейнского сельсовета Пачелмского района Пензенской области на 2021 год и плановый период 2022 – 2023 годов»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26.02.2021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E237F" w:rsidRDefault="005E237F" w:rsidP="00993D8B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Март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мероприятиях проведенных на территории Шейнского сельсовета Пачелмского района Пензенской области в рамках решения вопроса местного значения Шейнского сельсовета: «</w:t>
            </w:r>
            <w:r>
              <w:rPr>
                <w:color w:val="000000"/>
              </w:rPr>
              <w:t>владение, пользование и распоряжение имуществом, находящимся в собственности Шейнского сельсовета» за 2020 год, 1 квартал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27.03.2020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rPr>
          <w:trHeight w:val="405"/>
        </w:trPr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Отчет Главы администрации Шейнского сельсовета Пачелмского района Пензенской области о выполнении муниципальных программ Шейнского сельсовета Пачелмского района Пензенской области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 xml:space="preserve">27.03.2021 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Отчеты депутатов Комитета местного самоуправления Шейнского сельсовета Пачелмского района Пензенской области о проделанной работе за 2020 год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27.03.2021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Отчет Главы администрации Шейнского сельсовета Пачелмского района Пензенской области о работе с обращениями граждан за 1 квартал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27.03.2021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премировании Главы администрации Шейнского  сельсовета Пачелмского района  Пензенской области по итогам работы за март 2021 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27.03.2021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F" w:rsidRDefault="005E237F" w:rsidP="00993D8B">
            <w:pPr>
              <w:jc w:val="both"/>
            </w:pPr>
            <w:r>
              <w:t>Внесение изменений  в решение Комитета местного самоуправления Шейнского сельсовета Пачелмского района Пензенской области «О бюджете Шейнского сельсовета Пачелмского района Пензенской области на 2021 год и плановый период 2022 – 2023 годов»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27.03.2021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II </w:t>
            </w:r>
            <w:r>
              <w:rPr>
                <w:b/>
                <w:bCs/>
              </w:rPr>
              <w:t>квартал</w:t>
            </w: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Апрель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мероприятиях проведенных на территории Шейнского сельсовета Пачелмского района Пензенской области в рамках решения вопроса местного значения Шейнского сельсовета: «</w:t>
            </w:r>
            <w:r>
              <w:rPr>
                <w:color w:val="000000"/>
              </w:rPr>
              <w:t>организация в границах Шейнского сельсовета 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 за 2020 год, 1 квартал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27.04.2021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премировании Главы администрации Шейнского  сельсовета Пачелмского района  Пензенской области по итогам работы за апрель  2021 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27.04.2021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F" w:rsidRDefault="005E237F" w:rsidP="00993D8B">
            <w:pPr>
              <w:jc w:val="both"/>
            </w:pPr>
            <w:r>
              <w:t>Внесение изменений  в решение Комитета местного самоуправления Шейнского сельсовета Пачелмского района Пензенской области «О бюджете Шейнского сельсовета Пачелмского района Пензенской области на 2021 год и плановый период 2022 – 2023 годов»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r>
              <w:t xml:space="preserve">       27.04.2021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Май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Рассмотрение и утверждение отчета об исполнении бюджета Шейнского сельсовета за 2020 год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25.05.2021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премировании Главы администрации Шейнского  сельсовета Пачелмского района  Пензенской области по итогам работы за май 2021 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25.05.2021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мероприятиях проведенных на территории Шейнского сельсовета Пачелмского района Пензенской области в рамках решения вопроса местного значения Шейнского сельсовета: «</w:t>
            </w:r>
            <w:r>
              <w:rPr>
                <w:color w:val="000000"/>
              </w:rPr>
              <w:t>дорожная деятельность в отношении автомобильных дорог местного значения в границах населенных пунктов Шейнского сельсовета 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Шейнского сельсовета,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Федерации» за 2020 год, 1-2 кварталы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25.05.2021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F" w:rsidRDefault="005E237F" w:rsidP="00993D8B">
            <w:pPr>
              <w:jc w:val="both"/>
            </w:pPr>
            <w:r>
              <w:t>Внесение изменений  в решение Комитета местного самоуправления Шейнского сельсовета Пачелмского района Пензенской области «О бюджете Шейнского сельсовета Пачелмского района Пензенской области на 2021 год и плановый период 2022 – 2023 годов»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25.05.2020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E237F" w:rsidRDefault="005E237F" w:rsidP="00993D8B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Июнь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мероприятиях проведенных на территории Шейнского сельсовета Пачелмского района Пензенской области в рамках решения вопроса местного значения Шейнского сельсовета: «</w:t>
            </w:r>
            <w:r>
              <w:rPr>
                <w:color w:val="000000"/>
              </w:rPr>
              <w:t>обеспечение проживающих в Шейнском  сельсовете 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законодательством» за 2020 год, 1-2 кварталы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25.06.2021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F" w:rsidRDefault="005E237F" w:rsidP="00993D8B">
            <w:pPr>
              <w:jc w:val="both"/>
            </w:pPr>
            <w:r>
              <w:t>Внесение изменений  в решение Комитета местного самоуправления Шейнского сельсовета Пачелмского района Пензенской области «О бюджете Шейнского сельсовета Пачелмского района Пензенской области на 2021 год и плановый период 2022 – 2023 годов»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25.06.2021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премировании Главы администрации Шейнского  сельсовета Пачелмского района  Пензенской области по итогам работы за июнь 2021 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25.06.2021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Отчет Главы администрации Шейнского сельсовета Пачелмского района Пензенской области о работе с обращениями граждан за 2 квартал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25.06.2021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Отчет участкового уполномоченного полиции ОеМВД России по Пачелмскому району о проделанной работе за 6 месяцев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25.06.2021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III </w:t>
            </w:r>
            <w:r>
              <w:rPr>
                <w:b/>
                <w:bCs/>
              </w:rPr>
              <w:t>квартал</w:t>
            </w: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Июль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мероприятиях проведенных на территории Шейнского сельсовета Пачелмского района Пензенской области в рамках решения вопроса местного значения Шейнского сельсовета: «</w:t>
            </w:r>
            <w:r>
              <w:rPr>
                <w:color w:val="000000"/>
              </w:rPr>
      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Шейнского сельсовета, социальную и культурную адаптацию мигрантов, профилактику межнациональных (межэтнических) конфликтов» за 2020 год, 7 месяцев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27.07.2021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F" w:rsidRDefault="005E237F" w:rsidP="00993D8B">
            <w:pPr>
              <w:jc w:val="both"/>
            </w:pPr>
            <w:r>
              <w:t>Внесение изменений  в решение Комитета местного самоуправления Шейнского сельсовета Пачелмского района Пензенской области «О бюджете Шейнского сельсовета Пачелмского района Пензенской области на 2020 год и плановый период 2021 – 2022 годов»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27.07.2021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премировании Главы администрации Шейнского  сельсовета Пачелмского района  Пензенской области по итогам работы за июль 2021 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27.07.2021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Август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мероприятиях проведенных на территории Шейнского сельсовета Пачелмского района Пензенской области в рамках решения вопроса местного значения Шейнского сельсовета: «</w:t>
            </w:r>
            <w:r>
              <w:rPr>
                <w:color w:val="000000"/>
              </w:rPr>
              <w:t>участие в предупреждении и ликвидации последствий чрезвычайных ситуаций в границах Шейнского сельсовета» за 2020 год, 8 месяцев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24.08.2021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F" w:rsidRDefault="005E237F" w:rsidP="00993D8B">
            <w:pPr>
              <w:jc w:val="both"/>
            </w:pPr>
            <w:r>
              <w:t>Внесение изменений  в решение Комитета местного самоуправления Шейнского сельсовета Пачелмского района Пензенской области «О бюджете Шейнского сельсовета Пачелмского района Пензенской области на 2021 год и плановый период 2022 – 2023 годов»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24.08.2021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премировании Главы администрации Шейнского  сельсовета Пачелмского района  Пензенской области по итогам работы за август 2021 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24.08.2021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Отчет главы администрации Шейнского сельсовета Пачелмского района Пензенской области  о выполненных мероприятиях, по результатам вступивших в законную  силу решений судов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24.08.2021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Сентябрь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мероприятиях проведенных на территории Шейнского сельсовета Пачелмского района Пензенской области в рамках решения вопроса местного значения Шейнского сельсовета: «</w:t>
            </w:r>
            <w:r>
              <w:rPr>
                <w:color w:val="000000"/>
              </w:rPr>
              <w:t>обеспечение первичных мер пожарной безопасности в границах населенных пунктов Шейнского сельсовета» за 2020 год, 9 месяцев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26.09.2021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F" w:rsidRDefault="005E237F" w:rsidP="00993D8B">
            <w:pPr>
              <w:jc w:val="both"/>
            </w:pPr>
            <w:r>
              <w:t>Внесение изменений  в решение Комитета местного самоуправления Шейнского сельсовета Пачелмского района Пензенской области «О бюджете Шейнского сельсовета Пачелмского района Пензенской области на 2021 год и плановый период 2022 – 2023 годов»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26.09.2021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премировании Главы администрации Шейнского  сельсовета Пачелмского района  Пензенской области по итогам работы за сентябрь 2021 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26.09.2021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Отчет Главы администрации Шейнского сельсовета Пачелмского района Пензенской области о работе с обращениями граждан за 3 квартал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26.09.2021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IV </w:t>
            </w:r>
            <w:r>
              <w:rPr>
                <w:b/>
                <w:bCs/>
              </w:rPr>
              <w:t>квартал</w:t>
            </w: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Октябрь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мероприятиях проведенных на территории Шейнского сельсовета Пачелмского района Пензенской области в рамках решения вопроса местного значения Шейнского сельсовета: «</w:t>
            </w:r>
            <w:r>
              <w:rPr>
                <w:color w:val="000000"/>
              </w:rPr>
              <w:t>создание условий для организации досуга и обеспечения жителей Шейнского сельсовета услугами организаций культуры» за 2020 год, 10 месяцев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26.10.2021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F" w:rsidRDefault="005E237F" w:rsidP="00993D8B">
            <w:pPr>
              <w:jc w:val="both"/>
            </w:pPr>
            <w:r>
              <w:t>Внесение изменений  в решение Комитета местного самоуправления Шейнского сельсовета Пачелмского района Пензенской области «О бюджете Шейнского сельсовета Пачелмского района Пензенской области на 2021 год и плановый период 2022 – 2023 годов»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26.10.2021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премировании Главы администрации Шейнского  сельсовета Пачелмского района  Пензенской области по итогам работы за октябрь  2021 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26.10.2021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8A148C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F" w:rsidRPr="00F70D71" w:rsidRDefault="005E237F" w:rsidP="00F70D71">
            <w:pPr>
              <w:jc w:val="both"/>
            </w:pPr>
            <w:r w:rsidRPr="00F70D71">
              <w:t>Разработка и принятие Положений о  видах муниципального контроля в соответствии с Федеральным законом  от 31.07.2020 №248-ФЗ «О государственном контроле (надзоре) и муниципальном контроле в Российской Федерации.</w:t>
            </w:r>
          </w:p>
          <w:p w:rsidR="005E237F" w:rsidRPr="001445C7" w:rsidRDefault="005E237F" w:rsidP="00F70D71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F" w:rsidRPr="000B0A38" w:rsidRDefault="005E237F" w:rsidP="000B0A38">
            <w:pPr>
              <w:jc w:val="center"/>
            </w:pPr>
            <w:r w:rsidRPr="000B0A38">
              <w:t>29.10.2021-</w:t>
            </w:r>
          </w:p>
          <w:p w:rsidR="005E237F" w:rsidRPr="001445C7" w:rsidRDefault="005E237F" w:rsidP="000B0A38">
            <w:pPr>
              <w:jc w:val="center"/>
              <w:rPr>
                <w:sz w:val="24"/>
                <w:szCs w:val="24"/>
                <w:highlight w:val="yellow"/>
              </w:rPr>
            </w:pPr>
            <w:r w:rsidRPr="000B0A38">
              <w:t>30.12.2021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0B0A38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Ноябрь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мероприятиях проведенных на территории Шейнского сельсовета Пачелмского района Пензенской области в рамках решения вопроса местного значения Шейнского сельсовета: «обеспечение условий для развития на территории Шейнского сельсовета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Шейнского сельсовета</w:t>
            </w:r>
            <w:r>
              <w:rPr>
                <w:color w:val="000000"/>
              </w:rPr>
              <w:t>» за 2020 год, 11 месяцев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26.11.2021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F" w:rsidRDefault="005E237F" w:rsidP="00993D8B">
            <w:pPr>
              <w:jc w:val="both"/>
            </w:pPr>
            <w:r>
              <w:t>Внесение изменений  в решение Комитета местного самоуправления Шейнского сельсовета Пачелмского района Пензенской области «О бюджете Шейнского сельсовета Пачелмского района Пензенской области на 2020 год и плановый период 2021 – 2022 годов»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26.11.2021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премировании Главы администрации Шейнского  сельсовета Пачелмского района  Пензенской области по итогам работы за ноябрь  2021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26.11.2021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Рассмотрение и утверждение проекта бюджета Шейнского сельсовета на очередной финансовый год и плановый период, а также документов предоставляемых одновременно с проектом решения Комитета местного самоуправления Шейнского  сельсовета о бюджете Шейнского  сельсовета.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26.11.2021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премировании Главы администрации Шейнского  сельсовета Пачелмского района  Пензенской области по итогам работы за 3 квартал  2021 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26.11.2021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Декабрь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мероприятиях проведенных на территории Шейнского сельсовета Пачелмского района Пензенской области в рамках решения вопроса местного значения Шейнского сельсовета: «</w:t>
            </w:r>
            <w:r>
              <w:rPr>
                <w:color w:val="000000"/>
              </w:rPr>
              <w:t>организация и осуществление мероприятий по работе с детьми и молодежью в Шейнском сельсовете» за 2021 год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28.12.2021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37F" w:rsidRDefault="005E237F" w:rsidP="00993D8B">
            <w:pPr>
              <w:jc w:val="both"/>
            </w:pPr>
            <w:r>
              <w:t>Внесение изменений  в решение Комитета местного самоуправления Шейнского сельсовета Пачелмского района Пензенской области «О бюджете Шейнского сельсовета Пачелмского района Пензенской области на 2021 год и плановый период 2022– 2023 годов»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28.12.2021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 премировании Главы администрации Шейнского  сельсовета Пачелмского района  Пензенской области по итогам работы за декабрь  2021  года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28.12.2021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Рассмотрение и утверждение бюджета Шейнского сельсовета на очередной финансовый год и плановый период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28.12.2021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Об утверждении  Плана  работы Комитета местного самоуправления Шейнского сельсовета Пачелмского района Пензенской области  на 2022  год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28.12.2021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 xml:space="preserve">Об утверждении Плана законопроектной и нормотворческой работы Комитета местного самоуправления  Шейнского сельсовета Пачелмского района Пензенской области  на 2020 год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28.12.2021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 xml:space="preserve">Об   утверждении  Соглашений  о передаче  полномочий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28.12.2021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 xml:space="preserve">Глава Шейнского сельсовета Пачелмского района Пензенской области  </w:t>
            </w:r>
          </w:p>
          <w:p w:rsidR="005E237F" w:rsidRDefault="005E237F" w:rsidP="00993D8B">
            <w:pPr>
              <w:rPr>
                <w:bCs/>
              </w:rPr>
            </w:pPr>
          </w:p>
        </w:tc>
      </w:tr>
      <w:tr w:rsidR="005E237F" w:rsidTr="00993D8B">
        <w:tc>
          <w:tcPr>
            <w:tcW w:w="101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мероприятия, проводимые согласно отдельному графику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Проведение встреч с избирателями в избирательных  округах с отчетами о проделанной работе, выполнении наказов избирателей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Постоянно, согласно отдельному графику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>Депутаты Комитета местного самоуправления Шейнского сельсовета Пачелмского района Пензенской области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Проведение приема граждан, своевременное рассмотрение  заявлений и обращений граждан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Постоянно, согласно отдельному графику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>Депутаты Комитета местного самоуправления Шейнского сельсовета Пачелмского района Пензенской области</w:t>
            </w:r>
          </w:p>
        </w:tc>
      </w:tr>
      <w:tr w:rsidR="005E237F" w:rsidTr="00993D8B">
        <w:tc>
          <w:tcPr>
            <w:tcW w:w="53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both"/>
            </w:pPr>
            <w:r>
              <w:t>Участие в мероприятиях, проводимых органами местного самоуправления Шейнского сельсовета Пачелмского района Пензенской области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37F" w:rsidRDefault="005E237F" w:rsidP="00993D8B">
            <w:pPr>
              <w:jc w:val="center"/>
            </w:pPr>
            <w:r>
              <w:t>Постоянно, согласно отдельному графику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237F" w:rsidRDefault="005E237F" w:rsidP="00993D8B">
            <w:pPr>
              <w:rPr>
                <w:bCs/>
              </w:rPr>
            </w:pPr>
            <w:r>
              <w:rPr>
                <w:bCs/>
              </w:rPr>
              <w:t>Депутаты Комитета местного самоуправления Шейнского сельсовета Пачелмского района Пензенской области</w:t>
            </w:r>
          </w:p>
        </w:tc>
      </w:tr>
    </w:tbl>
    <w:p w:rsidR="005E237F" w:rsidRDefault="005E237F" w:rsidP="004019CE"/>
    <w:p w:rsidR="005E237F" w:rsidRDefault="005E237F" w:rsidP="004019CE"/>
    <w:p w:rsidR="005E237F" w:rsidRDefault="005E237F" w:rsidP="004019CE">
      <w:pPr>
        <w:jc w:val="center"/>
        <w:rPr>
          <w:sz w:val="28"/>
          <w:szCs w:val="28"/>
        </w:rPr>
      </w:pPr>
    </w:p>
    <w:p w:rsidR="005E237F" w:rsidRPr="00E17DFF" w:rsidRDefault="005E237F" w:rsidP="004E404F"/>
    <w:sectPr w:rsidR="005E237F" w:rsidRPr="00E17DFF" w:rsidSect="0026081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754AD"/>
    <w:multiLevelType w:val="hybridMultilevel"/>
    <w:tmpl w:val="264ED25C"/>
    <w:lvl w:ilvl="0" w:tplc="5DEA742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402"/>
    <w:rsid w:val="00012CFF"/>
    <w:rsid w:val="000340F7"/>
    <w:rsid w:val="000537A9"/>
    <w:rsid w:val="000769B7"/>
    <w:rsid w:val="00087D65"/>
    <w:rsid w:val="000A3748"/>
    <w:rsid w:val="000B0A38"/>
    <w:rsid w:val="000C193D"/>
    <w:rsid w:val="000D4490"/>
    <w:rsid w:val="000E1C66"/>
    <w:rsid w:val="000E4723"/>
    <w:rsid w:val="000F118C"/>
    <w:rsid w:val="000F3AB0"/>
    <w:rsid w:val="001445C7"/>
    <w:rsid w:val="00144CDC"/>
    <w:rsid w:val="001501E2"/>
    <w:rsid w:val="0015248F"/>
    <w:rsid w:val="001B4AA0"/>
    <w:rsid w:val="001B4C46"/>
    <w:rsid w:val="001B7E73"/>
    <w:rsid w:val="001E2E84"/>
    <w:rsid w:val="001F2FF6"/>
    <w:rsid w:val="001F3ABA"/>
    <w:rsid w:val="00200065"/>
    <w:rsid w:val="00204DFE"/>
    <w:rsid w:val="0021485D"/>
    <w:rsid w:val="00220DFF"/>
    <w:rsid w:val="0025405B"/>
    <w:rsid w:val="0026081B"/>
    <w:rsid w:val="0026741D"/>
    <w:rsid w:val="00271347"/>
    <w:rsid w:val="0029523D"/>
    <w:rsid w:val="002A1C1B"/>
    <w:rsid w:val="002B6D4A"/>
    <w:rsid w:val="002B779A"/>
    <w:rsid w:val="002B7E12"/>
    <w:rsid w:val="002C6314"/>
    <w:rsid w:val="002E60B7"/>
    <w:rsid w:val="002F2621"/>
    <w:rsid w:val="002F391D"/>
    <w:rsid w:val="002F4B71"/>
    <w:rsid w:val="002F62C2"/>
    <w:rsid w:val="002F7ACC"/>
    <w:rsid w:val="00340C53"/>
    <w:rsid w:val="00342E0D"/>
    <w:rsid w:val="00345402"/>
    <w:rsid w:val="0034727A"/>
    <w:rsid w:val="00366227"/>
    <w:rsid w:val="00366803"/>
    <w:rsid w:val="003805D4"/>
    <w:rsid w:val="003853D7"/>
    <w:rsid w:val="003872AC"/>
    <w:rsid w:val="003C78E7"/>
    <w:rsid w:val="003D0DD6"/>
    <w:rsid w:val="003E3F5F"/>
    <w:rsid w:val="004019CE"/>
    <w:rsid w:val="00402F4E"/>
    <w:rsid w:val="00405121"/>
    <w:rsid w:val="004073CF"/>
    <w:rsid w:val="00411E41"/>
    <w:rsid w:val="00436025"/>
    <w:rsid w:val="00451426"/>
    <w:rsid w:val="004526C3"/>
    <w:rsid w:val="00471EA4"/>
    <w:rsid w:val="004E404F"/>
    <w:rsid w:val="004E6DD6"/>
    <w:rsid w:val="00505AFB"/>
    <w:rsid w:val="00532C8B"/>
    <w:rsid w:val="00540772"/>
    <w:rsid w:val="005452CD"/>
    <w:rsid w:val="00556654"/>
    <w:rsid w:val="005574D8"/>
    <w:rsid w:val="00560826"/>
    <w:rsid w:val="00571EA9"/>
    <w:rsid w:val="005858A9"/>
    <w:rsid w:val="005A7219"/>
    <w:rsid w:val="005D0C85"/>
    <w:rsid w:val="005E237F"/>
    <w:rsid w:val="005E568F"/>
    <w:rsid w:val="005F1EC6"/>
    <w:rsid w:val="00620E80"/>
    <w:rsid w:val="00636169"/>
    <w:rsid w:val="00650CE4"/>
    <w:rsid w:val="006623E2"/>
    <w:rsid w:val="00664A49"/>
    <w:rsid w:val="006A46F8"/>
    <w:rsid w:val="006B41DC"/>
    <w:rsid w:val="006D13A1"/>
    <w:rsid w:val="006D7D50"/>
    <w:rsid w:val="006F38C1"/>
    <w:rsid w:val="00712C0F"/>
    <w:rsid w:val="0072351D"/>
    <w:rsid w:val="00727FB5"/>
    <w:rsid w:val="00741447"/>
    <w:rsid w:val="00761C14"/>
    <w:rsid w:val="007C080B"/>
    <w:rsid w:val="007E1ED3"/>
    <w:rsid w:val="007E3C91"/>
    <w:rsid w:val="00831536"/>
    <w:rsid w:val="008346EA"/>
    <w:rsid w:val="0085142A"/>
    <w:rsid w:val="0085419F"/>
    <w:rsid w:val="00875D92"/>
    <w:rsid w:val="00882AC6"/>
    <w:rsid w:val="008A148C"/>
    <w:rsid w:val="008D6E3B"/>
    <w:rsid w:val="0090109C"/>
    <w:rsid w:val="009276F7"/>
    <w:rsid w:val="009439BC"/>
    <w:rsid w:val="009854BE"/>
    <w:rsid w:val="00993D8B"/>
    <w:rsid w:val="009B167C"/>
    <w:rsid w:val="009D652B"/>
    <w:rsid w:val="00A21261"/>
    <w:rsid w:val="00A456B1"/>
    <w:rsid w:val="00A50CE9"/>
    <w:rsid w:val="00A5587D"/>
    <w:rsid w:val="00A944C6"/>
    <w:rsid w:val="00AD5460"/>
    <w:rsid w:val="00AE5F90"/>
    <w:rsid w:val="00B21C21"/>
    <w:rsid w:val="00B412F5"/>
    <w:rsid w:val="00B475F9"/>
    <w:rsid w:val="00B83194"/>
    <w:rsid w:val="00B959C2"/>
    <w:rsid w:val="00BA5753"/>
    <w:rsid w:val="00BC023D"/>
    <w:rsid w:val="00BC252F"/>
    <w:rsid w:val="00C45AD9"/>
    <w:rsid w:val="00C82067"/>
    <w:rsid w:val="00CA4B48"/>
    <w:rsid w:val="00CA539C"/>
    <w:rsid w:val="00CA7EE7"/>
    <w:rsid w:val="00CC4723"/>
    <w:rsid w:val="00CE27FB"/>
    <w:rsid w:val="00CE7542"/>
    <w:rsid w:val="00D23261"/>
    <w:rsid w:val="00D36449"/>
    <w:rsid w:val="00D42F3B"/>
    <w:rsid w:val="00D50953"/>
    <w:rsid w:val="00D5508A"/>
    <w:rsid w:val="00D653B8"/>
    <w:rsid w:val="00D86642"/>
    <w:rsid w:val="00DA6469"/>
    <w:rsid w:val="00DB031B"/>
    <w:rsid w:val="00DD30D0"/>
    <w:rsid w:val="00DD5495"/>
    <w:rsid w:val="00DF37B4"/>
    <w:rsid w:val="00DF6B54"/>
    <w:rsid w:val="00E10F2F"/>
    <w:rsid w:val="00E17DFF"/>
    <w:rsid w:val="00E57E93"/>
    <w:rsid w:val="00E6117A"/>
    <w:rsid w:val="00E658ED"/>
    <w:rsid w:val="00E66217"/>
    <w:rsid w:val="00E84BBF"/>
    <w:rsid w:val="00E8717D"/>
    <w:rsid w:val="00E931FB"/>
    <w:rsid w:val="00EC544C"/>
    <w:rsid w:val="00F05683"/>
    <w:rsid w:val="00F06C06"/>
    <w:rsid w:val="00F16FDA"/>
    <w:rsid w:val="00F261F2"/>
    <w:rsid w:val="00F70D71"/>
    <w:rsid w:val="00F93F78"/>
    <w:rsid w:val="00FC59B5"/>
    <w:rsid w:val="00FD500D"/>
    <w:rsid w:val="00FE60BE"/>
    <w:rsid w:val="00FF2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5508A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2B779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A539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3D0DD6"/>
    <w:pPr>
      <w:widowControl/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D0DD6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78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6;&#1045;&#1064;&#1045;&#1053;&#1048;&#1045;%20&#1050;&#1052;&#1057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КМСУ</Template>
  <TotalTime>140</TotalTime>
  <Pages>7</Pages>
  <Words>2824</Words>
  <Characters>16100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Wowan</dc:creator>
  <cp:keywords/>
  <dc:description/>
  <cp:lastModifiedBy>Наталья</cp:lastModifiedBy>
  <cp:revision>8</cp:revision>
  <cp:lastPrinted>2020-12-24T13:38:00Z</cp:lastPrinted>
  <dcterms:created xsi:type="dcterms:W3CDTF">2020-12-17T09:51:00Z</dcterms:created>
  <dcterms:modified xsi:type="dcterms:W3CDTF">2020-12-24T13:38:00Z</dcterms:modified>
</cp:coreProperties>
</file>