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06"/>
      </w:tblGrid>
      <w:tr w:rsidR="00E331D1" w:rsidRPr="0043557C" w:rsidTr="00124B75">
        <w:trPr>
          <w:trHeight w:val="397"/>
        </w:trPr>
        <w:tc>
          <w:tcPr>
            <w:tcW w:w="9606" w:type="dxa"/>
          </w:tcPr>
          <w:p w:rsidR="00E331D1" w:rsidRDefault="00E331D1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6" type="#_x0000_t75" alt="Герб ППО (вектор) черная" style="position:absolute;left:0;text-align:left;margin-left:208.95pt;margin-top:13.75pt;width:57.25pt;height:69.7pt;z-index:251658240;visibility:visible">
                  <v:imagedata r:id="rId7" o:title=""/>
                  <w10:wrap type="square"/>
                </v:shape>
              </w:pict>
            </w: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</w:p>
          <w:p w:rsidR="00E331D1" w:rsidRDefault="00E331D1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E331D1" w:rsidRDefault="00E331D1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E331D1" w:rsidRDefault="00E331D1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E331D1" w:rsidRDefault="00E331D1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E331D1" w:rsidRDefault="00E331D1" w:rsidP="00612EBF">
            <w:pPr>
              <w:widowControl/>
              <w:rPr>
                <w:b/>
                <w:bCs/>
                <w:sz w:val="28"/>
                <w:szCs w:val="28"/>
              </w:rPr>
            </w:pPr>
          </w:p>
          <w:p w:rsidR="00E331D1" w:rsidRPr="0043557C" w:rsidRDefault="00E331D1" w:rsidP="00874403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</w:t>
            </w:r>
          </w:p>
        </w:tc>
      </w:tr>
      <w:tr w:rsidR="00E331D1" w:rsidRPr="0043557C" w:rsidTr="00124B75">
        <w:tc>
          <w:tcPr>
            <w:tcW w:w="9606" w:type="dxa"/>
          </w:tcPr>
          <w:p w:rsidR="00E331D1" w:rsidRPr="0043557C" w:rsidRDefault="00E331D1" w:rsidP="00557A29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 xml:space="preserve">КОМИТЕТ МЕСТНОГО </w:t>
            </w:r>
            <w:r>
              <w:rPr>
                <w:b/>
                <w:bCs/>
                <w:sz w:val="36"/>
                <w:szCs w:val="36"/>
              </w:rPr>
              <w:t xml:space="preserve">САМОУПРАВЛЕНИЯ СЕЛЬСКОГО ПОСЕЛЕНИЯ ШЕЙНСКИЙ СЕЛЬСОВЕТ </w:t>
            </w:r>
          </w:p>
          <w:p w:rsidR="00E331D1" w:rsidRPr="0043557C" w:rsidRDefault="00E331D1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E331D1" w:rsidRPr="0043557C" w:rsidTr="00124B75">
        <w:trPr>
          <w:trHeight w:val="397"/>
        </w:trPr>
        <w:tc>
          <w:tcPr>
            <w:tcW w:w="9606" w:type="dxa"/>
          </w:tcPr>
          <w:p w:rsidR="00E331D1" w:rsidRPr="0043557C" w:rsidRDefault="00E331D1" w:rsidP="00124B75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E331D1" w:rsidRPr="0043557C" w:rsidTr="00124B75">
        <w:tc>
          <w:tcPr>
            <w:tcW w:w="9606" w:type="dxa"/>
          </w:tcPr>
          <w:p w:rsidR="00E331D1" w:rsidRPr="0043557C" w:rsidRDefault="00E331D1" w:rsidP="00124B75">
            <w:pPr>
              <w:pStyle w:val="Heading3"/>
            </w:pPr>
            <w:r w:rsidRPr="0043557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ЕШЕНИЕ</w:t>
            </w:r>
          </w:p>
        </w:tc>
      </w:tr>
      <w:tr w:rsidR="00E331D1" w:rsidRPr="0043557C" w:rsidTr="00124B75">
        <w:trPr>
          <w:trHeight w:val="340"/>
        </w:trPr>
        <w:tc>
          <w:tcPr>
            <w:tcW w:w="9606" w:type="dxa"/>
            <w:vAlign w:val="center"/>
          </w:tcPr>
          <w:p w:rsidR="00E331D1" w:rsidRPr="0043557C" w:rsidRDefault="00E331D1" w:rsidP="00124B75">
            <w:pPr>
              <w:pStyle w:val="Heading3"/>
            </w:pPr>
          </w:p>
        </w:tc>
      </w:tr>
    </w:tbl>
    <w:p w:rsidR="00E331D1" w:rsidRPr="0043557C" w:rsidRDefault="00E331D1" w:rsidP="00612EBF">
      <w:r w:rsidRPr="0043557C">
        <w:t xml:space="preserve">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331D1" w:rsidRPr="0043557C" w:rsidTr="00124B75">
        <w:trPr>
          <w:jc w:val="center"/>
        </w:trPr>
        <w:tc>
          <w:tcPr>
            <w:tcW w:w="284" w:type="dxa"/>
            <w:vAlign w:val="bottom"/>
          </w:tcPr>
          <w:p w:rsidR="00E331D1" w:rsidRPr="0043557C" w:rsidRDefault="00E331D1" w:rsidP="00124B75">
            <w:pPr>
              <w:widowControl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31D1" w:rsidRPr="0043557C" w:rsidRDefault="00E331D1" w:rsidP="00525E8D">
            <w:pPr>
              <w:widowControl/>
              <w:tabs>
                <w:tab w:val="left" w:pos="8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30.09.2020 </w:t>
            </w:r>
          </w:p>
        </w:tc>
        <w:tc>
          <w:tcPr>
            <w:tcW w:w="397" w:type="dxa"/>
          </w:tcPr>
          <w:p w:rsidR="00E331D1" w:rsidRPr="0043557C" w:rsidRDefault="00E331D1" w:rsidP="00124B75">
            <w:pPr>
              <w:widowControl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№</w:t>
            </w:r>
            <w:r w:rsidRPr="0043557C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31D1" w:rsidRPr="0043557C" w:rsidRDefault="00E331D1" w:rsidP="00B30968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08-19/3</w:t>
            </w:r>
          </w:p>
        </w:tc>
      </w:tr>
    </w:tbl>
    <w:p w:rsidR="00E331D1" w:rsidRDefault="00E331D1" w:rsidP="00612E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с.Шейно</w:t>
      </w:r>
    </w:p>
    <w:p w:rsidR="00E331D1" w:rsidRDefault="00E331D1" w:rsidP="00557A29">
      <w:pPr>
        <w:jc w:val="center"/>
        <w:rPr>
          <w:b/>
          <w:sz w:val="24"/>
          <w:szCs w:val="24"/>
        </w:rPr>
      </w:pPr>
    </w:p>
    <w:p w:rsidR="00E331D1" w:rsidRPr="00183418" w:rsidRDefault="00E331D1" w:rsidP="00557A29">
      <w:pPr>
        <w:jc w:val="center"/>
        <w:rPr>
          <w:b/>
          <w:sz w:val="24"/>
          <w:szCs w:val="24"/>
        </w:rPr>
      </w:pPr>
      <w:r w:rsidRPr="002458AA">
        <w:rPr>
          <w:b/>
          <w:sz w:val="24"/>
          <w:szCs w:val="24"/>
        </w:rPr>
        <w:t>О внесении изменений и дополнений в решение Комитета местного самоуправления Шейнского сельсовета Пачелмского р</w:t>
      </w:r>
      <w:r>
        <w:rPr>
          <w:b/>
          <w:sz w:val="24"/>
          <w:szCs w:val="24"/>
        </w:rPr>
        <w:t>айона Пензенской области  от  25.12.2019  № 08-6/3</w:t>
      </w:r>
      <w:r w:rsidRPr="002458AA">
        <w:rPr>
          <w:b/>
          <w:sz w:val="24"/>
          <w:szCs w:val="24"/>
        </w:rPr>
        <w:t>«</w:t>
      </w:r>
      <w:r w:rsidRPr="00183418">
        <w:rPr>
          <w:b/>
          <w:sz w:val="24"/>
          <w:szCs w:val="24"/>
        </w:rPr>
        <w:t xml:space="preserve">О  бюджете </w:t>
      </w:r>
      <w:r>
        <w:rPr>
          <w:b/>
          <w:sz w:val="24"/>
          <w:szCs w:val="24"/>
        </w:rPr>
        <w:t>Шейнского</w:t>
      </w:r>
      <w:r w:rsidRPr="00183418">
        <w:rPr>
          <w:b/>
          <w:sz w:val="24"/>
          <w:szCs w:val="24"/>
        </w:rPr>
        <w:t xml:space="preserve"> сельсовета Пачелмского района Пензенской области</w:t>
      </w:r>
    </w:p>
    <w:p w:rsidR="00E331D1" w:rsidRPr="00FB49C7" w:rsidRDefault="00E331D1" w:rsidP="00557A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Pr="0018341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и плановый период  2021 и  2022 годов»</w:t>
      </w:r>
    </w:p>
    <w:p w:rsidR="00E331D1" w:rsidRDefault="00E331D1" w:rsidP="00557A29">
      <w:pPr>
        <w:jc w:val="center"/>
        <w:rPr>
          <w:sz w:val="24"/>
          <w:szCs w:val="24"/>
        </w:rPr>
      </w:pPr>
    </w:p>
    <w:p w:rsidR="00E331D1" w:rsidRDefault="00E331D1" w:rsidP="00E328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Внесено главой администрации Шейнского сельсовета Пачелмского района   Пензенской области </w:t>
      </w:r>
      <w:r>
        <w:rPr>
          <w:color w:val="FF0000"/>
          <w:sz w:val="24"/>
          <w:szCs w:val="24"/>
        </w:rPr>
        <w:t xml:space="preserve"> </w:t>
      </w:r>
      <w:r w:rsidRPr="005D2589">
        <w:rPr>
          <w:sz w:val="24"/>
          <w:szCs w:val="24"/>
        </w:rPr>
        <w:t>Хитровым Г.В.</w:t>
      </w:r>
    </w:p>
    <w:p w:rsidR="00E331D1" w:rsidRDefault="00E331D1" w:rsidP="00E328E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 со статьей  20  Устава сельского поселения  Шейнского сельсовета Пачелмского района Пензенской области,</w:t>
      </w:r>
    </w:p>
    <w:p w:rsidR="00E331D1" w:rsidRDefault="00E331D1" w:rsidP="00E328E6">
      <w:pPr>
        <w:ind w:firstLine="709"/>
        <w:jc w:val="both"/>
        <w:rPr>
          <w:sz w:val="24"/>
          <w:szCs w:val="24"/>
        </w:rPr>
      </w:pPr>
    </w:p>
    <w:p w:rsidR="00E331D1" w:rsidRPr="00FD575D" w:rsidRDefault="00E331D1" w:rsidP="00E328E6">
      <w:pPr>
        <w:jc w:val="center"/>
        <w:rPr>
          <w:b/>
          <w:sz w:val="24"/>
          <w:szCs w:val="24"/>
        </w:rPr>
      </w:pPr>
      <w:r w:rsidRPr="00FD575D">
        <w:rPr>
          <w:b/>
          <w:sz w:val="24"/>
          <w:szCs w:val="24"/>
        </w:rPr>
        <w:t>Комитет  местного самоуправления Шейнского сельсовета</w:t>
      </w:r>
    </w:p>
    <w:p w:rsidR="00E331D1" w:rsidRDefault="00E331D1" w:rsidP="00E328E6">
      <w:pPr>
        <w:jc w:val="center"/>
        <w:rPr>
          <w:b/>
          <w:sz w:val="24"/>
          <w:szCs w:val="24"/>
        </w:rPr>
      </w:pPr>
      <w:r w:rsidRPr="00FD575D">
        <w:rPr>
          <w:b/>
          <w:sz w:val="24"/>
          <w:szCs w:val="24"/>
        </w:rPr>
        <w:t>Пачелмского района Пензенской области решил:</w:t>
      </w:r>
    </w:p>
    <w:p w:rsidR="00E331D1" w:rsidRDefault="00E331D1" w:rsidP="00E328E6">
      <w:pPr>
        <w:pStyle w:val="BodyText"/>
        <w:jc w:val="center"/>
        <w:rPr>
          <w:b/>
          <w:bCs/>
          <w:sz w:val="24"/>
          <w:szCs w:val="24"/>
        </w:rPr>
      </w:pPr>
    </w:p>
    <w:p w:rsidR="00E331D1" w:rsidRDefault="00E331D1" w:rsidP="00E7766D">
      <w:pPr>
        <w:jc w:val="both"/>
        <w:rPr>
          <w:sz w:val="24"/>
        </w:rPr>
      </w:pPr>
      <w:r w:rsidRPr="002F20EF">
        <w:rPr>
          <w:sz w:val="24"/>
        </w:rPr>
        <w:t>1.Внести   изменения в решение Комитета местного самоуправления Шейнского сельсовета  Пачелмского</w:t>
      </w:r>
      <w:r>
        <w:rPr>
          <w:sz w:val="24"/>
        </w:rPr>
        <w:t xml:space="preserve"> района Пензенской области от 25</w:t>
      </w:r>
      <w:r w:rsidRPr="00D77FC7">
        <w:rPr>
          <w:sz w:val="24"/>
        </w:rPr>
        <w:t>.12.20</w:t>
      </w:r>
      <w:r>
        <w:rPr>
          <w:sz w:val="24"/>
        </w:rPr>
        <w:t xml:space="preserve">19 № 08-6/3 </w:t>
      </w:r>
      <w:r w:rsidRPr="002F20EF">
        <w:rPr>
          <w:sz w:val="24"/>
        </w:rPr>
        <w:t>«</w:t>
      </w:r>
      <w:r w:rsidRPr="00B92FA7">
        <w:rPr>
          <w:sz w:val="24"/>
          <w:szCs w:val="24"/>
        </w:rPr>
        <w:t xml:space="preserve">О  бюджете </w:t>
      </w:r>
      <w:r>
        <w:rPr>
          <w:sz w:val="24"/>
          <w:szCs w:val="24"/>
        </w:rPr>
        <w:t>Шейнского сельсовета Пачелмского района Пензенской области  на 2020 и плановый период 2021 и 2022 годов»</w:t>
      </w:r>
      <w:r w:rsidRPr="0043557C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»(</w:t>
      </w:r>
      <w:r w:rsidRPr="00D24E82">
        <w:rPr>
          <w:sz w:val="24"/>
        </w:rPr>
        <w:t xml:space="preserve"> </w:t>
      </w:r>
      <w:r>
        <w:rPr>
          <w:sz w:val="24"/>
        </w:rPr>
        <w:t xml:space="preserve">с изменениями от 28.01.2020 № 07-7/3; от 27.02.2020г № 03-9/3;от 29.04.2020г </w:t>
      </w:r>
    </w:p>
    <w:p w:rsidR="00E331D1" w:rsidRDefault="00E331D1" w:rsidP="00E7766D">
      <w:pPr>
        <w:jc w:val="both"/>
        <w:rPr>
          <w:b/>
          <w:bCs/>
          <w:sz w:val="24"/>
          <w:szCs w:val="24"/>
        </w:rPr>
      </w:pPr>
      <w:r>
        <w:rPr>
          <w:sz w:val="24"/>
        </w:rPr>
        <w:t>№ 03-12/3; от 26.06.2020 г. № 04-14/3от 17.08.2020 г № 03-17/3)</w:t>
      </w:r>
    </w:p>
    <w:p w:rsidR="00E331D1" w:rsidRDefault="00E331D1" w:rsidP="00E328E6">
      <w:pPr>
        <w:jc w:val="center"/>
        <w:rPr>
          <w:b/>
          <w:bCs/>
          <w:sz w:val="24"/>
          <w:szCs w:val="24"/>
        </w:rPr>
      </w:pPr>
    </w:p>
    <w:p w:rsidR="00E331D1" w:rsidRDefault="00E331D1" w:rsidP="00F750E0">
      <w:pPr>
        <w:rPr>
          <w:b/>
          <w:bCs/>
          <w:sz w:val="24"/>
          <w:szCs w:val="24"/>
        </w:rPr>
      </w:pPr>
    </w:p>
    <w:p w:rsidR="00E331D1" w:rsidRPr="002F7F85" w:rsidRDefault="00E331D1" w:rsidP="00124B75">
      <w:pPr>
        <w:pStyle w:val="BodyText"/>
        <w:numPr>
          <w:ilvl w:val="1"/>
          <w:numId w:val="23"/>
        </w:numPr>
        <w:rPr>
          <w:color w:val="000000"/>
          <w:sz w:val="24"/>
        </w:rPr>
      </w:pPr>
      <w:r>
        <w:rPr>
          <w:color w:val="000000"/>
          <w:sz w:val="24"/>
        </w:rPr>
        <w:t>Часть 1 статьи 1 изложить в следующей редакции:</w:t>
      </w:r>
    </w:p>
    <w:p w:rsidR="00E331D1" w:rsidRPr="0043557C" w:rsidRDefault="00E331D1" w:rsidP="00124B75">
      <w:pPr>
        <w:pStyle w:val="BodyText"/>
        <w:ind w:firstLine="709"/>
        <w:rPr>
          <w:sz w:val="24"/>
          <w:szCs w:val="24"/>
        </w:rPr>
      </w:pPr>
      <w:r>
        <w:rPr>
          <w:sz w:val="24"/>
          <w:szCs w:val="24"/>
        </w:rPr>
        <w:t>«1.</w:t>
      </w:r>
      <w:r w:rsidRPr="0043557C">
        <w:rPr>
          <w:sz w:val="24"/>
          <w:szCs w:val="24"/>
        </w:rPr>
        <w:t xml:space="preserve">Утвердить основные характеристики бюджета Шейнского  сельсовета Пачелмского </w:t>
      </w:r>
      <w:r>
        <w:rPr>
          <w:sz w:val="24"/>
          <w:szCs w:val="24"/>
        </w:rPr>
        <w:t>района Пензенской области на 2020</w:t>
      </w:r>
      <w:r w:rsidRPr="0043557C">
        <w:rPr>
          <w:sz w:val="24"/>
          <w:szCs w:val="24"/>
        </w:rPr>
        <w:t xml:space="preserve">  год: </w:t>
      </w:r>
    </w:p>
    <w:p w:rsidR="00E331D1" w:rsidRPr="0043557C" w:rsidRDefault="00E331D1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1) прогнозируемый общий объем доходов бюджета Шейнского сельсовета Пачелмского района Пензенской области в сумме    </w:t>
      </w:r>
      <w:r>
        <w:rPr>
          <w:sz w:val="24"/>
          <w:szCs w:val="24"/>
        </w:rPr>
        <w:t xml:space="preserve">27546,3 </w:t>
      </w:r>
      <w:r w:rsidRPr="0043557C">
        <w:rPr>
          <w:sz w:val="24"/>
          <w:szCs w:val="24"/>
        </w:rPr>
        <w:t xml:space="preserve">тыс. рублей; </w:t>
      </w:r>
    </w:p>
    <w:p w:rsidR="00E331D1" w:rsidRPr="0043557C" w:rsidRDefault="00E331D1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 xml:space="preserve">2) общий объем расходов </w:t>
      </w:r>
      <w:r w:rsidRPr="007B2E3D">
        <w:rPr>
          <w:sz w:val="24"/>
          <w:szCs w:val="24"/>
        </w:rPr>
        <w:t xml:space="preserve">бюджета  Шейнского   сельсовета Пачелмского района Пензенской области в сумме   </w:t>
      </w:r>
      <w:r>
        <w:rPr>
          <w:sz w:val="24"/>
          <w:szCs w:val="24"/>
        </w:rPr>
        <w:t>28352,5</w:t>
      </w:r>
      <w:r w:rsidRPr="0043557C">
        <w:rPr>
          <w:sz w:val="24"/>
          <w:szCs w:val="24"/>
        </w:rPr>
        <w:t xml:space="preserve"> тыс. рублей</w:t>
      </w:r>
    </w:p>
    <w:p w:rsidR="00E331D1" w:rsidRPr="0043557C" w:rsidRDefault="00E331D1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3) верхний предел 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 w:rsidRPr="0043557C">
        <w:rPr>
          <w:sz w:val="24"/>
          <w:szCs w:val="24"/>
        </w:rPr>
        <w:t xml:space="preserve"> долга Шейнского сельсовета Пачелмского района</w:t>
      </w:r>
      <w:r>
        <w:rPr>
          <w:sz w:val="24"/>
          <w:szCs w:val="24"/>
        </w:rPr>
        <w:t xml:space="preserve"> Пензенской области на 01.01.2021</w:t>
      </w:r>
      <w:r w:rsidRPr="0043557C">
        <w:rPr>
          <w:sz w:val="24"/>
          <w:szCs w:val="24"/>
        </w:rPr>
        <w:t xml:space="preserve"> года – 0,0 тыс. руб.,  верхний предел</w:t>
      </w:r>
      <w:r w:rsidRPr="0043557C"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>муниципального</w:t>
      </w:r>
      <w:r>
        <w:rPr>
          <w:sz w:val="24"/>
          <w:szCs w:val="24"/>
        </w:rPr>
        <w:t xml:space="preserve"> </w:t>
      </w:r>
      <w:r w:rsidRPr="007B2E3D">
        <w:rPr>
          <w:sz w:val="24"/>
          <w:szCs w:val="24"/>
        </w:rPr>
        <w:t>внутреннего</w:t>
      </w:r>
      <w:r>
        <w:rPr>
          <w:color w:val="FF0000"/>
          <w:sz w:val="24"/>
          <w:szCs w:val="24"/>
        </w:rPr>
        <w:t xml:space="preserve"> </w:t>
      </w:r>
      <w:r w:rsidRPr="0043557C">
        <w:rPr>
          <w:sz w:val="24"/>
          <w:szCs w:val="24"/>
        </w:rPr>
        <w:t xml:space="preserve"> долга по муниципальным гарантиям Шейнского сельсовета Пачелмского района Пензенской области соответствует нулевому значению;</w:t>
      </w:r>
    </w:p>
    <w:p w:rsidR="00E331D1" w:rsidRDefault="00E331D1" w:rsidP="00124B75">
      <w:pPr>
        <w:pStyle w:val="BodyText"/>
        <w:ind w:firstLine="709"/>
        <w:rPr>
          <w:sz w:val="24"/>
          <w:szCs w:val="24"/>
        </w:rPr>
      </w:pPr>
      <w:r w:rsidRPr="0043557C">
        <w:rPr>
          <w:sz w:val="24"/>
          <w:szCs w:val="24"/>
        </w:rPr>
        <w:t>4) прогнозируемый дефицит бюджета Шейнского сельсовета Пачелмского райо</w:t>
      </w:r>
      <w:r>
        <w:rPr>
          <w:sz w:val="24"/>
          <w:szCs w:val="24"/>
        </w:rPr>
        <w:t xml:space="preserve">на Пензенской области в </w:t>
      </w:r>
      <w:r w:rsidRPr="00CD265B">
        <w:rPr>
          <w:sz w:val="24"/>
          <w:szCs w:val="24"/>
        </w:rPr>
        <w:t xml:space="preserve">сумме  </w:t>
      </w:r>
      <w:r>
        <w:rPr>
          <w:sz w:val="24"/>
          <w:szCs w:val="24"/>
        </w:rPr>
        <w:t>806,2 тыс. рублей;</w:t>
      </w:r>
    </w:p>
    <w:p w:rsidR="00E331D1" w:rsidRPr="005D2589" w:rsidRDefault="00E331D1" w:rsidP="00124B75">
      <w:pPr>
        <w:pStyle w:val="BodyText"/>
        <w:ind w:firstLine="709"/>
        <w:rPr>
          <w:sz w:val="24"/>
          <w:szCs w:val="24"/>
        </w:rPr>
      </w:pPr>
      <w:r w:rsidRPr="005D2589">
        <w:rPr>
          <w:sz w:val="24"/>
          <w:szCs w:val="24"/>
        </w:rPr>
        <w:t>5) размер резервного фонда администрации Шейнского сельсовета Пачелмского района Пензенской области в сумме 10.0 тыс. рублей.»</w:t>
      </w:r>
    </w:p>
    <w:p w:rsidR="00E331D1" w:rsidRPr="00874403" w:rsidRDefault="00E331D1" w:rsidP="00871132">
      <w:pPr>
        <w:pStyle w:val="BodyText"/>
        <w:rPr>
          <w:sz w:val="24"/>
          <w:szCs w:val="24"/>
        </w:rPr>
      </w:pPr>
      <w:r w:rsidRPr="00874403">
        <w:rPr>
          <w:sz w:val="24"/>
          <w:szCs w:val="24"/>
        </w:rPr>
        <w:t xml:space="preserve">         1.2 Статью 6 изложить в следующей редакции:</w:t>
      </w:r>
    </w:p>
    <w:p w:rsidR="00E331D1" w:rsidRPr="00874403" w:rsidRDefault="00E331D1" w:rsidP="00BC419E">
      <w:pPr>
        <w:pStyle w:val="BodyText"/>
        <w:ind w:firstLine="567"/>
        <w:rPr>
          <w:b/>
          <w:bCs/>
          <w:sz w:val="24"/>
          <w:szCs w:val="24"/>
        </w:rPr>
      </w:pPr>
      <w:r w:rsidRPr="00874403">
        <w:rPr>
          <w:b/>
          <w:bCs/>
          <w:sz w:val="24"/>
          <w:szCs w:val="24"/>
        </w:rPr>
        <w:t xml:space="preserve">      «Статья 6. Объем поступлений в бюджет Шейнского сельсовета Пачелмского района Пензенской области по видам доходов на 2020 год и  плановый период 2021 и 2022 годов</w:t>
      </w:r>
    </w:p>
    <w:p w:rsidR="00E331D1" w:rsidRPr="00874403" w:rsidRDefault="00E331D1" w:rsidP="00BC4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403">
        <w:rPr>
          <w:rFonts w:ascii="Times New Roman" w:hAnsi="Times New Roman" w:cs="Times New Roman"/>
          <w:sz w:val="24"/>
          <w:szCs w:val="24"/>
        </w:rPr>
        <w:t xml:space="preserve">  Утвердить объем поступлений в бюджет Шейнского сельсовета Пачелмского района Пензенской области по видам доходов на 2020 год и  плановый период 2021 и 2022 годов:</w:t>
      </w:r>
    </w:p>
    <w:p w:rsidR="00E331D1" w:rsidRPr="00874403" w:rsidRDefault="00E331D1" w:rsidP="00BC419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403">
        <w:rPr>
          <w:rFonts w:ascii="Times New Roman" w:hAnsi="Times New Roman" w:cs="Times New Roman"/>
          <w:sz w:val="24"/>
          <w:szCs w:val="24"/>
        </w:rPr>
        <w:t>- объем налоговых и неналоговых доходов согласно приложению 6 к настоящему решению;</w:t>
      </w:r>
    </w:p>
    <w:p w:rsidR="00E331D1" w:rsidRPr="00874403" w:rsidRDefault="00E331D1" w:rsidP="00BC419E">
      <w:pPr>
        <w:pStyle w:val="BodyText"/>
        <w:rPr>
          <w:sz w:val="24"/>
          <w:szCs w:val="24"/>
        </w:rPr>
      </w:pPr>
      <w:r w:rsidRPr="00874403">
        <w:rPr>
          <w:sz w:val="24"/>
          <w:szCs w:val="24"/>
        </w:rPr>
        <w:t>- объем безвозмездных поступлений согласно приложению 7 к настоящему решению  , из них объем межбюджетных тран</w:t>
      </w:r>
      <w:r>
        <w:rPr>
          <w:sz w:val="24"/>
          <w:szCs w:val="24"/>
        </w:rPr>
        <w:t>сфертов в 2020 году в сумме 24631,4</w:t>
      </w:r>
      <w:r w:rsidRPr="00874403">
        <w:rPr>
          <w:sz w:val="24"/>
          <w:szCs w:val="24"/>
        </w:rPr>
        <w:t xml:space="preserve"> тыс. рублей, в 2021 году в сумме 1216,2 тыс. рублей., в 2022 году в сумме 1219,5  тыс. рублей»;</w:t>
      </w:r>
    </w:p>
    <w:p w:rsidR="00E331D1" w:rsidRPr="00874403" w:rsidRDefault="00E331D1" w:rsidP="00BC419E">
      <w:pPr>
        <w:pStyle w:val="BodyText"/>
        <w:rPr>
          <w:sz w:val="24"/>
          <w:szCs w:val="24"/>
        </w:rPr>
      </w:pPr>
    </w:p>
    <w:p w:rsidR="00E331D1" w:rsidRDefault="00E331D1" w:rsidP="00FC7310">
      <w:pPr>
        <w:pStyle w:val="BodyTex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:rsidR="00E331D1" w:rsidRPr="00FC7310" w:rsidRDefault="00E331D1" w:rsidP="00FC7310">
      <w:pPr>
        <w:pStyle w:val="BodyText"/>
      </w:pPr>
    </w:p>
    <w:p w:rsidR="00E331D1" w:rsidRDefault="00E331D1" w:rsidP="008724BD">
      <w:pPr>
        <w:pStyle w:val="BodyText"/>
        <w:tabs>
          <w:tab w:val="left" w:pos="57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1.3. Приложение № 1 изложить в следующей редакции:</w:t>
      </w:r>
    </w:p>
    <w:p w:rsidR="00E331D1" w:rsidRPr="0043557C" w:rsidRDefault="00E331D1" w:rsidP="008724BD">
      <w:pPr>
        <w:pStyle w:val="BodyText"/>
        <w:tabs>
          <w:tab w:val="left" w:pos="570"/>
        </w:tabs>
        <w:jc w:val="left"/>
        <w:rPr>
          <w:sz w:val="24"/>
          <w:szCs w:val="24"/>
        </w:rPr>
      </w:pPr>
    </w:p>
    <w:p w:rsidR="00E331D1" w:rsidRPr="0043557C" w:rsidRDefault="00E331D1" w:rsidP="00124B75">
      <w:pPr>
        <w:pStyle w:val="BodyText"/>
        <w:rPr>
          <w:sz w:val="24"/>
          <w:szCs w:val="24"/>
        </w:rPr>
      </w:pPr>
    </w:p>
    <w:p w:rsidR="00E331D1" w:rsidRPr="0043557C" w:rsidRDefault="00E331D1" w:rsidP="00124B75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Pr="0043557C">
        <w:rPr>
          <w:sz w:val="20"/>
          <w:szCs w:val="20"/>
        </w:rPr>
        <w:t>Приложение  1</w:t>
      </w:r>
    </w:p>
    <w:p w:rsidR="00E331D1" w:rsidRPr="0043557C" w:rsidRDefault="00E331D1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E331D1" w:rsidRPr="0043557C" w:rsidRDefault="00E331D1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E331D1" w:rsidRPr="0043557C" w:rsidRDefault="00E331D1" w:rsidP="00124B75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Пачелмского района Пензенской области</w:t>
      </w:r>
    </w:p>
    <w:p w:rsidR="00E331D1" w:rsidRPr="00CD265B" w:rsidRDefault="00E331D1" w:rsidP="00BE2B9E">
      <w:pPr>
        <w:jc w:val="right"/>
      </w:pPr>
      <w:r w:rsidRPr="00CD265B">
        <w:t xml:space="preserve">от 25.12.2019  №08-6/3  </w:t>
      </w:r>
    </w:p>
    <w:p w:rsidR="00E331D1" w:rsidRDefault="00E331D1" w:rsidP="00397F4F">
      <w:pPr>
        <w:jc w:val="right"/>
        <w:rPr>
          <w:color w:val="FF0000"/>
        </w:rPr>
      </w:pPr>
    </w:p>
    <w:p w:rsidR="00E331D1" w:rsidRPr="00397F4F" w:rsidRDefault="00E331D1" w:rsidP="00397F4F">
      <w:pPr>
        <w:jc w:val="right"/>
        <w:rPr>
          <w:color w:val="FF0000"/>
        </w:rPr>
      </w:pPr>
      <w:r w:rsidRPr="00BE2B9E">
        <w:rPr>
          <w:color w:val="FF0000"/>
        </w:rPr>
        <w:t xml:space="preserve">  </w:t>
      </w:r>
    </w:p>
    <w:p w:rsidR="00E331D1" w:rsidRPr="0043557C" w:rsidRDefault="00E331D1" w:rsidP="00124B75">
      <w:pPr>
        <w:pStyle w:val="BodyText"/>
        <w:rPr>
          <w:b/>
          <w:bCs/>
          <w:sz w:val="24"/>
          <w:szCs w:val="24"/>
        </w:rPr>
      </w:pPr>
      <w:r w:rsidRPr="0043557C">
        <w:rPr>
          <w:b/>
          <w:bCs/>
          <w:sz w:val="24"/>
          <w:szCs w:val="24"/>
        </w:rPr>
        <w:t xml:space="preserve">Источники  финансирования  дефицита бюджета  Шейнского   сельсовета  Пачелмского </w:t>
      </w:r>
      <w:r>
        <w:rPr>
          <w:b/>
          <w:bCs/>
          <w:sz w:val="24"/>
          <w:szCs w:val="24"/>
        </w:rPr>
        <w:t>района Пензенской области на 2020 год и  плановый период 2021 и 2022</w:t>
      </w:r>
      <w:r w:rsidRPr="0043557C">
        <w:rPr>
          <w:b/>
          <w:bCs/>
          <w:sz w:val="24"/>
          <w:szCs w:val="24"/>
        </w:rPr>
        <w:t xml:space="preserve"> годов</w:t>
      </w:r>
      <w:r>
        <w:rPr>
          <w:b/>
          <w:bCs/>
          <w:sz w:val="24"/>
          <w:szCs w:val="24"/>
        </w:rPr>
        <w:t>.</w:t>
      </w:r>
    </w:p>
    <w:p w:rsidR="00E331D1" w:rsidRPr="0043557C" w:rsidRDefault="00E331D1" w:rsidP="00124B75">
      <w:pPr>
        <w:pStyle w:val="BodyText"/>
        <w:jc w:val="center"/>
        <w:rPr>
          <w:b/>
          <w:bCs/>
          <w:sz w:val="24"/>
          <w:szCs w:val="24"/>
        </w:rPr>
      </w:pPr>
    </w:p>
    <w:tbl>
      <w:tblPr>
        <w:tblW w:w="9747" w:type="dxa"/>
        <w:tblInd w:w="-106" w:type="dxa"/>
        <w:tblLook w:val="00A0"/>
      </w:tblPr>
      <w:tblGrid>
        <w:gridCol w:w="2628"/>
        <w:gridCol w:w="3742"/>
        <w:gridCol w:w="1109"/>
        <w:gridCol w:w="1151"/>
        <w:gridCol w:w="1117"/>
      </w:tblGrid>
      <w:tr w:rsidR="00E331D1" w:rsidRPr="0043557C" w:rsidTr="00124B75">
        <w:trPr>
          <w:trHeight w:val="22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D1" w:rsidRPr="0043557C" w:rsidRDefault="00E331D1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Код источника финансирования по КИВФ,КИВнФ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331D1" w:rsidRPr="0043557C" w:rsidRDefault="00E331D1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337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E331D1" w:rsidRPr="0043557C" w:rsidRDefault="00E331D1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</w:t>
            </w:r>
          </w:p>
          <w:p w:rsidR="00E331D1" w:rsidRPr="0043557C" w:rsidRDefault="00E331D1" w:rsidP="00124B75">
            <w:pPr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 xml:space="preserve">тысяч рублей              </w:t>
            </w:r>
          </w:p>
        </w:tc>
      </w:tr>
      <w:tr w:rsidR="00E331D1" w:rsidRPr="0043557C" w:rsidTr="00124B75">
        <w:trPr>
          <w:trHeight w:val="208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pPr>
              <w:widowControl/>
              <w:rPr>
                <w:b/>
                <w:bCs/>
              </w:rPr>
            </w:pPr>
          </w:p>
        </w:tc>
        <w:tc>
          <w:tcPr>
            <w:tcW w:w="37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pPr>
              <w:widowControl/>
              <w:rPr>
                <w:b/>
                <w:bCs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67E8B" w:rsidRDefault="00E331D1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20</w:t>
            </w:r>
            <w:r>
              <w:rPr>
                <w:b/>
                <w:bCs/>
              </w:rPr>
              <w:t>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31D1" w:rsidRPr="0043557C" w:rsidRDefault="00E331D1" w:rsidP="00124B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Pr="0043557C">
              <w:rPr>
                <w:b/>
                <w:bCs/>
              </w:rPr>
              <w:t xml:space="preserve">      </w:t>
            </w:r>
          </w:p>
        </w:tc>
      </w:tr>
      <w:tr w:rsidR="00E331D1" w:rsidRPr="0043557C" w:rsidTr="00124B75">
        <w:trPr>
          <w:trHeight w:val="60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331D1" w:rsidRPr="0043557C" w:rsidRDefault="00E331D1" w:rsidP="00124B75">
            <w:r w:rsidRPr="0043557C">
              <w:t>000 01 00 00 00 00 0000 000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r w:rsidRPr="0043557C">
              <w:t>Источники внутреннего финансирования дефицитов бюджетов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124B75">
            <w:pPr>
              <w:jc w:val="center"/>
            </w:pPr>
            <w:r>
              <w:t>806,2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 w:rsidRPr="0043557C">
              <w:t>10,0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 w:rsidRPr="0043557C">
              <w:t>10,0</w:t>
            </w:r>
          </w:p>
        </w:tc>
      </w:tr>
      <w:tr w:rsidR="00E331D1" w:rsidRPr="0043557C" w:rsidTr="00124B75">
        <w:trPr>
          <w:trHeight w:val="64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331D1" w:rsidRPr="0043557C" w:rsidRDefault="00E331D1" w:rsidP="00124B75">
            <w:r w:rsidRPr="0043557C">
              <w:t>000 01 05 00 00 00 0000 000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r w:rsidRPr="0043557C">
              <w:t xml:space="preserve">  </w:t>
            </w:r>
            <w:r w:rsidRPr="0043557C"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124B75">
            <w:pPr>
              <w:jc w:val="center"/>
            </w:pPr>
            <w:r>
              <w:t>806,2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 w:rsidRPr="0043557C">
              <w:t>10,0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 w:rsidRPr="0043557C">
              <w:t>10,0</w:t>
            </w:r>
          </w:p>
        </w:tc>
      </w:tr>
      <w:tr w:rsidR="00E331D1" w:rsidRPr="0043557C" w:rsidTr="00124B75">
        <w:trPr>
          <w:trHeight w:val="48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331D1" w:rsidRPr="0043557C" w:rsidRDefault="00E331D1" w:rsidP="00124B75">
            <w:r w:rsidRPr="0043557C">
              <w:t>000 01 05 02 00 00 0000 500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r w:rsidRPr="0043557C">
              <w:t xml:space="preserve">  </w:t>
            </w:r>
            <w:r w:rsidRPr="0043557C"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B72EF2">
            <w:pPr>
              <w:jc w:val="center"/>
            </w:pPr>
            <w:r w:rsidRPr="0043557C">
              <w:t>-</w:t>
            </w:r>
            <w:r>
              <w:t>27546,3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>
              <w:t>-3747,2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>
              <w:t>-3790,5</w:t>
            </w:r>
          </w:p>
        </w:tc>
      </w:tr>
      <w:tr w:rsidR="00E331D1" w:rsidRPr="0043557C" w:rsidTr="00124B75">
        <w:trPr>
          <w:trHeight w:val="45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331D1" w:rsidRPr="0043557C" w:rsidRDefault="00E331D1" w:rsidP="00124B75">
            <w:r w:rsidRPr="0047046C">
              <w:t>901</w:t>
            </w:r>
            <w:r w:rsidRPr="0043557C">
              <w:t xml:space="preserve"> 01 05 02 01 10 0000 510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r w:rsidRPr="0043557C">
              <w:t xml:space="preserve">  </w:t>
            </w:r>
            <w:r w:rsidRPr="0043557C">
              <w:rPr>
                <w:rStyle w:val="blk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B72EF2">
            <w:pPr>
              <w:jc w:val="center"/>
            </w:pPr>
            <w:r>
              <w:t>-27546,3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>
              <w:t>-3747,2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>
              <w:t>-3790,5</w:t>
            </w:r>
          </w:p>
        </w:tc>
      </w:tr>
      <w:tr w:rsidR="00E331D1" w:rsidRPr="0043557C" w:rsidTr="00124B75">
        <w:trPr>
          <w:trHeight w:val="510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331D1" w:rsidRPr="0043557C" w:rsidRDefault="00E331D1" w:rsidP="00124B75">
            <w:r w:rsidRPr="0043557C">
              <w:t>000 01 05 02 00 00 0000 600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r w:rsidRPr="0043557C">
              <w:t xml:space="preserve">  </w:t>
            </w:r>
            <w:r w:rsidRPr="0043557C"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124B75">
            <w:pPr>
              <w:jc w:val="center"/>
            </w:pPr>
            <w:r>
              <w:t>28352,5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>
              <w:t>3757,2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31D1" w:rsidRPr="0043557C" w:rsidRDefault="00E331D1" w:rsidP="00124B75"/>
          <w:p w:rsidR="00E331D1" w:rsidRPr="0043557C" w:rsidRDefault="00E331D1" w:rsidP="00124B75">
            <w:r>
              <w:t xml:space="preserve">   3800,5</w:t>
            </w:r>
          </w:p>
        </w:tc>
      </w:tr>
      <w:tr w:rsidR="00E331D1" w:rsidRPr="0043557C" w:rsidTr="00124B75">
        <w:trPr>
          <w:trHeight w:val="615"/>
        </w:trPr>
        <w:tc>
          <w:tcPr>
            <w:tcW w:w="2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331D1" w:rsidRPr="0043557C" w:rsidRDefault="00E331D1" w:rsidP="00124B75">
            <w:r w:rsidRPr="0047046C">
              <w:t>901</w:t>
            </w:r>
            <w:r w:rsidRPr="004E62F5">
              <w:rPr>
                <w:color w:val="FF0000"/>
              </w:rPr>
              <w:t xml:space="preserve"> </w:t>
            </w:r>
            <w:r w:rsidRPr="0043557C">
              <w:t>01 05 02 01 10 0000 610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1D1" w:rsidRPr="0043557C" w:rsidRDefault="00E331D1" w:rsidP="00124B75">
            <w:r w:rsidRPr="0043557C">
              <w:t xml:space="preserve">  </w:t>
            </w:r>
            <w:r w:rsidRPr="0043557C">
              <w:rPr>
                <w:rStyle w:val="blk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124B75">
            <w:pPr>
              <w:jc w:val="center"/>
            </w:pPr>
            <w:r>
              <w:t>28352,5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331D1" w:rsidRPr="0043557C" w:rsidRDefault="00E331D1" w:rsidP="00124B75">
            <w:pPr>
              <w:jc w:val="center"/>
            </w:pPr>
            <w:r>
              <w:t>3757,2</w:t>
            </w:r>
          </w:p>
        </w:tc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31D1" w:rsidRPr="0043557C" w:rsidRDefault="00E331D1" w:rsidP="00124B75"/>
          <w:p w:rsidR="00E331D1" w:rsidRPr="0043557C" w:rsidRDefault="00E331D1" w:rsidP="00124B75">
            <w:r>
              <w:t xml:space="preserve">   3800,5</w:t>
            </w:r>
          </w:p>
        </w:tc>
      </w:tr>
    </w:tbl>
    <w:p w:rsidR="00E331D1" w:rsidRPr="00DD1D01" w:rsidRDefault="00E331D1" w:rsidP="00DD1D01">
      <w:pPr>
        <w:jc w:val="right"/>
        <w:rPr>
          <w:sz w:val="24"/>
          <w:szCs w:val="24"/>
        </w:rPr>
      </w:pPr>
      <w:r>
        <w:t xml:space="preserve">  </w:t>
      </w:r>
      <w:r w:rsidRPr="00DD1D01">
        <w:rPr>
          <w:sz w:val="24"/>
          <w:szCs w:val="24"/>
        </w:rPr>
        <w:t>».</w:t>
      </w:r>
    </w:p>
    <w:p w:rsidR="00E331D1" w:rsidRDefault="00E331D1" w:rsidP="008B0594">
      <w:pPr>
        <w:pStyle w:val="BodyText"/>
        <w:rPr>
          <w:sz w:val="16"/>
          <w:szCs w:val="16"/>
        </w:rPr>
      </w:pPr>
    </w:p>
    <w:p w:rsidR="00E331D1" w:rsidRDefault="00E331D1" w:rsidP="008B0594">
      <w:pPr>
        <w:pStyle w:val="BodyText"/>
        <w:rPr>
          <w:sz w:val="16"/>
          <w:szCs w:val="16"/>
        </w:rPr>
      </w:pPr>
    </w:p>
    <w:p w:rsidR="00E331D1" w:rsidRDefault="00E331D1" w:rsidP="008B0594">
      <w:pPr>
        <w:pStyle w:val="BodyText"/>
        <w:rPr>
          <w:sz w:val="16"/>
          <w:szCs w:val="16"/>
        </w:rPr>
      </w:pPr>
    </w:p>
    <w:p w:rsidR="00E331D1" w:rsidRDefault="00E331D1" w:rsidP="008B0594">
      <w:pPr>
        <w:pStyle w:val="BodyText"/>
        <w:rPr>
          <w:sz w:val="16"/>
          <w:szCs w:val="16"/>
        </w:rPr>
      </w:pPr>
      <w:r>
        <w:rPr>
          <w:sz w:val="24"/>
          <w:szCs w:val="24"/>
        </w:rPr>
        <w:t xml:space="preserve">        1.4.Приложение № 7 изложить в следующей редакции:</w:t>
      </w:r>
    </w:p>
    <w:p w:rsidR="00E331D1" w:rsidRDefault="00E331D1" w:rsidP="008B0594">
      <w:pPr>
        <w:pStyle w:val="BodyText"/>
        <w:rPr>
          <w:sz w:val="16"/>
          <w:szCs w:val="16"/>
        </w:rPr>
      </w:pPr>
    </w:p>
    <w:p w:rsidR="00E331D1" w:rsidRPr="0043557C" w:rsidRDefault="00E331D1" w:rsidP="0090122B">
      <w:pPr>
        <w:pStyle w:val="BodyTex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 </w:t>
      </w:r>
      <w:r w:rsidRPr="0043557C">
        <w:rPr>
          <w:sz w:val="20"/>
          <w:szCs w:val="20"/>
        </w:rPr>
        <w:t>Приложение  7</w:t>
      </w:r>
    </w:p>
    <w:p w:rsidR="00E331D1" w:rsidRPr="0043557C" w:rsidRDefault="00E331D1" w:rsidP="0090122B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>к решению Комитета местного</w:t>
      </w:r>
    </w:p>
    <w:p w:rsidR="00E331D1" w:rsidRPr="0043557C" w:rsidRDefault="00E331D1" w:rsidP="0090122B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 самоуправления Шейнского сельсовета</w:t>
      </w:r>
    </w:p>
    <w:p w:rsidR="00E331D1" w:rsidRPr="0043557C" w:rsidRDefault="00E331D1" w:rsidP="0090122B">
      <w:pPr>
        <w:pStyle w:val="BodyText"/>
        <w:spacing w:line="240" w:lineRule="exact"/>
        <w:jc w:val="right"/>
        <w:rPr>
          <w:sz w:val="20"/>
          <w:szCs w:val="20"/>
        </w:rPr>
      </w:pPr>
      <w:r w:rsidRPr="0043557C">
        <w:rPr>
          <w:sz w:val="20"/>
          <w:szCs w:val="20"/>
        </w:rPr>
        <w:t xml:space="preserve">Пачелмского района Пензенской области                                                                                                  </w:t>
      </w:r>
    </w:p>
    <w:p w:rsidR="00E331D1" w:rsidRDefault="00E331D1" w:rsidP="00B01E71">
      <w:pPr>
        <w:jc w:val="right"/>
      </w:pPr>
      <w:r w:rsidRPr="0043557C">
        <w:t xml:space="preserve">                       </w:t>
      </w:r>
      <w:r>
        <w:t>о</w:t>
      </w:r>
      <w:r w:rsidRPr="0043557C">
        <w:t>т</w:t>
      </w:r>
      <w:r>
        <w:t xml:space="preserve"> 25.12.2019</w:t>
      </w:r>
      <w:r w:rsidRPr="0043557C">
        <w:t xml:space="preserve"> </w:t>
      </w:r>
      <w:r>
        <w:t xml:space="preserve">  </w:t>
      </w:r>
      <w:r w:rsidRPr="0043557C">
        <w:t xml:space="preserve">№ </w:t>
      </w:r>
      <w:r>
        <w:t xml:space="preserve"> 08-6/3 </w:t>
      </w:r>
    </w:p>
    <w:p w:rsidR="00E331D1" w:rsidRDefault="00E331D1" w:rsidP="00B01E71">
      <w:pPr>
        <w:jc w:val="right"/>
      </w:pPr>
    </w:p>
    <w:p w:rsidR="00E331D1" w:rsidRDefault="00E331D1" w:rsidP="00B01E71">
      <w:pPr>
        <w:jc w:val="right"/>
      </w:pPr>
    </w:p>
    <w:p w:rsidR="00E331D1" w:rsidRDefault="00E331D1" w:rsidP="0090122B">
      <w:pPr>
        <w:rPr>
          <w:b/>
          <w:bCs/>
          <w:sz w:val="24"/>
          <w:szCs w:val="24"/>
        </w:rPr>
      </w:pPr>
    </w:p>
    <w:p w:rsidR="00E331D1" w:rsidRDefault="00E331D1" w:rsidP="0090122B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Объем безвозмездных поступлений в бюджет   Шейнского сельсовета                                         Пачелмского района Пензенской области на 2020 год и  плановый период 2021 и 2022 годов.</w:t>
      </w:r>
    </w:p>
    <w:p w:rsidR="00E331D1" w:rsidRDefault="00E331D1" w:rsidP="0090122B">
      <w:pPr>
        <w:jc w:val="right"/>
      </w:pPr>
    </w:p>
    <w:p w:rsidR="00E331D1" w:rsidRDefault="00E331D1" w:rsidP="0090122B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тыс.руб.</w:t>
      </w:r>
    </w:p>
    <w:tbl>
      <w:tblPr>
        <w:tblW w:w="9580" w:type="dxa"/>
        <w:jc w:val="center"/>
        <w:tblLook w:val="00A0"/>
      </w:tblPr>
      <w:tblGrid>
        <w:gridCol w:w="2239"/>
        <w:gridCol w:w="3121"/>
        <w:gridCol w:w="1340"/>
        <w:gridCol w:w="1340"/>
        <w:gridCol w:w="1540"/>
      </w:tblGrid>
      <w:tr w:rsidR="00E331D1" w:rsidTr="00EE65CE">
        <w:trPr>
          <w:trHeight w:val="510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Код доходов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Виды доходов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Default="00E331D1" w:rsidP="00EE65CE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2020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Default="00E331D1" w:rsidP="00EE65CE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2021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Default="00E331D1" w:rsidP="00EE65CE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на 2022 год</w:t>
            </w:r>
          </w:p>
        </w:tc>
      </w:tr>
      <w:tr w:rsidR="00E331D1" w:rsidTr="00EE65CE">
        <w:trPr>
          <w:trHeight w:val="248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00020200000000000000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24631,4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1216,2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1219,5</w:t>
            </w:r>
          </w:p>
        </w:tc>
      </w:tr>
      <w:tr w:rsidR="00E331D1" w:rsidTr="00EE65CE">
        <w:trPr>
          <w:trHeight w:val="5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00020210000000000150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Дотации бюджетам 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8602C7" w:rsidRDefault="00E331D1" w:rsidP="00EE65CE">
            <w:pPr>
              <w:widowControl/>
              <w:rPr>
                <w:b/>
                <w:bCs/>
              </w:rPr>
            </w:pPr>
            <w:r w:rsidRPr="008602C7">
              <w:rPr>
                <w:b/>
                <w:bCs/>
              </w:rPr>
              <w:t>1180,8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1132,5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1132,7</w:t>
            </w:r>
          </w:p>
        </w:tc>
      </w:tr>
      <w:tr w:rsidR="00E331D1" w:rsidTr="00EE65CE">
        <w:trPr>
          <w:trHeight w:val="379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</w:pPr>
            <w:r>
              <w:t>00020215001000000150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pPr>
              <w:widowControl/>
            </w:pPr>
            <w:r>
              <w:t>Дотации на выравнивание бюджетной обеспеченности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8602C7" w:rsidRDefault="00E331D1" w:rsidP="00EE65CE">
            <w:r w:rsidRPr="008602C7">
              <w:t>1180,8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t>1132,5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t>1132,7</w:t>
            </w:r>
          </w:p>
        </w:tc>
      </w:tr>
      <w:tr w:rsidR="00E331D1" w:rsidTr="00EE65CE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</w:pPr>
            <w:r>
              <w:t>00020215001100000150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widowControl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Pr="008602C7" w:rsidRDefault="00E331D1" w:rsidP="00EE65CE">
            <w:r w:rsidRPr="008602C7">
              <w:t>1180,8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>1132,5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>1132,7</w:t>
            </w:r>
          </w:p>
        </w:tc>
      </w:tr>
      <w:tr w:rsidR="00E331D1" w:rsidTr="00EE65CE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00020240000000000150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8602C7" w:rsidRDefault="00E331D1" w:rsidP="00E540F7">
            <w:pPr>
              <w:widowControl/>
              <w:rPr>
                <w:b/>
                <w:bCs/>
              </w:rPr>
            </w:pPr>
            <w:r w:rsidRPr="008602C7">
              <w:rPr>
                <w:b/>
                <w:bCs/>
              </w:rPr>
              <w:t>296,2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rPr>
                <w:b/>
                <w:bCs/>
              </w:rPr>
            </w:pPr>
          </w:p>
          <w:p w:rsidR="00E331D1" w:rsidRDefault="00E331D1" w:rsidP="00EE65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:rsidR="00E331D1" w:rsidRDefault="00E331D1" w:rsidP="00EE65C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2,2</w:t>
            </w:r>
          </w:p>
        </w:tc>
      </w:tr>
      <w:tr w:rsidR="00E331D1" w:rsidTr="00EE65CE">
        <w:trPr>
          <w:trHeight w:val="1770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E331D1" w:rsidRDefault="00E331D1" w:rsidP="00EE65CE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4A79F0">
            <w:pPr>
              <w:widowControl/>
            </w:pPr>
            <w: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jc w:val="center"/>
            </w:pPr>
          </w:p>
          <w:p w:rsidR="00E331D1" w:rsidRDefault="00E331D1" w:rsidP="00EE65CE"/>
          <w:p w:rsidR="00E331D1" w:rsidRDefault="00E331D1" w:rsidP="00EE65CE"/>
          <w:p w:rsidR="00E331D1" w:rsidRDefault="00E331D1" w:rsidP="00EE65CE"/>
          <w:p w:rsidR="00E331D1" w:rsidRDefault="00E331D1" w:rsidP="00E540F7">
            <w:r>
              <w:t>2,2</w:t>
            </w:r>
          </w:p>
        </w:tc>
      </w:tr>
      <w:tr w:rsidR="00E331D1" w:rsidTr="00EE65CE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E331D1" w:rsidRDefault="00E331D1" w:rsidP="00EE65CE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jc w:val="center"/>
            </w:pPr>
          </w:p>
          <w:p w:rsidR="00E331D1" w:rsidRDefault="00E331D1" w:rsidP="00E540F7">
            <w:pPr>
              <w:widowControl/>
            </w:pPr>
            <w: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jc w:val="center"/>
            </w:pPr>
          </w:p>
          <w:p w:rsidR="00E331D1" w:rsidRDefault="00E331D1" w:rsidP="00EE65CE"/>
          <w:p w:rsidR="00E331D1" w:rsidRDefault="00E331D1" w:rsidP="00EE65CE"/>
          <w:p w:rsidR="00E331D1" w:rsidRDefault="00E331D1" w:rsidP="00EE65CE"/>
          <w:p w:rsidR="00E331D1" w:rsidRDefault="00E331D1" w:rsidP="00EE65CE"/>
          <w:p w:rsidR="00E331D1" w:rsidRDefault="00E331D1" w:rsidP="00E540F7">
            <w:r>
              <w:t>2,2</w:t>
            </w:r>
          </w:p>
        </w:tc>
      </w:tr>
      <w:tr w:rsidR="00E331D1" w:rsidTr="00EE65CE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</w:pPr>
            <w:r>
              <w:t>00020249999000000150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294,0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jc w:val="center"/>
            </w:pPr>
          </w:p>
          <w:p w:rsidR="00E331D1" w:rsidRDefault="00E331D1" w:rsidP="00E540F7">
            <w:r>
              <w:t>0,0</w:t>
            </w:r>
          </w:p>
        </w:tc>
      </w:tr>
      <w:tr w:rsidR="00E331D1" w:rsidTr="00EE65CE">
        <w:trPr>
          <w:trHeight w:val="623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</w:pPr>
            <w:r>
              <w:t>00020249999100000150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294,0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jc w:val="center"/>
            </w:pPr>
          </w:p>
          <w:p w:rsidR="00E331D1" w:rsidRDefault="00E331D1" w:rsidP="00E540F7">
            <w:r>
              <w:t>0,0</w:t>
            </w:r>
          </w:p>
        </w:tc>
      </w:tr>
      <w:tr w:rsidR="00E331D1" w:rsidTr="00EE65CE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00020230000000000150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</w:tr>
      <w:tr w:rsidR="00E331D1" w:rsidTr="00EE65CE">
        <w:trPr>
          <w:trHeight w:val="69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</w:pPr>
            <w:r>
              <w:t>00020235118000000150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pPr>
              <w:widowControl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88,7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81,5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84,6</w:t>
            </w:r>
          </w:p>
        </w:tc>
      </w:tr>
      <w:tr w:rsidR="00E331D1" w:rsidTr="00EE65CE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</w:pPr>
            <w:r>
              <w:t>00020235118100000150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Default="00E331D1" w:rsidP="00EE65CE">
            <w:r>
              <w:t>Субвенции бюджетам сельских поселений 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540F7">
            <w:pPr>
              <w:widowControl/>
            </w:pPr>
            <w:r>
              <w:t>88,7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4A79F0">
            <w:pPr>
              <w:widowControl/>
            </w:pPr>
            <w:r>
              <w:t>81,5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4A79F0">
            <w:pPr>
              <w:widowControl/>
            </w:pPr>
            <w:r>
              <w:t>84,6</w:t>
            </w:r>
          </w:p>
        </w:tc>
      </w:tr>
      <w:tr w:rsidR="00E331D1" w:rsidTr="00EE65CE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343A26" w:rsidRDefault="00E331D1" w:rsidP="00EE65CE">
            <w:pPr>
              <w:widowControl/>
              <w:rPr>
                <w:b/>
              </w:rPr>
            </w:pPr>
            <w:r w:rsidRPr="00343A26">
              <w:rPr>
                <w:b/>
              </w:rPr>
              <w:t>00020220000000000150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Pr="00343A26" w:rsidRDefault="00E331D1" w:rsidP="00EE65CE">
            <w:pPr>
              <w:rPr>
                <w:b/>
              </w:rPr>
            </w:pPr>
            <w:r w:rsidRPr="00343A26">
              <w:rPr>
                <w:b/>
              </w:rPr>
              <w:t>Субсидии бюджетам бюджетной системы Российской Федерации(межбюджетные субсидии)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343A26" w:rsidRDefault="00E331D1" w:rsidP="00E540F7">
            <w:pPr>
              <w:widowControl/>
              <w:rPr>
                <w:b/>
              </w:rPr>
            </w:pPr>
            <w:r>
              <w:rPr>
                <w:b/>
              </w:rPr>
              <w:t>23065,7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343A26" w:rsidRDefault="00E331D1" w:rsidP="004A79F0">
            <w:pPr>
              <w:widowControl/>
              <w:rPr>
                <w:b/>
              </w:rPr>
            </w:pPr>
            <w:r w:rsidRPr="00343A26">
              <w:rPr>
                <w:b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343A26" w:rsidRDefault="00E331D1" w:rsidP="004A79F0">
            <w:pPr>
              <w:widowControl/>
              <w:rPr>
                <w:b/>
              </w:rPr>
            </w:pPr>
            <w:r w:rsidRPr="00343A26">
              <w:rPr>
                <w:b/>
              </w:rPr>
              <w:t>0,0</w:t>
            </w:r>
          </w:p>
        </w:tc>
      </w:tr>
      <w:tr w:rsidR="00E331D1" w:rsidTr="001D4530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1D1" w:rsidRPr="004A79F0" w:rsidRDefault="00E331D1">
            <w:pPr>
              <w:jc w:val="center"/>
              <w:rPr>
                <w:sz w:val="24"/>
                <w:szCs w:val="24"/>
              </w:rPr>
            </w:pPr>
            <w:r w:rsidRPr="004A79F0">
              <w:t>00020225576000000150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Pr="004A79F0" w:rsidRDefault="00E331D1" w:rsidP="002D1E1C">
            <w:pPr>
              <w:rPr>
                <w:sz w:val="24"/>
                <w:szCs w:val="24"/>
              </w:rPr>
            </w:pPr>
            <w:r w:rsidRPr="004A79F0">
              <w:t>Субсидии бюджетам на обеспечение комплексного развития сельских территорий</w:t>
            </w:r>
          </w:p>
          <w:p w:rsidR="00E331D1" w:rsidRPr="004A79F0" w:rsidRDefault="00E331D1" w:rsidP="00EE65CE">
            <w:pPr>
              <w:rPr>
                <w:b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1D1" w:rsidRPr="008602C7" w:rsidRDefault="00E331D1" w:rsidP="00E540F7">
            <w:r w:rsidRPr="008602C7">
              <w:t>1284,0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jc w:val="center"/>
              <w:rPr>
                <w:b/>
              </w:rPr>
            </w:pPr>
          </w:p>
          <w:p w:rsidR="00E331D1" w:rsidRDefault="00E331D1" w:rsidP="004A79F0"/>
          <w:p w:rsidR="00E331D1" w:rsidRDefault="00E331D1" w:rsidP="004A79F0"/>
          <w:p w:rsidR="00E331D1" w:rsidRPr="004A79F0" w:rsidRDefault="00E331D1" w:rsidP="004A79F0">
            <w: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jc w:val="center"/>
              <w:rPr>
                <w:b/>
              </w:rPr>
            </w:pPr>
          </w:p>
          <w:p w:rsidR="00E331D1" w:rsidRDefault="00E331D1" w:rsidP="004A79F0"/>
          <w:p w:rsidR="00E331D1" w:rsidRDefault="00E331D1" w:rsidP="004A79F0"/>
          <w:p w:rsidR="00E331D1" w:rsidRPr="004A79F0" w:rsidRDefault="00E331D1" w:rsidP="004A79F0">
            <w:r>
              <w:t>0,0</w:t>
            </w:r>
          </w:p>
        </w:tc>
      </w:tr>
      <w:tr w:rsidR="00E331D1" w:rsidTr="001D4530">
        <w:trPr>
          <w:trHeight w:val="735"/>
          <w:jc w:val="center"/>
        </w:trPr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1D1" w:rsidRPr="004A79F0" w:rsidRDefault="00E331D1">
            <w:pPr>
              <w:jc w:val="center"/>
              <w:rPr>
                <w:sz w:val="24"/>
                <w:szCs w:val="24"/>
              </w:rPr>
            </w:pPr>
            <w:r w:rsidRPr="004A79F0">
              <w:t>00020225576100000150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1D1" w:rsidRPr="004A79F0" w:rsidRDefault="00E331D1">
            <w:pPr>
              <w:rPr>
                <w:sz w:val="24"/>
                <w:szCs w:val="24"/>
              </w:rPr>
            </w:pPr>
            <w:r w:rsidRPr="004A79F0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1D1" w:rsidRPr="004A79F0" w:rsidRDefault="00E331D1" w:rsidP="00E540F7">
            <w:r>
              <w:t>1284,0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jc w:val="center"/>
              <w:rPr>
                <w:b/>
              </w:rPr>
            </w:pPr>
          </w:p>
          <w:p w:rsidR="00E331D1" w:rsidRDefault="00E331D1" w:rsidP="004A79F0"/>
          <w:p w:rsidR="00E331D1" w:rsidRDefault="00E331D1" w:rsidP="004A79F0"/>
          <w:p w:rsidR="00E331D1" w:rsidRPr="004A79F0" w:rsidRDefault="00E331D1" w:rsidP="004A79F0">
            <w: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widowControl/>
              <w:jc w:val="center"/>
              <w:rPr>
                <w:b/>
              </w:rPr>
            </w:pPr>
          </w:p>
          <w:p w:rsidR="00E331D1" w:rsidRDefault="00E331D1" w:rsidP="004A79F0"/>
          <w:p w:rsidR="00E331D1" w:rsidRPr="004A79F0" w:rsidRDefault="00E331D1" w:rsidP="004A79F0">
            <w:r>
              <w:t>0,0</w:t>
            </w:r>
          </w:p>
        </w:tc>
      </w:tr>
      <w:tr w:rsidR="00E331D1" w:rsidTr="00EE65CE">
        <w:trPr>
          <w:trHeight w:val="285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EE65CE">
            <w:r w:rsidRPr="00CD265B">
              <w:t>00020227372100000150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Pr="00CD265B" w:rsidRDefault="00E331D1" w:rsidP="00EE65CE">
            <w:r w:rsidRPr="00CD265B">
              <w:t>Субсидии бюджетам сельских поселений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 (проектирование, строительство, реконструкцию, капитальный ремонт и ремонт автомобильных дорог общего пользования местного значения (за исключением автомобильных дорог федеральног</w:t>
            </w:r>
            <w:r>
              <w:t>о</w:t>
            </w:r>
            <w:r w:rsidRPr="00CD265B">
              <w:t xml:space="preserve"> значения) с твердым покрытием до сельских населенных пунктов, не имеющих круглогодичной связи с сетью автомобильных дорог общего пользования, в том числе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за счет средств бюджета Пензенской области на софинансирование средств федерального бюджета)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B01E71">
            <w:r>
              <w:t>17945,5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4A79F0">
            <w:r w:rsidRPr="00CD265B"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4A79F0">
            <w:r w:rsidRPr="00CD265B">
              <w:t>0,0</w:t>
            </w:r>
          </w:p>
        </w:tc>
      </w:tr>
      <w:tr w:rsidR="00E331D1" w:rsidTr="00EE65CE">
        <w:trPr>
          <w:trHeight w:val="105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EE65CE">
            <w:r w:rsidRPr="00CD265B">
              <w:t>00020229999100000150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31D1" w:rsidRPr="00CD265B" w:rsidRDefault="00E331D1" w:rsidP="00EE65CE">
            <w:r w:rsidRPr="00CD265B">
              <w:t>Прочие субсидии бюджетам сельских поселений на софинансирование строительства (реконструкции),капитального ремонта, ремонта и содержания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пунктов, проездов к дворовым территориям многоквартирных домов населенных пунктов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B01E71">
            <w:r>
              <w:t>3836,2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Pr="00CD265B" w:rsidRDefault="00E331D1" w:rsidP="00EE65CE">
            <w:pPr>
              <w:jc w:val="center"/>
            </w:pPr>
            <w: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1D1" w:rsidRDefault="00E331D1" w:rsidP="00EE65CE">
            <w:pPr>
              <w:jc w:val="center"/>
            </w:pPr>
            <w:r>
              <w:t>0,0</w:t>
            </w:r>
          </w:p>
        </w:tc>
      </w:tr>
    </w:tbl>
    <w:p w:rsidR="00E331D1" w:rsidRDefault="00E331D1" w:rsidP="0090122B">
      <w:pPr>
        <w:jc w:val="right"/>
      </w:pPr>
    </w:p>
    <w:p w:rsidR="00E331D1" w:rsidRDefault="00E331D1" w:rsidP="00133DCD">
      <w:pPr>
        <w:pStyle w:val="BodyText"/>
        <w:rPr>
          <w:sz w:val="16"/>
          <w:szCs w:val="16"/>
        </w:rPr>
      </w:pPr>
      <w:r>
        <w:tab/>
      </w:r>
    </w:p>
    <w:p w:rsidR="00E331D1" w:rsidRDefault="00E331D1" w:rsidP="00397F4F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     1.5.Приложение № 8 изложить в следующей редакции:</w:t>
      </w:r>
    </w:p>
    <w:p w:rsidR="00E331D1" w:rsidRPr="00397F4F" w:rsidRDefault="00E331D1" w:rsidP="00397F4F">
      <w:pPr>
        <w:pStyle w:val="BodyText"/>
        <w:rPr>
          <w:sz w:val="16"/>
          <w:szCs w:val="16"/>
        </w:rPr>
      </w:pPr>
    </w:p>
    <w:p w:rsidR="00E331D1" w:rsidRPr="0043557C" w:rsidRDefault="00E331D1" w:rsidP="00397F4F">
      <w:pPr>
        <w:jc w:val="right"/>
        <w:rPr>
          <w:color w:val="FF0000"/>
        </w:rPr>
      </w:pPr>
      <w:r>
        <w:t>«</w:t>
      </w:r>
      <w:r w:rsidRPr="0043557C">
        <w:t>Приложение  8</w:t>
      </w:r>
    </w:p>
    <w:p w:rsidR="00E331D1" w:rsidRPr="0043557C" w:rsidRDefault="00E331D1" w:rsidP="00397F4F">
      <w:pPr>
        <w:jc w:val="right"/>
      </w:pPr>
      <w:r w:rsidRPr="0043557C">
        <w:t>к решению Комитета местного</w:t>
      </w:r>
    </w:p>
    <w:p w:rsidR="00E331D1" w:rsidRPr="0043557C" w:rsidRDefault="00E331D1" w:rsidP="00397F4F">
      <w:pPr>
        <w:jc w:val="right"/>
      </w:pPr>
      <w:r w:rsidRPr="0043557C">
        <w:t xml:space="preserve"> самоуправления Шейнского сельсовета</w:t>
      </w:r>
    </w:p>
    <w:p w:rsidR="00E331D1" w:rsidRPr="0043557C" w:rsidRDefault="00E331D1" w:rsidP="00397F4F">
      <w:pPr>
        <w:jc w:val="right"/>
      </w:pPr>
      <w:r w:rsidRPr="0043557C">
        <w:t>Пачелмского района Пензенской области</w:t>
      </w:r>
    </w:p>
    <w:p w:rsidR="00E331D1" w:rsidRDefault="00E331D1" w:rsidP="00397F4F">
      <w:pPr>
        <w:jc w:val="right"/>
      </w:pPr>
      <w:r w:rsidRPr="0043557C">
        <w:t xml:space="preserve">от </w:t>
      </w:r>
      <w:r>
        <w:t xml:space="preserve"> 25.12.2019</w:t>
      </w:r>
      <w:r w:rsidRPr="0043557C">
        <w:t xml:space="preserve">№ </w:t>
      </w:r>
      <w:r>
        <w:t xml:space="preserve">08-6/3 </w:t>
      </w:r>
    </w:p>
    <w:p w:rsidR="00E331D1" w:rsidRDefault="00E331D1" w:rsidP="00397F4F">
      <w:pPr>
        <w:jc w:val="right"/>
      </w:pPr>
    </w:p>
    <w:p w:rsidR="00E331D1" w:rsidRDefault="00E331D1" w:rsidP="00397F4F">
      <w:pPr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</w:t>
      </w:r>
      <w:r>
        <w:rPr>
          <w:b/>
          <w:bCs/>
          <w:sz w:val="24"/>
          <w:szCs w:val="24"/>
        </w:rPr>
        <w:t>ие бюджетных ассигнований на 2020 год и плановый период 2021</w:t>
      </w:r>
      <w:r w:rsidRPr="00D2030B">
        <w:rPr>
          <w:b/>
          <w:bCs/>
          <w:sz w:val="24"/>
          <w:szCs w:val="24"/>
        </w:rPr>
        <w:t xml:space="preserve"> и 202</w:t>
      </w:r>
      <w:r>
        <w:rPr>
          <w:b/>
          <w:bCs/>
          <w:sz w:val="24"/>
          <w:szCs w:val="24"/>
        </w:rPr>
        <w:t>2</w:t>
      </w:r>
      <w:r w:rsidRPr="00D2030B">
        <w:rPr>
          <w:b/>
          <w:bCs/>
          <w:sz w:val="24"/>
          <w:szCs w:val="24"/>
        </w:rPr>
        <w:t xml:space="preserve"> годов по разделам (Рз), подразделам (Пр), целевым статьям (ЦСР)(муниципальным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района Пензенской области </w:t>
      </w:r>
      <w:r>
        <w:rPr>
          <w:b/>
          <w:bCs/>
          <w:sz w:val="24"/>
          <w:szCs w:val="24"/>
        </w:rPr>
        <w:t>.</w:t>
      </w:r>
    </w:p>
    <w:p w:rsidR="00E331D1" w:rsidRPr="00D2030B" w:rsidRDefault="00E331D1" w:rsidP="00397F4F">
      <w:pPr>
        <w:rPr>
          <w:b/>
          <w:bCs/>
        </w:rPr>
      </w:pPr>
    </w:p>
    <w:tbl>
      <w:tblPr>
        <w:tblW w:w="9832" w:type="dxa"/>
        <w:jc w:val="center"/>
        <w:tblLayout w:type="fixed"/>
        <w:tblLook w:val="00A0"/>
      </w:tblPr>
      <w:tblGrid>
        <w:gridCol w:w="3040"/>
        <w:gridCol w:w="46"/>
        <w:gridCol w:w="516"/>
        <w:gridCol w:w="20"/>
        <w:gridCol w:w="1015"/>
        <w:gridCol w:w="1430"/>
        <w:gridCol w:w="551"/>
        <w:gridCol w:w="1134"/>
        <w:gridCol w:w="992"/>
        <w:gridCol w:w="1075"/>
        <w:gridCol w:w="13"/>
      </w:tblGrid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3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Сумма, тысяч рублей</w:t>
            </w:r>
          </w:p>
        </w:tc>
      </w:tr>
      <w:tr w:rsidR="00E331D1" w:rsidRPr="0043557C" w:rsidTr="00F21103">
        <w:trPr>
          <w:trHeight w:val="169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752157" w:rsidRDefault="00E331D1" w:rsidP="00F21103">
            <w:pPr>
              <w:widowControl/>
              <w:rPr>
                <w:b/>
              </w:rPr>
            </w:pPr>
            <w:r w:rsidRPr="00752157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52157" w:rsidRDefault="00E331D1" w:rsidP="00F21103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28352,5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52157" w:rsidRDefault="00E331D1" w:rsidP="00F21103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52157" w:rsidRDefault="00E331D1" w:rsidP="00F21103">
            <w:pPr>
              <w:widowControl/>
              <w:rPr>
                <w:b/>
              </w:rPr>
            </w:pPr>
          </w:p>
          <w:p w:rsidR="00E331D1" w:rsidRPr="00752157" w:rsidRDefault="00E331D1" w:rsidP="00F21103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3614,8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2770,2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2241,5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2149,9</w:t>
            </w:r>
          </w:p>
        </w:tc>
      </w:tr>
      <w:tr w:rsidR="00E331D1" w:rsidRPr="0043557C" w:rsidTr="00F21103">
        <w:trPr>
          <w:trHeight w:val="105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</w:pPr>
            <w:r w:rsidRPr="00A67A48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r>
              <w:t>2637,2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r>
              <w:t>2135,9</w:t>
            </w:r>
          </w:p>
        </w:tc>
      </w:tr>
      <w:tr w:rsidR="00E331D1" w:rsidRPr="0043557C" w:rsidTr="00F21103">
        <w:trPr>
          <w:trHeight w:val="126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</w:t>
            </w:r>
            <w:r w:rsidRPr="0043557C">
              <w:t>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/>
          <w:p w:rsidR="00E331D1" w:rsidRPr="00A8417B" w:rsidRDefault="00E331D1" w:rsidP="007A671A"/>
          <w:p w:rsidR="00E331D1" w:rsidRPr="00A8417B" w:rsidRDefault="00E331D1" w:rsidP="007A671A"/>
          <w:p w:rsidR="00E331D1" w:rsidRPr="00A8417B" w:rsidRDefault="00E331D1" w:rsidP="00B01E71">
            <w:r w:rsidRPr="00A8417B">
              <w:t>2636,9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2135,9</w:t>
            </w:r>
          </w:p>
        </w:tc>
      </w:tr>
      <w:tr w:rsidR="00E331D1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"Обеспечение деятельности администрации Шейнского сельсовета Пачелмского района Пензенской области"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F21103">
            <w:r w:rsidRPr="00A8417B">
              <w:t>2636,9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2135,9</w:t>
            </w:r>
          </w:p>
        </w:tc>
      </w:tr>
      <w:tr w:rsidR="00E331D1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"Создание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области"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F21103">
            <w:r w:rsidRPr="00A8417B">
              <w:t>2636,9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2227,5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257C0" w:rsidRDefault="00E331D1" w:rsidP="00F21103">
            <w:pPr>
              <w:jc w:val="center"/>
            </w:pPr>
            <w:r>
              <w:t>2135,9</w:t>
            </w:r>
          </w:p>
        </w:tc>
      </w:tr>
      <w:tr w:rsidR="00E331D1" w:rsidRPr="0043557C" w:rsidTr="00F21103">
        <w:trPr>
          <w:trHeight w:val="72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по оплате труда работников  органов  местного самоуправления (глава администрации)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736,3</w:t>
            </w:r>
          </w:p>
        </w:tc>
      </w:tr>
      <w:tr w:rsidR="00E331D1" w:rsidRPr="0043557C" w:rsidTr="00F21103">
        <w:trPr>
          <w:trHeight w:val="8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736,3</w:t>
            </w:r>
          </w:p>
        </w:tc>
      </w:tr>
      <w:tr w:rsidR="00E331D1" w:rsidRPr="0043557C" w:rsidTr="00F21103">
        <w:trPr>
          <w:trHeight w:val="74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736,3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736,3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952,9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  <w:jc w:val="center"/>
            </w:pPr>
            <w:r>
              <w:t>1214,9</w:t>
            </w:r>
          </w:p>
        </w:tc>
      </w:tr>
      <w:tr w:rsidR="00E331D1" w:rsidRPr="0043557C" w:rsidTr="00F21103">
        <w:trPr>
          <w:trHeight w:val="126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952,9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Default="00E331D1" w:rsidP="00F21103"/>
          <w:p w:rsidR="00E331D1" w:rsidRDefault="00E331D1" w:rsidP="00F21103"/>
          <w:p w:rsidR="00E331D1" w:rsidRDefault="00E331D1" w:rsidP="00F21103"/>
          <w:p w:rsidR="00E331D1" w:rsidRPr="0043557C" w:rsidRDefault="00E331D1" w:rsidP="00F21103">
            <w:r>
              <w:t>1214,9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05764D">
            <w:pPr>
              <w:widowControl/>
            </w:pPr>
            <w:r>
              <w:t>952,9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1214,9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Pr="0043557C" w:rsidRDefault="00E331D1" w:rsidP="00F21103">
            <w:r>
              <w:t>1214,9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F1C12">
            <w:pPr>
              <w:widowControl/>
            </w:pPr>
            <w:r>
              <w:t xml:space="preserve">    947,7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276,3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184,7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F1C12">
            <w:pPr>
              <w:widowControl/>
            </w:pPr>
            <w:r>
              <w:t xml:space="preserve">    916,7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265,3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178,7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916,7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265,3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178,7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11,0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6,0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11,0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6,0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>
              <w:t>Реализация отдельных мероприятий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8170000000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8170028100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</w:pPr>
            <w:r w:rsidRPr="00A67A48">
              <w:t>Обеспечение деятельности финансовых, налоговых и таможенных органов и органов финансового (финансово-бюджетного)надзора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</w:pPr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</w:pPr>
            <w:r>
              <w:t xml:space="preserve">      </w:t>
            </w: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</w:pPr>
            <w:r w:rsidRPr="00A67A48">
              <w:t>3,0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</w:pPr>
            <w:r w:rsidRPr="00A67A48">
              <w:t>3,0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 </w:t>
            </w:r>
            <w:r w:rsidRPr="0043557C">
              <w:t>»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21873" w:rsidRDefault="00E331D1" w:rsidP="00F21103">
            <w:pPr>
              <w:widowControl/>
            </w:pPr>
            <w:r>
              <w:t xml:space="preserve">        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3,0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 Реализация отдельных переданных полномочий»</w:t>
            </w:r>
          </w:p>
          <w:p w:rsidR="00E331D1" w:rsidRPr="0043557C" w:rsidRDefault="00E331D1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21873" w:rsidRDefault="00E331D1" w:rsidP="00F21103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 xml:space="preserve">Основное мероприятие «Реализация отдельных переданных полномочий </w:t>
            </w:r>
            <w:r w:rsidRPr="003E52EA">
              <w:t>Шейнским</w:t>
            </w:r>
            <w:r w:rsidRPr="00864F6E">
              <w:rPr>
                <w:color w:val="FF0000"/>
              </w:rPr>
              <w:t xml:space="preserve"> </w:t>
            </w:r>
            <w:r>
              <w:t xml:space="preserve">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21873" w:rsidRDefault="00E331D1" w:rsidP="00F21103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E331D1" w:rsidRPr="0043557C" w:rsidRDefault="00E331D1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21873" w:rsidRDefault="00E331D1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  <w:p w:rsidR="00E331D1" w:rsidRPr="0043557C" w:rsidRDefault="00E331D1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1668E" w:rsidRDefault="00E331D1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1,0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  <w:p w:rsidR="00E331D1" w:rsidRPr="0043557C" w:rsidRDefault="00E331D1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F21103">
            <w:r w:rsidRPr="007B2E3D">
              <w:t>1,0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F21103">
            <w:r w:rsidRPr="007B2E3D">
              <w:t>1,0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F21103">
            <w:pPr>
              <w:widowControl/>
            </w:pPr>
            <w:r w:rsidRPr="0043557C">
              <w:t xml:space="preserve"> </w:t>
            </w: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B4202" w:rsidRDefault="00E331D1" w:rsidP="00F21103">
            <w:pPr>
              <w:widowControl/>
            </w:pPr>
            <w:r>
              <w:t xml:space="preserve">      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Default="00E331D1" w:rsidP="00F21103"/>
          <w:p w:rsidR="00E331D1" w:rsidRDefault="00E331D1" w:rsidP="00F21103"/>
          <w:p w:rsidR="00E331D1" w:rsidRPr="0043557C" w:rsidRDefault="00E331D1" w:rsidP="00F21103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Default="00E331D1" w:rsidP="00F21103"/>
          <w:p w:rsidR="00E331D1" w:rsidRDefault="00E331D1" w:rsidP="00F21103"/>
          <w:p w:rsidR="00E331D1" w:rsidRPr="0043557C" w:rsidRDefault="00E331D1" w:rsidP="00F21103">
            <w:r>
              <w:t>2,0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  <w:p w:rsidR="00E331D1" w:rsidRPr="0043557C" w:rsidRDefault="00E331D1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B4202" w:rsidRDefault="00E331D1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B4202" w:rsidRDefault="00E331D1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2,0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</w:pPr>
            <w:r w:rsidRPr="009B24E0">
              <w:t>Иные межбюджетные трансферты</w:t>
            </w:r>
          </w:p>
          <w:p w:rsidR="00E331D1" w:rsidRPr="009B24E0" w:rsidRDefault="00E331D1" w:rsidP="00F21103"/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r w:rsidRPr="009B24E0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jc w:val="center"/>
            </w:pPr>
            <w:r w:rsidRPr="009B24E0"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r w:rsidRPr="009B24E0">
              <w:t>0440180275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</w:pPr>
            <w:r w:rsidRPr="009B24E0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F21103">
            <w:r w:rsidRPr="007B2E3D">
              <w:t>2,0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F21103">
            <w:r w:rsidRPr="007B2E3D">
              <w:t>2,0</w:t>
            </w:r>
          </w:p>
        </w:tc>
      </w:tr>
      <w:tr w:rsidR="00E331D1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5C6564">
            <w:r w:rsidRPr="00A67A48">
              <w:t>Обеспечение проведения выборов и референдумов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>
            <w:r w:rsidRPr="00A67A48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>
            <w:pPr>
              <w:jc w:val="center"/>
            </w:pPr>
            <w:r w:rsidRPr="00A67A48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/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</w:tr>
      <w:tr w:rsidR="00E331D1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8100000000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</w:tr>
      <w:tr w:rsidR="00E331D1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Организация и проведение муниципальных выборов и местных референдумов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</w:tr>
      <w:tr w:rsidR="00E331D1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Проведение выборов в представительные органы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</w:tr>
      <w:tr w:rsidR="00E331D1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  <w:r w:rsidRPr="00B822D1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</w:tr>
      <w:tr w:rsidR="00E331D1" w:rsidRPr="0043557C" w:rsidTr="005C6564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Специальные расходы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8120020210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  <w:r w:rsidRPr="00B822D1"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C6564">
            <w:pPr>
              <w:widowControl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C6564">
            <w: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</w:pPr>
            <w:r w:rsidRPr="00A67A48">
              <w:t>Резервные фонды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10,0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10,0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F21103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 xml:space="preserve">   </w:t>
            </w:r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F21103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B2753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</w:pPr>
            <w:r w:rsidRPr="00A67A48">
              <w:t>Другие общегосударственные вопросы</w:t>
            </w:r>
          </w:p>
        </w:tc>
        <w:tc>
          <w:tcPr>
            <w:tcW w:w="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01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 w:rsidRPr="00A67A48"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>
              <w:t>83,0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E331D1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на  2014-2022 годы 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1,0</w:t>
            </w:r>
          </w:p>
        </w:tc>
      </w:tr>
      <w:tr w:rsidR="00E331D1" w:rsidRPr="0043557C" w:rsidTr="00851648">
        <w:trPr>
          <w:gridAfter w:val="1"/>
          <w:wAfter w:w="13" w:type="dxa"/>
          <w:trHeight w:val="19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 xml:space="preserve">Подпрограмма   </w:t>
            </w:r>
            <w:r>
              <w:rPr>
                <w:bCs/>
                <w:iCs/>
              </w:rPr>
              <w:t>«</w:t>
            </w:r>
            <w:r w:rsidRPr="0043557C">
              <w:rPr>
                <w:bCs/>
                <w:iCs/>
              </w:rPr>
              <w:t>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r>
              <w:t>0,0</w:t>
            </w:r>
          </w:p>
        </w:tc>
      </w:tr>
      <w:tr w:rsidR="00E331D1" w:rsidRPr="0043557C" w:rsidTr="00851648">
        <w:trPr>
          <w:gridAfter w:val="1"/>
          <w:wAfter w:w="13" w:type="dxa"/>
          <w:trHeight w:val="16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rPr>
                <w:bCs/>
                <w:iCs/>
              </w:rPr>
              <w:t>0410100000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r>
              <w:t>0,0</w:t>
            </w:r>
          </w:p>
        </w:tc>
      </w:tr>
      <w:tr w:rsidR="00E331D1" w:rsidRPr="0043557C" w:rsidTr="00851648">
        <w:trPr>
          <w:gridAfter w:val="1"/>
          <w:wAfter w:w="13" w:type="dxa"/>
          <w:trHeight w:val="16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r>
              <w:t>0,0</w:t>
            </w:r>
          </w:p>
        </w:tc>
      </w:tr>
      <w:tr w:rsidR="00E331D1" w:rsidRPr="0043557C" w:rsidTr="00851648">
        <w:trPr>
          <w:gridAfter w:val="1"/>
          <w:wAfter w:w="13" w:type="dxa"/>
          <w:trHeight w:val="24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r>
              <w:t>0,0</w:t>
            </w:r>
          </w:p>
        </w:tc>
      </w:tr>
      <w:tr w:rsidR="00E331D1" w:rsidRPr="0043557C" w:rsidTr="00851648">
        <w:trPr>
          <w:gridAfter w:val="1"/>
          <w:wAfter w:w="13" w:type="dxa"/>
          <w:trHeight w:val="18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851648">
            <w:r>
              <w:t>0,0</w:t>
            </w:r>
          </w:p>
        </w:tc>
      </w:tr>
      <w:tr w:rsidR="00E331D1" w:rsidRPr="0043557C" w:rsidTr="00EE65CE">
        <w:trPr>
          <w:gridAfter w:val="1"/>
          <w:wAfter w:w="13" w:type="dxa"/>
          <w:trHeight w:val="3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8555B0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0,0</w:t>
            </w:r>
          </w:p>
        </w:tc>
      </w:tr>
      <w:tr w:rsidR="00E331D1" w:rsidRPr="0043557C" w:rsidTr="00EE65CE">
        <w:trPr>
          <w:gridAfter w:val="1"/>
          <w:wAfter w:w="13" w:type="dxa"/>
          <w:trHeight w:val="523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01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8555B0">
              <w:rPr>
                <w:bCs/>
                <w:iCs/>
              </w:rPr>
              <w:t>0410120410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Реализация отдельных переданных полномочий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</w:pPr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 w:rsidRPr="0043557C">
              <w:t>1,0</w:t>
            </w:r>
          </w:p>
        </w:tc>
      </w:tr>
      <w:tr w:rsidR="00E331D1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 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1,0</w:t>
            </w:r>
          </w:p>
        </w:tc>
      </w:tr>
      <w:tr w:rsidR="00E331D1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0440180210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2149E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1,0</w:t>
            </w:r>
          </w:p>
        </w:tc>
      </w:tr>
      <w:tr w:rsidR="00E331D1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1,0</w:t>
            </w:r>
          </w:p>
        </w:tc>
      </w:tr>
      <w:tr w:rsidR="00E331D1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F21103">
            <w:r w:rsidRPr="007B2E3D">
              <w:t>1,0</w:t>
            </w:r>
          </w:p>
        </w:tc>
      </w:tr>
      <w:tr w:rsidR="00E331D1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B24E0" w:rsidRDefault="00E331D1" w:rsidP="00F21103">
            <w:pPr>
              <w:widowControl/>
              <w:rPr>
                <w:b/>
                <w:bCs/>
              </w:rPr>
            </w:pPr>
            <w:r w:rsidRPr="009B24E0">
              <w:rPr>
                <w:b/>
                <w:bCs/>
              </w:rPr>
              <w:t>НАЦИОНАЛЬНАЯ ОБОРОНА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9B24E0">
              <w:rPr>
                <w:b/>
                <w:bCs/>
              </w:rPr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84,6</w:t>
            </w:r>
          </w:p>
        </w:tc>
      </w:tr>
      <w:tr w:rsidR="00E331D1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43557C">
              <w:t>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84,6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Реализация отдельных переданных полномочий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84,6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 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     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84,6</w:t>
            </w:r>
          </w:p>
        </w:tc>
      </w:tr>
      <w:tr w:rsidR="00E331D1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84,6</w:t>
            </w:r>
          </w:p>
        </w:tc>
      </w:tr>
      <w:tr w:rsidR="00E331D1" w:rsidRPr="0043557C" w:rsidTr="00F21103">
        <w:trPr>
          <w:gridAfter w:val="1"/>
          <w:wAfter w:w="13" w:type="dxa"/>
          <w:trHeight w:val="126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/>
          <w:p w:rsidR="00E331D1" w:rsidRPr="0043557C" w:rsidRDefault="00E331D1" w:rsidP="00F21103"/>
          <w:p w:rsidR="00E331D1" w:rsidRPr="0043557C" w:rsidRDefault="00E331D1" w:rsidP="00F21103"/>
          <w:p w:rsidR="00E331D1" w:rsidRPr="0043557C" w:rsidRDefault="00E331D1" w:rsidP="00F21103"/>
          <w:p w:rsidR="00E331D1" w:rsidRPr="0043557C" w:rsidRDefault="00E331D1" w:rsidP="00F21103">
            <w:r>
              <w:t>81,1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/>
          <w:p w:rsidR="00E331D1" w:rsidRPr="0043557C" w:rsidRDefault="00E331D1" w:rsidP="00F21103">
            <w:r>
              <w:t>81,1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</w:tr>
      <w:tr w:rsidR="00E331D1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</w:tr>
      <w:tr w:rsidR="00E331D1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063591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23334,6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839,2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877,2</w:t>
            </w:r>
          </w:p>
        </w:tc>
      </w:tr>
      <w:tr w:rsidR="00E331D1" w:rsidRPr="0043557C" w:rsidTr="00F21103">
        <w:trPr>
          <w:gridAfter w:val="1"/>
          <w:wAfter w:w="13" w:type="dxa"/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063591">
            <w:pPr>
              <w:widowControl/>
            </w:pPr>
            <w:r>
              <w:t>23094,0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13" w:type="dxa"/>
          <w:trHeight w:val="147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F21103">
            <w:pPr>
              <w:widowControl/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3E52EA">
              <w:t xml:space="preserve">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>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775F0" w:rsidRDefault="00E331D1" w:rsidP="00F21103">
            <w:pPr>
              <w:widowControl/>
              <w:jc w:val="center"/>
            </w:pPr>
            <w:r w:rsidRPr="0043557C">
              <w:t>0200000</w:t>
            </w:r>
            <w:r w:rsidRPr="003775F0"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063591">
            <w:r>
              <w:t>23094,0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775F0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13" w:type="dxa"/>
          <w:trHeight w:val="84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Содержание и ремонт внутрипоселенческих дорог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23094,0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 xml:space="preserve"> Улучшение состояния автомобильных дорог местного значения в границах поселения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 0220100000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4962,3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13" w:type="dxa"/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0220146010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837,0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CE15B0">
            <w:pPr>
              <w:widowControl/>
            </w:pPr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CE15B0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3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CE15B0">
            <w:pPr>
              <w:widowControl/>
            </w:pPr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lang w:val="en-US"/>
              </w:rPr>
            </w:pPr>
            <w:r w:rsidRPr="0043557C">
              <w:t>022</w:t>
            </w:r>
            <w:r w:rsidRPr="0043557C">
              <w:rPr>
                <w:lang w:val="en-US"/>
              </w:rPr>
              <w:t>01</w:t>
            </w:r>
            <w:r w:rsidRPr="0043557C">
              <w:t>460</w:t>
            </w:r>
            <w:r>
              <w:t>4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B75E8F" w:rsidRDefault="00E331D1" w:rsidP="00F21103">
            <w:r w:rsidRPr="00770C8B">
              <w:t>022</w:t>
            </w:r>
            <w:r w:rsidRPr="00B75E8F">
              <w:t>01</w:t>
            </w:r>
            <w:r>
              <w:rPr>
                <w:lang w:val="en-US"/>
              </w:rPr>
              <w:t>S</w:t>
            </w:r>
            <w:r w:rsidRPr="00B75E8F">
              <w:t>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97551" w:rsidRDefault="00E331D1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97551" w:rsidRDefault="00E331D1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97551" w:rsidRDefault="00E331D1" w:rsidP="00F21103">
            <w:r>
              <w:t>4038,2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70C8B" w:rsidRDefault="00E331D1" w:rsidP="00F21103">
            <w:r>
              <w:t>0220200000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Проектирование, строительство,</w:t>
            </w:r>
          </w:p>
          <w:p w:rsidR="00E331D1" w:rsidRPr="0043557C" w:rsidRDefault="00E331D1" w:rsidP="00F21103"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B75E8F" w:rsidRDefault="00E331D1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971577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70C8B" w:rsidRDefault="00E331D1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Бюджетные инвестиции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02202S3720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18308,5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240,6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</w:tr>
      <w:tr w:rsidR="00E331D1" w:rsidRPr="0043557C" w:rsidTr="00F21103">
        <w:trPr>
          <w:trHeight w:val="147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240,6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</w:tr>
      <w:tr w:rsidR="00E331D1" w:rsidRPr="0043557C" w:rsidTr="00F21103">
        <w:trPr>
          <w:trHeight w:val="84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</w:pPr>
            <w: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</w:pPr>
            <w: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C551A2">
        <w:trPr>
          <w:trHeight w:val="28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551A2" w:rsidRDefault="00E331D1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851648">
        <w:trPr>
          <w:trHeight w:val="21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551A2" w:rsidRDefault="00E331D1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129,4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851648">
        <w:trPr>
          <w:trHeight w:val="19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551A2" w:rsidRDefault="00E331D1" w:rsidP="00851648">
            <w:pPr>
              <w:widowControl/>
              <w:jc w:val="center"/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>
              <w:t>20390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129,4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851648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 w:rsidRPr="0043557C">
              <w:t>0,0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F21103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13" w:type="dxa"/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2</w:t>
            </w:r>
            <w:r w:rsidRPr="0043557C">
              <w:rPr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  <w:rPr>
                <w:lang w:val="en-US"/>
              </w:rPr>
            </w:pPr>
            <w:r w:rsidRPr="00FB4F77">
              <w:t>041</w:t>
            </w:r>
            <w:r w:rsidRPr="00FB4F77">
              <w:rPr>
                <w:lang w:val="en-US"/>
              </w:rPr>
              <w:t>01</w:t>
            </w:r>
            <w:r w:rsidRPr="00FB4F77">
              <w:t>2040</w:t>
            </w:r>
            <w:r w:rsidRPr="00FB4F77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Кадастровые работы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F21103">
            <w:pPr>
              <w:widowControl/>
              <w:jc w:val="center"/>
            </w:pPr>
            <w:r w:rsidRPr="00A8417B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</w:pPr>
            <w:r>
              <w:t>0410120440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F21103">
            <w:pPr>
              <w:widowControl/>
              <w:jc w:val="center"/>
            </w:pPr>
            <w:r w:rsidRPr="00A8417B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E331D1" w:rsidRPr="0043557C" w:rsidRDefault="00E331D1" w:rsidP="00F21103"/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«Реализация отдельных</w:t>
            </w:r>
            <w:r>
              <w:t xml:space="preserve"> переданных полномочий </w:t>
            </w:r>
            <w:r w:rsidRPr="003E52EA">
              <w:t>Шейнским сельсоветом</w:t>
            </w:r>
            <w:r w:rsidRPr="0043557C">
              <w:t xml:space="preserve"> Пачелмского района Пензенской области»</w:t>
            </w:r>
          </w:p>
          <w:p w:rsidR="00E331D1" w:rsidRPr="0043557C" w:rsidRDefault="00E331D1" w:rsidP="00F21103"/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2,2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F21103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1,</w:t>
            </w:r>
            <w:r w:rsidRPr="0043557C">
              <w:t>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jc w:val="center"/>
            </w:pPr>
            <w:r w:rsidRPr="007B2E3D">
              <w:t>1,0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1,2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1,2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0440180290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jc w:val="center"/>
            </w:pPr>
            <w:r w:rsidRPr="007B2E3D">
              <w:t>1,2</w:t>
            </w:r>
          </w:p>
        </w:tc>
      </w:tr>
      <w:tr w:rsidR="00E331D1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EE65CE">
            <w:pPr>
              <w:widowControl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EE65CE">
            <w:pPr>
              <w:widowControl/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EE65CE">
            <w:pPr>
              <w:widowControl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EE65CE">
            <w:pPr>
              <w:widowControl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EE65CE">
            <w:pPr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874403" w:rsidRDefault="00E331D1" w:rsidP="00EE65CE">
            <w:r>
              <w:rPr>
                <w:bCs/>
                <w:iCs/>
              </w:rPr>
              <w:t>1396,0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3E52EA">
              <w:t xml:space="preserve">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>на  2014-2022 годы  «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/>
          <w:p w:rsidR="00E331D1" w:rsidRPr="009E3C72" w:rsidRDefault="00E331D1" w:rsidP="009E3C72"/>
          <w:p w:rsidR="00E331D1" w:rsidRPr="009E3C72" w:rsidRDefault="00E331D1" w:rsidP="009E3C72"/>
          <w:p w:rsidR="00E331D1" w:rsidRDefault="00E331D1" w:rsidP="009E3C72"/>
          <w:p w:rsidR="00E331D1" w:rsidRPr="009E3C72" w:rsidRDefault="00E331D1" w:rsidP="009E3C72">
            <w: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</w:t>
            </w:r>
            <w:r>
              <w:rPr>
                <w:bCs/>
                <w:iCs/>
              </w:rPr>
              <w:t>«</w:t>
            </w:r>
            <w:r w:rsidRPr="00951729">
              <w:rPr>
                <w:bCs/>
                <w:iCs/>
              </w:rPr>
              <w:t xml:space="preserve">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276D3A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02100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86298" w:rsidRDefault="00E331D1" w:rsidP="00EE65CE">
            <w:pPr>
              <w:rPr>
                <w:color w:val="FF0000"/>
              </w:rPr>
            </w:pPr>
          </w:p>
          <w:p w:rsidR="00E331D1" w:rsidRPr="00D86298" w:rsidRDefault="00E331D1" w:rsidP="00276D3A">
            <w:pPr>
              <w:rPr>
                <w:color w:val="FF0000"/>
              </w:rPr>
            </w:pPr>
          </w:p>
          <w:p w:rsidR="00E331D1" w:rsidRPr="00D86298" w:rsidRDefault="00E331D1" w:rsidP="00276D3A">
            <w:pPr>
              <w:rPr>
                <w:color w:val="FF0000"/>
              </w:rPr>
            </w:pPr>
          </w:p>
          <w:p w:rsidR="00E331D1" w:rsidRPr="00727045" w:rsidRDefault="00E331D1" w:rsidP="00276D3A">
            <w:r w:rsidRPr="00727045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28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«Обеспечение освещения населенных пунктов  в ночное время»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30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Уличное освещение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0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EE65CE"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</w:t>
            </w:r>
            <w:r>
              <w:t xml:space="preserve">«Комплексное развитие сельских территорий </w:t>
            </w:r>
            <w:r w:rsidRPr="003E52EA">
              <w:t xml:space="preserve"> Шейнского сельсовета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00000000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BE0C1C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BE0C1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BE0C1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BE0C1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13747A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13747A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13747A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EE65CE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>
              <w:t>Благоустройство сельских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34EA6" w:rsidRDefault="00E331D1" w:rsidP="00B40ABE">
            <w:pPr>
              <w:widowControl/>
              <w:rPr>
                <w:bCs/>
                <w:iCs/>
                <w:lang w:val="en-US"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</w:t>
            </w: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F1C12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240D8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6261DD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6261DD">
        <w:trPr>
          <w:trHeight w:val="31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05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727045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EE65C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41342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C1793">
            <w:r>
              <w:t>744,0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484,1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484,1</w:t>
            </w:r>
          </w:p>
        </w:tc>
      </w:tr>
      <w:tr w:rsidR="00E331D1" w:rsidRPr="0043557C" w:rsidTr="00F21103">
        <w:trPr>
          <w:trHeight w:val="105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на  2014-2022 годы «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0300000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105,0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0330000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Pr="0043557C" w:rsidRDefault="00E331D1" w:rsidP="00F21103">
            <w:r>
              <w:t>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105,0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sz w:val="16"/>
                <w:szCs w:val="16"/>
              </w:rPr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Обеспечение соответствия состояния объектов социально-культурной сферы  нормативным требованиям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 xml:space="preserve">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0330100000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Pr="0043557C" w:rsidRDefault="00E331D1" w:rsidP="00F21103">
            <w:r>
              <w:t>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105,0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105,0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Pr="0043557C" w:rsidRDefault="00E331D1" w:rsidP="00F21103">
            <w:r>
              <w:t>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105,0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033</w:t>
            </w:r>
            <w:r w:rsidRPr="0043557C">
              <w:rPr>
                <w:lang w:val="en-US"/>
              </w:rPr>
              <w:t>01</w:t>
            </w:r>
            <w:r w:rsidRPr="0043557C">
              <w:t>2850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Pr="0043557C" w:rsidRDefault="00E331D1" w:rsidP="00F21103">
            <w:r>
              <w:t>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105,0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105,0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на  2014-2022 годы 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>
              <w:t>04</w:t>
            </w:r>
            <w:r w:rsidRPr="0043557C">
              <w:t>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>
              <w:t>044</w:t>
            </w:r>
            <w:r w:rsidRPr="0043557C">
              <w:t>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Реализация отдельных переданных полномочий Шейнским сельсоветом Пачелмского района Пензенской области</w:t>
            </w:r>
            <w:r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      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044</w:t>
            </w:r>
            <w:r w:rsidRPr="0043557C">
              <w:t>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90B29" w:rsidRDefault="00E331D1" w:rsidP="00F21103">
            <w:pPr>
              <w:widowControl/>
              <w:jc w:val="center"/>
            </w:pPr>
            <w:r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5F50FE">
              <w:t>0440180250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5</w:t>
            </w:r>
            <w:r w:rsidRPr="0043557C"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379,1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19,0</w:t>
            </w:r>
          </w:p>
        </w:tc>
      </w:tr>
      <w:tr w:rsidR="00E331D1" w:rsidRPr="0043557C" w:rsidTr="00F21103">
        <w:trPr>
          <w:trHeight w:val="1751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на  2014-2022 годы</w:t>
            </w:r>
            <w:r w:rsidRPr="0043557C">
              <w:t>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E10E4E" w:rsidRDefault="00E331D1" w:rsidP="00F21103">
            <w:pPr>
              <w:widowControl/>
              <w:jc w:val="center"/>
            </w:pPr>
            <w:r w:rsidRPr="00E10E4E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D71F0E">
              <w:t>19,0</w:t>
            </w: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0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0430124250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D7FC3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D7FC3" w:rsidRDefault="00E331D1" w:rsidP="00F21103">
            <w:pPr>
              <w:widowControl/>
            </w:pPr>
            <w:r>
              <w:t>19,0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D7FC3" w:rsidRDefault="00E331D1" w:rsidP="00F21103">
            <w:pPr>
              <w:widowControl/>
            </w:pPr>
            <w:r>
              <w:t>19,0</w:t>
            </w: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331D1" w:rsidRPr="00FE1452" w:rsidRDefault="00E331D1" w:rsidP="00F21103">
            <w:pPr>
              <w:widowControl/>
              <w:rPr>
                <w:b/>
              </w:rPr>
            </w:pPr>
            <w:r w:rsidRPr="00FE1452">
              <w:rPr>
                <w:b/>
              </w:rPr>
              <w:t>ВСЕГО: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B240D8">
            <w:pPr>
              <w:widowControl/>
              <w:rPr>
                <w:b/>
              </w:rPr>
            </w:pPr>
            <w:r>
              <w:rPr>
                <w:b/>
              </w:rPr>
              <w:t>28352,5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3665,3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3614,8</w:t>
            </w:r>
          </w:p>
        </w:tc>
      </w:tr>
    </w:tbl>
    <w:p w:rsidR="00E331D1" w:rsidRDefault="00E331D1" w:rsidP="00397F4F">
      <w:pPr>
        <w:pStyle w:val="BodyText"/>
        <w:jc w:val="right"/>
        <w:rPr>
          <w:sz w:val="24"/>
        </w:rPr>
      </w:pPr>
      <w:r>
        <w:rPr>
          <w:sz w:val="24"/>
        </w:rPr>
        <w:t>».</w:t>
      </w:r>
    </w:p>
    <w:p w:rsidR="00E331D1" w:rsidRPr="0043557C" w:rsidRDefault="00E331D1" w:rsidP="00397F4F">
      <w:pPr>
        <w:pStyle w:val="BodyText"/>
        <w:rPr>
          <w:sz w:val="24"/>
        </w:rPr>
      </w:pPr>
    </w:p>
    <w:p w:rsidR="00E331D1" w:rsidRPr="00397F4F" w:rsidRDefault="00E331D1" w:rsidP="00397F4F">
      <w:pPr>
        <w:pStyle w:val="BodyText"/>
        <w:rPr>
          <w:sz w:val="16"/>
          <w:szCs w:val="16"/>
        </w:rPr>
      </w:pPr>
      <w:r w:rsidRPr="0043557C">
        <w:t xml:space="preserve">           </w:t>
      </w:r>
      <w:r>
        <w:rPr>
          <w:sz w:val="24"/>
          <w:szCs w:val="24"/>
        </w:rPr>
        <w:t>1.6.Приложение № 9 изложить в следующей редакции:</w:t>
      </w:r>
    </w:p>
    <w:p w:rsidR="00E331D1" w:rsidRPr="0043557C" w:rsidRDefault="00E331D1" w:rsidP="00397F4F">
      <w:pPr>
        <w:pStyle w:val="BodyText"/>
        <w:spacing w:line="240" w:lineRule="exact"/>
      </w:pPr>
      <w:r w:rsidRPr="0043557C">
        <w:t xml:space="preserve">                           </w:t>
      </w:r>
      <w:r>
        <w:t xml:space="preserve">                              </w:t>
      </w:r>
      <w:r w:rsidRPr="0043557C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31D1" w:rsidRPr="0043557C" w:rsidRDefault="00E331D1" w:rsidP="00397F4F">
      <w:pPr>
        <w:jc w:val="right"/>
        <w:rPr>
          <w:color w:val="FF0000"/>
        </w:rPr>
      </w:pPr>
      <w:r>
        <w:t xml:space="preserve">« </w:t>
      </w:r>
      <w:r w:rsidRPr="0043557C">
        <w:t>Приложение  9</w:t>
      </w:r>
    </w:p>
    <w:p w:rsidR="00E331D1" w:rsidRPr="0043557C" w:rsidRDefault="00E331D1" w:rsidP="00397F4F">
      <w:pPr>
        <w:jc w:val="right"/>
      </w:pPr>
      <w:r w:rsidRPr="0043557C">
        <w:t>к решению Комитета местного</w:t>
      </w:r>
    </w:p>
    <w:p w:rsidR="00E331D1" w:rsidRPr="0043557C" w:rsidRDefault="00E331D1" w:rsidP="00397F4F">
      <w:pPr>
        <w:jc w:val="right"/>
      </w:pPr>
      <w:r w:rsidRPr="0043557C">
        <w:t xml:space="preserve"> самоуправления Шейнского сельсовета</w:t>
      </w:r>
    </w:p>
    <w:p w:rsidR="00E331D1" w:rsidRPr="0043557C" w:rsidRDefault="00E331D1" w:rsidP="00397F4F">
      <w:pPr>
        <w:jc w:val="right"/>
      </w:pPr>
      <w:r w:rsidRPr="0043557C">
        <w:t>Пачелмского района Пензенской области</w:t>
      </w:r>
    </w:p>
    <w:p w:rsidR="00E331D1" w:rsidRDefault="00E331D1" w:rsidP="00397F4F">
      <w:pPr>
        <w:jc w:val="right"/>
      </w:pPr>
      <w:r w:rsidRPr="0043557C">
        <w:t xml:space="preserve">от </w:t>
      </w:r>
      <w:r>
        <w:t xml:space="preserve">25.12.2019  </w:t>
      </w:r>
      <w:r w:rsidRPr="0043557C">
        <w:t>№</w:t>
      </w:r>
      <w:r>
        <w:t xml:space="preserve"> 08-6/3</w:t>
      </w:r>
    </w:p>
    <w:p w:rsidR="00E331D1" w:rsidRDefault="00E331D1" w:rsidP="00397F4F">
      <w:pPr>
        <w:jc w:val="right"/>
      </w:pPr>
    </w:p>
    <w:p w:rsidR="00E331D1" w:rsidRDefault="00E331D1" w:rsidP="00397F4F">
      <w:pPr>
        <w:jc w:val="right"/>
      </w:pPr>
    </w:p>
    <w:p w:rsidR="00E331D1" w:rsidRDefault="00E331D1" w:rsidP="00397F4F">
      <w:pPr>
        <w:jc w:val="right"/>
      </w:pPr>
    </w:p>
    <w:p w:rsidR="00E331D1" w:rsidRDefault="00E331D1" w:rsidP="00397F4F">
      <w:pPr>
        <w:jc w:val="right"/>
      </w:pPr>
    </w:p>
    <w:p w:rsidR="00E331D1" w:rsidRPr="0043557C" w:rsidRDefault="00E331D1" w:rsidP="00397F4F">
      <w:pPr>
        <w:jc w:val="right"/>
      </w:pPr>
    </w:p>
    <w:p w:rsidR="00E331D1" w:rsidRDefault="00E331D1" w:rsidP="00397F4F">
      <w:pPr>
        <w:pStyle w:val="BodyText"/>
        <w:jc w:val="center"/>
        <w:rPr>
          <w:color w:val="000000"/>
          <w:sz w:val="24"/>
          <w:szCs w:val="24"/>
        </w:rPr>
      </w:pPr>
      <w:r w:rsidRPr="0043557C">
        <w:rPr>
          <w:sz w:val="16"/>
          <w:szCs w:val="16"/>
        </w:rPr>
        <w:t xml:space="preserve">              </w:t>
      </w:r>
      <w:r w:rsidRPr="00D2030B">
        <w:rPr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 xml:space="preserve">Ведомственная  структура (Вед) расходов бюджета Шейнского сельсовета Пачелмского </w:t>
      </w:r>
      <w:r>
        <w:rPr>
          <w:b/>
          <w:bCs/>
          <w:color w:val="000000"/>
          <w:sz w:val="24"/>
          <w:szCs w:val="24"/>
        </w:rPr>
        <w:t>района Пензенской области на 2020</w:t>
      </w:r>
      <w:r w:rsidRPr="00D2030B">
        <w:rPr>
          <w:b/>
          <w:bCs/>
          <w:color w:val="000000"/>
          <w:sz w:val="24"/>
          <w:szCs w:val="24"/>
        </w:rPr>
        <w:t xml:space="preserve"> год и  плановый период 202</w:t>
      </w:r>
      <w:r>
        <w:rPr>
          <w:b/>
          <w:bCs/>
          <w:color w:val="000000"/>
          <w:sz w:val="24"/>
          <w:szCs w:val="24"/>
        </w:rPr>
        <w:t xml:space="preserve">1 </w:t>
      </w:r>
      <w:r w:rsidRPr="00CD265B">
        <w:rPr>
          <w:b/>
          <w:bCs/>
          <w:sz w:val="24"/>
          <w:szCs w:val="24"/>
        </w:rPr>
        <w:t>и</w:t>
      </w:r>
      <w:r>
        <w:rPr>
          <w:b/>
          <w:bCs/>
          <w:color w:val="000000"/>
          <w:sz w:val="24"/>
          <w:szCs w:val="24"/>
        </w:rPr>
        <w:t xml:space="preserve"> </w:t>
      </w:r>
      <w:r w:rsidRPr="00D2030B">
        <w:rPr>
          <w:b/>
          <w:bCs/>
          <w:color w:val="000000"/>
          <w:sz w:val="24"/>
          <w:szCs w:val="24"/>
        </w:rPr>
        <w:t>202</w:t>
      </w:r>
      <w:r>
        <w:rPr>
          <w:b/>
          <w:bCs/>
          <w:color w:val="000000"/>
          <w:sz w:val="24"/>
          <w:szCs w:val="24"/>
        </w:rPr>
        <w:t>2</w:t>
      </w:r>
      <w:r w:rsidRPr="00D2030B">
        <w:rPr>
          <w:b/>
          <w:bCs/>
          <w:color w:val="000000"/>
          <w:sz w:val="24"/>
          <w:szCs w:val="24"/>
        </w:rPr>
        <w:t xml:space="preserve"> годов</w:t>
      </w:r>
      <w:r>
        <w:rPr>
          <w:color w:val="000000"/>
          <w:sz w:val="24"/>
          <w:szCs w:val="24"/>
        </w:rPr>
        <w:t>.</w:t>
      </w:r>
    </w:p>
    <w:p w:rsidR="00E331D1" w:rsidRPr="002D3BE2" w:rsidRDefault="00E331D1" w:rsidP="00397F4F">
      <w:pPr>
        <w:pStyle w:val="BodyText"/>
        <w:jc w:val="center"/>
        <w:rPr>
          <w:b/>
          <w:bCs/>
          <w:sz w:val="20"/>
          <w:szCs w:val="20"/>
        </w:rPr>
      </w:pPr>
    </w:p>
    <w:p w:rsidR="00E331D1" w:rsidRPr="0043557C" w:rsidRDefault="00E331D1" w:rsidP="00397F4F">
      <w:pPr>
        <w:pStyle w:val="BodyText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</w:t>
      </w:r>
      <w:r w:rsidRPr="0043557C">
        <w:rPr>
          <w:b/>
          <w:bCs/>
          <w:sz w:val="20"/>
          <w:szCs w:val="20"/>
        </w:rPr>
        <w:t xml:space="preserve">ыс.руб.               </w:t>
      </w:r>
    </w:p>
    <w:tbl>
      <w:tblPr>
        <w:tblW w:w="11147" w:type="dxa"/>
        <w:jc w:val="center"/>
        <w:tblLook w:val="00A0"/>
      </w:tblPr>
      <w:tblGrid>
        <w:gridCol w:w="3732"/>
        <w:gridCol w:w="645"/>
        <w:gridCol w:w="709"/>
        <w:gridCol w:w="850"/>
        <w:gridCol w:w="1283"/>
        <w:gridCol w:w="602"/>
        <w:gridCol w:w="1066"/>
        <w:gridCol w:w="934"/>
        <w:gridCol w:w="766"/>
        <w:gridCol w:w="560"/>
      </w:tblGrid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Наименование показателя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2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Сумма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 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Рз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Пр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ЦСР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43557C">
              <w:rPr>
                <w:b/>
                <w:bCs/>
              </w:rPr>
              <w:t>Вр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 20</w:t>
            </w:r>
            <w:r>
              <w:rPr>
                <w:b/>
                <w:bCs/>
              </w:rPr>
              <w:t>20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41F43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741F43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41F43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9</w:t>
            </w:r>
          </w:p>
        </w:tc>
      </w:tr>
      <w:tr w:rsidR="00E331D1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FE1452" w:rsidRDefault="00E331D1" w:rsidP="00F21103">
            <w:pPr>
              <w:widowControl/>
              <w:rPr>
                <w:b/>
              </w:rPr>
            </w:pPr>
            <w:r w:rsidRPr="00FE1452">
              <w:rPr>
                <w:b/>
              </w:rPr>
              <w:t>Администрация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</w:p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901</w:t>
            </w:r>
          </w:p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E1452" w:rsidRDefault="00E331D1" w:rsidP="00F21103">
            <w:pPr>
              <w:widowControl/>
              <w:jc w:val="center"/>
              <w:rPr>
                <w:b/>
              </w:rPr>
            </w:pPr>
            <w:r w:rsidRPr="00FE1452">
              <w:rPr>
                <w:b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52157" w:rsidRDefault="00E331D1" w:rsidP="00587BAC">
            <w:pPr>
              <w:widowControl/>
              <w:rPr>
                <w:b/>
                <w:lang w:val="en-US"/>
              </w:rPr>
            </w:pPr>
            <w:r>
              <w:rPr>
                <w:b/>
              </w:rPr>
              <w:t>28352,5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52157" w:rsidRDefault="00E331D1" w:rsidP="00587BAC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52157" w:rsidRDefault="00E331D1" w:rsidP="00587BAC">
            <w:pPr>
              <w:widowControl/>
              <w:rPr>
                <w:b/>
              </w:rPr>
            </w:pPr>
          </w:p>
          <w:p w:rsidR="00E331D1" w:rsidRPr="00752157" w:rsidRDefault="00E331D1" w:rsidP="00587BAC">
            <w:pPr>
              <w:widowControl/>
              <w:jc w:val="center"/>
              <w:rPr>
                <w:b/>
                <w:lang w:val="en-US"/>
              </w:rPr>
            </w:pPr>
            <w:r w:rsidRPr="00752157">
              <w:rPr>
                <w:b/>
              </w:rPr>
              <w:t>3614,8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2770,2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2241,5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2149,9</w:t>
            </w:r>
          </w:p>
        </w:tc>
      </w:tr>
      <w:tr w:rsidR="00E331D1" w:rsidRPr="0043557C" w:rsidTr="005C6564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587BAC">
            <w:r>
              <w:t>2637,2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587BAC"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587BAC">
            <w:r>
              <w:t>2135,9</w:t>
            </w:r>
          </w:p>
        </w:tc>
      </w:tr>
      <w:tr w:rsidR="00E331D1" w:rsidRPr="0043557C" w:rsidTr="005C6564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</w:t>
            </w:r>
            <w:r>
              <w:t>«</w:t>
            </w:r>
            <w:r w:rsidRPr="0043557C">
              <w:t>Развитие муниципального управления в Шейнском сельсовете Пачелмского райо</w:t>
            </w:r>
            <w:r>
              <w:t>на Пензенской области  на  2014-2022 годы «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587BAC"/>
          <w:p w:rsidR="00E331D1" w:rsidRPr="00A8417B" w:rsidRDefault="00E331D1" w:rsidP="00587BAC"/>
          <w:p w:rsidR="00E331D1" w:rsidRPr="00A8417B" w:rsidRDefault="00E331D1" w:rsidP="00587BAC"/>
          <w:p w:rsidR="00E331D1" w:rsidRPr="00A8417B" w:rsidRDefault="00E331D1" w:rsidP="00587BAC">
            <w:r w:rsidRPr="00A8417B">
              <w:t>2636,9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2135,9</w:t>
            </w:r>
          </w:p>
        </w:tc>
      </w:tr>
      <w:tr w:rsidR="00E331D1" w:rsidRPr="0043557C" w:rsidTr="00F21103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Подпрограмма </w:t>
            </w:r>
            <w:r>
              <w:t>«</w:t>
            </w:r>
            <w:r w:rsidRPr="0043557C">
              <w:t>Обеспечение деятельности</w:t>
            </w:r>
            <w:r>
              <w:t xml:space="preserve"> </w:t>
            </w:r>
            <w:r w:rsidRPr="0043557C">
              <w:t xml:space="preserve"> администрации Шейнского сельсовета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587BAC">
            <w:r w:rsidRPr="00A8417B">
              <w:t>2636,9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2135,9</w:t>
            </w:r>
          </w:p>
        </w:tc>
      </w:tr>
      <w:tr w:rsidR="00E331D1" w:rsidRPr="0043557C" w:rsidTr="00F21103">
        <w:trPr>
          <w:gridAfter w:val="1"/>
          <w:wAfter w:w="560" w:type="dxa"/>
          <w:trHeight w:val="105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Основное мероприятие </w:t>
            </w:r>
            <w:r>
              <w:t>«</w:t>
            </w:r>
            <w:r w:rsidRPr="0043557C">
              <w:t>Создание  оптимальных  условий для повышения эффективности реализации полномочий администрацией Шейнского сельсовета  Пачелмского района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587BAC">
            <w:r w:rsidRPr="00A8417B">
              <w:t>2636,9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2227,5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257C0" w:rsidRDefault="00E331D1" w:rsidP="00587BAC">
            <w:pPr>
              <w:jc w:val="center"/>
            </w:pPr>
            <w:r>
              <w:t>2135,9</w:t>
            </w:r>
          </w:p>
        </w:tc>
      </w:tr>
      <w:tr w:rsidR="00E331D1" w:rsidRPr="0043557C" w:rsidTr="00F21103">
        <w:trPr>
          <w:gridAfter w:val="1"/>
          <w:wAfter w:w="560" w:type="dxa"/>
          <w:trHeight w:val="669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по оплате труда работников органов местного самоуправления(глава администрации)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736,3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736,3</w:t>
            </w:r>
          </w:p>
        </w:tc>
      </w:tr>
      <w:tr w:rsidR="00E331D1" w:rsidRPr="0043557C" w:rsidTr="00F21103">
        <w:trPr>
          <w:gridAfter w:val="1"/>
          <w:wAfter w:w="560" w:type="dxa"/>
          <w:trHeight w:val="109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736,3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736,3</w:t>
            </w:r>
          </w:p>
        </w:tc>
      </w:tr>
      <w:tr w:rsidR="00E331D1" w:rsidRPr="0043557C" w:rsidTr="00F21103">
        <w:trPr>
          <w:gridAfter w:val="1"/>
          <w:wAfter w:w="560" w:type="dxa"/>
          <w:trHeight w:val="511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0209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736,3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736,3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736,3</w:t>
            </w:r>
          </w:p>
        </w:tc>
      </w:tr>
      <w:tr w:rsidR="00E331D1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952,9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87BAC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87BAC">
            <w:pPr>
              <w:widowControl/>
              <w:jc w:val="center"/>
            </w:pPr>
            <w:r>
              <w:t>1214,9</w:t>
            </w:r>
          </w:p>
        </w:tc>
      </w:tr>
      <w:tr w:rsidR="00E331D1" w:rsidRPr="0043557C" w:rsidTr="005C6564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952,9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Default="00E331D1" w:rsidP="00587BAC"/>
          <w:p w:rsidR="00E331D1" w:rsidRDefault="00E331D1" w:rsidP="00587BAC"/>
          <w:p w:rsidR="00E331D1" w:rsidRDefault="00E331D1" w:rsidP="00587BAC"/>
          <w:p w:rsidR="00E331D1" w:rsidRPr="0043557C" w:rsidRDefault="00E331D1" w:rsidP="00587BAC">
            <w:r>
              <w:t>1214,9</w:t>
            </w:r>
          </w:p>
        </w:tc>
      </w:tr>
      <w:tr w:rsidR="00E331D1" w:rsidRPr="0043557C" w:rsidTr="005C6564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0210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952,9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1214,9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Pr="0043557C" w:rsidRDefault="00E331D1" w:rsidP="00587BAC">
            <w:r>
              <w:t>1214,9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обеспечение функций органов местного самоуправления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 xml:space="preserve">    947,7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276,3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184,7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 xml:space="preserve">    916,7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265,3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178,7</w:t>
            </w:r>
          </w:p>
        </w:tc>
      </w:tr>
      <w:tr w:rsidR="00E331D1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916,7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265,3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178,7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31,0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11,0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6,0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042</w:t>
            </w:r>
            <w:r w:rsidRPr="0043557C">
              <w:rPr>
                <w:lang w:val="en-US"/>
              </w:rPr>
              <w:t>01</w:t>
            </w:r>
            <w:r w:rsidRPr="0043557C">
              <w:t>0220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31,0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11,0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6,0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Выполнение других обязательств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Реализация отдельных мероприятий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8170000000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  <w:jc w:val="center"/>
            </w:pPr>
            <w:r>
              <w:t>04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F5E4B" w:rsidRDefault="00E331D1" w:rsidP="00D465B7">
            <w:pPr>
              <w:widowControl/>
            </w:pPr>
            <w:r>
              <w:t>8170028100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</w:pPr>
            <w:r>
              <w:t xml:space="preserve">      </w:t>
            </w:r>
            <w:r w:rsidRPr="00A67A48">
              <w:t>3,</w:t>
            </w:r>
            <w:r w:rsidRPr="00A67A48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</w:pPr>
            <w:r w:rsidRPr="00A67A48">
              <w:t>3,0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</w:pPr>
            <w:r w:rsidRPr="00A67A48">
              <w:t>3,0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Муниципальная программа Шейнского сельсовета 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 на  2014-2022 годы 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21873" w:rsidRDefault="00E331D1" w:rsidP="00587BAC">
            <w:pPr>
              <w:widowControl/>
            </w:pPr>
            <w:r>
              <w:t xml:space="preserve">        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3,0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Подпрограмма « Реализация отдельных переданных полномочий»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21873" w:rsidRDefault="00E331D1" w:rsidP="00587BAC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3,</w:t>
            </w:r>
            <w:r w:rsidRPr="0043557C"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 xml:space="preserve">Основное мероприятие «Реализация отдельных </w:t>
            </w:r>
            <w:r w:rsidRPr="003E52EA">
              <w:t xml:space="preserve">переданных полномочий Шейнским сельсоветом </w:t>
            </w:r>
            <w:r w:rsidRPr="0043557C">
              <w:t>Пачелмского района Пензенской области»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21873" w:rsidRDefault="00E331D1" w:rsidP="00587BAC">
            <w:pPr>
              <w:widowControl/>
              <w:jc w:val="center"/>
            </w:pPr>
            <w:r>
              <w:t>3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3</w:t>
            </w:r>
            <w:r w:rsidRPr="0043557C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3</w:t>
            </w:r>
            <w:r w:rsidRPr="0043557C">
              <w:t>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Выполнение передаваемых полномочий по организации исполнения бюджета Шейнского сельсовета Пачелмского района Пензенской области</w:t>
            </w:r>
          </w:p>
          <w:p w:rsidR="00E331D1" w:rsidRPr="0043557C" w:rsidRDefault="00E331D1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rPr>
                <w:lang w:val="en-US"/>
              </w:rPr>
              <w:t>04401</w:t>
            </w:r>
            <w:r w:rsidRPr="0043557C">
              <w:t>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21873" w:rsidRDefault="00E331D1" w:rsidP="00587BAC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 w:rsidRPr="0043557C">
              <w:t>1,</w:t>
            </w:r>
            <w:r>
              <w:t>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1668E" w:rsidRDefault="00E331D1" w:rsidP="00587BAC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 w:rsidRPr="0043557C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 w:rsidRPr="0043557C">
              <w:t>1,0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0440180270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 w:rsidRPr="007B2E3D"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 w:rsidRPr="007B2E3D">
              <w:t>1,0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F1189" w:rsidRDefault="00E331D1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B4202" w:rsidRDefault="00E331D1" w:rsidP="00587BAC">
            <w:pPr>
              <w:widowControl/>
            </w:pPr>
            <w:r>
              <w:t xml:space="preserve">      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Default="00E331D1" w:rsidP="00587BAC"/>
          <w:p w:rsidR="00E331D1" w:rsidRDefault="00E331D1" w:rsidP="00587BAC"/>
          <w:p w:rsidR="00E331D1" w:rsidRPr="0043557C" w:rsidRDefault="00E331D1" w:rsidP="00587BAC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Default="00E331D1" w:rsidP="00587BAC"/>
          <w:p w:rsidR="00E331D1" w:rsidRDefault="00E331D1" w:rsidP="00587BAC"/>
          <w:p w:rsidR="00E331D1" w:rsidRPr="0043557C" w:rsidRDefault="00E331D1" w:rsidP="00587BAC">
            <w:r>
              <w:t>2,0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F1189" w:rsidRDefault="00E331D1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B4202" w:rsidRDefault="00E331D1" w:rsidP="00587BAC">
            <w:pPr>
              <w:widowControl/>
              <w:jc w:val="center"/>
            </w:pPr>
            <w:r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2,0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F1189" w:rsidRDefault="00E331D1" w:rsidP="00F21103">
            <w:pPr>
              <w:widowControl/>
            </w:pPr>
            <w:r>
              <w:t>0440180275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t>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 w:rsidRPr="007B2E3D">
              <w:t>2,0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 w:rsidRPr="007B2E3D">
              <w:t>2,0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5C6564">
            <w:r w:rsidRPr="00A67A48">
              <w:t>Обеспечение проведения выборов и референдумов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>
            <w:r w:rsidRPr="00A67A48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>
            <w:pPr>
              <w:jc w:val="center"/>
            </w:pPr>
            <w:r w:rsidRPr="00A67A48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/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Выполнение других обязательств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8100000000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Организация и проведение муниципальных выборов и местных референдумов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Проведение выборов в представительные органы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  <w:r w:rsidRPr="00B822D1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B822D1" w:rsidRDefault="00E331D1" w:rsidP="005C6564">
            <w:r w:rsidRPr="00B822D1">
              <w:t>Специальные расходы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r w:rsidRPr="00B822D1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jc w:val="center"/>
            </w:pPr>
            <w:r w:rsidRPr="00B822D1">
              <w:t>07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C6564">
            <w:r w:rsidRPr="00741F43">
              <w:t>8120020210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822D1" w:rsidRDefault="00E331D1" w:rsidP="005C6564">
            <w:pPr>
              <w:widowControl/>
              <w:jc w:val="center"/>
            </w:pPr>
            <w:r w:rsidRPr="00B822D1"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>
              <w:t>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</w:pPr>
            <w:r w:rsidRPr="00A67A48"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</w:pPr>
            <w:r w:rsidRPr="00A67A48">
              <w:t>10,0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F21103">
            <w:pPr>
              <w:widowControl/>
            </w:pPr>
            <w:r w:rsidRPr="003E52EA">
              <w:t>Выполнение других обязательств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 xml:space="preserve">   </w:t>
            </w:r>
            <w:r w:rsidRPr="007B2753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10,0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F21103">
            <w:pPr>
              <w:widowControl/>
            </w:pPr>
            <w:r w:rsidRPr="003E52EA">
              <w:t xml:space="preserve">Резервные фонды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7B2753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10,0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8110020500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7B2753"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10,0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7B2753"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10,0</w:t>
            </w:r>
          </w:p>
        </w:tc>
      </w:tr>
      <w:tr w:rsidR="00E331D1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Резервные средства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811</w:t>
            </w:r>
            <w:r w:rsidRPr="0043557C">
              <w:rPr>
                <w:lang w:val="en-US"/>
              </w:rPr>
              <w:t>00</w:t>
            </w:r>
            <w:r w:rsidRPr="0043557C">
              <w:t>2050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7B2753"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10,0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Другие общегосударственные вопросы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</w:pPr>
            <w:r>
              <w:t>83,0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</w:pPr>
            <w:r>
              <w:t>1</w:t>
            </w:r>
            <w:r w:rsidRPr="00A67A48">
              <w:t>,0</w:t>
            </w:r>
          </w:p>
        </w:tc>
      </w:tr>
      <w:tr w:rsidR="00E331D1" w:rsidRPr="0043557C" w:rsidTr="00F21103">
        <w:trPr>
          <w:trHeight w:val="6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 xml:space="preserve"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</w:t>
            </w:r>
            <w:r>
              <w:t>района Пензенской области    на  2014-2022 годы»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4081A" w:rsidRDefault="00E331D1" w:rsidP="00F21103">
            <w:pPr>
              <w:widowControl/>
              <w:jc w:val="center"/>
            </w:pPr>
            <w:r w:rsidRPr="0043557C">
              <w:t>0400000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83,0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r>
              <w:t>1,0</w:t>
            </w:r>
          </w:p>
        </w:tc>
        <w:tc>
          <w:tcPr>
            <w:tcW w:w="560" w:type="dxa"/>
            <w:vMerge w:val="restart"/>
            <w:tcBorders>
              <w:lef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</w:p>
          <w:p w:rsidR="00E331D1" w:rsidRPr="0043557C" w:rsidRDefault="00E331D1" w:rsidP="00F21103">
            <w:pPr>
              <w:widowControl/>
              <w:jc w:val="center"/>
            </w:pPr>
          </w:p>
          <w:p w:rsidR="00E331D1" w:rsidRDefault="00E331D1" w:rsidP="00F21103">
            <w:pPr>
              <w:widowControl/>
              <w:jc w:val="center"/>
            </w:pPr>
          </w:p>
          <w:p w:rsidR="00E331D1" w:rsidRPr="0043557C" w:rsidRDefault="00E331D1" w:rsidP="00F21103">
            <w:pPr>
              <w:widowControl/>
              <w:jc w:val="center"/>
            </w:pPr>
          </w:p>
          <w:p w:rsidR="00E331D1" w:rsidRPr="0043557C" w:rsidRDefault="00E331D1" w:rsidP="00F21103">
            <w:pPr>
              <w:widowControl/>
              <w:jc w:val="center"/>
            </w:pPr>
          </w:p>
          <w:p w:rsidR="00E331D1" w:rsidRDefault="00E331D1" w:rsidP="00F21103">
            <w:pPr>
              <w:widowControl/>
              <w:jc w:val="center"/>
            </w:pPr>
          </w:p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51648">
        <w:trPr>
          <w:trHeight w:val="4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Подпрограмма   "Оценка недвижимости, 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82,0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51648">
        <w:trPr>
          <w:trHeight w:val="39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rPr>
                <w:bCs/>
                <w:iCs/>
              </w:rPr>
              <w:t>0410100000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82,0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51648">
        <w:trPr>
          <w:trHeight w:val="40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82,0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51648">
        <w:trPr>
          <w:trHeight w:val="31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F21103">
            <w:pPr>
              <w:widowControl/>
              <w:jc w:val="center"/>
            </w:pPr>
            <w:r w:rsidRPr="00A8417B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12,0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51648">
        <w:trPr>
          <w:trHeight w:val="3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rPr>
                <w:bCs/>
                <w:iCs/>
              </w:rPr>
            </w:pPr>
            <w:r w:rsidRPr="0043557C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F21103">
            <w:pPr>
              <w:widowControl/>
              <w:jc w:val="center"/>
            </w:pPr>
            <w:r w:rsidRPr="00A8417B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12,0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EE65CE">
        <w:trPr>
          <w:trHeight w:val="2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E0716E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800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EE65CE">
        <w:trPr>
          <w:trHeight w:val="13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jc w:val="center"/>
            </w:pPr>
            <w: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jc w:val="center"/>
            </w:pPr>
            <w:r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E0716E">
              <w:rPr>
                <w:bCs/>
                <w:iCs/>
              </w:rPr>
              <w:t>0410120410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>
              <w:t>850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C76DD">
        <w:trPr>
          <w:trHeight w:val="16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</w:t>
            </w:r>
            <w:r w:rsidRPr="0043557C">
              <w:t>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51648">
        <w:trPr>
          <w:trHeight w:val="2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r w:rsidRPr="0043557C">
              <w:t>Основное мероприятие «Реализация отдельных  переданных полномочий Шейнским сельсоветом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8C76DD">
        <w:trPr>
          <w:trHeight w:val="2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сельсовета</w:t>
            </w:r>
            <w:r w:rsidRPr="0043557C">
              <w:rPr>
                <w:i/>
                <w:iCs/>
                <w:color w:val="FF0000"/>
              </w:rPr>
              <w:t xml:space="preserve"> </w:t>
            </w:r>
            <w:r w:rsidRPr="0043557C">
              <w:t xml:space="preserve"> Пачелмского района Пензен</w:t>
            </w:r>
            <w:r>
              <w:t xml:space="preserve">ской области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2149E" w:rsidRDefault="00E331D1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5C6564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 w:rsidRPr="0043557C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5C6564">
        <w:trPr>
          <w:trHeight w:val="63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8021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B2E3D" w:rsidRDefault="00E331D1" w:rsidP="00587BAC">
            <w:r w:rsidRPr="007B2E3D">
              <w:t>1,0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ОБОРОНА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B24E0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Мобилизационная и вневойсковая подготовка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F21103">
        <w:trPr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"Развитие муниципального управления в Шейнском сельсовете Пачелмского района Пензенской области</w:t>
            </w:r>
            <w:r>
              <w:t xml:space="preserve">  на  2014-2022 годы  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"Реализация отдельных переданных полномочий"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"Реализация отдельных переданных  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</w:t>
            </w:r>
            <w:r w:rsidRPr="0043557C">
              <w:rPr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F21103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81,5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84,6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5C6564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587BAC">
            <w:pPr>
              <w:widowControl/>
              <w:jc w:val="center"/>
            </w:pPr>
            <w:r>
              <w:t>77,4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/>
          <w:p w:rsidR="00E331D1" w:rsidRPr="0043557C" w:rsidRDefault="00E331D1" w:rsidP="00587BAC"/>
          <w:p w:rsidR="00E331D1" w:rsidRPr="0043557C" w:rsidRDefault="00E331D1" w:rsidP="00587BAC"/>
          <w:p w:rsidR="00E331D1" w:rsidRPr="0043557C" w:rsidRDefault="00E331D1" w:rsidP="00587BAC"/>
          <w:p w:rsidR="00E331D1" w:rsidRPr="0043557C" w:rsidRDefault="00E331D1" w:rsidP="00587BAC">
            <w:r>
              <w:t>81,1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5C6564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587BAC">
            <w:pPr>
              <w:widowControl/>
              <w:jc w:val="center"/>
            </w:pPr>
            <w:r>
              <w:t>77,4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78,0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/>
          <w:p w:rsidR="00E331D1" w:rsidRPr="0043557C" w:rsidRDefault="00E331D1" w:rsidP="00587BAC">
            <w:r>
              <w:t>81,1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</w:tr>
      <w:tr w:rsidR="00E331D1" w:rsidRPr="0043557C" w:rsidTr="00F21103">
        <w:trPr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587BAC">
            <w:pPr>
              <w:widowControl/>
              <w:jc w:val="center"/>
            </w:pPr>
            <w:r>
              <w:t>11,3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3,5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044</w:t>
            </w:r>
            <w:r w:rsidRPr="0043557C">
              <w:rPr>
                <w:lang w:val="en-US"/>
              </w:rPr>
              <w:t>01</w:t>
            </w:r>
            <w:r w:rsidRPr="0043557C">
              <w:t>5118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C6D07" w:rsidRDefault="00E331D1" w:rsidP="00587BAC">
            <w:pPr>
              <w:widowControl/>
              <w:jc w:val="center"/>
            </w:pPr>
            <w:r>
              <w:t>11,3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3,5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3,5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НАЦИОНАЛЬНАЯ ЭКОНОМИКА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23334,6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877,2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Дорожное хозяйство (дорожные фонды)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23094,0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</w:t>
            </w:r>
            <w:r>
              <w:t xml:space="preserve">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 w:rsidRPr="0043557C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r>
              <w:t>23094,0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775F0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"Содержание и ремонт внутрипоселенческих дорог</w:t>
            </w:r>
            <w:r>
              <w:t xml:space="preserve"> </w:t>
            </w:r>
            <w:r w:rsidRPr="0043557C">
              <w:t xml:space="preserve"> в Шейнском сельсовете Пачелмского района Пензенской области"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0220000</w:t>
            </w:r>
            <w:r w:rsidRPr="0043557C">
              <w:rPr>
                <w:lang w:val="en-US"/>
              </w:rPr>
              <w:t>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23094,0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" Улучшение состояния автомобильных дорог местного значения в границах поселения"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rPr>
                <w:lang w:val="en-US"/>
              </w:rP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0220100000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4962,3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560" w:type="dxa"/>
          <w:trHeight w:val="1032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Содержание автомобильных дорог и искусственных сооружений на них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647,3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647,3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0220146010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647,3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837,0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875,0</w:t>
            </w:r>
          </w:p>
        </w:tc>
      </w:tr>
      <w:tr w:rsidR="00E331D1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022014603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02201460</w:t>
            </w:r>
            <w:r>
              <w:t>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EE65CE">
        <w:trPr>
          <w:gridAfter w:val="1"/>
          <w:wAfter w:w="560" w:type="dxa"/>
          <w:trHeight w:val="19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02201460</w:t>
            </w:r>
            <w:r>
              <w:t>3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25,0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EE65CE">
        <w:trPr>
          <w:gridAfter w:val="1"/>
          <w:wAfter w:w="560" w:type="dxa"/>
          <w:trHeight w:val="21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75,0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EE65CE">
        <w:trPr>
          <w:gridAfter w:val="1"/>
          <w:wAfter w:w="560" w:type="dxa"/>
          <w:trHeight w:val="18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75,0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EE65CE">
        <w:trPr>
          <w:gridAfter w:val="1"/>
          <w:wAfter w:w="560" w:type="dxa"/>
          <w:trHeight w:val="22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 w:rsidRPr="0043557C">
              <w:t>09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022014604</w:t>
            </w:r>
            <w:r w:rsidRPr="0043557C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75,0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EE65CE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B75E8F" w:rsidRDefault="00E331D1" w:rsidP="00EE65CE">
            <w:r w:rsidRPr="00770C8B">
              <w:t>022</w:t>
            </w:r>
            <w:r w:rsidRPr="00B75E8F">
              <w:t>01</w:t>
            </w:r>
            <w:r>
              <w:rPr>
                <w:lang w:val="en-US"/>
              </w:rPr>
              <w:t>S</w:t>
            </w:r>
            <w:r w:rsidRPr="00B75E8F">
              <w:t>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97551" w:rsidRDefault="00E331D1" w:rsidP="00587BAC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D265B" w:rsidRDefault="00E331D1" w:rsidP="00F21103">
            <w:pPr>
              <w:widowControl/>
              <w:jc w:val="center"/>
            </w:pPr>
            <w:r w:rsidRPr="00CD265B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97551" w:rsidRDefault="00E331D1" w:rsidP="00587BAC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770C8B">
              <w:t>022</w:t>
            </w:r>
            <w:r w:rsidRPr="00770C8B">
              <w:rPr>
                <w:lang w:val="en-US"/>
              </w:rPr>
              <w:t>01</w:t>
            </w:r>
            <w:r>
              <w:rPr>
                <w:lang w:val="en-US"/>
              </w:rPr>
              <w:t>S3080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CD265B" w:rsidRDefault="00E331D1" w:rsidP="00F21103">
            <w:pPr>
              <w:widowControl/>
              <w:jc w:val="center"/>
            </w:pPr>
            <w:r w:rsidRPr="00CD265B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197551" w:rsidRDefault="00E331D1" w:rsidP="00587BAC">
            <w:r>
              <w:t>4038,2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70C8B" w:rsidRDefault="00E331D1" w:rsidP="00F21103">
            <w:r>
              <w:t>0220200000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Проектирование,строительство,</w:t>
            </w:r>
          </w:p>
          <w:p w:rsidR="00E331D1" w:rsidRPr="0043557C" w:rsidRDefault="00E331D1" w:rsidP="00F21103">
            <w:r>
              <w:t>реконструкция,капитальный ремонт и ремонт автомобильных дорог общего пользования местного значения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B75E8F" w:rsidRDefault="00E331D1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770C8B" w:rsidRDefault="00E331D1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74403" w:rsidRDefault="00E331D1" w:rsidP="00F21103">
            <w:pPr>
              <w:widowControl/>
              <w:jc w:val="center"/>
            </w:pPr>
            <w:r w:rsidRPr="00874403"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Бюджетные инвестиции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02202S3720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74403" w:rsidRDefault="00E331D1" w:rsidP="00F21103">
            <w:pPr>
              <w:widowControl/>
              <w:jc w:val="center"/>
            </w:pPr>
            <w:r w:rsidRPr="00874403"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18308,5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Другие вопросы в области национальной экономики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240,6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</w:tr>
      <w:tr w:rsidR="00E331D1" w:rsidRPr="0043557C" w:rsidTr="00F21103">
        <w:trPr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040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240,6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«Оценка недвижимости, признания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</w:t>
            </w:r>
            <w:r w:rsidRPr="0043557C">
              <w:t>00000</w:t>
            </w:r>
            <w:r w:rsidRPr="0043557C">
              <w:rPr>
                <w:lang w:val="en-US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87BAC">
            <w:pPr>
              <w:widowControl/>
            </w:pPr>
            <w:r>
              <w:t>238,4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 w:val="restart"/>
            <w:tcBorders>
              <w:left w:val="nil"/>
            </w:tcBorders>
            <w:vAlign w:val="center"/>
          </w:tcPr>
          <w:p w:rsidR="00E331D1" w:rsidRDefault="00E331D1" w:rsidP="00F21103">
            <w:pPr>
              <w:widowControl/>
            </w:pPr>
          </w:p>
          <w:p w:rsidR="00E331D1" w:rsidRDefault="00E331D1" w:rsidP="00F21103">
            <w:pPr>
              <w:widowControl/>
            </w:pPr>
          </w:p>
          <w:p w:rsidR="00E331D1" w:rsidRDefault="00E331D1" w:rsidP="00F21103">
            <w:pPr>
              <w:widowControl/>
            </w:pPr>
          </w:p>
          <w:p w:rsidR="00E331D1" w:rsidRDefault="00E331D1" w:rsidP="00F21103">
            <w:pPr>
              <w:widowControl/>
            </w:pPr>
          </w:p>
          <w:p w:rsidR="00E331D1" w:rsidRDefault="00E331D1" w:rsidP="00F21103">
            <w:pPr>
              <w:widowControl/>
            </w:pPr>
          </w:p>
          <w:p w:rsidR="00E331D1" w:rsidRDefault="00E331D1" w:rsidP="00F21103">
            <w:pPr>
              <w:widowControl/>
            </w:pPr>
          </w:p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5C6564">
        <w:trPr>
          <w:trHeight w:val="9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041</w:t>
            </w:r>
            <w:r w:rsidRPr="0043557C">
              <w:rPr>
                <w:lang w:val="en-US"/>
              </w:rPr>
              <w:t>01</w:t>
            </w:r>
            <w:r w:rsidRPr="0043557C"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587BAC">
            <w:pPr>
              <w:widowControl/>
            </w:pPr>
            <w:r>
              <w:t>238,4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5C6564">
        <w:trPr>
          <w:trHeight w:val="22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</w:pPr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851648">
        <w:trPr>
          <w:trHeight w:val="2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01194F"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8055D" w:rsidRDefault="00E331D1" w:rsidP="00F21103">
            <w:pPr>
              <w:widowControl/>
              <w:jc w:val="center"/>
            </w:pPr>
            <w:r w:rsidRPr="00F8055D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851648">
        <w:trPr>
          <w:trHeight w:val="20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>
            <w:r w:rsidRPr="0001194F">
              <w:t>0410120390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8055D" w:rsidRDefault="00E331D1" w:rsidP="00F21103">
            <w:pPr>
              <w:widowControl/>
              <w:jc w:val="center"/>
            </w:pPr>
            <w:r w:rsidRPr="00F8055D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129,4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F21103">
            <w:pPr>
              <w:widowControl/>
            </w:pPr>
            <w:r w:rsidRPr="00FB4F77">
              <w:t>Мероприятия в области градостроительства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widowControl/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4E4A15">
        <w:trPr>
          <w:trHeight w:val="3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F21103">
            <w:pPr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99,0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lang w:val="en-US"/>
              </w:rPr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4E4A15">
        <w:trPr>
          <w:trHeight w:val="34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  <w:jc w:val="center"/>
              <w:rPr>
                <w:lang w:val="en-US"/>
              </w:rPr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  <w:jc w:val="center"/>
              <w:rPr>
                <w:lang w:val="en-US"/>
              </w:rPr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D465B7">
            <w:pPr>
              <w:jc w:val="center"/>
            </w:pPr>
            <w:r w:rsidRPr="00FB4F77">
              <w:t>0410120400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99,0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 w:rsidRPr="0043557C"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4E4A15">
        <w:trPr>
          <w:trHeight w:val="13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>
              <w:t>Кадастровые работы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E4A15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E4A15" w:rsidRDefault="00E331D1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D465B7">
            <w:pPr>
              <w:jc w:val="center"/>
            </w:pPr>
            <w:r>
              <w:t>041012044</w:t>
            </w:r>
            <w:r w:rsidRPr="00FB4F77"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4E4A15">
        <w:trPr>
          <w:trHeight w:val="9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E4A15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E4A15" w:rsidRDefault="00E331D1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D778E4">
            <w:pPr>
              <w:jc w:val="center"/>
            </w:pPr>
            <w:r w:rsidRPr="00FB4F77">
              <w:t>04101204</w:t>
            </w:r>
            <w:r>
              <w:t>4</w:t>
            </w:r>
            <w:r w:rsidRPr="00FB4F77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4E4A15">
        <w:trPr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E4A15" w:rsidRDefault="00E331D1" w:rsidP="00F21103">
            <w:pPr>
              <w:widowControl/>
              <w:jc w:val="center"/>
            </w:pPr>
            <w: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E4A15" w:rsidRDefault="00E331D1" w:rsidP="00F21103">
            <w:pPr>
              <w:widowControl/>
              <w:jc w:val="center"/>
            </w:pPr>
            <w:r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B4F77" w:rsidRDefault="00E331D1" w:rsidP="00D465B7">
            <w:pPr>
              <w:jc w:val="center"/>
            </w:pPr>
            <w:r>
              <w:t>041012044</w:t>
            </w:r>
            <w:r w:rsidRPr="00FB4F77">
              <w:t>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0,0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  <w:p w:rsidR="00E331D1" w:rsidRPr="0043557C" w:rsidRDefault="00E331D1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«Реализация отдельных переданных полномочий Шейнского сельсовета Пачелмского района Пензенской области»</w:t>
            </w:r>
          </w:p>
          <w:p w:rsidR="00E331D1" w:rsidRPr="0043557C" w:rsidRDefault="00E331D1" w:rsidP="00F21103"/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/>
          <w:p w:rsidR="00E331D1" w:rsidRDefault="00E331D1" w:rsidP="007D6339"/>
          <w:p w:rsidR="00E331D1" w:rsidRPr="007D6339" w:rsidRDefault="00E331D1" w:rsidP="007D6339">
            <w: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7D6339"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2,2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 w:rsidRPr="0043557C">
              <w:t>1,0</w:t>
            </w:r>
          </w:p>
        </w:tc>
        <w:tc>
          <w:tcPr>
            <w:tcW w:w="560" w:type="dxa"/>
            <w:vMerge/>
            <w:tcBorders>
              <w:left w:val="nil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857845" w:rsidRDefault="00E331D1" w:rsidP="00587BAC">
            <w:pPr>
              <w:widowControl/>
              <w:jc w:val="center"/>
            </w:pPr>
            <w:r w:rsidRPr="0043557C">
              <w:rPr>
                <w:lang w:val="en-US"/>
              </w:rPr>
              <w:t>1</w:t>
            </w:r>
            <w:r w:rsidRPr="0043557C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1,</w:t>
            </w:r>
            <w:r w:rsidRPr="0043557C">
              <w:t>0</w:t>
            </w:r>
          </w:p>
        </w:tc>
        <w:tc>
          <w:tcPr>
            <w:tcW w:w="56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t>1,0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rPr>
                <w:lang w:val="en-US"/>
              </w:rPr>
              <w:t>1</w:t>
            </w:r>
            <w:r w:rsidRPr="007B2E3D">
              <w:t>,</w:t>
            </w:r>
            <w:r w:rsidRPr="007B2E3D">
              <w:rPr>
                <w:lang w:val="en-US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jc w:val="center"/>
            </w:pPr>
            <w:r w:rsidRPr="007B2E3D">
              <w:t>1,0</w:t>
            </w:r>
          </w:p>
        </w:tc>
        <w:tc>
          <w:tcPr>
            <w:tcW w:w="5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  <w:p w:rsidR="00E331D1" w:rsidRPr="0043557C" w:rsidRDefault="00E331D1" w:rsidP="00F21103">
            <w:pPr>
              <w:widowControl/>
            </w:pPr>
          </w:p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gridAfter w:val="1"/>
          <w:wAfter w:w="560" w:type="dxa"/>
          <w:trHeight w:val="28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Исполнение полномочий Пачелмского района по осуществлению муниципального контроля за использованием земель сельского поселения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1,2</w:t>
            </w:r>
          </w:p>
        </w:tc>
      </w:tr>
      <w:tr w:rsidR="00E331D1" w:rsidRPr="0043557C" w:rsidTr="00F21103">
        <w:trPr>
          <w:gridAfter w:val="1"/>
          <w:wAfter w:w="560" w:type="dxa"/>
          <w:trHeight w:val="15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1,2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1,2</w:t>
            </w:r>
          </w:p>
        </w:tc>
      </w:tr>
      <w:tr w:rsidR="00E331D1" w:rsidRPr="0043557C" w:rsidTr="00F21103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</w:pPr>
            <w:r w:rsidRPr="007B2E3D">
              <w:t>1,2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jc w:val="center"/>
            </w:pPr>
            <w:r w:rsidRPr="007B2E3D">
              <w:t>1,2</w:t>
            </w:r>
          </w:p>
        </w:tc>
      </w:tr>
      <w:tr w:rsidR="00E331D1" w:rsidRPr="0043557C" w:rsidTr="00EE65CE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EE65CE">
            <w:pPr>
              <w:widowControl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EE65CE" w:rsidRDefault="00E331D1" w:rsidP="00F21103">
            <w:pPr>
              <w:jc w:val="center"/>
              <w:rPr>
                <w:b/>
              </w:rPr>
            </w:pPr>
            <w:r w:rsidRPr="00EE65CE">
              <w:rPr>
                <w:b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EE65CE" w:rsidRDefault="00E331D1" w:rsidP="00F21103">
            <w:pPr>
              <w:widowControl/>
              <w:jc w:val="center"/>
              <w:rPr>
                <w:b/>
              </w:rPr>
            </w:pPr>
            <w:r w:rsidRPr="00EE65CE">
              <w:rPr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EE65CE" w:rsidRDefault="00E331D1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EE65CE" w:rsidRDefault="00E331D1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EE65CE" w:rsidRDefault="00E331D1" w:rsidP="00F21103">
            <w:pPr>
              <w:widowControl/>
              <w:jc w:val="center"/>
              <w:rPr>
                <w:b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587BAC">
            <w:pPr>
              <w:widowControl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1396,0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587BAC">
            <w:pPr>
              <w:widowControl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587BAC">
            <w:pPr>
              <w:jc w:val="center"/>
              <w:rPr>
                <w:b/>
                <w:bCs/>
                <w:iCs/>
              </w:rPr>
            </w:pPr>
            <w:r w:rsidRPr="00D4232E">
              <w:rPr>
                <w:b/>
                <w:bCs/>
                <w:iCs/>
              </w:rP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874403" w:rsidRDefault="00E331D1" w:rsidP="00587BAC">
            <w:r>
              <w:rPr>
                <w:bCs/>
                <w:iCs/>
              </w:rPr>
              <w:t>1396,0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 w:rsidRPr="003E52EA">
              <w:t xml:space="preserve">Муниципальная программа Шейнского сельсовета Пачелмского района Пензенской области "Развитие территории, социальной, коммунальной и инженерной инфраструктуры Шейнского сельсовета Пачелмского района Пензенской области  </w:t>
            </w:r>
            <w:r>
              <w:t xml:space="preserve">на  2014-2022 годы  </w:t>
            </w:r>
            <w:r w:rsidRPr="003E52EA"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615EE1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020</w:t>
            </w: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0</w:t>
            </w:r>
            <w:r w:rsidRPr="00951729">
              <w:rPr>
                <w:bCs/>
                <w:iCs/>
              </w:rPr>
              <w:t>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Pr="009E3C72" w:rsidRDefault="00E331D1" w:rsidP="00587BAC"/>
          <w:p w:rsidR="00E331D1" w:rsidRPr="009E3C72" w:rsidRDefault="00E331D1" w:rsidP="00587BAC"/>
          <w:p w:rsidR="00E331D1" w:rsidRDefault="00E331D1" w:rsidP="00587BAC"/>
          <w:p w:rsidR="00E331D1" w:rsidRPr="009E3C72" w:rsidRDefault="00E331D1" w:rsidP="00587BAC">
            <w: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"Комплексная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0210000000 </w:t>
            </w:r>
          </w:p>
          <w:p w:rsidR="00E331D1" w:rsidRDefault="00E331D1" w:rsidP="007D6339"/>
          <w:p w:rsidR="00E331D1" w:rsidRPr="007D6339" w:rsidRDefault="00E331D1" w:rsidP="007D6339"/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413423"/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86298" w:rsidRDefault="00E331D1" w:rsidP="00587BAC">
            <w:pPr>
              <w:rPr>
                <w:color w:val="FF0000"/>
              </w:rPr>
            </w:pPr>
          </w:p>
          <w:p w:rsidR="00E331D1" w:rsidRPr="00D86298" w:rsidRDefault="00E331D1" w:rsidP="00587BAC">
            <w:pPr>
              <w:rPr>
                <w:color w:val="FF0000"/>
              </w:rPr>
            </w:pPr>
          </w:p>
          <w:p w:rsidR="00E331D1" w:rsidRPr="00D86298" w:rsidRDefault="00E331D1" w:rsidP="00587BAC">
            <w:pPr>
              <w:rPr>
                <w:color w:val="FF0000"/>
              </w:rPr>
            </w:pPr>
          </w:p>
          <w:p w:rsidR="00E331D1" w:rsidRPr="00727045" w:rsidRDefault="00E331D1" w:rsidP="00587BAC">
            <w:r w:rsidRPr="00727045"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"Обеспечение освещения населенных пунктов  в ночное время</w:t>
            </w:r>
            <w:r w:rsidRPr="00951729">
              <w:rPr>
                <w:bCs/>
                <w:iCs/>
              </w:rPr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EE65CE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5C656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0210</w:t>
            </w:r>
            <w:r>
              <w:rPr>
                <w:bCs/>
                <w:iCs/>
              </w:rPr>
              <w:t>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EE65CE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413423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02102</w:t>
            </w:r>
            <w:r w:rsidRPr="00951729">
              <w:rPr>
                <w:bCs/>
                <w:iCs/>
              </w:rPr>
              <w:t>65160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10,0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3E52EA">
              <w:t>Муниципальная</w:t>
            </w:r>
            <w:r>
              <w:t xml:space="preserve"> </w:t>
            </w:r>
            <w:r w:rsidRPr="003E52EA">
              <w:t xml:space="preserve"> программа</w:t>
            </w:r>
            <w:r>
              <w:t xml:space="preserve"> </w:t>
            </w:r>
            <w:r w:rsidRPr="003E52EA">
              <w:t xml:space="preserve"> Шейнского сельсовета </w:t>
            </w:r>
            <w:r>
              <w:t xml:space="preserve"> </w:t>
            </w:r>
            <w:r w:rsidRPr="003E52EA">
              <w:t xml:space="preserve">Пачелмского района Пензенской области </w:t>
            </w:r>
            <w:r>
              <w:t xml:space="preserve"> </w:t>
            </w:r>
            <w:r w:rsidRPr="003E52EA">
              <w:t>"</w:t>
            </w:r>
            <w:r>
              <w:t xml:space="preserve">Комплексное развитие сельских территорий </w:t>
            </w:r>
            <w:r w:rsidRPr="003E52EA">
              <w:t xml:space="preserve"> Шейнского сельсовета </w:t>
            </w:r>
            <w:r>
              <w:t xml:space="preserve"> </w:t>
            </w:r>
            <w:r w:rsidRPr="003E52EA">
              <w:t>Пачелмского района</w:t>
            </w:r>
            <w:r>
              <w:t xml:space="preserve"> </w:t>
            </w:r>
            <w:r w:rsidRPr="003E52EA">
              <w:t xml:space="preserve"> Пензенской области</w:t>
            </w:r>
            <w:r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1386,0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BE0C1C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51729" w:rsidRDefault="00E331D1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BE0C1C">
            <w:pPr>
              <w:widowControl/>
              <w:jc w:val="center"/>
              <w:rPr>
                <w:bCs/>
                <w:iCs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500065170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D71674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>
              <w:t>Благоустройство сельских территорий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F34EA6" w:rsidRDefault="00E331D1" w:rsidP="00BE0C1C">
            <w:pPr>
              <w:widowControl/>
              <w:rPr>
                <w:bCs/>
                <w:iCs/>
                <w:lang w:val="en-US"/>
              </w:rPr>
            </w:pPr>
            <w:r w:rsidRPr="00951729">
              <w:rPr>
                <w:bCs/>
                <w:iCs/>
              </w:rPr>
              <w:t>0</w:t>
            </w:r>
            <w:r>
              <w:rPr>
                <w:bCs/>
                <w:iCs/>
              </w:rPr>
              <w:t>5</w:t>
            </w:r>
            <w:r w:rsidRPr="00951729">
              <w:rPr>
                <w:bCs/>
                <w:iCs/>
              </w:rPr>
              <w:t>000</w:t>
            </w: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F1C12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240D8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  <w:lang w:val="en-US"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C75A26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BE0C1C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C75A26">
        <w:trPr>
          <w:gridAfter w:val="1"/>
          <w:wAfter w:w="560" w:type="dxa"/>
          <w:trHeight w:val="12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jc w:val="center"/>
            </w:pPr>
            <w: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widowControl/>
              <w:jc w:val="center"/>
            </w:pPr>
            <w:r>
              <w:t>03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BE0C1C">
            <w:r w:rsidRPr="00CF6AA7">
              <w:rPr>
                <w:bCs/>
                <w:iCs/>
              </w:rPr>
              <w:t>05000</w:t>
            </w:r>
            <w:r w:rsidRPr="00CF6AA7">
              <w:rPr>
                <w:bCs/>
                <w:iCs/>
                <w:lang w:val="en-US"/>
              </w:rPr>
              <w:t>L5765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1378,3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widowControl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0,0</w:t>
            </w:r>
          </w:p>
        </w:tc>
      </w:tr>
      <w:tr w:rsidR="00E331D1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744,0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484,1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Культура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744,0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484,1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  <w:jc w:val="center"/>
            </w:pPr>
            <w:r>
              <w:t>484,1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 Развитие культуры и поддержка молодежи Шейнского сельсовета Пачелмского района Пензенской области</w:t>
            </w:r>
            <w:r>
              <w:t xml:space="preserve">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 </w:t>
            </w:r>
            <w:r w:rsidRPr="0043557C">
              <w:t>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364,9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105,0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«Содержание объектов социальной культурной сферы»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</w:t>
            </w:r>
            <w: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0330000000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Pr="0043557C" w:rsidRDefault="00E331D1" w:rsidP="00587BAC">
            <w:r>
              <w:t>364,9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r>
              <w:t>105,0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sz w:val="16"/>
                <w:szCs w:val="16"/>
              </w:rPr>
            </w:pPr>
            <w:r w:rsidRPr="0043557C">
              <w:t>Основное мероприятие "Обеспечение соответствия состояния объектов социально-культурной сферы  нормативным требованиям</w:t>
            </w:r>
            <w:r w:rsidRPr="0043557C">
              <w:rPr>
                <w:sz w:val="16"/>
                <w:szCs w:val="16"/>
              </w:rPr>
              <w:t>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0330100000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Pr="0043557C" w:rsidRDefault="00E331D1" w:rsidP="00587BAC">
            <w:r>
              <w:t>364,9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105,0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Расходы н</w:t>
            </w:r>
            <w:r>
              <w:t>а содержание объектов социально-</w:t>
            </w:r>
            <w:r w:rsidRPr="0043557C">
              <w:t xml:space="preserve"> культурой сферы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364,9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587BAC">
            <w:r>
              <w:t>105,0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Pr="0043557C" w:rsidRDefault="00E331D1" w:rsidP="00587BAC">
            <w:r>
              <w:t>364,9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r>
              <w:t>105,0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0330128500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/>
          <w:p w:rsidR="00E331D1" w:rsidRPr="0043557C" w:rsidRDefault="00E331D1" w:rsidP="00587BAC">
            <w:r>
              <w:t>364,9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105,0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jc w:val="center"/>
            </w:pPr>
            <w:r>
              <w:t>105,0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t xml:space="preserve"> 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</w:tr>
      <w:tr w:rsidR="00E331D1" w:rsidRPr="0043557C" w:rsidTr="007D6339">
        <w:trPr>
          <w:gridAfter w:val="1"/>
          <w:wAfter w:w="560" w:type="dxa"/>
          <w:trHeight w:val="959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«Реализация отдельных переданных полномочий»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"Реализация отдельных переданных полномочий Шейнским сельсоветом Пачелмского района Пензенской области"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gridAfter w:val="1"/>
          <w:wAfter w:w="560" w:type="dxa"/>
          <w:trHeight w:val="840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Межбюджетные трансферты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379,1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</w:tr>
      <w:tr w:rsidR="00E331D1" w:rsidRPr="0043557C" w:rsidTr="00F21103">
        <w:trPr>
          <w:trHeight w:val="52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Иные межбюджетные трансферты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0440180250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>
              <w:t>379,1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331D1" w:rsidRDefault="00E331D1" w:rsidP="00587BAC">
            <w:pPr>
              <w:jc w:val="center"/>
            </w:pPr>
            <w:r>
              <w:t>379,1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</w:p>
          <w:p w:rsidR="00E331D1" w:rsidRPr="0043557C" w:rsidRDefault="00E331D1" w:rsidP="00F21103">
            <w:pPr>
              <w:widowControl/>
            </w:pPr>
          </w:p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67A48" w:rsidRDefault="00E331D1" w:rsidP="00F21103">
            <w:pPr>
              <w:widowControl/>
              <w:rPr>
                <w:b/>
                <w:bCs/>
              </w:rPr>
            </w:pPr>
            <w:r w:rsidRPr="00A67A48">
              <w:rPr>
                <w:b/>
                <w:bCs/>
              </w:rPr>
              <w:t>СОЦИАЛЬНАЯ ПОЛИТИКА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A67A48">
              <w:rPr>
                <w:b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F2110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67A48" w:rsidRDefault="00E331D1" w:rsidP="00587BAC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E331D1" w:rsidRPr="0043557C" w:rsidTr="00F21103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Пенсионное обеспечение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19,0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19,0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587BAC">
            <w:pPr>
              <w:widowControl/>
            </w:pPr>
            <w:r>
              <w:t>19,0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Муниципальная программа Шейнского сельсовета Пачелмского района Пензенской области «Развитие муниципального управления в Шейнском  сельсовете Пачелмского района Пензенской области</w:t>
            </w:r>
            <w:r>
              <w:t xml:space="preserve">     </w:t>
            </w:r>
            <w:r>
              <w:rPr>
                <w:color w:val="000000"/>
              </w:rPr>
              <w:t>на 2014-2022</w:t>
            </w:r>
            <w:r w:rsidRPr="0043557C">
              <w:rPr>
                <w:color w:val="000000"/>
              </w:rPr>
              <w:t xml:space="preserve"> годы</w:t>
            </w:r>
            <w:r>
              <w:t xml:space="preserve"> </w:t>
            </w:r>
            <w:r w:rsidRPr="0043557C"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</w:tr>
      <w:tr w:rsidR="00E331D1" w:rsidRPr="0043557C" w:rsidTr="005C6564">
        <w:trPr>
          <w:gridAfter w:val="1"/>
          <w:wAfter w:w="560" w:type="dxa"/>
          <w:trHeight w:val="126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</w:tr>
      <w:tr w:rsidR="00E331D1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Основное мероприятие «Выполнение обязательств по социальной поддержке отдельных категорий граждан»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</w:tr>
      <w:tr w:rsidR="00E331D1" w:rsidRPr="0043557C" w:rsidTr="005C6564">
        <w:trPr>
          <w:gridAfter w:val="1"/>
          <w:wAfter w:w="560" w:type="dxa"/>
          <w:trHeight w:val="63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Доплаты к пенсиям муниципальных служащих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</w:tr>
      <w:tr w:rsidR="00E331D1" w:rsidRPr="0043557C" w:rsidTr="005C6564">
        <w:trPr>
          <w:gridAfter w:val="1"/>
          <w:wAfter w:w="560" w:type="dxa"/>
          <w:trHeight w:val="255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587BAC">
            <w:r w:rsidRPr="00D71F0E">
              <w:t>19,0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 w:rsidRPr="0043557C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0430124250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D7FC3" w:rsidRDefault="00E331D1" w:rsidP="00587BAC">
            <w:pPr>
              <w:widowControl/>
            </w:pPr>
            <w:r>
              <w:t>19,0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D7FC3" w:rsidRDefault="00E331D1" w:rsidP="00587BAC">
            <w:pPr>
              <w:widowControl/>
            </w:pPr>
            <w:r>
              <w:t>19,0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6D7FC3" w:rsidRDefault="00E331D1" w:rsidP="00587BAC">
            <w:pPr>
              <w:widowControl/>
            </w:pPr>
            <w:r>
              <w:t>19,0</w:t>
            </w:r>
          </w:p>
        </w:tc>
      </w:tr>
      <w:tr w:rsidR="00E331D1" w:rsidRPr="0043557C" w:rsidTr="00F21103">
        <w:trPr>
          <w:gridAfter w:val="1"/>
          <w:wAfter w:w="560" w:type="dxa"/>
          <w:trHeight w:val="420"/>
          <w:jc w:val="center"/>
        </w:trPr>
        <w:tc>
          <w:tcPr>
            <w:tcW w:w="3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 xml:space="preserve">     Всего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rPr>
                <w:b/>
              </w:rPr>
            </w:pPr>
            <w:r>
              <w:rPr>
                <w:b/>
              </w:rPr>
              <w:t>28352,5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3665,3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587BAC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3614,8</w:t>
            </w:r>
          </w:p>
        </w:tc>
      </w:tr>
    </w:tbl>
    <w:p w:rsidR="00E331D1" w:rsidRDefault="00E331D1" w:rsidP="00397F4F">
      <w:pPr>
        <w:tabs>
          <w:tab w:val="left" w:pos="8430"/>
        </w:tabs>
        <w:suppressAutoHyphens/>
        <w:rPr>
          <w:sz w:val="24"/>
          <w:szCs w:val="24"/>
        </w:rPr>
      </w:pPr>
    </w:p>
    <w:p w:rsidR="00E331D1" w:rsidRDefault="00E331D1" w:rsidP="00397F4F">
      <w:pPr>
        <w:pStyle w:val="BodyText"/>
        <w:jc w:val="right"/>
        <w:rPr>
          <w:sz w:val="24"/>
        </w:rPr>
      </w:pPr>
      <w:r>
        <w:rPr>
          <w:sz w:val="24"/>
        </w:rPr>
        <w:t>».</w:t>
      </w:r>
    </w:p>
    <w:p w:rsidR="00E331D1" w:rsidRDefault="00E331D1" w:rsidP="00397F4F">
      <w:pPr>
        <w:pStyle w:val="BodyText"/>
        <w:jc w:val="right"/>
        <w:rPr>
          <w:sz w:val="24"/>
        </w:rPr>
      </w:pPr>
    </w:p>
    <w:p w:rsidR="00E331D1" w:rsidRPr="00204388" w:rsidRDefault="00E331D1" w:rsidP="00204388">
      <w:pPr>
        <w:pStyle w:val="BodyText"/>
        <w:rPr>
          <w:sz w:val="16"/>
          <w:szCs w:val="16"/>
        </w:rPr>
      </w:pPr>
      <w:r w:rsidRPr="0043557C">
        <w:t xml:space="preserve">           </w:t>
      </w:r>
      <w:r>
        <w:rPr>
          <w:sz w:val="24"/>
          <w:szCs w:val="24"/>
        </w:rPr>
        <w:t>1.7.Приложение № 10 изложить в следующей редакции:</w:t>
      </w:r>
    </w:p>
    <w:p w:rsidR="00E331D1" w:rsidRDefault="00E331D1" w:rsidP="00397F4F">
      <w:pPr>
        <w:tabs>
          <w:tab w:val="left" w:pos="8430"/>
        </w:tabs>
        <w:suppressAutoHyphens/>
      </w:pPr>
    </w:p>
    <w:p w:rsidR="00E331D1" w:rsidRPr="0043557C" w:rsidRDefault="00E331D1" w:rsidP="00397F4F">
      <w:pPr>
        <w:tabs>
          <w:tab w:val="left" w:pos="8430"/>
        </w:tabs>
        <w:suppressAutoHyphens/>
        <w:jc w:val="right"/>
      </w:pPr>
      <w:r>
        <w:t>«</w:t>
      </w:r>
      <w:r w:rsidRPr="0043557C">
        <w:t>Приложение 10</w:t>
      </w:r>
    </w:p>
    <w:p w:rsidR="00E331D1" w:rsidRPr="0043557C" w:rsidRDefault="00E331D1" w:rsidP="00397F4F">
      <w:pPr>
        <w:suppressAutoHyphens/>
        <w:spacing w:line="240" w:lineRule="exact"/>
        <w:jc w:val="right"/>
      </w:pPr>
      <w:r w:rsidRPr="0043557C">
        <w:t>к решению Комитета местного</w:t>
      </w:r>
    </w:p>
    <w:p w:rsidR="00E331D1" w:rsidRPr="0043557C" w:rsidRDefault="00E331D1" w:rsidP="00397F4F">
      <w:pPr>
        <w:suppressAutoHyphens/>
        <w:spacing w:line="240" w:lineRule="exact"/>
        <w:jc w:val="right"/>
      </w:pPr>
      <w:r w:rsidRPr="0043557C">
        <w:t xml:space="preserve"> самоуправления Шейнского сельсовета</w:t>
      </w:r>
    </w:p>
    <w:p w:rsidR="00E331D1" w:rsidRPr="0043557C" w:rsidRDefault="00E331D1" w:rsidP="00397F4F">
      <w:pPr>
        <w:suppressAutoHyphens/>
        <w:spacing w:line="240" w:lineRule="exact"/>
        <w:jc w:val="right"/>
      </w:pPr>
      <w:r w:rsidRPr="0043557C">
        <w:t>Пачелмского района Пензенской области</w:t>
      </w:r>
    </w:p>
    <w:p w:rsidR="00E331D1" w:rsidRPr="002D3BE2" w:rsidRDefault="00E331D1" w:rsidP="00397F4F">
      <w:pPr>
        <w:jc w:val="right"/>
      </w:pPr>
      <w:r w:rsidRPr="0043557C">
        <w:t xml:space="preserve">от </w:t>
      </w:r>
      <w:r>
        <w:t xml:space="preserve"> 25.12.2019 </w:t>
      </w:r>
      <w:r w:rsidRPr="0043557C">
        <w:t>№</w:t>
      </w:r>
      <w:r>
        <w:t>08-6/3</w:t>
      </w:r>
      <w:r w:rsidRPr="0043557C">
        <w:t xml:space="preserve"> </w:t>
      </w:r>
      <w:r>
        <w:t xml:space="preserve"> </w:t>
      </w:r>
    </w:p>
    <w:p w:rsidR="00E331D1" w:rsidRDefault="00E331D1" w:rsidP="00397F4F">
      <w:pPr>
        <w:pStyle w:val="BodyText"/>
        <w:rPr>
          <w:b/>
          <w:bCs/>
          <w:sz w:val="24"/>
          <w:szCs w:val="24"/>
        </w:rPr>
      </w:pPr>
      <w:r w:rsidRPr="00D2030B">
        <w:rPr>
          <w:b/>
          <w:bCs/>
          <w:sz w:val="24"/>
          <w:szCs w:val="24"/>
        </w:rPr>
        <w:t>Распределение бюджетных ассигнований по целевым статьям (ЦСР) (муниципальным программам и непрограммным направлениям деятельности), группам (группам и подгруппам) видов расходов (Вр) классификации расходов бюджета Шейнского сельсовета Пачелмского ра</w:t>
      </w:r>
      <w:r>
        <w:rPr>
          <w:b/>
          <w:bCs/>
          <w:sz w:val="24"/>
          <w:szCs w:val="24"/>
        </w:rPr>
        <w:t>йона Пензенской области  на 2020</w:t>
      </w:r>
      <w:r w:rsidRPr="00D2030B">
        <w:rPr>
          <w:b/>
          <w:bCs/>
          <w:sz w:val="24"/>
          <w:szCs w:val="24"/>
        </w:rPr>
        <w:t xml:space="preserve"> год и плановый период </w:t>
      </w:r>
    </w:p>
    <w:p w:rsidR="00E331D1" w:rsidRPr="00D2030B" w:rsidRDefault="00E331D1" w:rsidP="00397F4F">
      <w:pPr>
        <w:pStyle w:val="BodyTex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2021 и 2022</w:t>
      </w:r>
      <w:r w:rsidRPr="00D2030B">
        <w:rPr>
          <w:b/>
          <w:bCs/>
          <w:sz w:val="24"/>
          <w:szCs w:val="24"/>
        </w:rPr>
        <w:t xml:space="preserve"> годов.</w:t>
      </w:r>
    </w:p>
    <w:p w:rsidR="00E331D1" w:rsidRPr="0043557C" w:rsidRDefault="00E331D1" w:rsidP="00397F4F">
      <w:pPr>
        <w:pStyle w:val="BodyText"/>
        <w:jc w:val="right"/>
        <w:rPr>
          <w:b/>
          <w:bCs/>
          <w:sz w:val="20"/>
          <w:szCs w:val="20"/>
        </w:rPr>
      </w:pPr>
      <w:r w:rsidRPr="0043557C">
        <w:rPr>
          <w:b/>
          <w:bCs/>
          <w:sz w:val="20"/>
          <w:szCs w:val="20"/>
        </w:rPr>
        <w:t>тыс.руб.</w:t>
      </w:r>
    </w:p>
    <w:tbl>
      <w:tblPr>
        <w:tblW w:w="9991" w:type="dxa"/>
        <w:tblInd w:w="2" w:type="dxa"/>
        <w:tblLook w:val="00A0"/>
      </w:tblPr>
      <w:tblGrid>
        <w:gridCol w:w="3706"/>
        <w:gridCol w:w="567"/>
        <w:gridCol w:w="352"/>
        <w:gridCol w:w="567"/>
        <w:gridCol w:w="851"/>
        <w:gridCol w:w="708"/>
        <w:gridCol w:w="1066"/>
        <w:gridCol w:w="970"/>
        <w:gridCol w:w="968"/>
        <w:gridCol w:w="236"/>
      </w:tblGrid>
      <w:tr w:rsidR="00E331D1" w:rsidRPr="0043557C" w:rsidTr="00F21103">
        <w:trPr>
          <w:gridAfter w:val="1"/>
          <w:wAfter w:w="236" w:type="dxa"/>
          <w:trHeight w:val="435"/>
        </w:trPr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Наименование</w:t>
            </w:r>
          </w:p>
        </w:tc>
        <w:tc>
          <w:tcPr>
            <w:tcW w:w="233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ЦСР</w:t>
            </w:r>
          </w:p>
          <w:p w:rsidR="00E331D1" w:rsidRPr="0043557C" w:rsidRDefault="00E331D1" w:rsidP="00F21103">
            <w:pPr>
              <w:widowControl/>
              <w:jc w:val="center"/>
            </w:pPr>
          </w:p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Вр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 xml:space="preserve">Сумма </w:t>
            </w:r>
            <w:r w:rsidRPr="0043557C">
              <w:br/>
            </w:r>
          </w:p>
        </w:tc>
      </w:tr>
      <w:tr w:rsidR="00E331D1" w:rsidRPr="0043557C" w:rsidTr="00F21103">
        <w:trPr>
          <w:gridAfter w:val="1"/>
          <w:wAfter w:w="236" w:type="dxa"/>
          <w:trHeight w:val="240"/>
        </w:trPr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233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jc w:val="center"/>
            </w:pPr>
            <w:r>
              <w:t>2020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20</w:t>
            </w:r>
            <w:r>
              <w:t>21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47EA7" w:rsidRDefault="00E331D1" w:rsidP="00F21103">
            <w:pPr>
              <w:widowControl/>
            </w:pPr>
            <w:r>
              <w:rPr>
                <w:lang w:val="en-US"/>
              </w:rPr>
              <w:t>202</w:t>
            </w:r>
            <w:r>
              <w:t>2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1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F21103">
            <w:pPr>
              <w:widowControl/>
              <w:jc w:val="center"/>
            </w:pPr>
            <w:r w:rsidRPr="0043557C"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 w:rsidRPr="0043557C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  <w:rPr>
                <w:lang w:val="en-US"/>
              </w:rPr>
            </w:pPr>
            <w:r w:rsidRPr="0043557C">
              <w:rPr>
                <w:lang w:val="en-US"/>
              </w:rPr>
              <w:t>6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I. МУНИЦИПАЛЬНЫЕ  ПРОГРАММЫ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28305,2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3604,8</w:t>
            </w:r>
          </w:p>
        </w:tc>
      </w:tr>
      <w:tr w:rsidR="00E331D1" w:rsidRPr="0043557C" w:rsidTr="00F21103">
        <w:trPr>
          <w:gridAfter w:val="1"/>
          <w:wAfter w:w="236" w:type="dxa"/>
          <w:trHeight w:val="1867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 сельсовета Пачелмского района Пензенской области "Развитие территории, социальной, коммунальной и инженерной инфраструктуры  Шейнского сельсовета Пачелмского района  Пензенской области</w:t>
            </w:r>
            <w:r>
              <w:rPr>
                <w:b/>
                <w:bCs/>
              </w:rPr>
              <w:t xml:space="preserve">  на 2014-2022 годы</w:t>
            </w:r>
            <w:r w:rsidRPr="0043557C">
              <w:rPr>
                <w:b/>
                <w:bCs/>
              </w:rPr>
              <w:t xml:space="preserve">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D4232E"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</w:p>
          <w:p w:rsidR="00E331D1" w:rsidRPr="00D4232E" w:rsidRDefault="00E331D1" w:rsidP="00F21103">
            <w:pPr>
              <w:rPr>
                <w:rFonts w:ascii="Times New Roman CYR" w:hAnsi="Times New Roman CYR" w:cs="Times New Roman CYR"/>
                <w:b/>
              </w:rPr>
            </w:pPr>
            <w:r w:rsidRPr="00D4232E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D4232E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23104,0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D4232E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875,0</w:t>
            </w:r>
          </w:p>
        </w:tc>
      </w:tr>
      <w:tr w:rsidR="00E331D1" w:rsidRPr="0043557C" w:rsidTr="00276D3A">
        <w:trPr>
          <w:gridAfter w:val="1"/>
          <w:wAfter w:w="236" w:type="dxa"/>
          <w:trHeight w:val="322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 xml:space="preserve">Подпрограмма "Комплексная программа развития систем коммунальной инфраструктуры </w:t>
            </w:r>
            <w:r>
              <w:rPr>
                <w:bCs/>
                <w:iCs/>
              </w:rPr>
              <w:t>Шейнского</w:t>
            </w:r>
            <w:r w:rsidRPr="00951729">
              <w:rPr>
                <w:bCs/>
                <w:iCs/>
              </w:rPr>
              <w:t xml:space="preserve"> сельсовета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D4232E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E331D1" w:rsidRPr="0043557C" w:rsidTr="00276D3A">
        <w:trPr>
          <w:gridAfter w:val="1"/>
          <w:wAfter w:w="236" w:type="dxa"/>
          <w:trHeight w:val="33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Основное мер</w:t>
            </w:r>
            <w:r>
              <w:rPr>
                <w:bCs/>
                <w:iCs/>
              </w:rPr>
              <w:t>оприятие "Обеспечение освещения населенных пунктов  в ночное время</w:t>
            </w:r>
            <w:r w:rsidRPr="00951729">
              <w:rPr>
                <w:bCs/>
                <w:iCs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276D3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276D3A" w:rsidRDefault="00E331D1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E331D1" w:rsidRPr="0043557C" w:rsidTr="00413423">
        <w:trPr>
          <w:gridAfter w:val="1"/>
          <w:wAfter w:w="236" w:type="dxa"/>
          <w:trHeight w:val="375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413423">
            <w:pPr>
              <w:widowControl/>
              <w:rPr>
                <w:bCs/>
                <w:iCs/>
              </w:rPr>
            </w:pPr>
            <w:r>
              <w:rPr>
                <w:bCs/>
                <w:iCs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276D3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276D3A" w:rsidRDefault="00E331D1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E331D1" w:rsidRPr="0043557C" w:rsidTr="00413423">
        <w:trPr>
          <w:gridAfter w:val="1"/>
          <w:wAfter w:w="236" w:type="dxa"/>
          <w:trHeight w:val="36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276D3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276D3A" w:rsidRDefault="00E331D1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E331D1" w:rsidRPr="0043557C" w:rsidTr="00413423">
        <w:trPr>
          <w:gridAfter w:val="1"/>
          <w:wAfter w:w="236" w:type="dxa"/>
          <w:trHeight w:val="420"/>
        </w:trPr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276D3A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bCs/>
              </w:rPr>
              <w:t>65160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276D3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276D3A">
              <w:rPr>
                <w:rFonts w:ascii="Times New Roman CYR" w:hAnsi="Times New Roman CYR" w:cs="Times New Roman CYR"/>
                <w:bCs/>
              </w:rPr>
              <w:t>240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276D3A" w:rsidRDefault="00E331D1" w:rsidP="00F21103">
            <w:pPr>
              <w:widowControl/>
              <w:rPr>
                <w:bCs/>
              </w:rPr>
            </w:pPr>
            <w:r w:rsidRPr="00276D3A">
              <w:rPr>
                <w:bCs/>
              </w:rPr>
              <w:t>10,0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276D3A" w:rsidRDefault="00E331D1" w:rsidP="00413423">
            <w:pPr>
              <w:widowControl/>
              <w:rPr>
                <w:bCs/>
              </w:rPr>
            </w:pPr>
            <w:r w:rsidRPr="00276D3A">
              <w:rPr>
                <w:bCs/>
              </w:rP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"Содержание и ремонт внутрипоселенческих дорог в Шейнском  сельсовете Пачелмского района Пензенской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38488A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23094,0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8488A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38488A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875,0</w:t>
            </w:r>
          </w:p>
        </w:tc>
      </w:tr>
      <w:tr w:rsidR="00E331D1" w:rsidRPr="0043557C" w:rsidTr="00F21103"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"Улучшение состояния автомобильных дорог местного значения в границах поселения"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02</w:t>
            </w:r>
          </w:p>
        </w:tc>
        <w:tc>
          <w:tcPr>
            <w:tcW w:w="3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</w:pPr>
            <w:r>
              <w:t>4785,5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875,0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331D1" w:rsidRDefault="00E331D1" w:rsidP="00F21103">
            <w:pPr>
              <w:widowControl/>
            </w:pPr>
          </w:p>
          <w:p w:rsidR="00E331D1" w:rsidRDefault="00E331D1" w:rsidP="00F21103">
            <w:pPr>
              <w:widowControl/>
            </w:pPr>
          </w:p>
          <w:p w:rsidR="00E331D1" w:rsidRPr="0043557C" w:rsidRDefault="00E331D1" w:rsidP="00F21103">
            <w:pPr>
              <w:widowControl/>
            </w:pP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Содержание автомобильных дорог и искусственных сооружений на них за счет средств дорожного фонда Шейнского сельсовета Пачелмского района Пензенской области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647,3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647,3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647,3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837,0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875,0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 xml:space="preserve">Ремонт автомобильных дорог </w:t>
            </w:r>
            <w:r w:rsidRPr="0043557C">
              <w:t xml:space="preserve"> за счет средств дорожного фонда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3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25,0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 xml:space="preserve">Строительство и реконструкция </w:t>
            </w:r>
            <w:r w:rsidRPr="0043557C">
              <w:t xml:space="preserve"> автомобильных дорог и искусственных сооружений на них </w:t>
            </w:r>
            <w:r>
              <w:t xml:space="preserve"> в Шейнском сельсовете</w:t>
            </w:r>
            <w:r w:rsidRPr="0043557C">
              <w:t xml:space="preserve">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t>4604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F6EED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460</w:t>
            </w:r>
            <w:r>
              <w:t>4</w:t>
            </w:r>
            <w:r w:rsidRPr="0043557C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75,0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rPr>
                <w:bCs/>
                <w:iCs/>
              </w:rPr>
              <w:t>Текущий ремонт  дорог  общего пользования в с. Шейно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67417" w:rsidRDefault="00E331D1" w:rsidP="00BF6EED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F375B0"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67417" w:rsidRDefault="00E331D1" w:rsidP="00F21103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F375B0">
              <w:rPr>
                <w:rFonts w:ascii="Times New Roman CYR" w:hAnsi="Times New Roman CYR" w:cs="Times New Roman CYR"/>
                <w:lang w:val="en-US"/>
              </w:rPr>
              <w:t>S3080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67417" w:rsidRDefault="00E331D1" w:rsidP="00F21103">
            <w:r>
              <w:t>4038,2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Основное мероприятие «Строительство автомобильных дорог общего пользования местного значения в границах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967417" w:rsidRDefault="00E331D1" w:rsidP="00F21103">
            <w:pPr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E22DE" w:rsidRDefault="00E331D1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Проектирование, строительство,</w:t>
            </w:r>
          </w:p>
          <w:p w:rsidR="00E331D1" w:rsidRPr="0043557C" w:rsidRDefault="00E331D1" w:rsidP="00F21103"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E22DE" w:rsidRDefault="00E331D1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widowControl/>
              <w:rPr>
                <w:lang w:val="en-US"/>
              </w:rPr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Капитальные вложения в объекты государственной (муниципальной)собственности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</w:t>
            </w:r>
            <w:r w:rsidRPr="00967417">
              <w:rPr>
                <w:rFonts w:ascii="Times New Roman CYR" w:hAnsi="Times New Roman CYR" w:cs="Times New Roman CYR"/>
              </w:rPr>
              <w:t>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967417">
              <w:rPr>
                <w:rFonts w:ascii="Times New Roman CYR" w:hAnsi="Times New Roman CYR" w:cs="Times New Roman CYR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67417" w:rsidRDefault="00E331D1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967417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091883">
              <w:rPr>
                <w:rFonts w:ascii="Times New Roman CYR" w:hAnsi="Times New Roman CYR" w:cs="Times New Roman CYR"/>
                <w:lang w:val="en-US"/>
              </w:rPr>
              <w:t>S3720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967417" w:rsidRDefault="00E331D1" w:rsidP="00F21103">
            <w:r>
              <w:t>18308,5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Муниципальная программа Шейнского сельсовета Пачелмского района Пензенской области " Развитие культуры и поддержка молодежи Шейнского  сельсовета Пачелмского района Пензенской области</w:t>
            </w:r>
            <w:r>
              <w:rPr>
                <w:b/>
                <w:bCs/>
              </w:rPr>
              <w:t xml:space="preserve">     на 2014-2022 годы</w:t>
            </w:r>
            <w:r w:rsidRPr="0043557C"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F16C1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F16C1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F16C1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Подпрограмма «Содержание объектов социальной культурной сферы»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D03AF7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D03AF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D03AF7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D03AF7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«Обеспечение соответствия состояния объектов социально-культурной сферы нормативным требованиям»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364,9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содержание объектов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364,9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364,9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364,9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105,0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Муниципальная программа Шейнского сельсовета Пачелмского района Пензенской области «Развитие муниципального управления в Шейнском сельсовете Пачелмского района Пензенской области</w:t>
            </w:r>
            <w:r>
              <w:rPr>
                <w:b/>
                <w:bCs/>
              </w:rPr>
              <w:t xml:space="preserve">   на 2014-2022 годы </w:t>
            </w:r>
            <w:r w:rsidRPr="0043557C">
              <w:rPr>
                <w:b/>
                <w:bCs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widowControl/>
              <w:rPr>
                <w:b/>
                <w:bCs/>
              </w:rPr>
            </w:pPr>
            <w:r w:rsidRPr="00A8417B">
              <w:rPr>
                <w:b/>
                <w:bCs/>
              </w:rPr>
              <w:t>3450,3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6072BF" w:rsidRDefault="00E331D1" w:rsidP="00F2110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2713,3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6072BF" w:rsidRDefault="00E331D1" w:rsidP="00F2110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2624,8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Подпрограмма « Оценка недвижимости ,признание прав и регулирование отношений по муниципальной собственности, мероприятия по землеустройству и землепользованию в Шейнском сельсовете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38488A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3848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7250A6">
            <w:pPr>
              <w:widowControl/>
              <w:rPr>
                <w:b/>
                <w:bCs/>
              </w:rPr>
            </w:pPr>
            <w:r w:rsidRPr="00A8417B">
              <w:rPr>
                <w:b/>
                <w:bCs/>
              </w:rPr>
              <w:t>320,4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38488A" w:rsidRDefault="00E331D1" w:rsidP="00F21103">
            <w:pPr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Основное мероприятие «Эффективное и рациональное использование муниципального имущества и земельных участков»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807C62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widowControl/>
            </w:pPr>
            <w:r w:rsidRPr="00A8417B">
              <w:t>320,4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widowControl/>
            </w:pPr>
            <w:r>
              <w:t>Разработка проекта зон санитарной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807C62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807C62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7250A6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20390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807C62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widowControl/>
            </w:pPr>
            <w:r w:rsidRPr="00A8417B">
              <w:t>129,4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Мероприятия в области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FB4F77">
              <w:t>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99,0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0,0</w:t>
            </w:r>
          </w:p>
        </w:tc>
      </w:tr>
      <w:tr w:rsidR="00E331D1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31D1" w:rsidRPr="0043557C" w:rsidRDefault="00E331D1" w:rsidP="00851648">
            <w:pPr>
              <w:widowControl/>
            </w:pPr>
            <w:r w:rsidRPr="0043557C">
              <w:t xml:space="preserve">Оценка недвижимости, признание прав и регулирование отношений по муниципальной собственности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851648">
            <w:pPr>
              <w:widowControl/>
            </w:pPr>
            <w:r w:rsidRPr="00A8417B">
              <w:t>82,0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>
              <w:t>0,0</w:t>
            </w:r>
          </w:p>
        </w:tc>
      </w:tr>
      <w:tr w:rsidR="00E331D1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widowControl/>
            </w:pPr>
            <w:r>
              <w:t>12,0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>
              <w:t>0,0</w:t>
            </w:r>
          </w:p>
        </w:tc>
      </w:tr>
      <w:tr w:rsidR="00E331D1" w:rsidRPr="0043557C" w:rsidTr="00851648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851648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widowControl/>
            </w:pPr>
            <w:r>
              <w:t>12,0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851648">
            <w:r>
              <w:t>0,0</w:t>
            </w:r>
          </w:p>
        </w:tc>
      </w:tr>
      <w:tr w:rsidR="00E331D1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193C40">
            <w:pPr>
              <w:widowControl/>
            </w:pPr>
            <w:r w:rsidRPr="0043557C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widowControl/>
            </w:pPr>
            <w:r>
              <w:t>70,0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</w:tr>
      <w:tr w:rsidR="00E331D1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193C40">
            <w:pPr>
              <w:widowControl/>
            </w:pPr>
            <w:r w:rsidRPr="0043557C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41342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widowControl/>
            </w:pPr>
            <w:r>
              <w:t>70,0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</w:tr>
      <w:tr w:rsidR="00E331D1" w:rsidRPr="0043557C" w:rsidTr="000D0A3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193C40">
            <w:pPr>
              <w:widowControl/>
            </w:pPr>
            <w:r>
              <w:t>Кадастровые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</w:tr>
      <w:tr w:rsidR="00E331D1" w:rsidRPr="0043557C" w:rsidTr="00603F57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</w:tr>
      <w:tr w:rsidR="00E331D1" w:rsidRPr="0043557C" w:rsidTr="00603F57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FB4F77" w:rsidRDefault="00E331D1" w:rsidP="00D465B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20440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851648">
            <w:pPr>
              <w:widowControl/>
            </w:pPr>
            <w:r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851648"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 «Обеспечение деятельности администрации Шейнского сельсовета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F16C1" w:rsidRDefault="00E331D1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F16C1" w:rsidRDefault="00E331D1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2227,5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F16C1" w:rsidRDefault="00E331D1" w:rsidP="00F21103">
            <w:pPr>
              <w:widowControl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2135,9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 xml:space="preserve">Основное мероприятие «Создание  оптимальных  условий для повышения эффективности реализации полномочий администрацией </w:t>
            </w:r>
            <w:r>
              <w:rPr>
                <w:color w:val="000000"/>
              </w:rPr>
              <w:t xml:space="preserve"> </w:t>
            </w:r>
            <w:r w:rsidRPr="0043557C">
              <w:rPr>
                <w:color w:val="000000"/>
              </w:rPr>
              <w:t>Шейнского сельсовета  Пачелмского района</w:t>
            </w:r>
            <w:r>
              <w:rPr>
                <w:color w:val="000000"/>
              </w:rPr>
              <w:t xml:space="preserve"> </w:t>
            </w:r>
            <w:r w:rsidRPr="0043557C">
              <w:rPr>
                <w:color w:val="000000"/>
              </w:rPr>
              <w:t xml:space="preserve">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2636,9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2227,5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2135,9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Расходы на выплаты по оплате труда работников  органов  местного самоуправления </w:t>
            </w:r>
            <w:r>
              <w:t xml:space="preserve"> </w:t>
            </w:r>
            <w:r w:rsidRPr="0043557C">
              <w:t>(глава администрации)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</w:t>
            </w:r>
            <w:r>
              <w:t xml:space="preserve"> </w:t>
            </w:r>
            <w:r w:rsidRPr="0043557C">
              <w:t xml:space="preserve">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736,3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выплаты по оплате труда работников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952,9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1214,9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  <w:p w:rsidR="00E331D1" w:rsidRPr="0043557C" w:rsidRDefault="00E331D1" w:rsidP="00F21103"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952,9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1214,9</w:t>
            </w:r>
          </w:p>
        </w:tc>
      </w:tr>
      <w:tr w:rsidR="00E331D1" w:rsidRPr="0043557C" w:rsidTr="00F21103">
        <w:trPr>
          <w:gridAfter w:val="1"/>
          <w:wAfter w:w="236" w:type="dxa"/>
          <w:trHeight w:val="753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Default="00E331D1" w:rsidP="00F21103">
            <w:r>
              <w:t>952,9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1214,9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1214,9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Расходы на обеспечение функций  органов 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947,7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276,3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276,3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E10E4E" w:rsidRDefault="00E331D1" w:rsidP="00F21103">
            <w:pPr>
              <w:widowControl/>
            </w:pPr>
            <w:r>
              <w:t>916,7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265,3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178,7</w:t>
            </w:r>
          </w:p>
        </w:tc>
      </w:tr>
      <w:tr w:rsidR="00E331D1" w:rsidRPr="0043557C" w:rsidTr="00D63DF2">
        <w:trPr>
          <w:gridAfter w:val="1"/>
          <w:wAfter w:w="236" w:type="dxa"/>
          <w:trHeight w:val="774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916,7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265,3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178,7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</w:p>
          <w:p w:rsidR="00E331D1" w:rsidRPr="0043557C" w:rsidRDefault="00E331D1" w:rsidP="00F21103"/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31,0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6,0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widowControl/>
            </w:pPr>
            <w:r>
              <w:t>31,0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11,0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widowControl/>
            </w:pPr>
            <w:r>
              <w:t>6,0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«Предоставление мер социальной поддержки отдельных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0616F9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19,0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«Выполнение обязательств по социальной поддержке  отдельных  категорий граждан»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 w:rsidRPr="0043557C"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C44E81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C44E81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C44E81" w:rsidRDefault="00E331D1" w:rsidP="00F21103">
            <w:pPr>
              <w:widowControl/>
            </w:pPr>
            <w:r>
              <w:t>19,0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Доплаты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C44E81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66183F">
              <w:t>19,0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C44E81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66183F">
              <w:t>19,0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24250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C44E81" w:rsidRDefault="00E331D1" w:rsidP="00F21103">
            <w:pPr>
              <w:widowControl/>
            </w:pPr>
            <w:r>
              <w:t>19,0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66183F"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r w:rsidRPr="0066183F">
              <w:t>19,0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0616F9">
              <w:rPr>
                <w:b/>
                <w:bCs/>
                <w:color w:val="000000"/>
              </w:rPr>
              <w:t>Подпрограмма «Реализация отдельных переданных полномочий»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0616F9">
              <w:rPr>
                <w:b/>
                <w:bCs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0616F9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0616F9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0616F9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466,8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0616F9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469,9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Основное мероприятие «Реализация отдельных переданных   полномочий Шейнским  сельсоветом Пачелмского района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741F43" w:rsidRDefault="00E331D1" w:rsidP="00F21103">
            <w:pPr>
              <w:widowControl/>
              <w:jc w:val="center"/>
              <w:rPr>
                <w:bCs/>
              </w:rPr>
            </w:pPr>
            <w:r>
              <w:rPr>
                <w:bCs/>
              </w:rPr>
              <w:t>474,0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  <w:rPr>
                <w:bCs/>
              </w:rPr>
            </w:pPr>
            <w:r>
              <w:rPr>
                <w:bCs/>
              </w:rPr>
              <w:t>466,8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41F43" w:rsidRDefault="00E331D1" w:rsidP="00F21103">
            <w:pPr>
              <w:widowControl/>
              <w:rPr>
                <w:bCs/>
              </w:rPr>
            </w:pPr>
            <w:r>
              <w:rPr>
                <w:bCs/>
              </w:rPr>
              <w:t>469,9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88,7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84,6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B86380" w:rsidRDefault="00E331D1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81,1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B86380" w:rsidRDefault="00E331D1" w:rsidP="00F21103">
            <w:pPr>
              <w:widowControl/>
              <w:jc w:val="center"/>
            </w:pPr>
            <w:r>
              <w:t>77,4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78,0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81,1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B86380" w:rsidRDefault="00E331D1" w:rsidP="00F21103">
            <w:pPr>
              <w:widowControl/>
              <w:jc w:val="center"/>
            </w:pPr>
            <w: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B86380" w:rsidRDefault="00E331D1" w:rsidP="00D66BBD">
            <w:pPr>
              <w:widowControl/>
              <w:jc w:val="center"/>
            </w:pPr>
            <w: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3,5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на определение поставщиков (подрядчиков, исполнителей) при осуществлении закупок товаров, работ, услуг для обеспечения муниципальных нужд  Шейнского  сельсовета</w:t>
            </w:r>
            <w:r w:rsidRPr="0043557C">
              <w:rPr>
                <w:color w:val="FF0000"/>
              </w:rPr>
              <w:t xml:space="preserve"> </w:t>
            </w:r>
            <w:r w:rsidRPr="0043557C">
              <w:t xml:space="preserve"> Пачелмского района Пензенской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Отдельные полномочия по решению вопросов местного значения в сфере градостроительной деятельности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Выполнение передаваемых полномочий муниципальному району по обеспечению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379,1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379,1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379,1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379,1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379,1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 xml:space="preserve">Выполнение передаваемых  полномочий  по организации исполнения бюджета Шейнского сельсовета Пачелмского района Пензенской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80270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 w:rsidRPr="00B822D1">
              <w:t xml:space="preserve">Выполнение передаваемых полномочий по осуществлению внутреннего муниципального финансового контроля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2,0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2,0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>80275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2,0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 xml:space="preserve">Исполнение полномочий </w:t>
            </w:r>
            <w:r>
              <w:t xml:space="preserve"> </w:t>
            </w:r>
            <w:r w:rsidRPr="0043557C">
              <w:t>Пачелмского района по осуществлению муниципального контроля</w:t>
            </w:r>
            <w:r>
              <w:t xml:space="preserve"> </w:t>
            </w:r>
            <w:r w:rsidRPr="0043557C">
              <w:t xml:space="preserve"> за использованием земель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1,2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1,2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t>80290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widowControl/>
              <w:jc w:val="center"/>
            </w:pPr>
            <w:r>
              <w:t>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1,2</w:t>
            </w:r>
          </w:p>
        </w:tc>
      </w:tr>
      <w:tr w:rsidR="00E331D1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6456AA" w:rsidRDefault="00E331D1" w:rsidP="00BE0C1C">
            <w:pPr>
              <w:widowControl/>
              <w:rPr>
                <w:b/>
                <w:bCs/>
                <w:iCs/>
              </w:rPr>
            </w:pPr>
            <w:r w:rsidRPr="006456AA">
              <w:rPr>
                <w:b/>
              </w:rPr>
              <w:t>Муниципальная  программа  Шейнского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сельсовета  Пачелмского района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Пензенской области  "Комплексное развитие сельских территорий  Шейнского 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сельсовета  Пачелмского </w:t>
            </w:r>
            <w:r>
              <w:rPr>
                <w:b/>
              </w:rPr>
              <w:t xml:space="preserve">  </w:t>
            </w:r>
            <w:r w:rsidRPr="006456AA">
              <w:rPr>
                <w:b/>
              </w:rPr>
              <w:t xml:space="preserve">района </w:t>
            </w:r>
            <w:r>
              <w:rPr>
                <w:b/>
              </w:rPr>
              <w:t xml:space="preserve"> </w:t>
            </w:r>
            <w:r w:rsidRPr="006456AA">
              <w:rPr>
                <w:b/>
              </w:rPr>
              <w:t xml:space="preserve"> Пензенской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00AD8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  <w:r w:rsidRPr="00B00AD8">
              <w:rPr>
                <w:rFonts w:ascii="Times New Roman CYR" w:hAnsi="Times New Roman CYR" w:cs="Times New Roman CYR"/>
                <w:b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00AD8" w:rsidRDefault="00E331D1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00AD8" w:rsidRDefault="00E331D1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00AD8" w:rsidRDefault="00E331D1" w:rsidP="00F211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0AD8">
              <w:rPr>
                <w:b/>
              </w:rP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B00AD8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B00AD8" w:rsidRDefault="00E331D1" w:rsidP="00F21103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1386,0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00AD8" w:rsidRDefault="00E331D1" w:rsidP="00F21103">
            <w:pPr>
              <w:widowControl/>
              <w:rPr>
                <w:b/>
              </w:rPr>
            </w:pPr>
            <w:r w:rsidRPr="00B00AD8">
              <w:rPr>
                <w:b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B00AD8" w:rsidRDefault="00E331D1" w:rsidP="00F21103">
            <w:pPr>
              <w:widowControl/>
              <w:rPr>
                <w:b/>
              </w:rPr>
            </w:pPr>
            <w:r w:rsidRPr="00B00AD8">
              <w:rPr>
                <w:b/>
              </w:rPr>
              <w:t>0,0</w:t>
            </w:r>
          </w:p>
        </w:tc>
      </w:tr>
      <w:tr w:rsidR="00E331D1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BE0C1C">
            <w:pPr>
              <w:widowControl/>
            </w:pPr>
            <w:r>
              <w:t>Благоустройство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t>65170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97272F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951729" w:rsidRDefault="00E331D1" w:rsidP="00BE0C1C">
            <w:pPr>
              <w:widowControl/>
              <w:rPr>
                <w:bCs/>
                <w:iCs/>
              </w:rPr>
            </w:pPr>
            <w:r w:rsidRPr="00951729">
              <w:rPr>
                <w:bCs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BE0C1C">
            <w:pPr>
              <w:autoSpaceDE w:val="0"/>
              <w:autoSpaceDN w:val="0"/>
              <w:adjustRightInd w:val="0"/>
              <w:jc w:val="center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iCs/>
                <w:lang w:val="en-US"/>
              </w:rPr>
              <w:t>L5765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F21103">
            <w:pPr>
              <w:widowControl/>
              <w:jc w:val="center"/>
            </w:pPr>
            <w:r>
              <w:t>1378,3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3557C">
              <w:rPr>
                <w:b/>
                <w:bCs/>
              </w:rPr>
              <w:t>II. 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F21103">
            <w:pPr>
              <w:jc w:val="center"/>
              <w:rPr>
                <w:b/>
                <w:bCs/>
              </w:rPr>
            </w:pPr>
            <w:r w:rsidRPr="00A8417B">
              <w:rPr>
                <w:b/>
                <w:bCs/>
              </w:rPr>
              <w:t>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5C1C35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5C1C35">
              <w:rPr>
                <w:bCs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F21103">
            <w:pPr>
              <w:jc w:val="center"/>
            </w:pPr>
            <w:r w:rsidRPr="00A8417B">
              <w:t>47,3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3E52E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E52EA">
              <w:t xml:space="preserve">Резервные фонды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Резервный фонд Администрации Шейнского сельсовета Пачелмского района Пензенской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35138A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5138A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43557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rPr>
                <w:rFonts w:ascii="Times New Roman CYR" w:hAnsi="Times New Roman CYR" w:cs="Times New Roman CYR"/>
              </w:rPr>
            </w:pPr>
            <w:r w:rsidRPr="0043557C">
              <w:t>Резервные средства</w:t>
            </w:r>
          </w:p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t>20500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43557C">
              <w:rPr>
                <w:rFonts w:ascii="Times New Roman CYR" w:hAnsi="Times New Roman CYR" w:cs="Times New Roman CYR"/>
              </w:rPr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22089D">
            <w:pPr>
              <w:jc w:val="center"/>
            </w:pPr>
            <w:r w:rsidRPr="00A8417B">
              <w:t>10,0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43557C" w:rsidRDefault="00E331D1" w:rsidP="00F21103">
            <w:pPr>
              <w:widowControl/>
            </w:pPr>
            <w:r>
              <w:t>10,0</w:t>
            </w:r>
          </w:p>
        </w:tc>
      </w:tr>
      <w:tr w:rsidR="00E331D1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r w:rsidRPr="00A8417B">
              <w:t>Организация и проведение муниципальных выборов и местных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</w:pPr>
            <w:r w:rsidRPr="00A8417B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22089D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</w:tr>
      <w:tr w:rsidR="00E331D1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r w:rsidRPr="00A8417B">
              <w:t>Проведение выборов в представительные органы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356630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</w:tr>
      <w:tr w:rsidR="00E331D1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r w:rsidRPr="00A8417B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356630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</w:tr>
      <w:tr w:rsidR="00E331D1" w:rsidRPr="0043557C" w:rsidTr="00356630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F21103">
            <w:r w:rsidRPr="00A8417B"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</w:pPr>
            <w:r w:rsidRPr="00A8417B"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</w:pPr>
            <w:r w:rsidRPr="00A8417B"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A8417B" w:rsidRDefault="00E331D1" w:rsidP="00707565">
            <w:pPr>
              <w:autoSpaceDE w:val="0"/>
              <w:autoSpaceDN w:val="0"/>
              <w:adjustRightInd w:val="0"/>
            </w:pPr>
            <w:r w:rsidRPr="00A8417B">
              <w:t>20210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A8417B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A8417B">
              <w:rPr>
                <w:rFonts w:ascii="Times New Roman CYR" w:hAnsi="Times New Roman CYR" w:cs="Times New Roman CYR"/>
              </w:rPr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A8417B" w:rsidRDefault="00E331D1" w:rsidP="00356630">
            <w:pPr>
              <w:jc w:val="center"/>
            </w:pPr>
            <w:r w:rsidRPr="00A8417B">
              <w:t>37,0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A8417B" w:rsidRDefault="00E331D1" w:rsidP="00356630">
            <w:pPr>
              <w:widowControl/>
            </w:pPr>
            <w:r w:rsidRPr="00A8417B">
              <w:t>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r>
              <w:t>Реализация отдельных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F8055D" w:rsidRDefault="00E331D1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D465B7">
            <w:pPr>
              <w:widowControl/>
            </w:pPr>
            <w:r>
              <w:t>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>
              <w:t>Мероприятия ,направленные на профилактику (борьбу) и устранение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Default="00E331D1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Default="00E331D1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114D9A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D465B7">
            <w:pPr>
              <w:widowControl/>
            </w:pPr>
            <w:r>
              <w:t>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 w:rsidRPr="0043557C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F8055D" w:rsidRDefault="00E331D1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D465B7">
            <w:pPr>
              <w:widowControl/>
            </w:pPr>
            <w:r>
              <w:t>0,0</w:t>
            </w:r>
          </w:p>
        </w:tc>
      </w:tr>
      <w:tr w:rsidR="00E331D1" w:rsidRPr="0043557C" w:rsidTr="0022089D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D465B7">
            <w:pPr>
              <w:widowControl/>
            </w:pPr>
            <w:r w:rsidRPr="0043557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81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</w:pPr>
            <w:r>
              <w:t>28100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F8055D" w:rsidRDefault="00E331D1" w:rsidP="0022089D">
            <w:pPr>
              <w:jc w:val="center"/>
            </w:pPr>
            <w:r>
              <w:t>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F21103">
            <w:pPr>
              <w:widowControl/>
            </w:pPr>
            <w: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Default="00E331D1" w:rsidP="00D465B7">
            <w:pPr>
              <w:widowControl/>
            </w:pPr>
            <w:r>
              <w:t>0,0</w:t>
            </w:r>
          </w:p>
        </w:tc>
      </w:tr>
      <w:tr w:rsidR="00E331D1" w:rsidRPr="0043557C" w:rsidTr="00F21103">
        <w:trPr>
          <w:gridAfter w:val="1"/>
          <w:wAfter w:w="236" w:type="dxa"/>
        </w:trPr>
        <w:tc>
          <w:tcPr>
            <w:tcW w:w="3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3557C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31D1" w:rsidRPr="0043557C" w:rsidRDefault="00E331D1" w:rsidP="00F2110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331D1" w:rsidRPr="007B2E3D" w:rsidRDefault="00E331D1" w:rsidP="00320A50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28352,5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  <w:rPr>
                <w:b/>
                <w:bCs/>
              </w:rPr>
            </w:pPr>
            <w:r w:rsidRPr="007B2E3D">
              <w:rPr>
                <w:b/>
                <w:bCs/>
              </w:rPr>
              <w:t>366</w:t>
            </w:r>
            <w:r>
              <w:rPr>
                <w:b/>
                <w:bCs/>
              </w:rPr>
              <w:t>5</w:t>
            </w:r>
            <w:r w:rsidRPr="007B2E3D">
              <w:rPr>
                <w:b/>
                <w:bCs/>
              </w:rPr>
              <w:t>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1D1" w:rsidRPr="007B2E3D" w:rsidRDefault="00E331D1" w:rsidP="00F2110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3614,8</w:t>
            </w:r>
          </w:p>
        </w:tc>
      </w:tr>
    </w:tbl>
    <w:p w:rsidR="00E331D1" w:rsidRPr="0043557C" w:rsidRDefault="00E331D1" w:rsidP="00204388">
      <w:pPr>
        <w:tabs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».          </w:t>
      </w:r>
    </w:p>
    <w:p w:rsidR="00E331D1" w:rsidRDefault="00E331D1" w:rsidP="00397F4F">
      <w:pPr>
        <w:pStyle w:val="BodyText"/>
        <w:jc w:val="center"/>
        <w:rPr>
          <w:b/>
          <w:bCs/>
          <w:sz w:val="24"/>
          <w:szCs w:val="24"/>
        </w:rPr>
      </w:pPr>
    </w:p>
    <w:p w:rsidR="00E331D1" w:rsidRPr="0043557C" w:rsidRDefault="00E331D1" w:rsidP="00397F4F">
      <w:pPr>
        <w:pStyle w:val="BodyText"/>
        <w:jc w:val="center"/>
        <w:rPr>
          <w:b/>
          <w:bCs/>
          <w:sz w:val="24"/>
          <w:szCs w:val="24"/>
        </w:rPr>
      </w:pPr>
    </w:p>
    <w:p w:rsidR="00E331D1" w:rsidRDefault="00E331D1" w:rsidP="00F21103">
      <w:pPr>
        <w:pStyle w:val="BodyText"/>
        <w:rPr>
          <w:sz w:val="24"/>
        </w:rPr>
      </w:pPr>
      <w:r>
        <w:rPr>
          <w:b/>
          <w:sz w:val="24"/>
        </w:rPr>
        <w:t xml:space="preserve">   </w:t>
      </w:r>
      <w:r>
        <w:rPr>
          <w:sz w:val="24"/>
        </w:rPr>
        <w:t xml:space="preserve">  2. Настоящее решение вступает в силу на следующий день после дня его официального опубликования .</w:t>
      </w:r>
    </w:p>
    <w:p w:rsidR="00E331D1" w:rsidRDefault="00E331D1" w:rsidP="00F21103">
      <w:pPr>
        <w:pStyle w:val="BodyText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>3. Настоящее решение опубликовать в информационном бюллетене «Шейнские вести».</w:t>
      </w:r>
    </w:p>
    <w:p w:rsidR="00E331D1" w:rsidRDefault="00E331D1" w:rsidP="00F21103">
      <w:pPr>
        <w:pStyle w:val="BodyText"/>
        <w:rPr>
          <w:sz w:val="24"/>
        </w:rPr>
      </w:pPr>
      <w:r>
        <w:rPr>
          <w:sz w:val="24"/>
        </w:rPr>
        <w:t xml:space="preserve">     4. Контроль за настоящим решением возложить на постоянную депутатскую комиссию по бюджетной, налоговой и экономической политике .</w:t>
      </w:r>
    </w:p>
    <w:p w:rsidR="00E331D1" w:rsidRDefault="00E331D1" w:rsidP="00F21103">
      <w:r>
        <w:rPr>
          <w:szCs w:val="28"/>
        </w:rPr>
        <w:t xml:space="preserve">  </w:t>
      </w:r>
      <w:r>
        <w:t xml:space="preserve"> </w:t>
      </w:r>
    </w:p>
    <w:p w:rsidR="00E331D1" w:rsidRDefault="00E331D1" w:rsidP="00F21103">
      <w:pPr>
        <w:rPr>
          <w:sz w:val="24"/>
          <w:szCs w:val="24"/>
        </w:rPr>
      </w:pPr>
      <w:r>
        <w:rPr>
          <w:sz w:val="24"/>
          <w:szCs w:val="24"/>
        </w:rPr>
        <w:t>Глава  Шейнского сельсовета</w:t>
      </w:r>
    </w:p>
    <w:p w:rsidR="00E331D1" w:rsidRDefault="00E331D1" w:rsidP="00F21103">
      <w:pPr>
        <w:rPr>
          <w:sz w:val="24"/>
          <w:szCs w:val="24"/>
        </w:rPr>
      </w:pPr>
      <w:r>
        <w:rPr>
          <w:sz w:val="24"/>
          <w:szCs w:val="24"/>
        </w:rPr>
        <w:t xml:space="preserve">Пачелмского района Пензенской области                                          Л.Б.Ерохина </w:t>
      </w:r>
    </w:p>
    <w:p w:rsidR="00E331D1" w:rsidRDefault="00E331D1" w:rsidP="00F21103">
      <w:pPr>
        <w:pStyle w:val="BodyText"/>
        <w:rPr>
          <w:sz w:val="24"/>
          <w:szCs w:val="24"/>
        </w:rPr>
      </w:pPr>
    </w:p>
    <w:p w:rsidR="00E331D1" w:rsidRPr="008724BD" w:rsidRDefault="00E331D1" w:rsidP="008724BD">
      <w:pPr>
        <w:pStyle w:val="BodyText"/>
        <w:spacing w:line="240" w:lineRule="exact"/>
      </w:pPr>
      <w:r>
        <w:t xml:space="preserve">            </w:t>
      </w:r>
      <w:r w:rsidRPr="00FE4FB6"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</w:t>
      </w:r>
    </w:p>
    <w:sectPr w:rsidR="00E331D1" w:rsidRPr="008724BD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1D1" w:rsidRDefault="00E331D1" w:rsidP="001716C4">
      <w:r>
        <w:separator/>
      </w:r>
    </w:p>
  </w:endnote>
  <w:endnote w:type="continuationSeparator" w:id="1">
    <w:p w:rsidR="00E331D1" w:rsidRDefault="00E331D1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1D1" w:rsidRDefault="00E331D1" w:rsidP="001716C4">
      <w:r>
        <w:separator/>
      </w:r>
    </w:p>
  </w:footnote>
  <w:footnote w:type="continuationSeparator" w:id="1">
    <w:p w:rsidR="00E331D1" w:rsidRDefault="00E331D1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7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8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902BDA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16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19">
    <w:nsid w:val="7D9522EE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1"/>
  </w:num>
  <w:num w:numId="5">
    <w:abstractNumId w:val="16"/>
  </w:num>
  <w:num w:numId="6">
    <w:abstractNumId w:val="20"/>
  </w:num>
  <w:num w:numId="7">
    <w:abstractNumId w:val="18"/>
  </w:num>
  <w:num w:numId="8">
    <w:abstractNumId w:val="5"/>
  </w:num>
  <w:num w:numId="9">
    <w:abstractNumId w:val="8"/>
  </w:num>
  <w:num w:numId="10">
    <w:abstractNumId w:val="7"/>
  </w:num>
  <w:num w:numId="11">
    <w:abstractNumId w:val="2"/>
  </w:num>
  <w:num w:numId="12">
    <w:abstractNumId w:val="9"/>
  </w:num>
  <w:num w:numId="13">
    <w:abstractNumId w:val="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"/>
  </w:num>
  <w:num w:numId="18">
    <w:abstractNumId w:val="17"/>
  </w:num>
  <w:num w:numId="19">
    <w:abstractNumId w:val="0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194F"/>
    <w:rsid w:val="00012F4C"/>
    <w:rsid w:val="00016BBA"/>
    <w:rsid w:val="0001715C"/>
    <w:rsid w:val="00021161"/>
    <w:rsid w:val="00025746"/>
    <w:rsid w:val="00026AA9"/>
    <w:rsid w:val="00026D84"/>
    <w:rsid w:val="0002708B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53A2"/>
    <w:rsid w:val="000454FD"/>
    <w:rsid w:val="00045DC2"/>
    <w:rsid w:val="00046FE9"/>
    <w:rsid w:val="00050249"/>
    <w:rsid w:val="00050E6B"/>
    <w:rsid w:val="000518B4"/>
    <w:rsid w:val="00051F66"/>
    <w:rsid w:val="0005217D"/>
    <w:rsid w:val="00053334"/>
    <w:rsid w:val="000537AC"/>
    <w:rsid w:val="00053BF2"/>
    <w:rsid w:val="000543C0"/>
    <w:rsid w:val="0005528F"/>
    <w:rsid w:val="0005764D"/>
    <w:rsid w:val="000578A1"/>
    <w:rsid w:val="000607F5"/>
    <w:rsid w:val="000616F9"/>
    <w:rsid w:val="00062FEF"/>
    <w:rsid w:val="00063591"/>
    <w:rsid w:val="000654B3"/>
    <w:rsid w:val="00066C9A"/>
    <w:rsid w:val="00066EB2"/>
    <w:rsid w:val="00067E89"/>
    <w:rsid w:val="000708B4"/>
    <w:rsid w:val="00070DD0"/>
    <w:rsid w:val="0007392D"/>
    <w:rsid w:val="000747BE"/>
    <w:rsid w:val="0007703C"/>
    <w:rsid w:val="00077412"/>
    <w:rsid w:val="00077B8E"/>
    <w:rsid w:val="00080FF6"/>
    <w:rsid w:val="00082A6D"/>
    <w:rsid w:val="00082DC1"/>
    <w:rsid w:val="00083625"/>
    <w:rsid w:val="00083C5E"/>
    <w:rsid w:val="00083D59"/>
    <w:rsid w:val="000840B5"/>
    <w:rsid w:val="00086DA7"/>
    <w:rsid w:val="00091883"/>
    <w:rsid w:val="00091FC1"/>
    <w:rsid w:val="000921CC"/>
    <w:rsid w:val="00093246"/>
    <w:rsid w:val="00095254"/>
    <w:rsid w:val="00095B2B"/>
    <w:rsid w:val="00095D60"/>
    <w:rsid w:val="00096A26"/>
    <w:rsid w:val="00097E21"/>
    <w:rsid w:val="000A056C"/>
    <w:rsid w:val="000A2BAB"/>
    <w:rsid w:val="000A339F"/>
    <w:rsid w:val="000A5512"/>
    <w:rsid w:val="000B09E8"/>
    <w:rsid w:val="000B21B7"/>
    <w:rsid w:val="000B6519"/>
    <w:rsid w:val="000B6C6B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D0A3F"/>
    <w:rsid w:val="000D2066"/>
    <w:rsid w:val="000D4D48"/>
    <w:rsid w:val="000E119E"/>
    <w:rsid w:val="000E1E56"/>
    <w:rsid w:val="000E33C5"/>
    <w:rsid w:val="000E492C"/>
    <w:rsid w:val="000E76B2"/>
    <w:rsid w:val="000F2A6A"/>
    <w:rsid w:val="000F5715"/>
    <w:rsid w:val="000F5D84"/>
    <w:rsid w:val="000F64F0"/>
    <w:rsid w:val="0010093C"/>
    <w:rsid w:val="001047D1"/>
    <w:rsid w:val="00104D6D"/>
    <w:rsid w:val="00105367"/>
    <w:rsid w:val="00107817"/>
    <w:rsid w:val="0011106B"/>
    <w:rsid w:val="00114983"/>
    <w:rsid w:val="00114D9A"/>
    <w:rsid w:val="00116160"/>
    <w:rsid w:val="00116511"/>
    <w:rsid w:val="00116587"/>
    <w:rsid w:val="00116D8A"/>
    <w:rsid w:val="001203BA"/>
    <w:rsid w:val="001225B4"/>
    <w:rsid w:val="001226EA"/>
    <w:rsid w:val="00123DBB"/>
    <w:rsid w:val="00124B75"/>
    <w:rsid w:val="00131874"/>
    <w:rsid w:val="00133DCD"/>
    <w:rsid w:val="00136F32"/>
    <w:rsid w:val="0013747A"/>
    <w:rsid w:val="001377BB"/>
    <w:rsid w:val="001411C3"/>
    <w:rsid w:val="00144BD6"/>
    <w:rsid w:val="00144E00"/>
    <w:rsid w:val="0014516D"/>
    <w:rsid w:val="00147EBE"/>
    <w:rsid w:val="00150B23"/>
    <w:rsid w:val="00151B24"/>
    <w:rsid w:val="001525EB"/>
    <w:rsid w:val="001535B7"/>
    <w:rsid w:val="00156D11"/>
    <w:rsid w:val="00157543"/>
    <w:rsid w:val="00161252"/>
    <w:rsid w:val="00162B3D"/>
    <w:rsid w:val="00163C8F"/>
    <w:rsid w:val="00164601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40"/>
    <w:rsid w:val="00193CCF"/>
    <w:rsid w:val="00195568"/>
    <w:rsid w:val="00197551"/>
    <w:rsid w:val="00197D33"/>
    <w:rsid w:val="001A0DBD"/>
    <w:rsid w:val="001A26AA"/>
    <w:rsid w:val="001A4950"/>
    <w:rsid w:val="001A62F2"/>
    <w:rsid w:val="001A749D"/>
    <w:rsid w:val="001A77F6"/>
    <w:rsid w:val="001A7E5D"/>
    <w:rsid w:val="001B09D3"/>
    <w:rsid w:val="001B12BE"/>
    <w:rsid w:val="001B1BCA"/>
    <w:rsid w:val="001B2EFD"/>
    <w:rsid w:val="001B35E8"/>
    <w:rsid w:val="001B3F46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4530"/>
    <w:rsid w:val="001D62DC"/>
    <w:rsid w:val="001D7232"/>
    <w:rsid w:val="001E3E34"/>
    <w:rsid w:val="001E4B2B"/>
    <w:rsid w:val="001E704C"/>
    <w:rsid w:val="001F1DC1"/>
    <w:rsid w:val="001F3CA0"/>
    <w:rsid w:val="001F4047"/>
    <w:rsid w:val="00202627"/>
    <w:rsid w:val="00204388"/>
    <w:rsid w:val="00204E16"/>
    <w:rsid w:val="0020525B"/>
    <w:rsid w:val="00206843"/>
    <w:rsid w:val="002108D6"/>
    <w:rsid w:val="00211B03"/>
    <w:rsid w:val="00212E23"/>
    <w:rsid w:val="00213857"/>
    <w:rsid w:val="00215AB0"/>
    <w:rsid w:val="002166EC"/>
    <w:rsid w:val="0022089D"/>
    <w:rsid w:val="00221331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417DB"/>
    <w:rsid w:val="00241FEC"/>
    <w:rsid w:val="0024233C"/>
    <w:rsid w:val="0024248B"/>
    <w:rsid w:val="00242AB4"/>
    <w:rsid w:val="002451F6"/>
    <w:rsid w:val="002458AA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9B9"/>
    <w:rsid w:val="00265F06"/>
    <w:rsid w:val="002663B7"/>
    <w:rsid w:val="002676AF"/>
    <w:rsid w:val="00267FED"/>
    <w:rsid w:val="00272A49"/>
    <w:rsid w:val="00272B5A"/>
    <w:rsid w:val="00272E6E"/>
    <w:rsid w:val="00275084"/>
    <w:rsid w:val="00276D3A"/>
    <w:rsid w:val="002773F9"/>
    <w:rsid w:val="002808FC"/>
    <w:rsid w:val="0028180A"/>
    <w:rsid w:val="002818A9"/>
    <w:rsid w:val="00283243"/>
    <w:rsid w:val="002832E2"/>
    <w:rsid w:val="002843FF"/>
    <w:rsid w:val="00284F2B"/>
    <w:rsid w:val="00291453"/>
    <w:rsid w:val="0029469D"/>
    <w:rsid w:val="00297C67"/>
    <w:rsid w:val="002A0FA3"/>
    <w:rsid w:val="002A303A"/>
    <w:rsid w:val="002A53DC"/>
    <w:rsid w:val="002A6988"/>
    <w:rsid w:val="002A6C4B"/>
    <w:rsid w:val="002A72EC"/>
    <w:rsid w:val="002B0863"/>
    <w:rsid w:val="002B2C19"/>
    <w:rsid w:val="002B4652"/>
    <w:rsid w:val="002B4C61"/>
    <w:rsid w:val="002B5E98"/>
    <w:rsid w:val="002B7127"/>
    <w:rsid w:val="002B7930"/>
    <w:rsid w:val="002B7D4D"/>
    <w:rsid w:val="002C0334"/>
    <w:rsid w:val="002C0532"/>
    <w:rsid w:val="002C0C06"/>
    <w:rsid w:val="002C0D44"/>
    <w:rsid w:val="002D19AE"/>
    <w:rsid w:val="002D1E1C"/>
    <w:rsid w:val="002D2855"/>
    <w:rsid w:val="002D3634"/>
    <w:rsid w:val="002D3BE2"/>
    <w:rsid w:val="002D54FF"/>
    <w:rsid w:val="002D632E"/>
    <w:rsid w:val="002D7775"/>
    <w:rsid w:val="002E16AA"/>
    <w:rsid w:val="002E3F7F"/>
    <w:rsid w:val="002E6EC4"/>
    <w:rsid w:val="002E76E2"/>
    <w:rsid w:val="002E7E7C"/>
    <w:rsid w:val="002F20EF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2F7F85"/>
    <w:rsid w:val="00303EA2"/>
    <w:rsid w:val="003063C0"/>
    <w:rsid w:val="00306448"/>
    <w:rsid w:val="00307783"/>
    <w:rsid w:val="00311301"/>
    <w:rsid w:val="00311CBD"/>
    <w:rsid w:val="003128D8"/>
    <w:rsid w:val="0031338A"/>
    <w:rsid w:val="00313728"/>
    <w:rsid w:val="00314DFF"/>
    <w:rsid w:val="00316D65"/>
    <w:rsid w:val="00320A50"/>
    <w:rsid w:val="00321873"/>
    <w:rsid w:val="00321D47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1F13"/>
    <w:rsid w:val="00343529"/>
    <w:rsid w:val="003437F5"/>
    <w:rsid w:val="00343A26"/>
    <w:rsid w:val="00344791"/>
    <w:rsid w:val="00345221"/>
    <w:rsid w:val="003468D4"/>
    <w:rsid w:val="00347314"/>
    <w:rsid w:val="00347C93"/>
    <w:rsid w:val="0035138A"/>
    <w:rsid w:val="00355AD6"/>
    <w:rsid w:val="00356630"/>
    <w:rsid w:val="00356731"/>
    <w:rsid w:val="00356C78"/>
    <w:rsid w:val="00357D5A"/>
    <w:rsid w:val="00357E1B"/>
    <w:rsid w:val="0036186A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4ADE"/>
    <w:rsid w:val="00386865"/>
    <w:rsid w:val="003872FB"/>
    <w:rsid w:val="00390BED"/>
    <w:rsid w:val="00396D57"/>
    <w:rsid w:val="003973E7"/>
    <w:rsid w:val="0039793E"/>
    <w:rsid w:val="00397F4F"/>
    <w:rsid w:val="003A2E0D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3F6169"/>
    <w:rsid w:val="00400534"/>
    <w:rsid w:val="00401950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3423"/>
    <w:rsid w:val="004163BB"/>
    <w:rsid w:val="0041668E"/>
    <w:rsid w:val="0041679E"/>
    <w:rsid w:val="00416DDA"/>
    <w:rsid w:val="00416ED8"/>
    <w:rsid w:val="00420934"/>
    <w:rsid w:val="00420BA4"/>
    <w:rsid w:val="00422CCC"/>
    <w:rsid w:val="00423AA5"/>
    <w:rsid w:val="00423AF3"/>
    <w:rsid w:val="00423FF9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126F"/>
    <w:rsid w:val="00441C90"/>
    <w:rsid w:val="00443C6B"/>
    <w:rsid w:val="00443F22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33AF"/>
    <w:rsid w:val="0046452C"/>
    <w:rsid w:val="00465EED"/>
    <w:rsid w:val="0046791D"/>
    <w:rsid w:val="00470000"/>
    <w:rsid w:val="0047046C"/>
    <w:rsid w:val="0047107A"/>
    <w:rsid w:val="004710D5"/>
    <w:rsid w:val="00471535"/>
    <w:rsid w:val="004719BD"/>
    <w:rsid w:val="004738FE"/>
    <w:rsid w:val="00473A64"/>
    <w:rsid w:val="00473AB4"/>
    <w:rsid w:val="004771BF"/>
    <w:rsid w:val="00477915"/>
    <w:rsid w:val="0047799A"/>
    <w:rsid w:val="00480D3E"/>
    <w:rsid w:val="00482E39"/>
    <w:rsid w:val="00484A1C"/>
    <w:rsid w:val="0048647D"/>
    <w:rsid w:val="00487540"/>
    <w:rsid w:val="0048775B"/>
    <w:rsid w:val="00487E95"/>
    <w:rsid w:val="00490EFA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A79F0"/>
    <w:rsid w:val="004B055D"/>
    <w:rsid w:val="004B1669"/>
    <w:rsid w:val="004C01AC"/>
    <w:rsid w:val="004C1222"/>
    <w:rsid w:val="004C337F"/>
    <w:rsid w:val="004C46E8"/>
    <w:rsid w:val="004C5B6A"/>
    <w:rsid w:val="004C6141"/>
    <w:rsid w:val="004C6FA7"/>
    <w:rsid w:val="004D003B"/>
    <w:rsid w:val="004D0409"/>
    <w:rsid w:val="004D0F40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4A15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A13"/>
    <w:rsid w:val="00501F6E"/>
    <w:rsid w:val="005030DD"/>
    <w:rsid w:val="0050379E"/>
    <w:rsid w:val="00504A5B"/>
    <w:rsid w:val="005058D3"/>
    <w:rsid w:val="0050633D"/>
    <w:rsid w:val="00506E1E"/>
    <w:rsid w:val="005079BE"/>
    <w:rsid w:val="00510214"/>
    <w:rsid w:val="00510533"/>
    <w:rsid w:val="00510BC8"/>
    <w:rsid w:val="00517DCA"/>
    <w:rsid w:val="0052104D"/>
    <w:rsid w:val="0052113C"/>
    <w:rsid w:val="00522EF9"/>
    <w:rsid w:val="00525E8D"/>
    <w:rsid w:val="00527080"/>
    <w:rsid w:val="00531E0B"/>
    <w:rsid w:val="0053226F"/>
    <w:rsid w:val="00536430"/>
    <w:rsid w:val="005377F0"/>
    <w:rsid w:val="00542B2F"/>
    <w:rsid w:val="005434DE"/>
    <w:rsid w:val="00543712"/>
    <w:rsid w:val="00543C55"/>
    <w:rsid w:val="00544076"/>
    <w:rsid w:val="0054531B"/>
    <w:rsid w:val="00545487"/>
    <w:rsid w:val="0055079A"/>
    <w:rsid w:val="00551165"/>
    <w:rsid w:val="00552DDE"/>
    <w:rsid w:val="005539FB"/>
    <w:rsid w:val="00553A43"/>
    <w:rsid w:val="005556FA"/>
    <w:rsid w:val="005565D7"/>
    <w:rsid w:val="00557A29"/>
    <w:rsid w:val="005624C5"/>
    <w:rsid w:val="00562DC6"/>
    <w:rsid w:val="00564B54"/>
    <w:rsid w:val="00565A9D"/>
    <w:rsid w:val="00566EC3"/>
    <w:rsid w:val="0056714C"/>
    <w:rsid w:val="00570D8B"/>
    <w:rsid w:val="00572B44"/>
    <w:rsid w:val="0057445B"/>
    <w:rsid w:val="00575413"/>
    <w:rsid w:val="00575AA2"/>
    <w:rsid w:val="00575CDB"/>
    <w:rsid w:val="0058062F"/>
    <w:rsid w:val="00581694"/>
    <w:rsid w:val="005838AA"/>
    <w:rsid w:val="00584E43"/>
    <w:rsid w:val="00585B87"/>
    <w:rsid w:val="00587BAC"/>
    <w:rsid w:val="0059005C"/>
    <w:rsid w:val="00591BBA"/>
    <w:rsid w:val="00591CED"/>
    <w:rsid w:val="0059311D"/>
    <w:rsid w:val="00594479"/>
    <w:rsid w:val="00595034"/>
    <w:rsid w:val="005956AD"/>
    <w:rsid w:val="00595E96"/>
    <w:rsid w:val="00597253"/>
    <w:rsid w:val="005978F7"/>
    <w:rsid w:val="005A0964"/>
    <w:rsid w:val="005A29A1"/>
    <w:rsid w:val="005A2CDB"/>
    <w:rsid w:val="005A4420"/>
    <w:rsid w:val="005A6FCD"/>
    <w:rsid w:val="005A7CA6"/>
    <w:rsid w:val="005B0CCD"/>
    <w:rsid w:val="005B265C"/>
    <w:rsid w:val="005B3479"/>
    <w:rsid w:val="005B521F"/>
    <w:rsid w:val="005B53E0"/>
    <w:rsid w:val="005B7E2A"/>
    <w:rsid w:val="005C0AD1"/>
    <w:rsid w:val="005C1112"/>
    <w:rsid w:val="005C1793"/>
    <w:rsid w:val="005C1C35"/>
    <w:rsid w:val="005C3EF6"/>
    <w:rsid w:val="005C6564"/>
    <w:rsid w:val="005C7F40"/>
    <w:rsid w:val="005D0E48"/>
    <w:rsid w:val="005D2589"/>
    <w:rsid w:val="005D3F22"/>
    <w:rsid w:val="005D68F0"/>
    <w:rsid w:val="005D6AE3"/>
    <w:rsid w:val="005E0588"/>
    <w:rsid w:val="005E120A"/>
    <w:rsid w:val="005E19E6"/>
    <w:rsid w:val="005E1A72"/>
    <w:rsid w:val="005E2D9B"/>
    <w:rsid w:val="005E317F"/>
    <w:rsid w:val="005F09F0"/>
    <w:rsid w:val="005F0F96"/>
    <w:rsid w:val="005F30D8"/>
    <w:rsid w:val="005F36FF"/>
    <w:rsid w:val="005F380E"/>
    <w:rsid w:val="005F3E7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3F57"/>
    <w:rsid w:val="00604B4E"/>
    <w:rsid w:val="00604B60"/>
    <w:rsid w:val="0060693E"/>
    <w:rsid w:val="006072BF"/>
    <w:rsid w:val="006105A0"/>
    <w:rsid w:val="006117C9"/>
    <w:rsid w:val="00612B8C"/>
    <w:rsid w:val="00612EBF"/>
    <w:rsid w:val="00613D99"/>
    <w:rsid w:val="006155D5"/>
    <w:rsid w:val="00615EE1"/>
    <w:rsid w:val="00616455"/>
    <w:rsid w:val="00616B0C"/>
    <w:rsid w:val="00617697"/>
    <w:rsid w:val="00617AC4"/>
    <w:rsid w:val="00617C5E"/>
    <w:rsid w:val="006206E6"/>
    <w:rsid w:val="006261DD"/>
    <w:rsid w:val="006272CC"/>
    <w:rsid w:val="0063198A"/>
    <w:rsid w:val="00631DF8"/>
    <w:rsid w:val="00637788"/>
    <w:rsid w:val="006419B4"/>
    <w:rsid w:val="00641FA2"/>
    <w:rsid w:val="0064361E"/>
    <w:rsid w:val="006442A5"/>
    <w:rsid w:val="006456AA"/>
    <w:rsid w:val="00645EF4"/>
    <w:rsid w:val="00647159"/>
    <w:rsid w:val="00647350"/>
    <w:rsid w:val="00647766"/>
    <w:rsid w:val="00651717"/>
    <w:rsid w:val="0065240F"/>
    <w:rsid w:val="00653601"/>
    <w:rsid w:val="00653C4A"/>
    <w:rsid w:val="00656DBF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77E2"/>
    <w:rsid w:val="00690B25"/>
    <w:rsid w:val="006931E8"/>
    <w:rsid w:val="00695A72"/>
    <w:rsid w:val="00695ADB"/>
    <w:rsid w:val="00697BF5"/>
    <w:rsid w:val="006A1661"/>
    <w:rsid w:val="006A4829"/>
    <w:rsid w:val="006A5E14"/>
    <w:rsid w:val="006A5FC1"/>
    <w:rsid w:val="006A6081"/>
    <w:rsid w:val="006A6875"/>
    <w:rsid w:val="006A6E9C"/>
    <w:rsid w:val="006A70FA"/>
    <w:rsid w:val="006A7DB7"/>
    <w:rsid w:val="006A7EEF"/>
    <w:rsid w:val="006B0EEC"/>
    <w:rsid w:val="006B19CD"/>
    <w:rsid w:val="006B2932"/>
    <w:rsid w:val="006B366C"/>
    <w:rsid w:val="006B4202"/>
    <w:rsid w:val="006B44FE"/>
    <w:rsid w:val="006B7090"/>
    <w:rsid w:val="006B76E5"/>
    <w:rsid w:val="006C2BAD"/>
    <w:rsid w:val="006C3400"/>
    <w:rsid w:val="006C3FFB"/>
    <w:rsid w:val="006C6476"/>
    <w:rsid w:val="006D10E4"/>
    <w:rsid w:val="006D4E8B"/>
    <w:rsid w:val="006D58CB"/>
    <w:rsid w:val="006D6AB8"/>
    <w:rsid w:val="006D7334"/>
    <w:rsid w:val="006D7E76"/>
    <w:rsid w:val="006D7FC3"/>
    <w:rsid w:val="006E0010"/>
    <w:rsid w:val="006E1BC1"/>
    <w:rsid w:val="006E2091"/>
    <w:rsid w:val="006E3259"/>
    <w:rsid w:val="006E36CE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60FE"/>
    <w:rsid w:val="00706B67"/>
    <w:rsid w:val="00707565"/>
    <w:rsid w:val="00707608"/>
    <w:rsid w:val="0070784C"/>
    <w:rsid w:val="007078F7"/>
    <w:rsid w:val="00707EC8"/>
    <w:rsid w:val="00711659"/>
    <w:rsid w:val="00712E7E"/>
    <w:rsid w:val="00713050"/>
    <w:rsid w:val="00715CA6"/>
    <w:rsid w:val="007170F8"/>
    <w:rsid w:val="00717485"/>
    <w:rsid w:val="00717AD7"/>
    <w:rsid w:val="00720233"/>
    <w:rsid w:val="00721210"/>
    <w:rsid w:val="00722795"/>
    <w:rsid w:val="00723500"/>
    <w:rsid w:val="007250A6"/>
    <w:rsid w:val="0072598C"/>
    <w:rsid w:val="00727045"/>
    <w:rsid w:val="00727FB5"/>
    <w:rsid w:val="00733D2E"/>
    <w:rsid w:val="00734877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532B3"/>
    <w:rsid w:val="00762060"/>
    <w:rsid w:val="00763880"/>
    <w:rsid w:val="00764F91"/>
    <w:rsid w:val="007662C4"/>
    <w:rsid w:val="00766579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5363"/>
    <w:rsid w:val="00787D7C"/>
    <w:rsid w:val="00790A94"/>
    <w:rsid w:val="00792413"/>
    <w:rsid w:val="0079356F"/>
    <w:rsid w:val="00794408"/>
    <w:rsid w:val="007A0574"/>
    <w:rsid w:val="007A0D7C"/>
    <w:rsid w:val="007A0E37"/>
    <w:rsid w:val="007A1D46"/>
    <w:rsid w:val="007A2357"/>
    <w:rsid w:val="007A248D"/>
    <w:rsid w:val="007A34BD"/>
    <w:rsid w:val="007A3FDE"/>
    <w:rsid w:val="007A42CE"/>
    <w:rsid w:val="007A51D7"/>
    <w:rsid w:val="007A671A"/>
    <w:rsid w:val="007B2753"/>
    <w:rsid w:val="007B2E3D"/>
    <w:rsid w:val="007B3FB6"/>
    <w:rsid w:val="007B41B4"/>
    <w:rsid w:val="007B4560"/>
    <w:rsid w:val="007B7AF3"/>
    <w:rsid w:val="007B7CB7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5B88"/>
    <w:rsid w:val="007D6339"/>
    <w:rsid w:val="007D7D70"/>
    <w:rsid w:val="007E0051"/>
    <w:rsid w:val="007E4293"/>
    <w:rsid w:val="007E4582"/>
    <w:rsid w:val="007E5074"/>
    <w:rsid w:val="007F1189"/>
    <w:rsid w:val="007F1A66"/>
    <w:rsid w:val="007F2761"/>
    <w:rsid w:val="00800666"/>
    <w:rsid w:val="008015C6"/>
    <w:rsid w:val="0080360E"/>
    <w:rsid w:val="00805FCD"/>
    <w:rsid w:val="00807C62"/>
    <w:rsid w:val="00810318"/>
    <w:rsid w:val="008107B3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32BAA"/>
    <w:rsid w:val="00833781"/>
    <w:rsid w:val="00833BCB"/>
    <w:rsid w:val="0083410E"/>
    <w:rsid w:val="008358B0"/>
    <w:rsid w:val="00836529"/>
    <w:rsid w:val="00836E36"/>
    <w:rsid w:val="0084080B"/>
    <w:rsid w:val="008408BA"/>
    <w:rsid w:val="0084168A"/>
    <w:rsid w:val="008500B0"/>
    <w:rsid w:val="008511F9"/>
    <w:rsid w:val="00851648"/>
    <w:rsid w:val="008523B3"/>
    <w:rsid w:val="00854A74"/>
    <w:rsid w:val="008555B0"/>
    <w:rsid w:val="00855B42"/>
    <w:rsid w:val="0085657F"/>
    <w:rsid w:val="00856973"/>
    <w:rsid w:val="00857845"/>
    <w:rsid w:val="008602C7"/>
    <w:rsid w:val="00862467"/>
    <w:rsid w:val="00862714"/>
    <w:rsid w:val="00862E27"/>
    <w:rsid w:val="008644E1"/>
    <w:rsid w:val="00864D6A"/>
    <w:rsid w:val="00864F6E"/>
    <w:rsid w:val="0086526F"/>
    <w:rsid w:val="00866296"/>
    <w:rsid w:val="00867630"/>
    <w:rsid w:val="008705EA"/>
    <w:rsid w:val="00871132"/>
    <w:rsid w:val="00872271"/>
    <w:rsid w:val="008724BD"/>
    <w:rsid w:val="00872517"/>
    <w:rsid w:val="0087336D"/>
    <w:rsid w:val="00874387"/>
    <w:rsid w:val="00874403"/>
    <w:rsid w:val="00874503"/>
    <w:rsid w:val="008753A0"/>
    <w:rsid w:val="00877435"/>
    <w:rsid w:val="00881003"/>
    <w:rsid w:val="0088165F"/>
    <w:rsid w:val="00881947"/>
    <w:rsid w:val="00881A6E"/>
    <w:rsid w:val="0088245E"/>
    <w:rsid w:val="008853E7"/>
    <w:rsid w:val="008860C0"/>
    <w:rsid w:val="00890B29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6480"/>
    <w:rsid w:val="008C13A8"/>
    <w:rsid w:val="008C2805"/>
    <w:rsid w:val="008C2D37"/>
    <w:rsid w:val="008C378A"/>
    <w:rsid w:val="008C55BC"/>
    <w:rsid w:val="008C5BEB"/>
    <w:rsid w:val="008C76DD"/>
    <w:rsid w:val="008D3E65"/>
    <w:rsid w:val="008D5B90"/>
    <w:rsid w:val="008D5E57"/>
    <w:rsid w:val="008D6219"/>
    <w:rsid w:val="008D7324"/>
    <w:rsid w:val="008E0107"/>
    <w:rsid w:val="008E3E29"/>
    <w:rsid w:val="008E740D"/>
    <w:rsid w:val="008E7C08"/>
    <w:rsid w:val="008F0F60"/>
    <w:rsid w:val="008F5F52"/>
    <w:rsid w:val="008F7B00"/>
    <w:rsid w:val="00901025"/>
    <w:rsid w:val="0090122B"/>
    <w:rsid w:val="00904DCC"/>
    <w:rsid w:val="00905935"/>
    <w:rsid w:val="00910E33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1729"/>
    <w:rsid w:val="0095273D"/>
    <w:rsid w:val="00952863"/>
    <w:rsid w:val="00952FBC"/>
    <w:rsid w:val="0095610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1577"/>
    <w:rsid w:val="0097272F"/>
    <w:rsid w:val="00974EB9"/>
    <w:rsid w:val="00976B2D"/>
    <w:rsid w:val="00977D38"/>
    <w:rsid w:val="0098094C"/>
    <w:rsid w:val="0098232D"/>
    <w:rsid w:val="009857A6"/>
    <w:rsid w:val="00985F40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2CF1"/>
    <w:rsid w:val="009B3348"/>
    <w:rsid w:val="009B4F86"/>
    <w:rsid w:val="009B7650"/>
    <w:rsid w:val="009C390C"/>
    <w:rsid w:val="009C4A61"/>
    <w:rsid w:val="009C66ED"/>
    <w:rsid w:val="009C78A7"/>
    <w:rsid w:val="009C7A11"/>
    <w:rsid w:val="009C7E67"/>
    <w:rsid w:val="009D1F5B"/>
    <w:rsid w:val="009D241D"/>
    <w:rsid w:val="009D2AF1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D7A9F"/>
    <w:rsid w:val="009E0C0A"/>
    <w:rsid w:val="009E119C"/>
    <w:rsid w:val="009E22DE"/>
    <w:rsid w:val="009E3C72"/>
    <w:rsid w:val="009E3D0F"/>
    <w:rsid w:val="009E4201"/>
    <w:rsid w:val="009E4484"/>
    <w:rsid w:val="009E4E8B"/>
    <w:rsid w:val="009E67C9"/>
    <w:rsid w:val="009E798C"/>
    <w:rsid w:val="009F0D89"/>
    <w:rsid w:val="009F1705"/>
    <w:rsid w:val="009F2349"/>
    <w:rsid w:val="009F34DF"/>
    <w:rsid w:val="009F35EB"/>
    <w:rsid w:val="009F3C87"/>
    <w:rsid w:val="009F4245"/>
    <w:rsid w:val="009F5E4B"/>
    <w:rsid w:val="009F7A81"/>
    <w:rsid w:val="009F7CBB"/>
    <w:rsid w:val="00A00928"/>
    <w:rsid w:val="00A02F4D"/>
    <w:rsid w:val="00A03941"/>
    <w:rsid w:val="00A0587A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5870"/>
    <w:rsid w:val="00A26CC1"/>
    <w:rsid w:val="00A309F1"/>
    <w:rsid w:val="00A327A5"/>
    <w:rsid w:val="00A3333D"/>
    <w:rsid w:val="00A341C5"/>
    <w:rsid w:val="00A35430"/>
    <w:rsid w:val="00A3633C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57A85"/>
    <w:rsid w:val="00A57EB6"/>
    <w:rsid w:val="00A6050A"/>
    <w:rsid w:val="00A627A6"/>
    <w:rsid w:val="00A62AB4"/>
    <w:rsid w:val="00A67A48"/>
    <w:rsid w:val="00A67BCE"/>
    <w:rsid w:val="00A67E68"/>
    <w:rsid w:val="00A7607C"/>
    <w:rsid w:val="00A772AB"/>
    <w:rsid w:val="00A77700"/>
    <w:rsid w:val="00A8020C"/>
    <w:rsid w:val="00A804D3"/>
    <w:rsid w:val="00A8070E"/>
    <w:rsid w:val="00A80E05"/>
    <w:rsid w:val="00A83C8C"/>
    <w:rsid w:val="00A8404E"/>
    <w:rsid w:val="00A8417B"/>
    <w:rsid w:val="00A85FF2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B47E4"/>
    <w:rsid w:val="00AC6B06"/>
    <w:rsid w:val="00AD07F6"/>
    <w:rsid w:val="00AD4838"/>
    <w:rsid w:val="00AD5693"/>
    <w:rsid w:val="00AD6280"/>
    <w:rsid w:val="00AD68DD"/>
    <w:rsid w:val="00AD6F1B"/>
    <w:rsid w:val="00AD7E7A"/>
    <w:rsid w:val="00AE1A8C"/>
    <w:rsid w:val="00AE38AD"/>
    <w:rsid w:val="00AE52DA"/>
    <w:rsid w:val="00AE5F90"/>
    <w:rsid w:val="00AF167C"/>
    <w:rsid w:val="00AF1860"/>
    <w:rsid w:val="00AF29A7"/>
    <w:rsid w:val="00AF29C1"/>
    <w:rsid w:val="00AF5586"/>
    <w:rsid w:val="00AF5D87"/>
    <w:rsid w:val="00B0081D"/>
    <w:rsid w:val="00B00AD8"/>
    <w:rsid w:val="00B00C87"/>
    <w:rsid w:val="00B01E71"/>
    <w:rsid w:val="00B02527"/>
    <w:rsid w:val="00B027E1"/>
    <w:rsid w:val="00B02A83"/>
    <w:rsid w:val="00B03EFA"/>
    <w:rsid w:val="00B051AF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0D8"/>
    <w:rsid w:val="00B26433"/>
    <w:rsid w:val="00B275C8"/>
    <w:rsid w:val="00B30100"/>
    <w:rsid w:val="00B306DD"/>
    <w:rsid w:val="00B30968"/>
    <w:rsid w:val="00B31675"/>
    <w:rsid w:val="00B33198"/>
    <w:rsid w:val="00B35DDC"/>
    <w:rsid w:val="00B363F8"/>
    <w:rsid w:val="00B40ABE"/>
    <w:rsid w:val="00B40FEE"/>
    <w:rsid w:val="00B4178F"/>
    <w:rsid w:val="00B41902"/>
    <w:rsid w:val="00B41E7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72EF2"/>
    <w:rsid w:val="00B73BE1"/>
    <w:rsid w:val="00B7417E"/>
    <w:rsid w:val="00B75518"/>
    <w:rsid w:val="00B75E8F"/>
    <w:rsid w:val="00B7797E"/>
    <w:rsid w:val="00B77D64"/>
    <w:rsid w:val="00B81247"/>
    <w:rsid w:val="00B8195A"/>
    <w:rsid w:val="00B822D1"/>
    <w:rsid w:val="00B82AC0"/>
    <w:rsid w:val="00B82FF8"/>
    <w:rsid w:val="00B86380"/>
    <w:rsid w:val="00B9157C"/>
    <w:rsid w:val="00B92FA7"/>
    <w:rsid w:val="00B9361B"/>
    <w:rsid w:val="00B94231"/>
    <w:rsid w:val="00B9453D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19E"/>
    <w:rsid w:val="00BC4D8E"/>
    <w:rsid w:val="00BC5E6E"/>
    <w:rsid w:val="00BC79D3"/>
    <w:rsid w:val="00BC7C7B"/>
    <w:rsid w:val="00BD0E97"/>
    <w:rsid w:val="00BD3C30"/>
    <w:rsid w:val="00BD44D5"/>
    <w:rsid w:val="00BD71F1"/>
    <w:rsid w:val="00BE0782"/>
    <w:rsid w:val="00BE0C1C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6ED"/>
    <w:rsid w:val="00BF2C89"/>
    <w:rsid w:val="00BF39E1"/>
    <w:rsid w:val="00BF6EED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1599"/>
    <w:rsid w:val="00C121A2"/>
    <w:rsid w:val="00C12998"/>
    <w:rsid w:val="00C1303C"/>
    <w:rsid w:val="00C146F6"/>
    <w:rsid w:val="00C14EEC"/>
    <w:rsid w:val="00C15FA3"/>
    <w:rsid w:val="00C20945"/>
    <w:rsid w:val="00C211FC"/>
    <w:rsid w:val="00C2149E"/>
    <w:rsid w:val="00C21500"/>
    <w:rsid w:val="00C21F15"/>
    <w:rsid w:val="00C23015"/>
    <w:rsid w:val="00C24E00"/>
    <w:rsid w:val="00C257C0"/>
    <w:rsid w:val="00C26514"/>
    <w:rsid w:val="00C275A7"/>
    <w:rsid w:val="00C30490"/>
    <w:rsid w:val="00C310FD"/>
    <w:rsid w:val="00C34555"/>
    <w:rsid w:val="00C35C1E"/>
    <w:rsid w:val="00C36B22"/>
    <w:rsid w:val="00C4019C"/>
    <w:rsid w:val="00C408A5"/>
    <w:rsid w:val="00C427AD"/>
    <w:rsid w:val="00C4413A"/>
    <w:rsid w:val="00C44E81"/>
    <w:rsid w:val="00C46C85"/>
    <w:rsid w:val="00C46CBA"/>
    <w:rsid w:val="00C5007A"/>
    <w:rsid w:val="00C5375F"/>
    <w:rsid w:val="00C55066"/>
    <w:rsid w:val="00C551A2"/>
    <w:rsid w:val="00C56D90"/>
    <w:rsid w:val="00C57439"/>
    <w:rsid w:val="00C57EDE"/>
    <w:rsid w:val="00C60805"/>
    <w:rsid w:val="00C6098E"/>
    <w:rsid w:val="00C624E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5A26"/>
    <w:rsid w:val="00C77DFE"/>
    <w:rsid w:val="00C81F17"/>
    <w:rsid w:val="00C871ED"/>
    <w:rsid w:val="00C94110"/>
    <w:rsid w:val="00C9421E"/>
    <w:rsid w:val="00C95D73"/>
    <w:rsid w:val="00CA5C12"/>
    <w:rsid w:val="00CA6396"/>
    <w:rsid w:val="00CB0548"/>
    <w:rsid w:val="00CB229E"/>
    <w:rsid w:val="00CB2A27"/>
    <w:rsid w:val="00CB35CC"/>
    <w:rsid w:val="00CB4AF7"/>
    <w:rsid w:val="00CB61C0"/>
    <w:rsid w:val="00CC21F8"/>
    <w:rsid w:val="00CC71C8"/>
    <w:rsid w:val="00CC7F65"/>
    <w:rsid w:val="00CD0224"/>
    <w:rsid w:val="00CD16ED"/>
    <w:rsid w:val="00CD265B"/>
    <w:rsid w:val="00CD2DC4"/>
    <w:rsid w:val="00CD491C"/>
    <w:rsid w:val="00CD5021"/>
    <w:rsid w:val="00CD58F3"/>
    <w:rsid w:val="00CD6BF1"/>
    <w:rsid w:val="00CD73B6"/>
    <w:rsid w:val="00CE15B0"/>
    <w:rsid w:val="00CE2F1D"/>
    <w:rsid w:val="00CE43AC"/>
    <w:rsid w:val="00CE52EC"/>
    <w:rsid w:val="00CE55EA"/>
    <w:rsid w:val="00CF2609"/>
    <w:rsid w:val="00CF42E1"/>
    <w:rsid w:val="00CF4EB8"/>
    <w:rsid w:val="00CF602B"/>
    <w:rsid w:val="00CF68E9"/>
    <w:rsid w:val="00CF6AA7"/>
    <w:rsid w:val="00CF743C"/>
    <w:rsid w:val="00CF7650"/>
    <w:rsid w:val="00D01584"/>
    <w:rsid w:val="00D03AF7"/>
    <w:rsid w:val="00D03BFD"/>
    <w:rsid w:val="00D04AD7"/>
    <w:rsid w:val="00D0557D"/>
    <w:rsid w:val="00D05FED"/>
    <w:rsid w:val="00D0607D"/>
    <w:rsid w:val="00D06166"/>
    <w:rsid w:val="00D06C3B"/>
    <w:rsid w:val="00D1002B"/>
    <w:rsid w:val="00D13498"/>
    <w:rsid w:val="00D1715A"/>
    <w:rsid w:val="00D2030B"/>
    <w:rsid w:val="00D215C0"/>
    <w:rsid w:val="00D23203"/>
    <w:rsid w:val="00D24376"/>
    <w:rsid w:val="00D24E82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41D8D"/>
    <w:rsid w:val="00D422E6"/>
    <w:rsid w:val="00D4232E"/>
    <w:rsid w:val="00D44351"/>
    <w:rsid w:val="00D44E13"/>
    <w:rsid w:val="00D465B7"/>
    <w:rsid w:val="00D4675A"/>
    <w:rsid w:val="00D47038"/>
    <w:rsid w:val="00D507B2"/>
    <w:rsid w:val="00D5194F"/>
    <w:rsid w:val="00D54C12"/>
    <w:rsid w:val="00D55A62"/>
    <w:rsid w:val="00D55F6B"/>
    <w:rsid w:val="00D57BDD"/>
    <w:rsid w:val="00D60396"/>
    <w:rsid w:val="00D615E1"/>
    <w:rsid w:val="00D61B1C"/>
    <w:rsid w:val="00D61BF1"/>
    <w:rsid w:val="00D625B0"/>
    <w:rsid w:val="00D632DB"/>
    <w:rsid w:val="00D63DF2"/>
    <w:rsid w:val="00D647DF"/>
    <w:rsid w:val="00D64E87"/>
    <w:rsid w:val="00D65637"/>
    <w:rsid w:val="00D66BBD"/>
    <w:rsid w:val="00D66BE9"/>
    <w:rsid w:val="00D71674"/>
    <w:rsid w:val="00D71F0E"/>
    <w:rsid w:val="00D72D2A"/>
    <w:rsid w:val="00D73EEC"/>
    <w:rsid w:val="00D74048"/>
    <w:rsid w:val="00D7441A"/>
    <w:rsid w:val="00D76707"/>
    <w:rsid w:val="00D76E2C"/>
    <w:rsid w:val="00D778E4"/>
    <w:rsid w:val="00D77AC6"/>
    <w:rsid w:val="00D77FC7"/>
    <w:rsid w:val="00D80BDD"/>
    <w:rsid w:val="00D81761"/>
    <w:rsid w:val="00D821FE"/>
    <w:rsid w:val="00D85221"/>
    <w:rsid w:val="00D86298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3BDB"/>
    <w:rsid w:val="00DA563B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1D01"/>
    <w:rsid w:val="00DD2A07"/>
    <w:rsid w:val="00DD6A5D"/>
    <w:rsid w:val="00DD7B0E"/>
    <w:rsid w:val="00DE0E89"/>
    <w:rsid w:val="00DE0EF9"/>
    <w:rsid w:val="00DE16EF"/>
    <w:rsid w:val="00DE21D1"/>
    <w:rsid w:val="00DE36D8"/>
    <w:rsid w:val="00DE5D64"/>
    <w:rsid w:val="00DE705E"/>
    <w:rsid w:val="00DF1896"/>
    <w:rsid w:val="00DF1C12"/>
    <w:rsid w:val="00DF233E"/>
    <w:rsid w:val="00DF3838"/>
    <w:rsid w:val="00DF4EA9"/>
    <w:rsid w:val="00DF66BD"/>
    <w:rsid w:val="00E02C43"/>
    <w:rsid w:val="00E03C85"/>
    <w:rsid w:val="00E04D29"/>
    <w:rsid w:val="00E06313"/>
    <w:rsid w:val="00E06676"/>
    <w:rsid w:val="00E06807"/>
    <w:rsid w:val="00E0716E"/>
    <w:rsid w:val="00E10B05"/>
    <w:rsid w:val="00E10E4E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1905"/>
    <w:rsid w:val="00E32829"/>
    <w:rsid w:val="00E328E6"/>
    <w:rsid w:val="00E32EBF"/>
    <w:rsid w:val="00E331D1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0F7"/>
    <w:rsid w:val="00E5498D"/>
    <w:rsid w:val="00E564F2"/>
    <w:rsid w:val="00E569D0"/>
    <w:rsid w:val="00E56B22"/>
    <w:rsid w:val="00E608FA"/>
    <w:rsid w:val="00E619AA"/>
    <w:rsid w:val="00E641BE"/>
    <w:rsid w:val="00E65997"/>
    <w:rsid w:val="00E70AE8"/>
    <w:rsid w:val="00E710D1"/>
    <w:rsid w:val="00E756FF"/>
    <w:rsid w:val="00E76356"/>
    <w:rsid w:val="00E76EDA"/>
    <w:rsid w:val="00E7766D"/>
    <w:rsid w:val="00E7773A"/>
    <w:rsid w:val="00E81DEA"/>
    <w:rsid w:val="00E8427E"/>
    <w:rsid w:val="00E847C2"/>
    <w:rsid w:val="00E84AD6"/>
    <w:rsid w:val="00E86F25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7C2"/>
    <w:rsid w:val="00EB7875"/>
    <w:rsid w:val="00EC5681"/>
    <w:rsid w:val="00ED00FA"/>
    <w:rsid w:val="00ED16AC"/>
    <w:rsid w:val="00ED26F9"/>
    <w:rsid w:val="00ED273C"/>
    <w:rsid w:val="00ED2762"/>
    <w:rsid w:val="00ED2A57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DBE"/>
    <w:rsid w:val="00EE65CE"/>
    <w:rsid w:val="00EE78AA"/>
    <w:rsid w:val="00EF25AD"/>
    <w:rsid w:val="00EF381C"/>
    <w:rsid w:val="00EF3D5D"/>
    <w:rsid w:val="00F02567"/>
    <w:rsid w:val="00F028DB"/>
    <w:rsid w:val="00F03296"/>
    <w:rsid w:val="00F0521B"/>
    <w:rsid w:val="00F055DC"/>
    <w:rsid w:val="00F05CBE"/>
    <w:rsid w:val="00F06261"/>
    <w:rsid w:val="00F06947"/>
    <w:rsid w:val="00F06C2B"/>
    <w:rsid w:val="00F1025F"/>
    <w:rsid w:val="00F12851"/>
    <w:rsid w:val="00F13D38"/>
    <w:rsid w:val="00F14DC6"/>
    <w:rsid w:val="00F16482"/>
    <w:rsid w:val="00F16501"/>
    <w:rsid w:val="00F17A5E"/>
    <w:rsid w:val="00F21059"/>
    <w:rsid w:val="00F21103"/>
    <w:rsid w:val="00F271FB"/>
    <w:rsid w:val="00F27EA7"/>
    <w:rsid w:val="00F32CE0"/>
    <w:rsid w:val="00F33D92"/>
    <w:rsid w:val="00F34EA6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1C20"/>
    <w:rsid w:val="00F63321"/>
    <w:rsid w:val="00F6455F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0E0"/>
    <w:rsid w:val="00F76F1B"/>
    <w:rsid w:val="00F80217"/>
    <w:rsid w:val="00F8055D"/>
    <w:rsid w:val="00F80F17"/>
    <w:rsid w:val="00F8239A"/>
    <w:rsid w:val="00F82A9B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60E7"/>
    <w:rsid w:val="00FA64BF"/>
    <w:rsid w:val="00FA79B4"/>
    <w:rsid w:val="00FB0F38"/>
    <w:rsid w:val="00FB2BA9"/>
    <w:rsid w:val="00FB32FC"/>
    <w:rsid w:val="00FB395F"/>
    <w:rsid w:val="00FB49C7"/>
    <w:rsid w:val="00FB4F77"/>
    <w:rsid w:val="00FB65BA"/>
    <w:rsid w:val="00FC110E"/>
    <w:rsid w:val="00FC32AD"/>
    <w:rsid w:val="00FC5D5A"/>
    <w:rsid w:val="00FC7310"/>
    <w:rsid w:val="00FC7493"/>
    <w:rsid w:val="00FD1330"/>
    <w:rsid w:val="00FD1613"/>
    <w:rsid w:val="00FD39D0"/>
    <w:rsid w:val="00FD575D"/>
    <w:rsid w:val="00FD61A9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0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semiHidden/>
    <w:locked/>
    <w:rsid w:val="00A8417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2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520</TotalTime>
  <Pages>29</Pages>
  <Words>9092</Words>
  <Characters>-32766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28</cp:revision>
  <cp:lastPrinted>2020-06-05T08:19:00Z</cp:lastPrinted>
  <dcterms:created xsi:type="dcterms:W3CDTF">2020-06-05T07:47:00Z</dcterms:created>
  <dcterms:modified xsi:type="dcterms:W3CDTF">2020-10-05T12:24:00Z</dcterms:modified>
</cp:coreProperties>
</file>