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06" w:type="dxa"/>
        <w:tblInd w:w="2" w:type="dxa"/>
        <w:tblCellMar>
          <w:left w:w="0" w:type="dxa"/>
          <w:right w:w="0" w:type="dxa"/>
        </w:tblCellMar>
        <w:tblLook w:val="01E0"/>
      </w:tblPr>
      <w:tblGrid>
        <w:gridCol w:w="9606"/>
      </w:tblGrid>
      <w:tr w:rsidR="00E1382B" w:rsidRPr="004C2B8D" w:rsidTr="00124B75">
        <w:trPr>
          <w:trHeight w:val="397"/>
        </w:trPr>
        <w:tc>
          <w:tcPr>
            <w:tcW w:w="9606" w:type="dxa"/>
          </w:tcPr>
          <w:p w:rsidR="00E1382B" w:rsidRPr="004C2B8D" w:rsidRDefault="00E1382B" w:rsidP="009D5975">
            <w:pPr>
              <w:widowControl/>
              <w:rPr>
                <w:b/>
                <w:bCs/>
              </w:rPr>
            </w:pPr>
            <w:r>
              <w:rPr>
                <w:noProof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5" o:spid="_x0000_s1026" type="#_x0000_t75" alt="Герб ППО (вектор) черная" style="position:absolute;margin-left:3in;margin-top:-45.35pt;width:57.25pt;height:69.7pt;z-index:251658240;visibility:visible">
                  <v:imagedata r:id="rId7" o:title=""/>
                  <w10:wrap type="square"/>
                </v:shape>
              </w:pict>
            </w:r>
            <w:r w:rsidRPr="004C2B8D">
              <w:rPr>
                <w:b/>
                <w:bCs/>
              </w:rPr>
              <w:t xml:space="preserve">                                            </w:t>
            </w:r>
          </w:p>
        </w:tc>
      </w:tr>
      <w:tr w:rsidR="00E1382B" w:rsidRPr="004C2B8D" w:rsidTr="00124B75">
        <w:tc>
          <w:tcPr>
            <w:tcW w:w="9606" w:type="dxa"/>
          </w:tcPr>
          <w:p w:rsidR="00E1382B" w:rsidRDefault="00E1382B" w:rsidP="00124B75">
            <w:pPr>
              <w:widowControl/>
              <w:jc w:val="center"/>
              <w:rPr>
                <w:b/>
                <w:bCs/>
                <w:sz w:val="32"/>
                <w:szCs w:val="32"/>
              </w:rPr>
            </w:pPr>
          </w:p>
          <w:p w:rsidR="00E1382B" w:rsidRPr="00BD6A60" w:rsidRDefault="00E1382B" w:rsidP="00124B75">
            <w:pPr>
              <w:widowControl/>
              <w:jc w:val="center"/>
              <w:rPr>
                <w:b/>
                <w:bCs/>
                <w:sz w:val="32"/>
                <w:szCs w:val="32"/>
              </w:rPr>
            </w:pPr>
            <w:r w:rsidRPr="00BD6A60">
              <w:rPr>
                <w:b/>
                <w:bCs/>
                <w:sz w:val="32"/>
                <w:szCs w:val="32"/>
              </w:rPr>
              <w:t>КОМИТЕТ МЕСТНОГО САМОУПРАВЛЕНИЯ</w:t>
            </w:r>
          </w:p>
          <w:p w:rsidR="00E1382B" w:rsidRPr="00BD6A60" w:rsidRDefault="00E1382B" w:rsidP="00124B75">
            <w:pPr>
              <w:widowControl/>
              <w:jc w:val="center"/>
              <w:rPr>
                <w:b/>
                <w:bCs/>
                <w:sz w:val="32"/>
                <w:szCs w:val="32"/>
              </w:rPr>
            </w:pPr>
            <w:r w:rsidRPr="00BD6A60">
              <w:rPr>
                <w:b/>
                <w:bCs/>
                <w:sz w:val="32"/>
                <w:szCs w:val="32"/>
              </w:rPr>
              <w:t xml:space="preserve">  СЕЛЬСОВЕТА ПОСЕЛЕНИЯ ШЕЙНСКИЙ СЕЛЬСОВЕТ</w:t>
            </w:r>
          </w:p>
          <w:p w:rsidR="00E1382B" w:rsidRPr="00BD4C4A" w:rsidRDefault="00E1382B" w:rsidP="00124B75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  <w:r w:rsidRPr="00BD6A60">
              <w:rPr>
                <w:b/>
                <w:bCs/>
                <w:sz w:val="32"/>
                <w:szCs w:val="32"/>
              </w:rPr>
              <w:t>ПАЧЕЛМСКОГО РАЙОНА ПЕНЗЕНСКОЙ ОБЛАСТИ</w:t>
            </w:r>
          </w:p>
        </w:tc>
      </w:tr>
      <w:tr w:rsidR="00E1382B" w:rsidRPr="004C2B8D" w:rsidTr="00124B75">
        <w:trPr>
          <w:trHeight w:val="397"/>
        </w:trPr>
        <w:tc>
          <w:tcPr>
            <w:tcW w:w="9606" w:type="dxa"/>
          </w:tcPr>
          <w:p w:rsidR="00E1382B" w:rsidRPr="00BD4C4A" w:rsidRDefault="00E1382B" w:rsidP="00124B75">
            <w:pPr>
              <w:widowControl/>
              <w:jc w:val="both"/>
              <w:rPr>
                <w:sz w:val="24"/>
                <w:szCs w:val="24"/>
              </w:rPr>
            </w:pPr>
          </w:p>
        </w:tc>
      </w:tr>
      <w:tr w:rsidR="00E1382B" w:rsidRPr="004C2B8D" w:rsidTr="00124B75">
        <w:tc>
          <w:tcPr>
            <w:tcW w:w="9606" w:type="dxa"/>
          </w:tcPr>
          <w:p w:rsidR="00E1382B" w:rsidRPr="00BD4C4A" w:rsidRDefault="00E1382B" w:rsidP="00124B75">
            <w:pPr>
              <w:pStyle w:val="Heading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РЕШЕНИЕ</w:t>
            </w:r>
          </w:p>
        </w:tc>
      </w:tr>
      <w:tr w:rsidR="00E1382B" w:rsidRPr="004C2B8D" w:rsidTr="00124B75">
        <w:trPr>
          <w:trHeight w:val="340"/>
        </w:trPr>
        <w:tc>
          <w:tcPr>
            <w:tcW w:w="9606" w:type="dxa"/>
            <w:vAlign w:val="center"/>
          </w:tcPr>
          <w:p w:rsidR="00E1382B" w:rsidRPr="004C2B8D" w:rsidRDefault="00E1382B" w:rsidP="00124B75">
            <w:pPr>
              <w:pStyle w:val="Heading3"/>
              <w:rPr>
                <w:sz w:val="20"/>
                <w:szCs w:val="20"/>
              </w:rPr>
            </w:pPr>
          </w:p>
        </w:tc>
      </w:tr>
    </w:tbl>
    <w:p w:rsidR="00E1382B" w:rsidRPr="004C2B8D" w:rsidRDefault="00E1382B" w:rsidP="00124B75">
      <w:pPr>
        <w:jc w:val="right"/>
      </w:pPr>
      <w:r w:rsidRPr="004C2B8D">
        <w:t xml:space="preserve">                             </w:t>
      </w: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/>
      </w:tblPr>
      <w:tblGrid>
        <w:gridCol w:w="284"/>
        <w:gridCol w:w="2835"/>
        <w:gridCol w:w="397"/>
        <w:gridCol w:w="1134"/>
      </w:tblGrid>
      <w:tr w:rsidR="00E1382B" w:rsidRPr="00BD6A60" w:rsidTr="00124B75">
        <w:trPr>
          <w:jc w:val="center"/>
        </w:trPr>
        <w:tc>
          <w:tcPr>
            <w:tcW w:w="284" w:type="dxa"/>
            <w:vAlign w:val="bottom"/>
          </w:tcPr>
          <w:p w:rsidR="00E1382B" w:rsidRPr="004C2B8D" w:rsidRDefault="00E1382B" w:rsidP="00124B75">
            <w:pPr>
              <w:widowControl/>
            </w:pPr>
            <w:r w:rsidRPr="004C2B8D">
              <w:t>от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E1382B" w:rsidRPr="00BD6A60" w:rsidRDefault="00E1382B" w:rsidP="00124B75">
            <w:pPr>
              <w:widowControl/>
              <w:tabs>
                <w:tab w:val="left" w:pos="885"/>
              </w:tabs>
              <w:rPr>
                <w:sz w:val="24"/>
                <w:szCs w:val="24"/>
              </w:rPr>
            </w:pPr>
            <w:r w:rsidRPr="00BD6A60">
              <w:rPr>
                <w:sz w:val="24"/>
                <w:szCs w:val="24"/>
              </w:rPr>
              <w:t xml:space="preserve">         </w:t>
            </w:r>
            <w:r w:rsidRPr="00BD6A60">
              <w:rPr>
                <w:sz w:val="24"/>
                <w:szCs w:val="24"/>
              </w:rPr>
              <w:tab/>
            </w:r>
            <w:r>
              <w:rPr>
                <w:sz w:val="24"/>
                <w:szCs w:val="24"/>
              </w:rPr>
              <w:t>15.03</w:t>
            </w:r>
            <w:r w:rsidRPr="00BD6A60">
              <w:rPr>
                <w:sz w:val="24"/>
                <w:szCs w:val="24"/>
              </w:rPr>
              <w:t>.2021</w:t>
            </w:r>
          </w:p>
        </w:tc>
        <w:tc>
          <w:tcPr>
            <w:tcW w:w="397" w:type="dxa"/>
          </w:tcPr>
          <w:p w:rsidR="00E1382B" w:rsidRPr="00BD6A60" w:rsidRDefault="00E1382B" w:rsidP="00124B75">
            <w:pPr>
              <w:widowControl/>
              <w:jc w:val="center"/>
              <w:rPr>
                <w:sz w:val="24"/>
                <w:szCs w:val="24"/>
              </w:rPr>
            </w:pPr>
            <w:r w:rsidRPr="00BD6A60">
              <w:rPr>
                <w:sz w:val="24"/>
                <w:szCs w:val="24"/>
              </w:rPr>
              <w:t xml:space="preserve">№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E1382B" w:rsidRPr="00BD6A60" w:rsidRDefault="00E1382B" w:rsidP="00124B75">
            <w:pPr>
              <w:widowControl/>
              <w:jc w:val="center"/>
              <w:rPr>
                <w:sz w:val="24"/>
                <w:szCs w:val="24"/>
              </w:rPr>
            </w:pPr>
            <w:r w:rsidRPr="00BD6A60">
              <w:rPr>
                <w:sz w:val="24"/>
                <w:szCs w:val="24"/>
              </w:rPr>
              <w:t>07-27/3</w:t>
            </w:r>
          </w:p>
        </w:tc>
      </w:tr>
      <w:tr w:rsidR="00E1382B" w:rsidRPr="00BD6A60" w:rsidTr="00124B75">
        <w:trPr>
          <w:jc w:val="center"/>
        </w:trPr>
        <w:tc>
          <w:tcPr>
            <w:tcW w:w="4650" w:type="dxa"/>
            <w:gridSpan w:val="4"/>
          </w:tcPr>
          <w:p w:rsidR="00E1382B" w:rsidRPr="00BD6A60" w:rsidRDefault="00E1382B" w:rsidP="00BD6A60">
            <w:pPr>
              <w:widowControl/>
              <w:rPr>
                <w:sz w:val="24"/>
                <w:szCs w:val="24"/>
              </w:rPr>
            </w:pPr>
            <w:r w:rsidRPr="00BD6A60">
              <w:rPr>
                <w:sz w:val="24"/>
                <w:szCs w:val="24"/>
              </w:rPr>
              <w:t xml:space="preserve"> </w:t>
            </w:r>
          </w:p>
          <w:p w:rsidR="00E1382B" w:rsidRPr="00BD6A60" w:rsidRDefault="00E1382B" w:rsidP="00124B75">
            <w:pPr>
              <w:widowControl/>
              <w:jc w:val="center"/>
              <w:rPr>
                <w:sz w:val="24"/>
                <w:szCs w:val="24"/>
                <w:lang w:val="en-US"/>
              </w:rPr>
            </w:pPr>
            <w:r w:rsidRPr="00BD6A60">
              <w:rPr>
                <w:sz w:val="24"/>
                <w:szCs w:val="24"/>
              </w:rPr>
              <w:t xml:space="preserve">с. Шейно </w:t>
            </w:r>
          </w:p>
          <w:p w:rsidR="00E1382B" w:rsidRPr="00BD6A60" w:rsidRDefault="00E1382B" w:rsidP="00124B75">
            <w:pPr>
              <w:widowControl/>
              <w:jc w:val="center"/>
              <w:rPr>
                <w:sz w:val="24"/>
                <w:szCs w:val="24"/>
                <w:lang w:val="en-US"/>
              </w:rPr>
            </w:pPr>
          </w:p>
        </w:tc>
      </w:tr>
    </w:tbl>
    <w:p w:rsidR="00E1382B" w:rsidRDefault="00E1382B" w:rsidP="00041D3A">
      <w:pPr>
        <w:jc w:val="both"/>
        <w:rPr>
          <w:b/>
          <w:bCs/>
          <w:sz w:val="24"/>
          <w:szCs w:val="24"/>
        </w:rPr>
      </w:pPr>
      <w:r w:rsidRPr="004C2B8D">
        <w:rPr>
          <w:b/>
          <w:bCs/>
          <w:sz w:val="24"/>
          <w:szCs w:val="24"/>
        </w:rPr>
        <w:t xml:space="preserve"> </w:t>
      </w:r>
    </w:p>
    <w:p w:rsidR="00E1382B" w:rsidRPr="004C2B8D" w:rsidRDefault="00E1382B" w:rsidP="00BD6A60">
      <w:pPr>
        <w:jc w:val="center"/>
        <w:rPr>
          <w:b/>
          <w:bCs/>
          <w:sz w:val="24"/>
          <w:szCs w:val="24"/>
        </w:rPr>
      </w:pPr>
      <w:r w:rsidRPr="004C2B8D">
        <w:rPr>
          <w:b/>
          <w:bCs/>
          <w:sz w:val="24"/>
          <w:szCs w:val="24"/>
        </w:rPr>
        <w:t>О внесении изменений и дополнений в решение Комитета местного самоуправления Шейнского сельсовета Пачелмского района Пензенской области от 25.12.2020 № 03-23/3 «О  бюджете Шейнского сельсовета Пачелмского района Пензенской области</w:t>
      </w:r>
    </w:p>
    <w:p w:rsidR="00E1382B" w:rsidRPr="004C2B8D" w:rsidRDefault="00E1382B" w:rsidP="00BD6A60">
      <w:pPr>
        <w:jc w:val="center"/>
        <w:rPr>
          <w:b/>
          <w:bCs/>
          <w:sz w:val="24"/>
          <w:szCs w:val="24"/>
        </w:rPr>
      </w:pPr>
      <w:r w:rsidRPr="004C2B8D">
        <w:rPr>
          <w:b/>
          <w:bCs/>
          <w:sz w:val="24"/>
          <w:szCs w:val="24"/>
        </w:rPr>
        <w:t>на 2021  и плановый период 2022 и 2023 годов»</w:t>
      </w:r>
    </w:p>
    <w:p w:rsidR="00E1382B" w:rsidRPr="004C2B8D" w:rsidRDefault="00E1382B" w:rsidP="00124B75">
      <w:pPr>
        <w:jc w:val="center"/>
        <w:rPr>
          <w:b/>
          <w:bCs/>
          <w:sz w:val="24"/>
          <w:szCs w:val="24"/>
        </w:rPr>
      </w:pPr>
    </w:p>
    <w:p w:rsidR="00E1382B" w:rsidRDefault="00E1382B" w:rsidP="00BD6A60">
      <w:pPr>
        <w:ind w:firstLine="709"/>
        <w:rPr>
          <w:sz w:val="24"/>
          <w:szCs w:val="24"/>
        </w:rPr>
      </w:pPr>
      <w:r w:rsidRPr="004C2B8D">
        <w:rPr>
          <w:sz w:val="24"/>
          <w:szCs w:val="24"/>
        </w:rPr>
        <w:t>В соответствии со ст. 28 Федерального закона от 06.10.2003 №131-ФЗ «Об общих принципах организации местного самоуправления в Российской Федерации»,</w:t>
      </w:r>
      <w:r>
        <w:rPr>
          <w:sz w:val="24"/>
          <w:szCs w:val="24"/>
        </w:rPr>
        <w:t xml:space="preserve"> </w:t>
      </w:r>
      <w:r w:rsidRPr="004C2B8D">
        <w:rPr>
          <w:sz w:val="24"/>
          <w:szCs w:val="24"/>
        </w:rPr>
        <w:t>ст.ст.   39,40  Устава Шейнского сельсовета Пачелмского района Пензенской области,</w:t>
      </w:r>
    </w:p>
    <w:p w:rsidR="00E1382B" w:rsidRPr="004C2B8D" w:rsidRDefault="00E1382B" w:rsidP="00BD6A60">
      <w:pPr>
        <w:ind w:firstLine="709"/>
        <w:rPr>
          <w:sz w:val="24"/>
          <w:szCs w:val="24"/>
        </w:rPr>
      </w:pPr>
    </w:p>
    <w:p w:rsidR="00E1382B" w:rsidRPr="004C2B8D" w:rsidRDefault="00E1382B" w:rsidP="00124B75">
      <w:pPr>
        <w:pStyle w:val="BodyText"/>
        <w:jc w:val="center"/>
        <w:rPr>
          <w:b/>
          <w:bCs/>
          <w:sz w:val="24"/>
          <w:szCs w:val="24"/>
        </w:rPr>
      </w:pPr>
      <w:r w:rsidRPr="004C2B8D">
        <w:rPr>
          <w:b/>
          <w:bCs/>
          <w:sz w:val="24"/>
          <w:szCs w:val="24"/>
        </w:rPr>
        <w:t xml:space="preserve">Комитет сельского поселения местного самоуправления Шейнского сельсовета </w:t>
      </w:r>
    </w:p>
    <w:p w:rsidR="00E1382B" w:rsidRPr="004C2B8D" w:rsidRDefault="00E1382B" w:rsidP="00124B75">
      <w:pPr>
        <w:pStyle w:val="BodyText"/>
        <w:jc w:val="center"/>
        <w:rPr>
          <w:b/>
          <w:bCs/>
          <w:sz w:val="24"/>
          <w:szCs w:val="24"/>
        </w:rPr>
      </w:pPr>
      <w:r w:rsidRPr="004C2B8D">
        <w:rPr>
          <w:b/>
          <w:bCs/>
          <w:sz w:val="24"/>
          <w:szCs w:val="24"/>
        </w:rPr>
        <w:t>Пачелмского района Пензенской области решил:</w:t>
      </w:r>
    </w:p>
    <w:p w:rsidR="00E1382B" w:rsidRPr="004C2B8D" w:rsidRDefault="00E1382B" w:rsidP="00124B75">
      <w:pPr>
        <w:pStyle w:val="BodyText"/>
        <w:jc w:val="center"/>
        <w:rPr>
          <w:b/>
          <w:bCs/>
          <w:sz w:val="24"/>
          <w:szCs w:val="24"/>
        </w:rPr>
      </w:pPr>
    </w:p>
    <w:p w:rsidR="00E1382B" w:rsidRPr="004C2B8D" w:rsidRDefault="00E1382B" w:rsidP="00523BF7">
      <w:pPr>
        <w:jc w:val="both"/>
        <w:rPr>
          <w:bCs/>
          <w:sz w:val="24"/>
          <w:szCs w:val="24"/>
        </w:rPr>
      </w:pPr>
      <w:r w:rsidRPr="004C2B8D">
        <w:rPr>
          <w:bCs/>
          <w:sz w:val="24"/>
          <w:szCs w:val="24"/>
        </w:rPr>
        <w:t>1. Внести изменения и дополнения в решение Комитета местного самоуправления Шейнского сельсовета Пачелмского района Пензенской области от 25.12.2020 № 03-23/3 «О  бюджете Шейнского сельсовета Пачелмского района Пензенской области на 2021  и плановый период 2022 и 2023 годов»:</w:t>
      </w:r>
    </w:p>
    <w:p w:rsidR="00E1382B" w:rsidRPr="004C2B8D" w:rsidRDefault="00E1382B" w:rsidP="00523BF7">
      <w:pPr>
        <w:jc w:val="both"/>
        <w:rPr>
          <w:bCs/>
          <w:sz w:val="24"/>
          <w:szCs w:val="24"/>
        </w:rPr>
      </w:pPr>
      <w:r w:rsidRPr="004C2B8D">
        <w:rPr>
          <w:bCs/>
          <w:sz w:val="24"/>
          <w:szCs w:val="24"/>
        </w:rPr>
        <w:t>1.1.Часть 1 статьи 1 изложить в следующей редакции:</w:t>
      </w:r>
    </w:p>
    <w:p w:rsidR="00E1382B" w:rsidRPr="004C2B8D" w:rsidRDefault="00E1382B" w:rsidP="00124B75">
      <w:pPr>
        <w:pStyle w:val="BodyText"/>
        <w:ind w:firstLine="709"/>
        <w:rPr>
          <w:sz w:val="24"/>
          <w:szCs w:val="24"/>
        </w:rPr>
      </w:pPr>
      <w:r w:rsidRPr="004C2B8D">
        <w:rPr>
          <w:sz w:val="24"/>
          <w:szCs w:val="24"/>
        </w:rPr>
        <w:t xml:space="preserve">«1.Утвердить основные характеристики бюджета Шейнского  сельсовета Пачелмского района Пензенской области на 2021  год: </w:t>
      </w:r>
    </w:p>
    <w:p w:rsidR="00E1382B" w:rsidRPr="004C2B8D" w:rsidRDefault="00E1382B" w:rsidP="00124B75">
      <w:pPr>
        <w:pStyle w:val="BodyText"/>
        <w:ind w:firstLine="709"/>
        <w:rPr>
          <w:sz w:val="24"/>
          <w:szCs w:val="24"/>
        </w:rPr>
      </w:pPr>
      <w:r w:rsidRPr="004C2B8D">
        <w:rPr>
          <w:sz w:val="24"/>
          <w:szCs w:val="24"/>
        </w:rPr>
        <w:t>1) прогнозируемый общий объем доходов бюджета Шейнского сельсовета Пачелмского района Пензен</w:t>
      </w:r>
      <w:r>
        <w:rPr>
          <w:sz w:val="24"/>
          <w:szCs w:val="24"/>
        </w:rPr>
        <w:t>ской области в сумме    4529,0</w:t>
      </w:r>
      <w:r w:rsidRPr="004C2B8D">
        <w:rPr>
          <w:sz w:val="24"/>
          <w:szCs w:val="24"/>
        </w:rPr>
        <w:t xml:space="preserve"> тыс. рублей; </w:t>
      </w:r>
    </w:p>
    <w:p w:rsidR="00E1382B" w:rsidRPr="004C2B8D" w:rsidRDefault="00E1382B" w:rsidP="00124B75">
      <w:pPr>
        <w:pStyle w:val="BodyText"/>
        <w:ind w:firstLine="709"/>
        <w:rPr>
          <w:sz w:val="24"/>
          <w:szCs w:val="24"/>
        </w:rPr>
      </w:pPr>
      <w:r w:rsidRPr="004C2B8D">
        <w:rPr>
          <w:sz w:val="24"/>
          <w:szCs w:val="24"/>
        </w:rPr>
        <w:t>2) общий объем расходов бюджета  Шейнского   сельсовета Пачелмского района Пензенской области в сумме   5139,5 тыс. рублей;</w:t>
      </w:r>
    </w:p>
    <w:p w:rsidR="00E1382B" w:rsidRPr="004C2B8D" w:rsidRDefault="00E1382B" w:rsidP="00124B75">
      <w:pPr>
        <w:pStyle w:val="BodyText"/>
        <w:ind w:firstLine="709"/>
        <w:rPr>
          <w:sz w:val="24"/>
          <w:szCs w:val="24"/>
        </w:rPr>
      </w:pPr>
      <w:r w:rsidRPr="004C2B8D">
        <w:rPr>
          <w:sz w:val="24"/>
          <w:szCs w:val="24"/>
        </w:rPr>
        <w:t>3) верхний предел муниципального внутреннего долга Шейнского сельсовета Пачелмского района Пензенской области на 01.01.2022 года – 0,0 тыс. руб.,  верхний предел</w:t>
      </w:r>
      <w:r w:rsidRPr="004C2B8D">
        <w:rPr>
          <w:color w:val="FF0000"/>
          <w:sz w:val="24"/>
          <w:szCs w:val="24"/>
        </w:rPr>
        <w:t xml:space="preserve"> </w:t>
      </w:r>
      <w:r w:rsidRPr="004C2B8D">
        <w:rPr>
          <w:sz w:val="24"/>
          <w:szCs w:val="24"/>
        </w:rPr>
        <w:t>муниципального внутреннего</w:t>
      </w:r>
      <w:r w:rsidRPr="004C2B8D">
        <w:rPr>
          <w:color w:val="FF0000"/>
          <w:sz w:val="24"/>
          <w:szCs w:val="24"/>
        </w:rPr>
        <w:t xml:space="preserve"> </w:t>
      </w:r>
      <w:r w:rsidRPr="004C2B8D">
        <w:rPr>
          <w:sz w:val="24"/>
          <w:szCs w:val="24"/>
        </w:rPr>
        <w:t xml:space="preserve"> долга по муниципальным гарантиям Шейнского сельсовета Пачелмского района Пензенской области соответствует нулевому значению;</w:t>
      </w:r>
    </w:p>
    <w:p w:rsidR="00E1382B" w:rsidRPr="004C2B8D" w:rsidRDefault="00E1382B" w:rsidP="00124B75">
      <w:pPr>
        <w:pStyle w:val="BodyText"/>
        <w:ind w:firstLine="709"/>
        <w:rPr>
          <w:sz w:val="24"/>
          <w:szCs w:val="24"/>
        </w:rPr>
      </w:pPr>
      <w:r w:rsidRPr="004C2B8D">
        <w:rPr>
          <w:sz w:val="24"/>
          <w:szCs w:val="24"/>
        </w:rPr>
        <w:t>4) прогнозируемый дефицит бюджета Шейнского сельсовета Пачелмского района Пензенской области в сумме  610,5 тыс. рублей;</w:t>
      </w:r>
    </w:p>
    <w:p w:rsidR="00E1382B" w:rsidRPr="004C2B8D" w:rsidRDefault="00E1382B" w:rsidP="00124B75">
      <w:pPr>
        <w:pStyle w:val="BodyText"/>
        <w:ind w:firstLine="709"/>
        <w:rPr>
          <w:sz w:val="24"/>
          <w:szCs w:val="24"/>
        </w:rPr>
      </w:pPr>
      <w:r w:rsidRPr="004C2B8D">
        <w:rPr>
          <w:sz w:val="24"/>
          <w:szCs w:val="24"/>
        </w:rPr>
        <w:t>5) размер резервного фонда администрации Шейнского  сельсовета Пачелмского района Пензенской области  в сумме 4,0 тыс. рублей»;</w:t>
      </w:r>
    </w:p>
    <w:p w:rsidR="00E1382B" w:rsidRPr="004C2B8D" w:rsidRDefault="00E1382B" w:rsidP="00124B75">
      <w:pPr>
        <w:pStyle w:val="BodyText"/>
        <w:ind w:firstLine="709"/>
        <w:rPr>
          <w:sz w:val="20"/>
          <w:szCs w:val="20"/>
        </w:rPr>
      </w:pPr>
    </w:p>
    <w:p w:rsidR="00E1382B" w:rsidRPr="004C2B8D" w:rsidRDefault="00E1382B" w:rsidP="00124B75">
      <w:pPr>
        <w:pStyle w:val="BodyText"/>
        <w:ind w:firstLine="709"/>
        <w:rPr>
          <w:sz w:val="20"/>
          <w:szCs w:val="20"/>
        </w:rPr>
      </w:pPr>
    </w:p>
    <w:p w:rsidR="00E1382B" w:rsidRPr="004C2B8D" w:rsidRDefault="00E1382B" w:rsidP="00124B75">
      <w:pPr>
        <w:pStyle w:val="BodyText"/>
        <w:ind w:firstLine="709"/>
        <w:rPr>
          <w:sz w:val="20"/>
          <w:szCs w:val="20"/>
        </w:rPr>
      </w:pPr>
    </w:p>
    <w:p w:rsidR="00E1382B" w:rsidRPr="004C2B8D" w:rsidRDefault="00E1382B" w:rsidP="00C74E80">
      <w:pPr>
        <w:pStyle w:val="BodyText"/>
        <w:jc w:val="left"/>
        <w:rPr>
          <w:bCs/>
          <w:sz w:val="24"/>
          <w:szCs w:val="24"/>
        </w:rPr>
      </w:pPr>
      <w:r w:rsidRPr="004C2B8D">
        <w:rPr>
          <w:bCs/>
          <w:sz w:val="24"/>
          <w:szCs w:val="24"/>
        </w:rPr>
        <w:t>1.2. Часть 2 статьи 8 изложить в следующей редакции:</w:t>
      </w:r>
    </w:p>
    <w:p w:rsidR="00E1382B" w:rsidRPr="004C2B8D" w:rsidRDefault="00E1382B" w:rsidP="00C74E80">
      <w:pPr>
        <w:pStyle w:val="BodyText"/>
        <w:rPr>
          <w:sz w:val="24"/>
          <w:szCs w:val="24"/>
        </w:rPr>
      </w:pPr>
      <w:r w:rsidRPr="004C2B8D">
        <w:rPr>
          <w:b/>
          <w:bCs/>
          <w:sz w:val="24"/>
          <w:szCs w:val="24"/>
        </w:rPr>
        <w:t>«</w:t>
      </w:r>
      <w:r w:rsidRPr="004C2B8D">
        <w:rPr>
          <w:bCs/>
          <w:sz w:val="24"/>
          <w:szCs w:val="24"/>
        </w:rPr>
        <w:t>2.</w:t>
      </w:r>
      <w:r w:rsidRPr="004C2B8D">
        <w:rPr>
          <w:sz w:val="24"/>
          <w:szCs w:val="24"/>
        </w:rPr>
        <w:t>Утвердить объем межбюджетных трансфертов  бюджету Пачелмского района Пензенской области из бюджета Шейнского сельсовета  Пачелмского района Пензенской области на 2021 год в сумме 625,0 тыс. рублей, на  2022 год в сумме 625,0 тыс. рублей, на  2023 год  в сумме 625,0 тыс. рублей»;</w:t>
      </w:r>
    </w:p>
    <w:p w:rsidR="00E1382B" w:rsidRPr="004C2B8D" w:rsidRDefault="00E1382B" w:rsidP="00C74E80">
      <w:pPr>
        <w:pStyle w:val="BodyText"/>
        <w:rPr>
          <w:sz w:val="24"/>
          <w:szCs w:val="24"/>
        </w:rPr>
      </w:pPr>
    </w:p>
    <w:p w:rsidR="00E1382B" w:rsidRPr="004C2B8D" w:rsidRDefault="00E1382B" w:rsidP="00C74E80">
      <w:pPr>
        <w:pStyle w:val="BodyText"/>
        <w:rPr>
          <w:sz w:val="24"/>
          <w:szCs w:val="24"/>
        </w:rPr>
      </w:pPr>
      <w:r w:rsidRPr="004C2B8D">
        <w:rPr>
          <w:sz w:val="24"/>
          <w:szCs w:val="24"/>
        </w:rPr>
        <w:t>1.3. Часть 1 статьи 9 изложить в следующей редакции:</w:t>
      </w:r>
    </w:p>
    <w:p w:rsidR="00E1382B" w:rsidRPr="004C2B8D" w:rsidRDefault="00E1382B" w:rsidP="00F835C5">
      <w:pPr>
        <w:pStyle w:val="1"/>
        <w:tabs>
          <w:tab w:val="clear" w:pos="927"/>
        </w:tabs>
        <w:spacing w:before="0"/>
        <w:ind w:firstLine="0"/>
      </w:pPr>
      <w:r w:rsidRPr="004C2B8D">
        <w:t>«1.Утвердить объем бюджетных ассигнований дорожного фонда Шейнского сельсовета Пачелмского района  Пензенской области</w:t>
      </w:r>
    </w:p>
    <w:p w:rsidR="00E1382B" w:rsidRPr="004C2B8D" w:rsidRDefault="00E1382B" w:rsidP="00F835C5">
      <w:pPr>
        <w:pStyle w:val="1"/>
        <w:tabs>
          <w:tab w:val="clear" w:pos="927"/>
        </w:tabs>
        <w:spacing w:before="0"/>
        <w:ind w:left="709" w:firstLine="0"/>
      </w:pPr>
      <w:r w:rsidRPr="004C2B8D">
        <w:t xml:space="preserve">- на 2021 год в сумме 1084,6 тыс. рублей; </w:t>
      </w:r>
    </w:p>
    <w:p w:rsidR="00E1382B" w:rsidRPr="004C2B8D" w:rsidRDefault="00E1382B" w:rsidP="00F835C5">
      <w:pPr>
        <w:pStyle w:val="1"/>
        <w:tabs>
          <w:tab w:val="clear" w:pos="927"/>
        </w:tabs>
        <w:spacing w:before="0"/>
        <w:ind w:left="709" w:firstLine="0"/>
      </w:pPr>
      <w:r w:rsidRPr="004C2B8D">
        <w:t>–на 2022 год в сумме 850,0 тыс. рублей;</w:t>
      </w:r>
    </w:p>
    <w:p w:rsidR="00E1382B" w:rsidRPr="004C2B8D" w:rsidRDefault="00E1382B" w:rsidP="00F835C5">
      <w:pPr>
        <w:pStyle w:val="BodyText"/>
        <w:rPr>
          <w:sz w:val="24"/>
          <w:szCs w:val="24"/>
        </w:rPr>
      </w:pPr>
      <w:r w:rsidRPr="004C2B8D">
        <w:rPr>
          <w:sz w:val="24"/>
          <w:szCs w:val="24"/>
        </w:rPr>
        <w:t xml:space="preserve">           – на 2023 год в сумме 907,0 тыс. рублей»;</w:t>
      </w:r>
    </w:p>
    <w:p w:rsidR="00E1382B" w:rsidRPr="004C2B8D" w:rsidRDefault="00E1382B" w:rsidP="00F835C5">
      <w:pPr>
        <w:pStyle w:val="BodyText"/>
        <w:rPr>
          <w:sz w:val="24"/>
          <w:szCs w:val="24"/>
        </w:rPr>
      </w:pPr>
      <w:r w:rsidRPr="004C2B8D">
        <w:rPr>
          <w:b/>
          <w:bCs/>
          <w:sz w:val="24"/>
          <w:szCs w:val="24"/>
        </w:rPr>
        <w:t xml:space="preserve">               </w:t>
      </w:r>
    </w:p>
    <w:p w:rsidR="00E1382B" w:rsidRPr="004C2B8D" w:rsidRDefault="00E1382B" w:rsidP="001F3E55">
      <w:pPr>
        <w:pStyle w:val="BodyText"/>
        <w:jc w:val="left"/>
        <w:rPr>
          <w:sz w:val="24"/>
          <w:szCs w:val="24"/>
        </w:rPr>
      </w:pPr>
      <w:r w:rsidRPr="004C2B8D">
        <w:rPr>
          <w:sz w:val="24"/>
          <w:szCs w:val="24"/>
        </w:rPr>
        <w:t>1.4. Приложение 1 изложить в следующей редакции:</w:t>
      </w:r>
    </w:p>
    <w:p w:rsidR="00E1382B" w:rsidRPr="004C2B8D" w:rsidRDefault="00E1382B" w:rsidP="00124B75">
      <w:pPr>
        <w:pStyle w:val="BodyText"/>
        <w:jc w:val="right"/>
        <w:rPr>
          <w:sz w:val="20"/>
          <w:szCs w:val="20"/>
        </w:rPr>
      </w:pPr>
      <w:r w:rsidRPr="004C2B8D">
        <w:rPr>
          <w:sz w:val="20"/>
          <w:szCs w:val="20"/>
        </w:rPr>
        <w:t>«Приложение  1</w:t>
      </w:r>
    </w:p>
    <w:p w:rsidR="00E1382B" w:rsidRPr="004C2B8D" w:rsidRDefault="00E1382B" w:rsidP="00124B75">
      <w:pPr>
        <w:pStyle w:val="BodyText"/>
        <w:spacing w:line="240" w:lineRule="exact"/>
        <w:jc w:val="right"/>
        <w:rPr>
          <w:sz w:val="20"/>
          <w:szCs w:val="20"/>
        </w:rPr>
      </w:pPr>
      <w:r w:rsidRPr="004C2B8D">
        <w:rPr>
          <w:sz w:val="20"/>
          <w:szCs w:val="20"/>
        </w:rPr>
        <w:t>к решению Комитета местного</w:t>
      </w:r>
    </w:p>
    <w:p w:rsidR="00E1382B" w:rsidRPr="004C2B8D" w:rsidRDefault="00E1382B" w:rsidP="00124B75">
      <w:pPr>
        <w:pStyle w:val="BodyText"/>
        <w:spacing w:line="240" w:lineRule="exact"/>
        <w:jc w:val="right"/>
        <w:rPr>
          <w:sz w:val="20"/>
          <w:szCs w:val="20"/>
        </w:rPr>
      </w:pPr>
      <w:r w:rsidRPr="004C2B8D">
        <w:rPr>
          <w:sz w:val="20"/>
          <w:szCs w:val="20"/>
        </w:rPr>
        <w:t xml:space="preserve"> самоуправления Шейнского сельсовета</w:t>
      </w:r>
    </w:p>
    <w:p w:rsidR="00E1382B" w:rsidRPr="004C2B8D" w:rsidRDefault="00E1382B" w:rsidP="00124B75">
      <w:pPr>
        <w:pStyle w:val="BodyText"/>
        <w:spacing w:line="240" w:lineRule="exact"/>
        <w:jc w:val="right"/>
        <w:rPr>
          <w:sz w:val="20"/>
          <w:szCs w:val="20"/>
        </w:rPr>
      </w:pPr>
      <w:r w:rsidRPr="004C2B8D">
        <w:rPr>
          <w:sz w:val="20"/>
          <w:szCs w:val="20"/>
        </w:rPr>
        <w:t>Пачелмского района Пензенской области</w:t>
      </w:r>
    </w:p>
    <w:p w:rsidR="00E1382B" w:rsidRPr="004C2B8D" w:rsidRDefault="00E1382B" w:rsidP="00BE2B9E">
      <w:pPr>
        <w:jc w:val="right"/>
      </w:pPr>
      <w:r w:rsidRPr="004C2B8D">
        <w:t xml:space="preserve">от 25.12.2020  № 03-23/3  </w:t>
      </w:r>
    </w:p>
    <w:p w:rsidR="00E1382B" w:rsidRPr="004C2B8D" w:rsidRDefault="00E1382B" w:rsidP="00124B75">
      <w:pPr>
        <w:jc w:val="right"/>
        <w:rPr>
          <w:color w:val="FF0000"/>
        </w:rPr>
      </w:pPr>
      <w:r w:rsidRPr="004C2B8D">
        <w:rPr>
          <w:color w:val="FF0000"/>
        </w:rPr>
        <w:t xml:space="preserve">  </w:t>
      </w:r>
    </w:p>
    <w:p w:rsidR="00E1382B" w:rsidRPr="004C2B8D" w:rsidRDefault="00E1382B" w:rsidP="00124B75">
      <w:pPr>
        <w:jc w:val="right"/>
      </w:pPr>
    </w:p>
    <w:p w:rsidR="00E1382B" w:rsidRPr="004C2B8D" w:rsidRDefault="00E1382B" w:rsidP="00124B75">
      <w:pPr>
        <w:pStyle w:val="BodyText"/>
        <w:rPr>
          <w:b/>
          <w:bCs/>
          <w:sz w:val="24"/>
          <w:szCs w:val="24"/>
        </w:rPr>
      </w:pPr>
      <w:r w:rsidRPr="004C2B8D">
        <w:rPr>
          <w:b/>
          <w:bCs/>
          <w:sz w:val="24"/>
          <w:szCs w:val="24"/>
        </w:rPr>
        <w:t>Источники  финансирования  дефицита бюджета  Шейнского   сельсовета  Пачелмского района Пензенской области на 2021 год и  плановый период 2022 и 2023 годов.</w:t>
      </w:r>
    </w:p>
    <w:p w:rsidR="00E1382B" w:rsidRPr="004C2B8D" w:rsidRDefault="00E1382B" w:rsidP="00124B75">
      <w:pPr>
        <w:pStyle w:val="BodyText"/>
        <w:jc w:val="center"/>
        <w:rPr>
          <w:b/>
          <w:bCs/>
          <w:sz w:val="20"/>
          <w:szCs w:val="20"/>
        </w:rPr>
      </w:pPr>
    </w:p>
    <w:tbl>
      <w:tblPr>
        <w:tblW w:w="9747" w:type="dxa"/>
        <w:tblInd w:w="-106" w:type="dxa"/>
        <w:tblLook w:val="00A0"/>
      </w:tblPr>
      <w:tblGrid>
        <w:gridCol w:w="2628"/>
        <w:gridCol w:w="3742"/>
        <w:gridCol w:w="1109"/>
        <w:gridCol w:w="1151"/>
        <w:gridCol w:w="1117"/>
      </w:tblGrid>
      <w:tr w:rsidR="00E1382B" w:rsidRPr="004C2B8D" w:rsidTr="00124B75">
        <w:trPr>
          <w:trHeight w:val="225"/>
        </w:trPr>
        <w:tc>
          <w:tcPr>
            <w:tcW w:w="26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382B" w:rsidRPr="004C2B8D" w:rsidRDefault="00E1382B" w:rsidP="00124B75">
            <w:pPr>
              <w:jc w:val="center"/>
              <w:rPr>
                <w:b/>
                <w:bCs/>
              </w:rPr>
            </w:pPr>
            <w:r w:rsidRPr="004C2B8D">
              <w:rPr>
                <w:b/>
                <w:bCs/>
              </w:rPr>
              <w:t>Код источника финансирования по КИВФ,КИВнФ</w:t>
            </w:r>
          </w:p>
        </w:tc>
        <w:tc>
          <w:tcPr>
            <w:tcW w:w="3742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E1382B" w:rsidRPr="004C2B8D" w:rsidRDefault="00E1382B" w:rsidP="00124B75">
            <w:pPr>
              <w:jc w:val="center"/>
              <w:rPr>
                <w:b/>
                <w:bCs/>
              </w:rPr>
            </w:pPr>
            <w:r w:rsidRPr="004C2B8D">
              <w:rPr>
                <w:b/>
                <w:bCs/>
              </w:rPr>
              <w:t>Наименование показателя</w:t>
            </w:r>
          </w:p>
        </w:tc>
        <w:tc>
          <w:tcPr>
            <w:tcW w:w="3377" w:type="dxa"/>
            <w:gridSpan w:val="3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</w:tcPr>
          <w:p w:rsidR="00E1382B" w:rsidRPr="004C2B8D" w:rsidRDefault="00E1382B" w:rsidP="00124B75">
            <w:pPr>
              <w:jc w:val="center"/>
              <w:rPr>
                <w:b/>
                <w:bCs/>
              </w:rPr>
            </w:pPr>
            <w:r w:rsidRPr="004C2B8D">
              <w:rPr>
                <w:b/>
                <w:bCs/>
              </w:rPr>
              <w:t>Сумма,</w:t>
            </w:r>
          </w:p>
          <w:p w:rsidR="00E1382B" w:rsidRPr="004C2B8D" w:rsidRDefault="00E1382B" w:rsidP="00124B75">
            <w:pPr>
              <w:jc w:val="center"/>
              <w:rPr>
                <w:b/>
                <w:bCs/>
              </w:rPr>
            </w:pPr>
            <w:r w:rsidRPr="004C2B8D">
              <w:rPr>
                <w:b/>
                <w:bCs/>
              </w:rPr>
              <w:t xml:space="preserve">тысяч рублей              </w:t>
            </w:r>
          </w:p>
        </w:tc>
      </w:tr>
      <w:tr w:rsidR="00E1382B" w:rsidRPr="004C2B8D" w:rsidTr="00124B75">
        <w:trPr>
          <w:trHeight w:val="208"/>
        </w:trPr>
        <w:tc>
          <w:tcPr>
            <w:tcW w:w="26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382B" w:rsidRPr="004C2B8D" w:rsidRDefault="00E1382B" w:rsidP="00124B75">
            <w:pPr>
              <w:widowControl/>
              <w:rPr>
                <w:b/>
                <w:bCs/>
              </w:rPr>
            </w:pPr>
          </w:p>
        </w:tc>
        <w:tc>
          <w:tcPr>
            <w:tcW w:w="3742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1382B" w:rsidRPr="004C2B8D" w:rsidRDefault="00E1382B" w:rsidP="00124B75">
            <w:pPr>
              <w:widowControl/>
              <w:rPr>
                <w:b/>
                <w:bCs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124B75">
            <w:pPr>
              <w:jc w:val="center"/>
              <w:rPr>
                <w:b/>
                <w:bCs/>
              </w:rPr>
            </w:pPr>
            <w:r w:rsidRPr="004C2B8D">
              <w:rPr>
                <w:b/>
                <w:bCs/>
                <w:lang w:val="en-US"/>
              </w:rPr>
              <w:t>20</w:t>
            </w:r>
            <w:r w:rsidRPr="004C2B8D">
              <w:rPr>
                <w:b/>
                <w:bCs/>
              </w:rPr>
              <w:t>21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124B75">
            <w:pPr>
              <w:jc w:val="center"/>
              <w:rPr>
                <w:b/>
                <w:bCs/>
              </w:rPr>
            </w:pPr>
            <w:r w:rsidRPr="004C2B8D">
              <w:rPr>
                <w:b/>
                <w:bCs/>
              </w:rPr>
              <w:t>2022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1382B" w:rsidRPr="004C2B8D" w:rsidRDefault="00E1382B" w:rsidP="00124B75">
            <w:pPr>
              <w:jc w:val="center"/>
              <w:rPr>
                <w:b/>
                <w:bCs/>
              </w:rPr>
            </w:pPr>
            <w:r w:rsidRPr="004C2B8D">
              <w:rPr>
                <w:b/>
                <w:bCs/>
              </w:rPr>
              <w:t xml:space="preserve">2023      </w:t>
            </w:r>
          </w:p>
        </w:tc>
      </w:tr>
      <w:tr w:rsidR="00E1382B" w:rsidRPr="004C2B8D" w:rsidTr="00124B75">
        <w:trPr>
          <w:trHeight w:val="600"/>
        </w:trPr>
        <w:tc>
          <w:tcPr>
            <w:tcW w:w="26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1382B" w:rsidRPr="004C2B8D" w:rsidRDefault="00E1382B" w:rsidP="00124B75">
            <w:r w:rsidRPr="004C2B8D">
              <w:t>000 01 00 00 00 00 0000 000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1382B" w:rsidRPr="004C2B8D" w:rsidRDefault="00E1382B" w:rsidP="00124B75">
            <w:r w:rsidRPr="004C2B8D">
              <w:t>Источники внутреннего финансирования дефицитов бюджетов</w:t>
            </w:r>
          </w:p>
        </w:tc>
        <w:tc>
          <w:tcPr>
            <w:tcW w:w="11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E1382B" w:rsidRPr="004C2B8D" w:rsidRDefault="00E1382B" w:rsidP="002176EE">
            <w:pPr>
              <w:jc w:val="center"/>
            </w:pPr>
            <w:r w:rsidRPr="004C2B8D">
              <w:t>610,5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E1382B" w:rsidRPr="004C2B8D" w:rsidRDefault="00E1382B" w:rsidP="00124B75">
            <w:pPr>
              <w:jc w:val="center"/>
            </w:pPr>
            <w:r w:rsidRPr="004C2B8D">
              <w:t>5,0</w:t>
            </w:r>
          </w:p>
        </w:tc>
        <w:tc>
          <w:tcPr>
            <w:tcW w:w="111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E1382B" w:rsidRPr="004C2B8D" w:rsidRDefault="00E1382B" w:rsidP="00124B75">
            <w:pPr>
              <w:jc w:val="center"/>
            </w:pPr>
            <w:r w:rsidRPr="004C2B8D">
              <w:t>5,0</w:t>
            </w:r>
          </w:p>
        </w:tc>
      </w:tr>
      <w:tr w:rsidR="00E1382B" w:rsidRPr="004C2B8D" w:rsidTr="00124B75">
        <w:trPr>
          <w:trHeight w:val="645"/>
        </w:trPr>
        <w:tc>
          <w:tcPr>
            <w:tcW w:w="26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1382B" w:rsidRPr="004C2B8D" w:rsidRDefault="00E1382B" w:rsidP="00124B75">
            <w:r w:rsidRPr="004C2B8D">
              <w:t>000 01 05 00 00 00 0000 000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1382B" w:rsidRPr="004C2B8D" w:rsidRDefault="00E1382B" w:rsidP="00124B75">
            <w:r w:rsidRPr="004C2B8D">
              <w:t xml:space="preserve">  </w:t>
            </w:r>
            <w:r w:rsidRPr="004C2B8D">
              <w:rPr>
                <w:rStyle w:val="blk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E1382B" w:rsidRPr="004C2B8D" w:rsidRDefault="00E1382B" w:rsidP="000704BF">
            <w:pPr>
              <w:jc w:val="center"/>
            </w:pPr>
            <w:r w:rsidRPr="004C2B8D">
              <w:t>610,5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E1382B" w:rsidRPr="004C2B8D" w:rsidRDefault="00E1382B" w:rsidP="00124B75">
            <w:pPr>
              <w:jc w:val="center"/>
            </w:pPr>
            <w:r w:rsidRPr="004C2B8D">
              <w:t>5,0</w:t>
            </w:r>
          </w:p>
        </w:tc>
        <w:tc>
          <w:tcPr>
            <w:tcW w:w="111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E1382B" w:rsidRPr="004C2B8D" w:rsidRDefault="00E1382B" w:rsidP="00124B75">
            <w:pPr>
              <w:jc w:val="center"/>
            </w:pPr>
            <w:r w:rsidRPr="004C2B8D">
              <w:t>5,0</w:t>
            </w:r>
          </w:p>
        </w:tc>
      </w:tr>
      <w:tr w:rsidR="00E1382B" w:rsidRPr="004C2B8D" w:rsidTr="00124B75">
        <w:trPr>
          <w:trHeight w:val="480"/>
        </w:trPr>
        <w:tc>
          <w:tcPr>
            <w:tcW w:w="26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1382B" w:rsidRPr="004C2B8D" w:rsidRDefault="00E1382B" w:rsidP="00124B75">
            <w:r w:rsidRPr="004C2B8D">
              <w:t>000 01 05 02 00 00 0000 500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1382B" w:rsidRPr="004C2B8D" w:rsidRDefault="00E1382B" w:rsidP="00124B75">
            <w:r w:rsidRPr="004C2B8D">
              <w:t xml:space="preserve">  </w:t>
            </w:r>
            <w:r w:rsidRPr="004C2B8D">
              <w:rPr>
                <w:rStyle w:val="blk"/>
              </w:rPr>
              <w:t>Увеличение прочих остатков средств бюджетов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E1382B" w:rsidRPr="004C2B8D" w:rsidRDefault="00E1382B" w:rsidP="00C55106">
            <w:pPr>
              <w:jc w:val="center"/>
            </w:pPr>
            <w:r w:rsidRPr="004C2B8D">
              <w:t>-4529,0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E1382B" w:rsidRPr="004C2B8D" w:rsidRDefault="00E1382B" w:rsidP="000704BF">
            <w:pPr>
              <w:jc w:val="center"/>
            </w:pPr>
            <w:r w:rsidRPr="004C2B8D">
              <w:t>-3918,6</w:t>
            </w:r>
          </w:p>
        </w:tc>
        <w:tc>
          <w:tcPr>
            <w:tcW w:w="111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E1382B" w:rsidRPr="004C2B8D" w:rsidRDefault="00E1382B" w:rsidP="00124B75">
            <w:pPr>
              <w:jc w:val="center"/>
            </w:pPr>
            <w:r w:rsidRPr="004C2B8D">
              <w:t>-3977,9</w:t>
            </w:r>
          </w:p>
        </w:tc>
      </w:tr>
      <w:tr w:rsidR="00E1382B" w:rsidRPr="004C2B8D" w:rsidTr="00124B75">
        <w:trPr>
          <w:trHeight w:val="450"/>
        </w:trPr>
        <w:tc>
          <w:tcPr>
            <w:tcW w:w="26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1382B" w:rsidRPr="004C2B8D" w:rsidRDefault="00E1382B" w:rsidP="00124B75">
            <w:r w:rsidRPr="004C2B8D">
              <w:t>901 01 05 02 01 10 0000 510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1382B" w:rsidRPr="004C2B8D" w:rsidRDefault="00E1382B" w:rsidP="00124B75">
            <w:r w:rsidRPr="004C2B8D">
              <w:t xml:space="preserve">  </w:t>
            </w:r>
            <w:r w:rsidRPr="004C2B8D">
              <w:rPr>
                <w:rStyle w:val="blk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E1382B" w:rsidRPr="004C2B8D" w:rsidRDefault="00E1382B" w:rsidP="00124B75">
            <w:pPr>
              <w:jc w:val="center"/>
            </w:pPr>
            <w:r w:rsidRPr="004C2B8D">
              <w:t>-4529,0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E1382B" w:rsidRPr="004C2B8D" w:rsidRDefault="00E1382B" w:rsidP="000704BF">
            <w:pPr>
              <w:jc w:val="center"/>
            </w:pPr>
            <w:r w:rsidRPr="004C2B8D">
              <w:t>-3918,6</w:t>
            </w:r>
          </w:p>
        </w:tc>
        <w:tc>
          <w:tcPr>
            <w:tcW w:w="111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E1382B" w:rsidRPr="004C2B8D" w:rsidRDefault="00E1382B" w:rsidP="00124B75">
            <w:pPr>
              <w:jc w:val="center"/>
            </w:pPr>
            <w:r w:rsidRPr="004C2B8D">
              <w:t>-3977,9</w:t>
            </w:r>
          </w:p>
        </w:tc>
      </w:tr>
      <w:tr w:rsidR="00E1382B" w:rsidRPr="004C2B8D" w:rsidTr="00124B75">
        <w:trPr>
          <w:trHeight w:val="510"/>
        </w:trPr>
        <w:tc>
          <w:tcPr>
            <w:tcW w:w="26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1382B" w:rsidRPr="004C2B8D" w:rsidRDefault="00E1382B" w:rsidP="00124B75">
            <w:r w:rsidRPr="004C2B8D">
              <w:t>000 01 05 02 00 00 0000 600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1382B" w:rsidRPr="004C2B8D" w:rsidRDefault="00E1382B" w:rsidP="00124B75">
            <w:r w:rsidRPr="004C2B8D">
              <w:t xml:space="preserve">  </w:t>
            </w:r>
            <w:r w:rsidRPr="004C2B8D">
              <w:rPr>
                <w:rStyle w:val="blk"/>
              </w:rPr>
              <w:t>Уменьшение прочих остатков средств бюджетов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E1382B" w:rsidRPr="004C2B8D" w:rsidRDefault="00E1382B" w:rsidP="001F3E55">
            <w:r w:rsidRPr="004C2B8D">
              <w:t xml:space="preserve">    5139,5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E1382B" w:rsidRPr="004C2B8D" w:rsidRDefault="00E1382B" w:rsidP="00124B75">
            <w:pPr>
              <w:jc w:val="center"/>
            </w:pPr>
            <w:r w:rsidRPr="004C2B8D">
              <w:t>3923,6</w:t>
            </w:r>
          </w:p>
        </w:tc>
        <w:tc>
          <w:tcPr>
            <w:tcW w:w="111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1382B" w:rsidRPr="004C2B8D" w:rsidRDefault="00E1382B" w:rsidP="00124B75"/>
          <w:p w:rsidR="00E1382B" w:rsidRPr="004C2B8D" w:rsidRDefault="00E1382B" w:rsidP="00C55106">
            <w:r w:rsidRPr="004C2B8D">
              <w:t xml:space="preserve">   3982,9</w:t>
            </w:r>
          </w:p>
        </w:tc>
      </w:tr>
      <w:tr w:rsidR="00E1382B" w:rsidRPr="004C2B8D" w:rsidTr="00124B75">
        <w:trPr>
          <w:trHeight w:val="615"/>
        </w:trPr>
        <w:tc>
          <w:tcPr>
            <w:tcW w:w="26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1382B" w:rsidRPr="004C2B8D" w:rsidRDefault="00E1382B" w:rsidP="00124B75">
            <w:r w:rsidRPr="004C2B8D">
              <w:t>901</w:t>
            </w:r>
            <w:r w:rsidRPr="004C2B8D">
              <w:rPr>
                <w:color w:val="FF0000"/>
              </w:rPr>
              <w:t xml:space="preserve"> </w:t>
            </w:r>
            <w:r w:rsidRPr="004C2B8D">
              <w:t>01 05 02 01 10 0000 610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1382B" w:rsidRPr="004C2B8D" w:rsidRDefault="00E1382B" w:rsidP="00124B75">
            <w:r w:rsidRPr="004C2B8D">
              <w:t xml:space="preserve">  </w:t>
            </w:r>
            <w:r w:rsidRPr="004C2B8D">
              <w:rPr>
                <w:rStyle w:val="blk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E1382B" w:rsidRPr="004C2B8D" w:rsidRDefault="00E1382B" w:rsidP="00124B75">
            <w:pPr>
              <w:jc w:val="center"/>
            </w:pPr>
            <w:r w:rsidRPr="004C2B8D">
              <w:t>5139,5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E1382B" w:rsidRPr="004C2B8D" w:rsidRDefault="00E1382B" w:rsidP="00124B75">
            <w:pPr>
              <w:jc w:val="center"/>
            </w:pPr>
            <w:r w:rsidRPr="004C2B8D">
              <w:t>3923,6</w:t>
            </w:r>
          </w:p>
        </w:tc>
        <w:tc>
          <w:tcPr>
            <w:tcW w:w="111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1382B" w:rsidRPr="004C2B8D" w:rsidRDefault="00E1382B" w:rsidP="00124B75"/>
          <w:p w:rsidR="00E1382B" w:rsidRPr="004C2B8D" w:rsidRDefault="00E1382B" w:rsidP="000704BF">
            <w:r w:rsidRPr="004C2B8D">
              <w:t>3982,9</w:t>
            </w:r>
          </w:p>
        </w:tc>
      </w:tr>
    </w:tbl>
    <w:p w:rsidR="00E1382B" w:rsidRPr="004C2B8D" w:rsidRDefault="00E1382B" w:rsidP="00432137">
      <w:pPr>
        <w:jc w:val="both"/>
      </w:pPr>
    </w:p>
    <w:p w:rsidR="00E1382B" w:rsidRPr="004C2B8D" w:rsidRDefault="00E1382B" w:rsidP="008B0594">
      <w:pPr>
        <w:pStyle w:val="BodyText"/>
        <w:rPr>
          <w:sz w:val="20"/>
          <w:szCs w:val="20"/>
        </w:rPr>
      </w:pPr>
    </w:p>
    <w:p w:rsidR="00E1382B" w:rsidRPr="004C2B8D" w:rsidRDefault="00E1382B" w:rsidP="008B0594">
      <w:pPr>
        <w:pStyle w:val="BodyText"/>
        <w:rPr>
          <w:sz w:val="20"/>
          <w:szCs w:val="20"/>
        </w:rPr>
      </w:pPr>
      <w:r w:rsidRPr="004C2B8D">
        <w:rPr>
          <w:sz w:val="20"/>
          <w:szCs w:val="20"/>
        </w:rPr>
        <w:t>»;</w:t>
      </w:r>
    </w:p>
    <w:p w:rsidR="00E1382B" w:rsidRPr="004C2B8D" w:rsidRDefault="00E1382B" w:rsidP="008B0594">
      <w:pPr>
        <w:pStyle w:val="BodyText"/>
        <w:rPr>
          <w:sz w:val="20"/>
          <w:szCs w:val="20"/>
        </w:rPr>
      </w:pPr>
    </w:p>
    <w:p w:rsidR="00E1382B" w:rsidRPr="004C2B8D" w:rsidRDefault="00E1382B" w:rsidP="008B0594">
      <w:pPr>
        <w:pStyle w:val="BodyText"/>
        <w:rPr>
          <w:sz w:val="20"/>
          <w:szCs w:val="20"/>
        </w:rPr>
      </w:pPr>
    </w:p>
    <w:p w:rsidR="00E1382B" w:rsidRPr="004C2B8D" w:rsidRDefault="00E1382B" w:rsidP="008B0594">
      <w:pPr>
        <w:pStyle w:val="BodyText"/>
        <w:rPr>
          <w:sz w:val="20"/>
          <w:szCs w:val="20"/>
        </w:rPr>
      </w:pPr>
    </w:p>
    <w:p w:rsidR="00E1382B" w:rsidRPr="004C2B8D" w:rsidRDefault="00E1382B" w:rsidP="008B0594">
      <w:pPr>
        <w:pStyle w:val="BodyText"/>
        <w:rPr>
          <w:sz w:val="20"/>
          <w:szCs w:val="20"/>
        </w:rPr>
      </w:pPr>
    </w:p>
    <w:p w:rsidR="00E1382B" w:rsidRPr="004C2B8D" w:rsidRDefault="00E1382B" w:rsidP="008B0594">
      <w:pPr>
        <w:pStyle w:val="BodyText"/>
        <w:rPr>
          <w:sz w:val="24"/>
          <w:szCs w:val="24"/>
        </w:rPr>
      </w:pPr>
      <w:r w:rsidRPr="004C2B8D">
        <w:rPr>
          <w:sz w:val="24"/>
          <w:szCs w:val="24"/>
        </w:rPr>
        <w:t>1.5. Приложение 8 изложить в следующей редакции:</w:t>
      </w:r>
    </w:p>
    <w:p w:rsidR="00E1382B" w:rsidRPr="004C2B8D" w:rsidRDefault="00E1382B" w:rsidP="008B0594">
      <w:pPr>
        <w:pStyle w:val="BodyText"/>
        <w:rPr>
          <w:sz w:val="20"/>
          <w:szCs w:val="20"/>
        </w:rPr>
      </w:pPr>
    </w:p>
    <w:p w:rsidR="00E1382B" w:rsidRPr="004C2B8D" w:rsidRDefault="00E1382B" w:rsidP="008B0594">
      <w:pPr>
        <w:pStyle w:val="BodyText"/>
        <w:rPr>
          <w:sz w:val="20"/>
          <w:szCs w:val="20"/>
        </w:rPr>
      </w:pPr>
    </w:p>
    <w:p w:rsidR="00E1382B" w:rsidRPr="004C2B8D" w:rsidRDefault="00E1382B" w:rsidP="008B0594">
      <w:pPr>
        <w:pStyle w:val="BodyText"/>
        <w:rPr>
          <w:sz w:val="20"/>
          <w:szCs w:val="20"/>
        </w:rPr>
      </w:pPr>
    </w:p>
    <w:p w:rsidR="00E1382B" w:rsidRPr="004C2B8D" w:rsidRDefault="00E1382B" w:rsidP="000704BF">
      <w:pPr>
        <w:jc w:val="right"/>
      </w:pPr>
    </w:p>
    <w:p w:rsidR="00E1382B" w:rsidRPr="004C2B8D" w:rsidRDefault="00E1382B" w:rsidP="000704BF">
      <w:pPr>
        <w:jc w:val="right"/>
      </w:pPr>
    </w:p>
    <w:p w:rsidR="00E1382B" w:rsidRPr="004C2B8D" w:rsidRDefault="00E1382B" w:rsidP="008B0594">
      <w:pPr>
        <w:pStyle w:val="BodyText"/>
        <w:rPr>
          <w:sz w:val="20"/>
          <w:szCs w:val="20"/>
        </w:rPr>
      </w:pPr>
    </w:p>
    <w:p w:rsidR="00E1382B" w:rsidRPr="004C2B8D" w:rsidRDefault="00E1382B" w:rsidP="00CD265B">
      <w:pPr>
        <w:pStyle w:val="BodyText"/>
        <w:rPr>
          <w:sz w:val="20"/>
          <w:szCs w:val="20"/>
        </w:rPr>
        <w:sectPr w:rsidR="00E1382B" w:rsidRPr="004C2B8D" w:rsidSect="00642B7C">
          <w:footerReference w:type="even" r:id="rId8"/>
          <w:footerReference w:type="default" r:id="rId9"/>
          <w:pgSz w:w="11906" w:h="16838"/>
          <w:pgMar w:top="1134" w:right="567" w:bottom="1077" w:left="1701" w:header="709" w:footer="709" w:gutter="0"/>
          <w:cols w:space="708"/>
          <w:titlePg/>
          <w:docGrid w:linePitch="360"/>
        </w:sectPr>
      </w:pPr>
    </w:p>
    <w:p w:rsidR="00E1382B" w:rsidRPr="004C2B8D" w:rsidRDefault="00E1382B" w:rsidP="00016BBA">
      <w:pPr>
        <w:pStyle w:val="BodyText"/>
        <w:spacing w:line="240" w:lineRule="exact"/>
        <w:rPr>
          <w:sz w:val="20"/>
          <w:szCs w:val="20"/>
        </w:rPr>
      </w:pPr>
      <w:r w:rsidRPr="004C2B8D"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E1382B" w:rsidRPr="004C2B8D" w:rsidRDefault="00E1382B" w:rsidP="00775F45">
      <w:pPr>
        <w:jc w:val="right"/>
        <w:rPr>
          <w:color w:val="FF0000"/>
        </w:rPr>
      </w:pPr>
      <w:r w:rsidRPr="004C2B8D">
        <w:t>«Приложение  8</w:t>
      </w:r>
    </w:p>
    <w:p w:rsidR="00E1382B" w:rsidRPr="004C2B8D" w:rsidRDefault="00E1382B" w:rsidP="00775F45">
      <w:pPr>
        <w:jc w:val="right"/>
      </w:pPr>
      <w:r w:rsidRPr="004C2B8D">
        <w:t>к решению Комитета местного</w:t>
      </w:r>
    </w:p>
    <w:p w:rsidR="00E1382B" w:rsidRPr="004C2B8D" w:rsidRDefault="00E1382B" w:rsidP="00775F45">
      <w:pPr>
        <w:jc w:val="right"/>
      </w:pPr>
      <w:r w:rsidRPr="004C2B8D">
        <w:t xml:space="preserve"> самоуправления Шейнского сельсовета</w:t>
      </w:r>
    </w:p>
    <w:p w:rsidR="00E1382B" w:rsidRPr="004C2B8D" w:rsidRDefault="00E1382B" w:rsidP="00775F45">
      <w:pPr>
        <w:jc w:val="right"/>
      </w:pPr>
      <w:r w:rsidRPr="004C2B8D">
        <w:t>Пачелмского района Пензенской области</w:t>
      </w:r>
    </w:p>
    <w:p w:rsidR="00E1382B" w:rsidRPr="004C2B8D" w:rsidRDefault="00E1382B" w:rsidP="00775F45">
      <w:pPr>
        <w:jc w:val="right"/>
      </w:pPr>
      <w:r w:rsidRPr="004C2B8D">
        <w:t xml:space="preserve">от 25.12.2020 № 03-23/3 </w:t>
      </w:r>
    </w:p>
    <w:p w:rsidR="00E1382B" w:rsidRPr="004C2B8D" w:rsidRDefault="00E1382B" w:rsidP="00775F45">
      <w:pPr>
        <w:jc w:val="right"/>
      </w:pPr>
    </w:p>
    <w:p w:rsidR="00E1382B" w:rsidRPr="004C2B8D" w:rsidRDefault="00E1382B" w:rsidP="00775F45">
      <w:pPr>
        <w:rPr>
          <w:b/>
          <w:bCs/>
          <w:sz w:val="24"/>
          <w:szCs w:val="24"/>
        </w:rPr>
      </w:pPr>
      <w:r w:rsidRPr="004C2B8D">
        <w:rPr>
          <w:b/>
          <w:bCs/>
          <w:sz w:val="24"/>
          <w:szCs w:val="24"/>
        </w:rPr>
        <w:t xml:space="preserve">Распределение бюджетных ассигнований на 2021 год и плановый период 2022 и 2023 годов по разделам (Рз), подразделам (Пр), целевым статьям (ЦСР)(муниципальным программам и непрограммным направлениям деятельности), группам (группам и подгруппам) видов расходов (Вр) классификации расходов бюджета Шейнского сельсовета Пачелмского района Пензенской области </w:t>
      </w:r>
    </w:p>
    <w:p w:rsidR="00E1382B" w:rsidRPr="004C2B8D" w:rsidRDefault="00E1382B" w:rsidP="00775F45">
      <w:pPr>
        <w:rPr>
          <w:b/>
          <w:bCs/>
        </w:rPr>
      </w:pPr>
    </w:p>
    <w:p w:rsidR="00E1382B" w:rsidRPr="004C2B8D" w:rsidRDefault="00E1382B" w:rsidP="0070285D">
      <w:pPr>
        <w:tabs>
          <w:tab w:val="left" w:pos="4820"/>
          <w:tab w:val="left" w:pos="4962"/>
          <w:tab w:val="left" w:pos="10630"/>
        </w:tabs>
        <w:ind w:right="424"/>
        <w:rPr>
          <w:b/>
          <w:bCs/>
        </w:rPr>
      </w:pPr>
    </w:p>
    <w:p w:rsidR="00E1382B" w:rsidRPr="004C2B8D" w:rsidRDefault="00E1382B" w:rsidP="00775F45">
      <w:pPr>
        <w:rPr>
          <w:b/>
          <w:bCs/>
        </w:rPr>
      </w:pPr>
    </w:p>
    <w:tbl>
      <w:tblPr>
        <w:tblW w:w="10915" w:type="dxa"/>
        <w:tblInd w:w="108" w:type="dxa"/>
        <w:tblLook w:val="00A0"/>
      </w:tblPr>
      <w:tblGrid>
        <w:gridCol w:w="2977"/>
        <w:gridCol w:w="1134"/>
        <w:gridCol w:w="1134"/>
        <w:gridCol w:w="1329"/>
        <w:gridCol w:w="1040"/>
        <w:gridCol w:w="1086"/>
        <w:gridCol w:w="1134"/>
        <w:gridCol w:w="1134"/>
      </w:tblGrid>
      <w:tr w:rsidR="00E1382B" w:rsidRPr="004C2B8D" w:rsidTr="004C2B8D">
        <w:trPr>
          <w:trHeight w:val="270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1382B" w:rsidRPr="004C2B8D" w:rsidRDefault="00E1382B" w:rsidP="0070285D">
            <w:pPr>
              <w:widowControl/>
              <w:rPr>
                <w:rFonts w:ascii="Arial CYR" w:hAnsi="Arial CYR" w:cs="Arial CYR"/>
              </w:rPr>
            </w:pPr>
            <w:r w:rsidRPr="004C2B8D">
              <w:rPr>
                <w:rFonts w:ascii="Arial CYR" w:hAnsi="Arial CYR" w:cs="Arial CYR"/>
              </w:rPr>
              <w:t>Единица измерения:</w:t>
            </w:r>
          </w:p>
        </w:tc>
        <w:tc>
          <w:tcPr>
            <w:tcW w:w="7938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1382B" w:rsidRPr="004C2B8D" w:rsidRDefault="00E1382B" w:rsidP="004C2B8D">
            <w:pPr>
              <w:widowControl/>
              <w:jc w:val="right"/>
              <w:rPr>
                <w:rFonts w:ascii="Arial" w:hAnsi="Arial" w:cs="Arial"/>
              </w:rPr>
            </w:pPr>
            <w:r w:rsidRPr="004C2B8D">
              <w:rPr>
                <w:rFonts w:ascii="Arial CYR" w:hAnsi="Arial CYR" w:cs="Arial CYR"/>
              </w:rPr>
              <w:t>тыс. руб.</w:t>
            </w:r>
          </w:p>
        </w:tc>
      </w:tr>
      <w:tr w:rsidR="00E1382B" w:rsidRPr="004C2B8D" w:rsidTr="004C2B8D">
        <w:trPr>
          <w:trHeight w:val="255"/>
        </w:trPr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</w:rPr>
            </w:pPr>
            <w:r w:rsidRPr="004C2B8D">
              <w:rPr>
                <w:rFonts w:ascii="Arial" w:hAnsi="Arial" w:cs="Arial"/>
                <w:b/>
                <w:bCs/>
              </w:rPr>
              <w:t>Наименование показателя</w:t>
            </w:r>
          </w:p>
        </w:tc>
        <w:tc>
          <w:tcPr>
            <w:tcW w:w="458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</w:rPr>
            </w:pPr>
            <w:r w:rsidRPr="004C2B8D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0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</w:rPr>
            </w:pPr>
            <w:r w:rsidRPr="004C2B8D">
              <w:rPr>
                <w:rFonts w:ascii="Arial" w:hAnsi="Arial" w:cs="Arial"/>
                <w:b/>
                <w:bCs/>
              </w:rPr>
              <w:t>Сумма на 2021 год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1382B" w:rsidRPr="004C2B8D" w:rsidRDefault="00E1382B" w:rsidP="004C2B8D">
            <w:pPr>
              <w:jc w:val="center"/>
            </w:pPr>
            <w:r w:rsidRPr="004C2B8D">
              <w:rPr>
                <w:rFonts w:ascii="Arial" w:hAnsi="Arial" w:cs="Arial"/>
                <w:b/>
                <w:bCs/>
              </w:rPr>
              <w:t>Сумма на 2022 год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1382B" w:rsidRPr="004C2B8D" w:rsidRDefault="00E1382B" w:rsidP="004C2B8D">
            <w:pPr>
              <w:jc w:val="center"/>
            </w:pPr>
            <w:r w:rsidRPr="004C2B8D">
              <w:rPr>
                <w:rFonts w:ascii="Arial" w:hAnsi="Arial" w:cs="Arial"/>
                <w:b/>
                <w:bCs/>
              </w:rPr>
              <w:t>Сумма на 2023 год</w:t>
            </w:r>
          </w:p>
        </w:tc>
      </w:tr>
      <w:tr w:rsidR="00E1382B" w:rsidRPr="004C2B8D" w:rsidTr="000F3E9F">
        <w:trPr>
          <w:trHeight w:val="428"/>
        </w:trPr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1382B" w:rsidRPr="004C2B8D" w:rsidRDefault="00E1382B" w:rsidP="0070285D">
            <w:pPr>
              <w:widowControl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</w:rPr>
            </w:pPr>
            <w:r w:rsidRPr="004C2B8D">
              <w:rPr>
                <w:rFonts w:ascii="Arial" w:hAnsi="Arial" w:cs="Arial"/>
                <w:b/>
                <w:bCs/>
              </w:rPr>
              <w:t>Рз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</w:rPr>
            </w:pPr>
            <w:r w:rsidRPr="004C2B8D">
              <w:rPr>
                <w:rFonts w:ascii="Arial" w:hAnsi="Arial" w:cs="Arial"/>
                <w:b/>
                <w:bCs/>
              </w:rPr>
              <w:t>Пр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</w:rPr>
            </w:pPr>
            <w:r w:rsidRPr="004C2B8D">
              <w:rPr>
                <w:rFonts w:ascii="Arial" w:hAnsi="Arial" w:cs="Arial"/>
                <w:b/>
                <w:bCs/>
              </w:rPr>
              <w:t>ЦСР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</w:rPr>
            </w:pPr>
            <w:r w:rsidRPr="004C2B8D">
              <w:rPr>
                <w:rFonts w:ascii="Arial" w:hAnsi="Arial" w:cs="Arial"/>
                <w:b/>
                <w:bCs/>
              </w:rPr>
              <w:t>Вр</w:t>
            </w:r>
          </w:p>
        </w:tc>
        <w:tc>
          <w:tcPr>
            <w:tcW w:w="10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1382B" w:rsidRPr="004C2B8D" w:rsidRDefault="00E1382B" w:rsidP="0070285D">
            <w:pPr>
              <w:widowControl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1382B" w:rsidRPr="004C2B8D" w:rsidRDefault="00E1382B" w:rsidP="0070285D">
            <w:pPr>
              <w:widowControl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1382B" w:rsidRPr="004C2B8D" w:rsidRDefault="00E1382B" w:rsidP="0070285D">
            <w:pPr>
              <w:widowControl/>
              <w:rPr>
                <w:rFonts w:ascii="Arial" w:hAnsi="Arial" w:cs="Arial"/>
                <w:b/>
                <w:bCs/>
              </w:rPr>
            </w:pPr>
          </w:p>
        </w:tc>
      </w:tr>
      <w:tr w:rsidR="00E1382B" w:rsidRPr="004C2B8D" w:rsidTr="000F3E9F">
        <w:trPr>
          <w:trHeight w:val="25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</w:rPr>
            </w:pPr>
            <w:r w:rsidRPr="004C2B8D"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lang w:val="en-US"/>
              </w:rPr>
            </w:pPr>
            <w:r w:rsidRPr="004C2B8D">
              <w:rPr>
                <w:rFonts w:ascii="Arial" w:hAnsi="Arial" w:cs="Arial"/>
                <w:b/>
                <w:bCs/>
                <w:lang w:val="en-US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lang w:val="en-US"/>
              </w:rPr>
            </w:pPr>
            <w:r w:rsidRPr="004C2B8D">
              <w:rPr>
                <w:rFonts w:ascii="Arial" w:hAnsi="Arial" w:cs="Arial"/>
                <w:b/>
                <w:bCs/>
                <w:lang w:val="en-US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lang w:val="en-US"/>
              </w:rPr>
            </w:pPr>
            <w:r w:rsidRPr="004C2B8D">
              <w:rPr>
                <w:rFonts w:ascii="Arial" w:hAnsi="Arial" w:cs="Arial"/>
                <w:b/>
                <w:bCs/>
                <w:lang w:val="en-US"/>
              </w:rPr>
              <w:t>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lang w:val="en-US"/>
              </w:rPr>
            </w:pPr>
            <w:r w:rsidRPr="004C2B8D">
              <w:rPr>
                <w:rFonts w:ascii="Arial" w:hAnsi="Arial" w:cs="Arial"/>
                <w:b/>
                <w:bCs/>
                <w:lang w:val="en-US"/>
              </w:rPr>
              <w:t>5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lang w:val="en-US"/>
              </w:rPr>
            </w:pPr>
            <w:r w:rsidRPr="004C2B8D">
              <w:rPr>
                <w:rFonts w:ascii="Arial" w:hAnsi="Arial" w:cs="Arial"/>
                <w:b/>
                <w:bCs/>
                <w:lang w:val="en-US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lang w:val="en-US"/>
              </w:rPr>
            </w:pPr>
            <w:r w:rsidRPr="004C2B8D">
              <w:rPr>
                <w:rFonts w:ascii="Arial" w:hAnsi="Arial" w:cs="Arial"/>
                <w:b/>
                <w:bCs/>
                <w:lang w:val="en-US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lang w:val="en-US"/>
              </w:rPr>
            </w:pPr>
            <w:r w:rsidRPr="004C2B8D">
              <w:rPr>
                <w:rFonts w:ascii="Arial" w:hAnsi="Arial" w:cs="Arial"/>
                <w:b/>
                <w:bCs/>
                <w:lang w:val="en-US"/>
              </w:rPr>
              <w:t>8</w:t>
            </w:r>
          </w:p>
        </w:tc>
      </w:tr>
      <w:tr w:rsidR="00E1382B" w:rsidRPr="004C2B8D" w:rsidTr="000F3E9F">
        <w:trPr>
          <w:trHeight w:val="25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1382B" w:rsidRPr="004C2B8D" w:rsidRDefault="00E1382B" w:rsidP="0070285D">
            <w:pPr>
              <w:widowControl/>
              <w:rPr>
                <w:rFonts w:ascii="Arial" w:hAnsi="Arial" w:cs="Arial"/>
                <w:b/>
                <w:bCs/>
              </w:rPr>
            </w:pPr>
            <w:r w:rsidRPr="004C2B8D">
              <w:rPr>
                <w:rFonts w:ascii="Arial" w:hAnsi="Arial" w:cs="Arial"/>
                <w:b/>
                <w:bCs/>
              </w:rPr>
              <w:t>ВСЕГО: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</w:rPr>
            </w:pPr>
            <w:r w:rsidRPr="004C2B8D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</w:rPr>
            </w:pPr>
            <w:r w:rsidRPr="004C2B8D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</w:rPr>
            </w:pPr>
            <w:r w:rsidRPr="004C2B8D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</w:rPr>
            </w:pPr>
            <w:r w:rsidRPr="004C2B8D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  <w:b/>
                <w:bCs/>
              </w:rPr>
            </w:pPr>
            <w:r w:rsidRPr="004C2B8D">
              <w:rPr>
                <w:rFonts w:ascii="Arial" w:hAnsi="Arial" w:cs="Arial"/>
                <w:b/>
                <w:bCs/>
              </w:rPr>
              <w:t>5 139,5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  <w:b/>
                <w:bCs/>
              </w:rPr>
            </w:pPr>
            <w:r w:rsidRPr="004C2B8D">
              <w:rPr>
                <w:rFonts w:ascii="Arial" w:hAnsi="Arial" w:cs="Arial"/>
                <w:b/>
                <w:bCs/>
              </w:rPr>
              <w:t>3 825,5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  <w:b/>
                <w:bCs/>
              </w:rPr>
            </w:pPr>
            <w:r w:rsidRPr="004C2B8D">
              <w:rPr>
                <w:rFonts w:ascii="Arial" w:hAnsi="Arial" w:cs="Arial"/>
                <w:b/>
                <w:bCs/>
              </w:rPr>
              <w:t>3 783,8</w:t>
            </w:r>
          </w:p>
        </w:tc>
      </w:tr>
      <w:tr w:rsidR="00E1382B" w:rsidRPr="004C2B8D" w:rsidTr="000F3E9F">
        <w:trPr>
          <w:trHeight w:val="63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Администрация сельского поселения Шейнский сельсовет Пачелмского района Пензенской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5 139,5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3 825,5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3 783,8</w:t>
            </w:r>
          </w:p>
        </w:tc>
      </w:tr>
      <w:tr w:rsidR="00E1382B" w:rsidRPr="004C2B8D" w:rsidTr="000F3E9F">
        <w:trPr>
          <w:trHeight w:val="25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ОБЩЕГОСУДАРСТВЕННЫЕ ВОПРОСЫ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2 698,5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2 182,9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2 129,8</w:t>
            </w:r>
          </w:p>
        </w:tc>
      </w:tr>
      <w:tr w:rsidR="00E1382B" w:rsidRPr="004C2B8D" w:rsidTr="000F3E9F">
        <w:trPr>
          <w:trHeight w:val="105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2 469,2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1 953,6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1 900,5</w:t>
            </w:r>
          </w:p>
        </w:tc>
      </w:tr>
      <w:tr w:rsidR="00E1382B" w:rsidRPr="004C2B8D" w:rsidTr="000F3E9F">
        <w:trPr>
          <w:trHeight w:val="12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Муниципальная программа Шейнского сельсовета Пачелмского района Пензенской области "Развитие муниципального управления в Шейнском сельсовете Пачелмского района Пензенской области на 2014-2024 годы"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0400000000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2 469,2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1 953,6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1 900,5</w:t>
            </w:r>
          </w:p>
        </w:tc>
      </w:tr>
      <w:tr w:rsidR="00E1382B" w:rsidRPr="004C2B8D" w:rsidTr="000F3E9F">
        <w:trPr>
          <w:trHeight w:val="63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Подпрограмма "Обеспечение деятельности администрации Шейнского сельсовета Пачелмского района Пензенской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0420000000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2 469,2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1 953,6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1 900,5</w:t>
            </w:r>
          </w:p>
        </w:tc>
      </w:tr>
      <w:tr w:rsidR="00E1382B" w:rsidRPr="004C2B8D" w:rsidTr="000F3E9F">
        <w:trPr>
          <w:trHeight w:val="105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Основное мероприятие "Создание оптимальных условий для повышения эффективности реализации полномочий администрацией Шейнского сельсовета Пачелмского района Пензенской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0420100000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2 469,2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1 953,6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1 900,5</w:t>
            </w:r>
          </w:p>
        </w:tc>
      </w:tr>
      <w:tr w:rsidR="00E1382B" w:rsidRPr="004C2B8D" w:rsidTr="000F3E9F">
        <w:trPr>
          <w:trHeight w:val="63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Расходы на выплаты по оплате труда работников органов местного самоуправления (глава администрации)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0420102090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758,4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758,4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758,4</w:t>
            </w:r>
          </w:p>
        </w:tc>
      </w:tr>
      <w:tr w:rsidR="00E1382B" w:rsidRPr="004C2B8D" w:rsidTr="000F3E9F">
        <w:trPr>
          <w:trHeight w:val="12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0420102090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100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758,4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758,4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758,4</w:t>
            </w:r>
          </w:p>
        </w:tc>
      </w:tr>
      <w:tr w:rsidR="00E1382B" w:rsidRPr="004C2B8D" w:rsidTr="000F3E9F">
        <w:trPr>
          <w:trHeight w:val="45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rPr>
                <w:rFonts w:ascii="Arial" w:hAnsi="Arial" w:cs="Arial"/>
              </w:rPr>
            </w:pPr>
            <w:r w:rsidRPr="004C2B8D">
              <w:rPr>
                <w:rFonts w:ascii="Arial" w:hAnsi="Arial" w:cs="Arial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</w:rPr>
            </w:pPr>
            <w:r w:rsidRPr="004C2B8D">
              <w:rPr>
                <w:rFonts w:ascii="Arial" w:hAnsi="Arial" w:cs="Arial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</w:rPr>
            </w:pPr>
            <w:r w:rsidRPr="004C2B8D">
              <w:rPr>
                <w:rFonts w:ascii="Arial" w:hAnsi="Arial" w:cs="Arial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</w:rPr>
            </w:pPr>
            <w:r w:rsidRPr="004C2B8D">
              <w:rPr>
                <w:rFonts w:ascii="Arial" w:hAnsi="Arial" w:cs="Arial"/>
              </w:rPr>
              <w:t>0420102090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</w:rPr>
            </w:pPr>
            <w:r w:rsidRPr="004C2B8D">
              <w:rPr>
                <w:rFonts w:ascii="Arial" w:hAnsi="Arial" w:cs="Arial"/>
              </w:rPr>
              <w:t>120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</w:rPr>
            </w:pPr>
            <w:r w:rsidRPr="004C2B8D">
              <w:rPr>
                <w:rFonts w:ascii="Arial" w:hAnsi="Arial" w:cs="Arial"/>
              </w:rPr>
              <w:t>758,4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</w:rPr>
            </w:pPr>
            <w:r w:rsidRPr="004C2B8D">
              <w:rPr>
                <w:rFonts w:ascii="Arial" w:hAnsi="Arial" w:cs="Arial"/>
              </w:rPr>
              <w:t>758,4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</w:rPr>
            </w:pPr>
            <w:r w:rsidRPr="004C2B8D">
              <w:rPr>
                <w:rFonts w:ascii="Arial" w:hAnsi="Arial" w:cs="Arial"/>
              </w:rPr>
              <w:t>758,4</w:t>
            </w:r>
          </w:p>
        </w:tc>
      </w:tr>
      <w:tr w:rsidR="00E1382B" w:rsidRPr="004C2B8D" w:rsidTr="000F3E9F">
        <w:trPr>
          <w:trHeight w:val="63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0420102100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 </w:t>
            </w:r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987,1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704,0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704,0</w:t>
            </w:r>
          </w:p>
        </w:tc>
      </w:tr>
      <w:tr w:rsidR="00E1382B" w:rsidRPr="004C2B8D" w:rsidTr="000F3E9F">
        <w:trPr>
          <w:trHeight w:val="12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0420102100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100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987,1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704,0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704,0</w:t>
            </w:r>
          </w:p>
        </w:tc>
      </w:tr>
      <w:tr w:rsidR="00E1382B" w:rsidRPr="004C2B8D" w:rsidTr="000F3E9F">
        <w:trPr>
          <w:trHeight w:val="45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rPr>
                <w:rFonts w:ascii="Arial" w:hAnsi="Arial" w:cs="Arial"/>
              </w:rPr>
            </w:pPr>
            <w:r w:rsidRPr="004C2B8D">
              <w:rPr>
                <w:rFonts w:ascii="Arial" w:hAnsi="Arial" w:cs="Arial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</w:rPr>
            </w:pPr>
            <w:r w:rsidRPr="004C2B8D">
              <w:rPr>
                <w:rFonts w:ascii="Arial" w:hAnsi="Arial" w:cs="Arial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</w:rPr>
            </w:pPr>
            <w:r w:rsidRPr="004C2B8D">
              <w:rPr>
                <w:rFonts w:ascii="Arial" w:hAnsi="Arial" w:cs="Arial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</w:rPr>
            </w:pPr>
            <w:r w:rsidRPr="004C2B8D">
              <w:rPr>
                <w:rFonts w:ascii="Arial" w:hAnsi="Arial" w:cs="Arial"/>
              </w:rPr>
              <w:t>0420102100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</w:rPr>
            </w:pPr>
            <w:r w:rsidRPr="004C2B8D">
              <w:rPr>
                <w:rFonts w:ascii="Arial" w:hAnsi="Arial" w:cs="Arial"/>
              </w:rPr>
              <w:t>120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</w:rPr>
            </w:pPr>
            <w:r w:rsidRPr="004C2B8D">
              <w:rPr>
                <w:rFonts w:ascii="Arial" w:hAnsi="Arial" w:cs="Arial"/>
              </w:rPr>
              <w:t>987,1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</w:rPr>
            </w:pPr>
            <w:r w:rsidRPr="004C2B8D">
              <w:rPr>
                <w:rFonts w:ascii="Arial" w:hAnsi="Arial" w:cs="Arial"/>
              </w:rPr>
              <w:t>704,0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</w:rPr>
            </w:pPr>
            <w:r w:rsidRPr="004C2B8D">
              <w:rPr>
                <w:rFonts w:ascii="Arial" w:hAnsi="Arial" w:cs="Arial"/>
              </w:rPr>
              <w:t>704,0</w:t>
            </w:r>
          </w:p>
        </w:tc>
      </w:tr>
      <w:tr w:rsidR="00E1382B" w:rsidRPr="004C2B8D" w:rsidTr="000F3E9F">
        <w:trPr>
          <w:trHeight w:val="4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0420102200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 </w:t>
            </w:r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723,7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491,2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438,1</w:t>
            </w:r>
          </w:p>
        </w:tc>
      </w:tr>
      <w:tr w:rsidR="00E1382B" w:rsidRPr="004C2B8D" w:rsidTr="000F3E9F">
        <w:trPr>
          <w:trHeight w:val="63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0420102200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200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693,7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461,2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420,1</w:t>
            </w:r>
          </w:p>
        </w:tc>
      </w:tr>
      <w:tr w:rsidR="00E1382B" w:rsidRPr="004C2B8D" w:rsidTr="000F3E9F">
        <w:trPr>
          <w:trHeight w:val="67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rPr>
                <w:rFonts w:ascii="Arial" w:hAnsi="Arial" w:cs="Arial"/>
              </w:rPr>
            </w:pPr>
            <w:r w:rsidRPr="004C2B8D">
              <w:rPr>
                <w:rFonts w:ascii="Arial" w:hAnsi="Arial" w:cs="Arial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</w:rPr>
            </w:pPr>
            <w:r w:rsidRPr="004C2B8D">
              <w:rPr>
                <w:rFonts w:ascii="Arial" w:hAnsi="Arial" w:cs="Arial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</w:rPr>
            </w:pPr>
            <w:r w:rsidRPr="004C2B8D">
              <w:rPr>
                <w:rFonts w:ascii="Arial" w:hAnsi="Arial" w:cs="Arial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</w:rPr>
            </w:pPr>
            <w:r w:rsidRPr="004C2B8D">
              <w:rPr>
                <w:rFonts w:ascii="Arial" w:hAnsi="Arial" w:cs="Arial"/>
              </w:rPr>
              <w:t>0420102200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</w:rPr>
            </w:pPr>
            <w:r w:rsidRPr="004C2B8D">
              <w:rPr>
                <w:rFonts w:ascii="Arial" w:hAnsi="Arial" w:cs="Arial"/>
              </w:rPr>
              <w:t>240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</w:rPr>
            </w:pPr>
            <w:r w:rsidRPr="004C2B8D">
              <w:rPr>
                <w:rFonts w:ascii="Arial" w:hAnsi="Arial" w:cs="Arial"/>
              </w:rPr>
              <w:t>693,7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</w:rPr>
            </w:pPr>
            <w:r w:rsidRPr="004C2B8D">
              <w:rPr>
                <w:rFonts w:ascii="Arial" w:hAnsi="Arial" w:cs="Arial"/>
              </w:rPr>
              <w:t>461,2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</w:rPr>
            </w:pPr>
            <w:r w:rsidRPr="004C2B8D">
              <w:rPr>
                <w:rFonts w:ascii="Arial" w:hAnsi="Arial" w:cs="Arial"/>
              </w:rPr>
              <w:t>420,1</w:t>
            </w:r>
          </w:p>
        </w:tc>
      </w:tr>
      <w:tr w:rsidR="00E1382B" w:rsidRPr="004C2B8D" w:rsidTr="000F3E9F">
        <w:trPr>
          <w:trHeight w:val="25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0420102200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800</w:t>
            </w:r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18,0</w:t>
            </w:r>
          </w:p>
        </w:tc>
      </w:tr>
      <w:tr w:rsidR="00E1382B" w:rsidRPr="004C2B8D" w:rsidTr="000F3E9F">
        <w:trPr>
          <w:trHeight w:val="25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rPr>
                <w:rFonts w:ascii="Arial" w:hAnsi="Arial" w:cs="Arial"/>
              </w:rPr>
            </w:pPr>
            <w:r w:rsidRPr="004C2B8D">
              <w:rPr>
                <w:rFonts w:ascii="Arial" w:hAnsi="Arial" w:cs="Arial"/>
              </w:rPr>
              <w:t>Уплата налогов, сборов и иных платежей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</w:rPr>
            </w:pPr>
            <w:r w:rsidRPr="004C2B8D">
              <w:rPr>
                <w:rFonts w:ascii="Arial" w:hAnsi="Arial" w:cs="Arial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</w:rPr>
            </w:pPr>
            <w:r w:rsidRPr="004C2B8D">
              <w:rPr>
                <w:rFonts w:ascii="Arial" w:hAnsi="Arial" w:cs="Arial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</w:rPr>
            </w:pPr>
            <w:r w:rsidRPr="004C2B8D">
              <w:rPr>
                <w:rFonts w:ascii="Arial" w:hAnsi="Arial" w:cs="Arial"/>
              </w:rPr>
              <w:t>0420102200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</w:rPr>
            </w:pPr>
            <w:r w:rsidRPr="004C2B8D">
              <w:rPr>
                <w:rFonts w:ascii="Arial" w:hAnsi="Arial" w:cs="Arial"/>
              </w:rPr>
              <w:t>850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</w:rPr>
            </w:pPr>
            <w:r w:rsidRPr="004C2B8D">
              <w:rPr>
                <w:rFonts w:ascii="Arial" w:hAnsi="Arial" w:cs="Arial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</w:rPr>
            </w:pPr>
            <w:r w:rsidRPr="004C2B8D">
              <w:rPr>
                <w:rFonts w:ascii="Arial" w:hAnsi="Arial" w:cs="Arial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</w:rPr>
            </w:pPr>
            <w:r w:rsidRPr="004C2B8D">
              <w:rPr>
                <w:rFonts w:ascii="Arial" w:hAnsi="Arial" w:cs="Arial"/>
              </w:rPr>
              <w:t>18,0</w:t>
            </w:r>
          </w:p>
        </w:tc>
      </w:tr>
      <w:tr w:rsidR="00E1382B" w:rsidRPr="004C2B8D" w:rsidTr="000F3E9F">
        <w:trPr>
          <w:trHeight w:val="84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 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 </w:t>
            </w:r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1,0</w:t>
            </w:r>
          </w:p>
        </w:tc>
      </w:tr>
      <w:tr w:rsidR="00E1382B" w:rsidRPr="004C2B8D" w:rsidTr="000F3E9F">
        <w:trPr>
          <w:trHeight w:val="12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Муниципальная программа Шейнского сельсовета Пачелмского района Пензенской области "Развитие муниципального управления в Шейнском сельсовете Пачелмского района Пензенской области на 2014-2024 годы"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0400000000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1,0</w:t>
            </w:r>
          </w:p>
        </w:tc>
      </w:tr>
      <w:tr w:rsidR="00E1382B" w:rsidRPr="004C2B8D" w:rsidTr="000F3E9F">
        <w:trPr>
          <w:trHeight w:val="4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Подпрограмма "Реализация отдельных переданных полномочий"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0440000000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1,0</w:t>
            </w:r>
          </w:p>
        </w:tc>
      </w:tr>
      <w:tr w:rsidR="00E1382B" w:rsidRPr="004C2B8D" w:rsidTr="000F3E9F">
        <w:trPr>
          <w:trHeight w:val="84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Основное мероприятие "Реализация отдельных переданных полномочий Шейнским сельсоветом Пачелмского района Пензенской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0440100000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1,0</w:t>
            </w:r>
          </w:p>
        </w:tc>
      </w:tr>
      <w:tr w:rsidR="00E1382B" w:rsidRPr="004C2B8D" w:rsidTr="000F3E9F">
        <w:trPr>
          <w:trHeight w:val="84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Выполнение передаваемых полномочий по организации исполнения бюджета Шейнского сельсовета Пачелмского района Пензенской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0440180270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1,0</w:t>
            </w:r>
          </w:p>
        </w:tc>
      </w:tr>
      <w:tr w:rsidR="00E1382B" w:rsidRPr="004C2B8D" w:rsidTr="000F3E9F">
        <w:trPr>
          <w:trHeight w:val="25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0440180270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500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1,0</w:t>
            </w:r>
          </w:p>
        </w:tc>
      </w:tr>
      <w:tr w:rsidR="00E1382B" w:rsidRPr="004C2B8D" w:rsidTr="000F3E9F">
        <w:trPr>
          <w:trHeight w:val="25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rPr>
                <w:rFonts w:ascii="Arial" w:hAnsi="Arial" w:cs="Arial"/>
              </w:rPr>
            </w:pPr>
            <w:r w:rsidRPr="004C2B8D">
              <w:rPr>
                <w:rFonts w:ascii="Arial" w:hAnsi="Arial" w:cs="Arial"/>
              </w:rPr>
              <w:t>Иные 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</w:rPr>
            </w:pPr>
            <w:r w:rsidRPr="004C2B8D">
              <w:rPr>
                <w:rFonts w:ascii="Arial" w:hAnsi="Arial" w:cs="Arial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</w:rPr>
            </w:pPr>
            <w:r w:rsidRPr="004C2B8D">
              <w:rPr>
                <w:rFonts w:ascii="Arial" w:hAnsi="Arial" w:cs="Arial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</w:rPr>
            </w:pPr>
            <w:r w:rsidRPr="004C2B8D">
              <w:rPr>
                <w:rFonts w:ascii="Arial" w:hAnsi="Arial" w:cs="Arial"/>
              </w:rPr>
              <w:t>0440180270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</w:rPr>
            </w:pPr>
            <w:r w:rsidRPr="004C2B8D">
              <w:rPr>
                <w:rFonts w:ascii="Arial" w:hAnsi="Arial" w:cs="Arial"/>
              </w:rPr>
              <w:t>540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</w:rPr>
            </w:pPr>
            <w:r w:rsidRPr="004C2B8D">
              <w:rPr>
                <w:rFonts w:ascii="Arial" w:hAnsi="Arial" w:cs="Arial"/>
              </w:rPr>
              <w:t>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</w:rPr>
            </w:pPr>
            <w:r w:rsidRPr="004C2B8D">
              <w:rPr>
                <w:rFonts w:ascii="Arial" w:hAnsi="Arial" w:cs="Arial"/>
              </w:rPr>
              <w:t>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</w:rPr>
            </w:pPr>
            <w:r w:rsidRPr="004C2B8D">
              <w:rPr>
                <w:rFonts w:ascii="Arial" w:hAnsi="Arial" w:cs="Arial"/>
              </w:rPr>
              <w:t>1,0</w:t>
            </w:r>
          </w:p>
        </w:tc>
      </w:tr>
      <w:tr w:rsidR="00E1382B" w:rsidRPr="004C2B8D" w:rsidTr="000F3E9F">
        <w:trPr>
          <w:trHeight w:val="25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Резервные фонды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11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 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 </w:t>
            </w:r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4,0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4,0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4,0</w:t>
            </w:r>
          </w:p>
        </w:tc>
      </w:tr>
      <w:tr w:rsidR="00E1382B" w:rsidRPr="004C2B8D" w:rsidTr="000F3E9F">
        <w:trPr>
          <w:trHeight w:val="25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Выполнение других обязательств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8100000000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4,0</w:t>
            </w:r>
          </w:p>
        </w:tc>
      </w:tr>
      <w:tr w:rsidR="00E1382B" w:rsidRPr="004C2B8D" w:rsidTr="000F3E9F">
        <w:trPr>
          <w:trHeight w:val="25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Резервные фонды местных админстраций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8110000000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4,0</w:t>
            </w:r>
          </w:p>
        </w:tc>
      </w:tr>
      <w:tr w:rsidR="00E1382B" w:rsidRPr="004C2B8D" w:rsidTr="000F3E9F">
        <w:trPr>
          <w:trHeight w:val="63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Резервный фонд Администрации Шейнского сельсовета Пачелмского района Пензенской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8110020500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4,0</w:t>
            </w:r>
          </w:p>
        </w:tc>
      </w:tr>
      <w:tr w:rsidR="00E1382B" w:rsidRPr="004C2B8D" w:rsidTr="000F3E9F">
        <w:trPr>
          <w:trHeight w:val="25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8110020500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800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4,0</w:t>
            </w:r>
          </w:p>
        </w:tc>
      </w:tr>
      <w:tr w:rsidR="00E1382B" w:rsidRPr="004C2B8D" w:rsidTr="000F3E9F">
        <w:trPr>
          <w:trHeight w:val="25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rPr>
                <w:rFonts w:ascii="Arial" w:hAnsi="Arial" w:cs="Arial"/>
              </w:rPr>
            </w:pPr>
            <w:r w:rsidRPr="004C2B8D">
              <w:rPr>
                <w:rFonts w:ascii="Arial" w:hAnsi="Arial" w:cs="Arial"/>
              </w:rPr>
              <w:t>Резервные средства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</w:rPr>
            </w:pPr>
            <w:r w:rsidRPr="004C2B8D">
              <w:rPr>
                <w:rFonts w:ascii="Arial" w:hAnsi="Arial" w:cs="Arial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</w:rPr>
            </w:pPr>
            <w:r w:rsidRPr="004C2B8D">
              <w:rPr>
                <w:rFonts w:ascii="Arial" w:hAnsi="Arial" w:cs="Arial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</w:rPr>
            </w:pPr>
            <w:r w:rsidRPr="004C2B8D">
              <w:rPr>
                <w:rFonts w:ascii="Arial" w:hAnsi="Arial" w:cs="Arial"/>
              </w:rPr>
              <w:t>8110020500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</w:rPr>
            </w:pPr>
            <w:r w:rsidRPr="004C2B8D">
              <w:rPr>
                <w:rFonts w:ascii="Arial" w:hAnsi="Arial" w:cs="Arial"/>
              </w:rPr>
              <w:t>870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</w:rPr>
            </w:pPr>
            <w:r w:rsidRPr="004C2B8D">
              <w:rPr>
                <w:rFonts w:ascii="Arial" w:hAnsi="Arial" w:cs="Arial"/>
              </w:rPr>
              <w:t>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</w:rPr>
            </w:pPr>
            <w:r w:rsidRPr="004C2B8D">
              <w:rPr>
                <w:rFonts w:ascii="Arial" w:hAnsi="Arial" w:cs="Arial"/>
              </w:rPr>
              <w:t>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</w:rPr>
            </w:pPr>
            <w:r w:rsidRPr="004C2B8D">
              <w:rPr>
                <w:rFonts w:ascii="Arial" w:hAnsi="Arial" w:cs="Arial"/>
              </w:rPr>
              <w:t>4,0</w:t>
            </w:r>
          </w:p>
        </w:tc>
      </w:tr>
      <w:tr w:rsidR="00E1382B" w:rsidRPr="004C2B8D" w:rsidTr="000F3E9F">
        <w:trPr>
          <w:trHeight w:val="25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Другие общегосударственные вопросы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 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 </w:t>
            </w:r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224,3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224,3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224,3</w:t>
            </w:r>
          </w:p>
        </w:tc>
      </w:tr>
      <w:tr w:rsidR="00E1382B" w:rsidRPr="004C2B8D" w:rsidTr="000F3E9F">
        <w:trPr>
          <w:trHeight w:val="12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Муниципальная программа Шейнского сельсовета Пачелмского района Пензенской области "Развитие муниципального управления в Шейнском сельсовете Пачелмского района Пензенской области на 2014-2024 годы"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0400000000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224,3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224,3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224,3</w:t>
            </w:r>
          </w:p>
        </w:tc>
      </w:tr>
      <w:tr w:rsidR="00E1382B" w:rsidRPr="004C2B8D" w:rsidTr="000F3E9F">
        <w:trPr>
          <w:trHeight w:val="63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Подпрограмма "Обеспечение деятельности администрации Шейнского сельсовета Пачелмского района Пензенской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0420000000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223,3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223,3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223,3</w:t>
            </w:r>
          </w:p>
        </w:tc>
      </w:tr>
      <w:tr w:rsidR="00E1382B" w:rsidRPr="004C2B8D" w:rsidTr="000F3E9F">
        <w:trPr>
          <w:trHeight w:val="105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Основное мероприятие "Создание оптимальных условий для повышения эффективности реализации полномочий администрацией Шейнского сельсовета Пачелмского района Пензенской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0420100000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223,3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223,3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223,3</w:t>
            </w:r>
          </w:p>
        </w:tc>
      </w:tr>
      <w:tr w:rsidR="00E1382B" w:rsidRPr="004C2B8D" w:rsidTr="000F3E9F">
        <w:trPr>
          <w:trHeight w:val="105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Выполнение передаваемых полномочий по осуществлению обеспечения финансово-хозяйственной деятельности муниципальных образований Пачелмского района Пензенской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0420180260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223,3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223,3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223,3</w:t>
            </w:r>
          </w:p>
        </w:tc>
      </w:tr>
      <w:tr w:rsidR="00E1382B" w:rsidRPr="004C2B8D" w:rsidTr="000F3E9F">
        <w:trPr>
          <w:trHeight w:val="25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0420180260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500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223,3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223,3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223,3</w:t>
            </w:r>
          </w:p>
        </w:tc>
      </w:tr>
      <w:tr w:rsidR="00E1382B" w:rsidRPr="004C2B8D" w:rsidTr="000F3E9F">
        <w:trPr>
          <w:trHeight w:val="25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rPr>
                <w:rFonts w:ascii="Arial" w:hAnsi="Arial" w:cs="Arial"/>
              </w:rPr>
            </w:pPr>
            <w:r w:rsidRPr="004C2B8D">
              <w:rPr>
                <w:rFonts w:ascii="Arial" w:hAnsi="Arial" w:cs="Arial"/>
              </w:rPr>
              <w:t>Иные 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</w:rPr>
            </w:pPr>
            <w:r w:rsidRPr="004C2B8D">
              <w:rPr>
                <w:rFonts w:ascii="Arial" w:hAnsi="Arial" w:cs="Arial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</w:rPr>
            </w:pPr>
            <w:r w:rsidRPr="004C2B8D">
              <w:rPr>
                <w:rFonts w:ascii="Arial" w:hAnsi="Arial" w:cs="Arial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</w:rPr>
            </w:pPr>
            <w:r w:rsidRPr="004C2B8D">
              <w:rPr>
                <w:rFonts w:ascii="Arial" w:hAnsi="Arial" w:cs="Arial"/>
              </w:rPr>
              <w:t>0420180260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</w:rPr>
            </w:pPr>
            <w:r w:rsidRPr="004C2B8D">
              <w:rPr>
                <w:rFonts w:ascii="Arial" w:hAnsi="Arial" w:cs="Arial"/>
              </w:rPr>
              <w:t>540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</w:rPr>
            </w:pPr>
            <w:r w:rsidRPr="004C2B8D">
              <w:rPr>
                <w:rFonts w:ascii="Arial" w:hAnsi="Arial" w:cs="Arial"/>
              </w:rPr>
              <w:t>223,3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</w:rPr>
            </w:pPr>
            <w:r w:rsidRPr="004C2B8D">
              <w:rPr>
                <w:rFonts w:ascii="Arial" w:hAnsi="Arial" w:cs="Arial"/>
              </w:rPr>
              <w:t>223,3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</w:rPr>
            </w:pPr>
            <w:r w:rsidRPr="004C2B8D">
              <w:rPr>
                <w:rFonts w:ascii="Arial" w:hAnsi="Arial" w:cs="Arial"/>
              </w:rPr>
              <w:t>223,3</w:t>
            </w:r>
          </w:p>
        </w:tc>
      </w:tr>
      <w:tr w:rsidR="00E1382B" w:rsidRPr="004C2B8D" w:rsidTr="000F3E9F">
        <w:trPr>
          <w:trHeight w:val="4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Подпрограмма "Реализация отдельных переданных полномочий"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0440000000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 </w:t>
            </w:r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1,0</w:t>
            </w:r>
          </w:p>
        </w:tc>
      </w:tr>
      <w:tr w:rsidR="00E1382B" w:rsidRPr="004C2B8D" w:rsidTr="000F3E9F">
        <w:trPr>
          <w:trHeight w:val="84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Основное мероприятие "Реализация отдельных переданных полномочий Шейнским сельсоветом Пачелмского района Пензенской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0440100000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1,0</w:t>
            </w:r>
          </w:p>
        </w:tc>
      </w:tr>
      <w:tr w:rsidR="00E1382B" w:rsidRPr="004C2B8D" w:rsidTr="000F3E9F">
        <w:trPr>
          <w:trHeight w:val="12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Выполнение передаваемых полномочий на определение поставщиков (подрядчиков, исполнителей) при осуществлении закупок товаров, работ, услуг для обеспечения муниципальных нужд Шейнского сельсовета Пачелмского района Пензенской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0440180210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1,0</w:t>
            </w:r>
          </w:p>
        </w:tc>
      </w:tr>
      <w:tr w:rsidR="00E1382B" w:rsidRPr="004C2B8D" w:rsidTr="000F3E9F">
        <w:trPr>
          <w:trHeight w:val="25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0440180210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500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1,0</w:t>
            </w:r>
          </w:p>
        </w:tc>
      </w:tr>
      <w:tr w:rsidR="00E1382B" w:rsidRPr="004C2B8D" w:rsidTr="000F3E9F">
        <w:trPr>
          <w:trHeight w:val="25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rPr>
                <w:rFonts w:ascii="Arial" w:hAnsi="Arial" w:cs="Arial"/>
              </w:rPr>
            </w:pPr>
            <w:r w:rsidRPr="004C2B8D">
              <w:rPr>
                <w:rFonts w:ascii="Arial" w:hAnsi="Arial" w:cs="Arial"/>
              </w:rPr>
              <w:t>Иные 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</w:rPr>
            </w:pPr>
            <w:r w:rsidRPr="004C2B8D">
              <w:rPr>
                <w:rFonts w:ascii="Arial" w:hAnsi="Arial" w:cs="Arial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</w:rPr>
            </w:pPr>
            <w:r w:rsidRPr="004C2B8D">
              <w:rPr>
                <w:rFonts w:ascii="Arial" w:hAnsi="Arial" w:cs="Arial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</w:rPr>
            </w:pPr>
            <w:r w:rsidRPr="004C2B8D">
              <w:rPr>
                <w:rFonts w:ascii="Arial" w:hAnsi="Arial" w:cs="Arial"/>
              </w:rPr>
              <w:t>0440180210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</w:rPr>
            </w:pPr>
            <w:r w:rsidRPr="004C2B8D">
              <w:rPr>
                <w:rFonts w:ascii="Arial" w:hAnsi="Arial" w:cs="Arial"/>
              </w:rPr>
              <w:t>540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</w:rPr>
            </w:pPr>
            <w:r w:rsidRPr="004C2B8D">
              <w:rPr>
                <w:rFonts w:ascii="Arial" w:hAnsi="Arial" w:cs="Arial"/>
              </w:rPr>
              <w:t>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</w:rPr>
            </w:pPr>
            <w:r w:rsidRPr="004C2B8D">
              <w:rPr>
                <w:rFonts w:ascii="Arial" w:hAnsi="Arial" w:cs="Arial"/>
              </w:rPr>
              <w:t>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</w:rPr>
            </w:pPr>
            <w:r w:rsidRPr="004C2B8D">
              <w:rPr>
                <w:rFonts w:ascii="Arial" w:hAnsi="Arial" w:cs="Arial"/>
              </w:rPr>
              <w:t>1,0</w:t>
            </w:r>
          </w:p>
        </w:tc>
      </w:tr>
      <w:tr w:rsidR="00E1382B" w:rsidRPr="004C2B8D" w:rsidTr="000F3E9F">
        <w:trPr>
          <w:trHeight w:val="25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НАЦИОНАЛЬНАЯ ОБОРОНА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 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 </w:t>
            </w:r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91,1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92,1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95,6</w:t>
            </w:r>
          </w:p>
        </w:tc>
      </w:tr>
      <w:tr w:rsidR="00E1382B" w:rsidRPr="004C2B8D" w:rsidTr="000F3E9F">
        <w:trPr>
          <w:trHeight w:val="4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Мобилизационная и вневойсковая подготовка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91,1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92,1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95,6</w:t>
            </w:r>
          </w:p>
        </w:tc>
      </w:tr>
      <w:tr w:rsidR="00E1382B" w:rsidRPr="004C2B8D" w:rsidTr="000F3E9F">
        <w:trPr>
          <w:trHeight w:val="12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Муниципальная программа Шейнского сельсовета Пачелмского района Пензенской области "Развитие муниципального управления в Шейнском сельсовете Пачелмского района Пензенской области на 2014-2024 годы"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0400000000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91,1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92,1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95,6</w:t>
            </w:r>
          </w:p>
        </w:tc>
      </w:tr>
      <w:tr w:rsidR="00E1382B" w:rsidRPr="004C2B8D" w:rsidTr="000F3E9F">
        <w:trPr>
          <w:trHeight w:val="4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Подпрограмма "Реализация отдельных переданных полномочий"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0440000000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91,1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92,1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95,6</w:t>
            </w:r>
          </w:p>
        </w:tc>
      </w:tr>
      <w:tr w:rsidR="00E1382B" w:rsidRPr="004C2B8D" w:rsidTr="000F3E9F">
        <w:trPr>
          <w:trHeight w:val="84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Основное мероприятие "Реализация отдельных переданных полномочий Шейнским сельсоветом Пачелмского района Пензенской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0440100000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91,1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92,1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95,6</w:t>
            </w:r>
          </w:p>
        </w:tc>
      </w:tr>
      <w:tr w:rsidR="00E1382B" w:rsidRPr="004C2B8D" w:rsidTr="000F3E9F">
        <w:trPr>
          <w:trHeight w:val="63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Осуществление первичного воинского учета на территориях где отсутствуют военные комиссариаты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0440151180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91,1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92,1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95,6</w:t>
            </w:r>
          </w:p>
        </w:tc>
      </w:tr>
      <w:tr w:rsidR="00E1382B" w:rsidRPr="004C2B8D" w:rsidTr="000F3E9F">
        <w:trPr>
          <w:trHeight w:val="12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0440151180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100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79,9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79,9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79,9</w:t>
            </w:r>
          </w:p>
        </w:tc>
      </w:tr>
      <w:tr w:rsidR="00E1382B" w:rsidRPr="004C2B8D" w:rsidTr="000F3E9F">
        <w:trPr>
          <w:trHeight w:val="45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rPr>
                <w:rFonts w:ascii="Arial" w:hAnsi="Arial" w:cs="Arial"/>
              </w:rPr>
            </w:pPr>
            <w:r w:rsidRPr="004C2B8D">
              <w:rPr>
                <w:rFonts w:ascii="Arial" w:hAnsi="Arial" w:cs="Arial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</w:rPr>
            </w:pPr>
            <w:r w:rsidRPr="004C2B8D">
              <w:rPr>
                <w:rFonts w:ascii="Arial" w:hAnsi="Arial" w:cs="Arial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</w:rPr>
            </w:pPr>
            <w:r w:rsidRPr="004C2B8D">
              <w:rPr>
                <w:rFonts w:ascii="Arial" w:hAnsi="Arial" w:cs="Arial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</w:rPr>
            </w:pPr>
            <w:r w:rsidRPr="004C2B8D">
              <w:rPr>
                <w:rFonts w:ascii="Arial" w:hAnsi="Arial" w:cs="Arial"/>
              </w:rPr>
              <w:t>0440151180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</w:rPr>
            </w:pPr>
            <w:r w:rsidRPr="004C2B8D">
              <w:rPr>
                <w:rFonts w:ascii="Arial" w:hAnsi="Arial" w:cs="Arial"/>
              </w:rPr>
              <w:t>120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</w:rPr>
            </w:pPr>
            <w:r w:rsidRPr="004C2B8D">
              <w:rPr>
                <w:rFonts w:ascii="Arial" w:hAnsi="Arial" w:cs="Arial"/>
              </w:rPr>
              <w:t>79,9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</w:rPr>
            </w:pPr>
            <w:r w:rsidRPr="004C2B8D">
              <w:rPr>
                <w:rFonts w:ascii="Arial" w:hAnsi="Arial" w:cs="Arial"/>
              </w:rPr>
              <w:t>79,9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</w:rPr>
            </w:pPr>
            <w:r w:rsidRPr="004C2B8D">
              <w:rPr>
                <w:rFonts w:ascii="Arial" w:hAnsi="Arial" w:cs="Arial"/>
              </w:rPr>
              <w:t>79,9</w:t>
            </w:r>
          </w:p>
        </w:tc>
      </w:tr>
      <w:tr w:rsidR="00E1382B" w:rsidRPr="004C2B8D" w:rsidTr="000F3E9F">
        <w:trPr>
          <w:trHeight w:val="63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0440151180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200</w:t>
            </w:r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11,2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12,2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15,7</w:t>
            </w:r>
          </w:p>
        </w:tc>
      </w:tr>
      <w:tr w:rsidR="00E1382B" w:rsidRPr="004C2B8D" w:rsidTr="000F3E9F">
        <w:trPr>
          <w:trHeight w:val="67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rPr>
                <w:rFonts w:ascii="Arial" w:hAnsi="Arial" w:cs="Arial"/>
              </w:rPr>
            </w:pPr>
            <w:r w:rsidRPr="004C2B8D">
              <w:rPr>
                <w:rFonts w:ascii="Arial" w:hAnsi="Arial" w:cs="Arial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</w:rPr>
            </w:pPr>
            <w:r w:rsidRPr="004C2B8D">
              <w:rPr>
                <w:rFonts w:ascii="Arial" w:hAnsi="Arial" w:cs="Arial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</w:rPr>
            </w:pPr>
            <w:r w:rsidRPr="004C2B8D">
              <w:rPr>
                <w:rFonts w:ascii="Arial" w:hAnsi="Arial" w:cs="Arial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</w:rPr>
            </w:pPr>
            <w:r w:rsidRPr="004C2B8D">
              <w:rPr>
                <w:rFonts w:ascii="Arial" w:hAnsi="Arial" w:cs="Arial"/>
              </w:rPr>
              <w:t>0440151180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</w:rPr>
            </w:pPr>
            <w:r w:rsidRPr="004C2B8D">
              <w:rPr>
                <w:rFonts w:ascii="Arial" w:hAnsi="Arial" w:cs="Arial"/>
              </w:rPr>
              <w:t>240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</w:rPr>
            </w:pPr>
            <w:r w:rsidRPr="004C2B8D">
              <w:rPr>
                <w:rFonts w:ascii="Arial" w:hAnsi="Arial" w:cs="Arial"/>
              </w:rPr>
              <w:t>11,2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</w:rPr>
            </w:pPr>
            <w:r w:rsidRPr="004C2B8D">
              <w:rPr>
                <w:rFonts w:ascii="Arial" w:hAnsi="Arial" w:cs="Arial"/>
              </w:rPr>
              <w:t>12,2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</w:rPr>
            </w:pPr>
            <w:r w:rsidRPr="004C2B8D">
              <w:rPr>
                <w:rFonts w:ascii="Arial" w:hAnsi="Arial" w:cs="Arial"/>
              </w:rPr>
              <w:t>15,7</w:t>
            </w:r>
          </w:p>
        </w:tc>
      </w:tr>
      <w:tr w:rsidR="00E1382B" w:rsidRPr="004C2B8D" w:rsidTr="000F3E9F">
        <w:trPr>
          <w:trHeight w:val="25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НАЦИОНАЛЬНАЯ ЭКОНОМИКА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 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 </w:t>
            </w:r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1 386,8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895,3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909,2</w:t>
            </w:r>
          </w:p>
        </w:tc>
      </w:tr>
      <w:tr w:rsidR="00E1382B" w:rsidRPr="004C2B8D" w:rsidTr="000F3E9F">
        <w:trPr>
          <w:trHeight w:val="25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Дорожное хозяйство (дорожные фонды)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1 084,6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850,0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907,0</w:t>
            </w:r>
          </w:p>
        </w:tc>
      </w:tr>
      <w:tr w:rsidR="00E1382B" w:rsidRPr="004C2B8D" w:rsidTr="000F3E9F">
        <w:trPr>
          <w:trHeight w:val="147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Муниципальная программа Шейнского сельсовета Пачелмского района Пензенской области "Развитие территории, социальной, коммунальной и инженерной инфраструктуры Шейнского сельсовета Пачелмского района Пензенской области на 2014-2024 годы 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0200000000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1 084,6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850,0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907,0</w:t>
            </w:r>
          </w:p>
        </w:tc>
      </w:tr>
      <w:tr w:rsidR="00E1382B" w:rsidRPr="004C2B8D" w:rsidTr="000F3E9F">
        <w:trPr>
          <w:trHeight w:val="84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Подпрограмма "Содержание и ремонт внутрипоселенческих дорог в Шейнском сельсовете Пачелмского района Пензенской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0220000000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1 084,6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850,0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907,0</w:t>
            </w:r>
          </w:p>
        </w:tc>
      </w:tr>
      <w:tr w:rsidR="00E1382B" w:rsidRPr="004C2B8D" w:rsidTr="000F3E9F">
        <w:trPr>
          <w:trHeight w:val="63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Основное мероприятие "Улучшение состояния автомобильных дорог местного значения в границах поселения"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0220100000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1 084,6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850,0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907,0</w:t>
            </w:r>
          </w:p>
        </w:tc>
      </w:tr>
      <w:tr w:rsidR="00E1382B" w:rsidRPr="004C2B8D" w:rsidTr="000F3E9F">
        <w:trPr>
          <w:trHeight w:val="105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Содержание автомобильных дорог и искусственных сооружений на них за счет средств дорожного фонда Шейнского сельсовета Пачелмского района Пензенской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0220146010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1 084,6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850,0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907,0</w:t>
            </w:r>
          </w:p>
        </w:tc>
      </w:tr>
      <w:tr w:rsidR="00E1382B" w:rsidRPr="004C2B8D" w:rsidTr="000F3E9F">
        <w:trPr>
          <w:trHeight w:val="63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0220146010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200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1 084,6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850,0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907,0</w:t>
            </w:r>
          </w:p>
        </w:tc>
      </w:tr>
      <w:tr w:rsidR="00E1382B" w:rsidRPr="004C2B8D" w:rsidTr="000F3E9F">
        <w:trPr>
          <w:trHeight w:val="67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rPr>
                <w:rFonts w:ascii="Arial" w:hAnsi="Arial" w:cs="Arial"/>
              </w:rPr>
            </w:pPr>
            <w:r w:rsidRPr="004C2B8D">
              <w:rPr>
                <w:rFonts w:ascii="Arial" w:hAnsi="Arial" w:cs="Arial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</w:rPr>
            </w:pPr>
            <w:r w:rsidRPr="004C2B8D">
              <w:rPr>
                <w:rFonts w:ascii="Arial" w:hAnsi="Arial" w:cs="Arial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</w:rPr>
            </w:pPr>
            <w:r w:rsidRPr="004C2B8D">
              <w:rPr>
                <w:rFonts w:ascii="Arial" w:hAnsi="Arial" w:cs="Arial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</w:rPr>
            </w:pPr>
            <w:r w:rsidRPr="004C2B8D">
              <w:rPr>
                <w:rFonts w:ascii="Arial" w:hAnsi="Arial" w:cs="Arial"/>
              </w:rPr>
              <w:t>0220146010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</w:rPr>
            </w:pPr>
            <w:r w:rsidRPr="004C2B8D">
              <w:rPr>
                <w:rFonts w:ascii="Arial" w:hAnsi="Arial" w:cs="Arial"/>
              </w:rPr>
              <w:t>240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</w:rPr>
            </w:pPr>
            <w:r w:rsidRPr="004C2B8D">
              <w:rPr>
                <w:rFonts w:ascii="Arial" w:hAnsi="Arial" w:cs="Arial"/>
              </w:rPr>
              <w:t>1 084,6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</w:rPr>
            </w:pPr>
            <w:r w:rsidRPr="004C2B8D">
              <w:rPr>
                <w:rFonts w:ascii="Arial" w:hAnsi="Arial" w:cs="Arial"/>
              </w:rPr>
              <w:t>850,0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</w:rPr>
            </w:pPr>
            <w:r w:rsidRPr="004C2B8D">
              <w:rPr>
                <w:rFonts w:ascii="Arial" w:hAnsi="Arial" w:cs="Arial"/>
              </w:rPr>
              <w:t>907,0</w:t>
            </w:r>
          </w:p>
        </w:tc>
      </w:tr>
      <w:tr w:rsidR="00E1382B" w:rsidRPr="004C2B8D" w:rsidTr="000F3E9F">
        <w:trPr>
          <w:trHeight w:val="4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Другие вопросы в области национальной экономики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 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 </w:t>
            </w:r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302,2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45,3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2,2</w:t>
            </w:r>
          </w:p>
        </w:tc>
      </w:tr>
      <w:tr w:rsidR="00E1382B" w:rsidRPr="004C2B8D" w:rsidTr="000F3E9F">
        <w:trPr>
          <w:trHeight w:val="12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Муниципальная программа Шейнского сельсовета Пачелмского района Пензенской области "Развитие муниципального управления в Шейнском сельсовете Пачелмского района Пензенской области на 2014-2024 годы"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0400000000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302,2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45,3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2,2</w:t>
            </w:r>
          </w:p>
        </w:tc>
      </w:tr>
      <w:tr w:rsidR="00E1382B" w:rsidRPr="004C2B8D" w:rsidTr="000F3E9F">
        <w:trPr>
          <w:trHeight w:val="12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Подпрограмма "Оценка недвижимости, признание прав и регулирование отношений по муниципальной собственности, мероприятия по землеустройству и землепользованию в Шейнском сельсовете Пачелмского района Пензенской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0410000000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43,1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0,0</w:t>
            </w:r>
          </w:p>
        </w:tc>
      </w:tr>
      <w:tr w:rsidR="00E1382B" w:rsidRPr="004C2B8D" w:rsidTr="000F3E9F">
        <w:trPr>
          <w:trHeight w:val="84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Основное мероприятие "Эффективное и рациональное использование муниципального имущества и земельных участков"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0410100000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43,1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0,0</w:t>
            </w:r>
          </w:p>
        </w:tc>
      </w:tr>
      <w:tr w:rsidR="00E1382B" w:rsidRPr="004C2B8D" w:rsidTr="000F3E9F">
        <w:trPr>
          <w:trHeight w:val="4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Мероприятия в области градостроительства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0410120400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278,0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43,1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0,0</w:t>
            </w:r>
          </w:p>
        </w:tc>
      </w:tr>
      <w:tr w:rsidR="00E1382B" w:rsidRPr="004C2B8D" w:rsidTr="000F3E9F">
        <w:trPr>
          <w:trHeight w:val="63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0410120400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200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278,0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43,1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0,0</w:t>
            </w:r>
          </w:p>
        </w:tc>
      </w:tr>
      <w:tr w:rsidR="00E1382B" w:rsidRPr="004C2B8D" w:rsidTr="000F3E9F">
        <w:trPr>
          <w:trHeight w:val="67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rPr>
                <w:rFonts w:ascii="Arial" w:hAnsi="Arial" w:cs="Arial"/>
              </w:rPr>
            </w:pPr>
            <w:r w:rsidRPr="004C2B8D">
              <w:rPr>
                <w:rFonts w:ascii="Arial" w:hAnsi="Arial" w:cs="Arial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</w:rPr>
            </w:pPr>
            <w:r w:rsidRPr="004C2B8D">
              <w:rPr>
                <w:rFonts w:ascii="Arial" w:hAnsi="Arial" w:cs="Arial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</w:rPr>
            </w:pPr>
            <w:r w:rsidRPr="004C2B8D">
              <w:rPr>
                <w:rFonts w:ascii="Arial" w:hAnsi="Arial" w:cs="Arial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</w:rPr>
            </w:pPr>
            <w:r w:rsidRPr="004C2B8D">
              <w:rPr>
                <w:rFonts w:ascii="Arial" w:hAnsi="Arial" w:cs="Arial"/>
              </w:rPr>
              <w:t>0410120400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</w:rPr>
            </w:pPr>
            <w:r w:rsidRPr="004C2B8D">
              <w:rPr>
                <w:rFonts w:ascii="Arial" w:hAnsi="Arial" w:cs="Arial"/>
              </w:rPr>
              <w:t>240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</w:rPr>
            </w:pPr>
            <w:r w:rsidRPr="004C2B8D">
              <w:rPr>
                <w:rFonts w:ascii="Arial" w:hAnsi="Arial" w:cs="Arial"/>
              </w:rPr>
              <w:t>278,0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</w:rPr>
            </w:pPr>
            <w:r w:rsidRPr="004C2B8D">
              <w:rPr>
                <w:rFonts w:ascii="Arial" w:hAnsi="Arial" w:cs="Arial"/>
              </w:rPr>
              <w:t>43,1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</w:rPr>
            </w:pPr>
            <w:r w:rsidRPr="004C2B8D">
              <w:rPr>
                <w:rFonts w:ascii="Arial" w:hAnsi="Arial" w:cs="Arial"/>
              </w:rPr>
              <w:t>0,0</w:t>
            </w:r>
          </w:p>
        </w:tc>
      </w:tr>
      <w:tr w:rsidR="00E1382B" w:rsidRPr="004C2B8D" w:rsidTr="000F3E9F">
        <w:trPr>
          <w:trHeight w:val="63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0410120410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 </w:t>
            </w:r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12,0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0,0</w:t>
            </w:r>
          </w:p>
        </w:tc>
      </w:tr>
      <w:tr w:rsidR="00E1382B" w:rsidRPr="004C2B8D" w:rsidTr="000F3E9F">
        <w:trPr>
          <w:trHeight w:val="63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0410120410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200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12,0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0,0</w:t>
            </w:r>
          </w:p>
        </w:tc>
      </w:tr>
      <w:tr w:rsidR="00E1382B" w:rsidRPr="004C2B8D" w:rsidTr="000F3E9F">
        <w:trPr>
          <w:trHeight w:val="67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rPr>
                <w:rFonts w:ascii="Arial" w:hAnsi="Arial" w:cs="Arial"/>
              </w:rPr>
            </w:pPr>
            <w:r w:rsidRPr="004C2B8D">
              <w:rPr>
                <w:rFonts w:ascii="Arial" w:hAnsi="Arial" w:cs="Arial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</w:rPr>
            </w:pPr>
            <w:r w:rsidRPr="004C2B8D">
              <w:rPr>
                <w:rFonts w:ascii="Arial" w:hAnsi="Arial" w:cs="Arial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</w:rPr>
            </w:pPr>
            <w:r w:rsidRPr="004C2B8D">
              <w:rPr>
                <w:rFonts w:ascii="Arial" w:hAnsi="Arial" w:cs="Arial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</w:rPr>
            </w:pPr>
            <w:r w:rsidRPr="004C2B8D">
              <w:rPr>
                <w:rFonts w:ascii="Arial" w:hAnsi="Arial" w:cs="Arial"/>
              </w:rPr>
              <w:t>0410120410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</w:rPr>
            </w:pPr>
            <w:r w:rsidRPr="004C2B8D">
              <w:rPr>
                <w:rFonts w:ascii="Arial" w:hAnsi="Arial" w:cs="Arial"/>
              </w:rPr>
              <w:t>240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</w:rPr>
            </w:pPr>
            <w:r w:rsidRPr="004C2B8D">
              <w:rPr>
                <w:rFonts w:ascii="Arial" w:hAnsi="Arial" w:cs="Arial"/>
              </w:rPr>
              <w:t>12,0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</w:rPr>
            </w:pPr>
            <w:r w:rsidRPr="004C2B8D">
              <w:rPr>
                <w:rFonts w:ascii="Arial" w:hAnsi="Arial" w:cs="Arial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</w:rPr>
            </w:pPr>
            <w:r w:rsidRPr="004C2B8D">
              <w:rPr>
                <w:rFonts w:ascii="Arial" w:hAnsi="Arial" w:cs="Arial"/>
              </w:rPr>
              <w:t>0,0</w:t>
            </w:r>
          </w:p>
        </w:tc>
      </w:tr>
      <w:tr w:rsidR="00E1382B" w:rsidRPr="004C2B8D" w:rsidTr="000F3E9F">
        <w:trPr>
          <w:trHeight w:val="25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Кадастровые работы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0410120440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 </w:t>
            </w:r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0,0</w:t>
            </w:r>
          </w:p>
        </w:tc>
      </w:tr>
      <w:tr w:rsidR="00E1382B" w:rsidRPr="004C2B8D" w:rsidTr="000F3E9F">
        <w:trPr>
          <w:trHeight w:val="63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0410120440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200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0,0</w:t>
            </w:r>
          </w:p>
        </w:tc>
      </w:tr>
      <w:tr w:rsidR="00E1382B" w:rsidRPr="004C2B8D" w:rsidTr="000F3E9F">
        <w:trPr>
          <w:trHeight w:val="67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rPr>
                <w:rFonts w:ascii="Arial" w:hAnsi="Arial" w:cs="Arial"/>
              </w:rPr>
            </w:pPr>
            <w:r w:rsidRPr="004C2B8D">
              <w:rPr>
                <w:rFonts w:ascii="Arial" w:hAnsi="Arial" w:cs="Arial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</w:rPr>
            </w:pPr>
            <w:r w:rsidRPr="004C2B8D">
              <w:rPr>
                <w:rFonts w:ascii="Arial" w:hAnsi="Arial" w:cs="Arial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</w:rPr>
            </w:pPr>
            <w:r w:rsidRPr="004C2B8D">
              <w:rPr>
                <w:rFonts w:ascii="Arial" w:hAnsi="Arial" w:cs="Arial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</w:rPr>
            </w:pPr>
            <w:r w:rsidRPr="004C2B8D">
              <w:rPr>
                <w:rFonts w:ascii="Arial" w:hAnsi="Arial" w:cs="Arial"/>
              </w:rPr>
              <w:t>0410120440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</w:rPr>
            </w:pPr>
            <w:r w:rsidRPr="004C2B8D">
              <w:rPr>
                <w:rFonts w:ascii="Arial" w:hAnsi="Arial" w:cs="Arial"/>
              </w:rPr>
              <w:t>240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</w:rPr>
            </w:pPr>
            <w:r w:rsidRPr="004C2B8D">
              <w:rPr>
                <w:rFonts w:ascii="Arial" w:hAnsi="Arial" w:cs="Arial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</w:rPr>
            </w:pPr>
            <w:r w:rsidRPr="004C2B8D">
              <w:rPr>
                <w:rFonts w:ascii="Arial" w:hAnsi="Arial" w:cs="Arial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</w:rPr>
            </w:pPr>
            <w:r w:rsidRPr="004C2B8D">
              <w:rPr>
                <w:rFonts w:ascii="Arial" w:hAnsi="Arial" w:cs="Arial"/>
              </w:rPr>
              <w:t>0,0</w:t>
            </w:r>
          </w:p>
        </w:tc>
      </w:tr>
      <w:tr w:rsidR="00E1382B" w:rsidRPr="004C2B8D" w:rsidTr="000F3E9F">
        <w:trPr>
          <w:trHeight w:val="4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Подпрограмма "Реализация отдельных переданных полномочий"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0440000000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 </w:t>
            </w:r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2,2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2,2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2,2</w:t>
            </w:r>
          </w:p>
        </w:tc>
      </w:tr>
      <w:tr w:rsidR="00E1382B" w:rsidRPr="004C2B8D" w:rsidTr="000F3E9F">
        <w:trPr>
          <w:trHeight w:val="84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Основное мероприятие "Реализация отдельных переданных полномочий Шейнским сельсоветом Пачелмского района Пензенской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0440100000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2,2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2,2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2,2</w:t>
            </w:r>
          </w:p>
        </w:tc>
      </w:tr>
      <w:tr w:rsidR="00E1382B" w:rsidRPr="004C2B8D" w:rsidTr="000F3E9F">
        <w:trPr>
          <w:trHeight w:val="63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Отдельные полномочия по решению вопросов местного значения в сфере градостроительной деятельности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0440180220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1,0</w:t>
            </w:r>
          </w:p>
        </w:tc>
      </w:tr>
      <w:tr w:rsidR="00E1382B" w:rsidRPr="004C2B8D" w:rsidTr="000F3E9F">
        <w:trPr>
          <w:trHeight w:val="63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0440180220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200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1,0</w:t>
            </w:r>
          </w:p>
        </w:tc>
      </w:tr>
      <w:tr w:rsidR="00E1382B" w:rsidRPr="004C2B8D" w:rsidTr="000F3E9F">
        <w:trPr>
          <w:trHeight w:val="67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rPr>
                <w:rFonts w:ascii="Arial" w:hAnsi="Arial" w:cs="Arial"/>
              </w:rPr>
            </w:pPr>
            <w:r w:rsidRPr="004C2B8D">
              <w:rPr>
                <w:rFonts w:ascii="Arial" w:hAnsi="Arial" w:cs="Arial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</w:rPr>
            </w:pPr>
            <w:r w:rsidRPr="004C2B8D">
              <w:rPr>
                <w:rFonts w:ascii="Arial" w:hAnsi="Arial" w:cs="Arial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</w:rPr>
            </w:pPr>
            <w:r w:rsidRPr="004C2B8D">
              <w:rPr>
                <w:rFonts w:ascii="Arial" w:hAnsi="Arial" w:cs="Arial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</w:rPr>
            </w:pPr>
            <w:r w:rsidRPr="004C2B8D">
              <w:rPr>
                <w:rFonts w:ascii="Arial" w:hAnsi="Arial" w:cs="Arial"/>
              </w:rPr>
              <w:t>0440180220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</w:rPr>
            </w:pPr>
            <w:r w:rsidRPr="004C2B8D">
              <w:rPr>
                <w:rFonts w:ascii="Arial" w:hAnsi="Arial" w:cs="Arial"/>
              </w:rPr>
              <w:t>240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</w:rPr>
            </w:pPr>
            <w:r w:rsidRPr="004C2B8D">
              <w:rPr>
                <w:rFonts w:ascii="Arial" w:hAnsi="Arial" w:cs="Arial"/>
              </w:rPr>
              <w:t>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</w:rPr>
            </w:pPr>
            <w:r w:rsidRPr="004C2B8D">
              <w:rPr>
                <w:rFonts w:ascii="Arial" w:hAnsi="Arial" w:cs="Arial"/>
              </w:rPr>
              <w:t>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</w:rPr>
            </w:pPr>
            <w:r w:rsidRPr="004C2B8D">
              <w:rPr>
                <w:rFonts w:ascii="Arial" w:hAnsi="Arial" w:cs="Arial"/>
              </w:rPr>
              <w:t>1,0</w:t>
            </w:r>
          </w:p>
        </w:tc>
      </w:tr>
      <w:tr w:rsidR="00E1382B" w:rsidRPr="004C2B8D" w:rsidTr="000F3E9F">
        <w:trPr>
          <w:trHeight w:val="84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Исполнение полномочий Пачелмского района по осуществлению муниципального земельного контроля за использованием земель сельского поселения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0440180290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 </w:t>
            </w:r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1,2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1,2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1,2</w:t>
            </w:r>
          </w:p>
        </w:tc>
      </w:tr>
      <w:tr w:rsidR="00E1382B" w:rsidRPr="004C2B8D" w:rsidTr="000F3E9F">
        <w:trPr>
          <w:trHeight w:val="63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0440180290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200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1,2</w:t>
            </w:r>
          </w:p>
        </w:tc>
      </w:tr>
      <w:tr w:rsidR="00E1382B" w:rsidRPr="004C2B8D" w:rsidTr="000F3E9F">
        <w:trPr>
          <w:trHeight w:val="67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rPr>
                <w:rFonts w:ascii="Arial" w:hAnsi="Arial" w:cs="Arial"/>
              </w:rPr>
            </w:pPr>
            <w:r w:rsidRPr="004C2B8D">
              <w:rPr>
                <w:rFonts w:ascii="Arial" w:hAnsi="Arial" w:cs="Arial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</w:rPr>
            </w:pPr>
            <w:r w:rsidRPr="004C2B8D">
              <w:rPr>
                <w:rFonts w:ascii="Arial" w:hAnsi="Arial" w:cs="Arial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</w:rPr>
            </w:pPr>
            <w:r w:rsidRPr="004C2B8D">
              <w:rPr>
                <w:rFonts w:ascii="Arial" w:hAnsi="Arial" w:cs="Arial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</w:rPr>
            </w:pPr>
            <w:r w:rsidRPr="004C2B8D">
              <w:rPr>
                <w:rFonts w:ascii="Arial" w:hAnsi="Arial" w:cs="Arial"/>
              </w:rPr>
              <w:t>0440180290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</w:rPr>
            </w:pPr>
            <w:r w:rsidRPr="004C2B8D">
              <w:rPr>
                <w:rFonts w:ascii="Arial" w:hAnsi="Arial" w:cs="Arial"/>
              </w:rPr>
              <w:t>240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</w:rPr>
            </w:pPr>
            <w:r w:rsidRPr="004C2B8D">
              <w:rPr>
                <w:rFonts w:ascii="Arial" w:hAnsi="Arial" w:cs="Arial"/>
              </w:rPr>
              <w:t>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</w:rPr>
            </w:pPr>
            <w:r w:rsidRPr="004C2B8D">
              <w:rPr>
                <w:rFonts w:ascii="Arial" w:hAnsi="Arial" w:cs="Arial"/>
              </w:rPr>
              <w:t>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</w:rPr>
            </w:pPr>
            <w:r w:rsidRPr="004C2B8D">
              <w:rPr>
                <w:rFonts w:ascii="Arial" w:hAnsi="Arial" w:cs="Arial"/>
              </w:rPr>
              <w:t>1,2</w:t>
            </w:r>
          </w:p>
        </w:tc>
      </w:tr>
      <w:tr w:rsidR="00E1382B" w:rsidRPr="004C2B8D" w:rsidTr="000F3E9F">
        <w:trPr>
          <w:trHeight w:val="25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ЖИЛИЩНО-КОММУНАЛЬНОЕ ХОЗЯЙСТВО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 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 </w:t>
            </w:r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214,0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0,0</w:t>
            </w:r>
          </w:p>
        </w:tc>
      </w:tr>
      <w:tr w:rsidR="00E1382B" w:rsidRPr="004C2B8D" w:rsidTr="000F3E9F">
        <w:trPr>
          <w:trHeight w:val="25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Коммунальное хозяйство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114,0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0,0</w:t>
            </w:r>
          </w:p>
        </w:tc>
      </w:tr>
      <w:tr w:rsidR="00E1382B" w:rsidRPr="004C2B8D" w:rsidTr="000F3E9F">
        <w:trPr>
          <w:trHeight w:val="147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Муниципальная программа Шейнского сельсовета Пачелмского района Пензенской области "Развитие территории, социальной, коммунальной и инженерной инфраструктуры Шейнского сельсовета Пачелмского района Пензенской области на 2014-2024 годы 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0200000000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114,0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0,0</w:t>
            </w:r>
          </w:p>
        </w:tc>
      </w:tr>
      <w:tr w:rsidR="00E1382B" w:rsidRPr="004C2B8D" w:rsidTr="000F3E9F">
        <w:trPr>
          <w:trHeight w:val="84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Подпрограмма "Комплексная программа развития систем коммунальной инфраструктуры Шейнского сельсовета Пачелмского района Пензенской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0210000000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114,0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0,0</w:t>
            </w:r>
          </w:p>
        </w:tc>
      </w:tr>
      <w:tr w:rsidR="00E1382B" w:rsidRPr="004C2B8D" w:rsidTr="000F3E9F">
        <w:trPr>
          <w:trHeight w:val="63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Основное мероприятие"Повышение эффективности, надежности работы инженерных систем жизнеобеспечения"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0210300000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114,0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0,0</w:t>
            </w:r>
          </w:p>
        </w:tc>
      </w:tr>
      <w:tr w:rsidR="00E1382B" w:rsidRPr="004C2B8D" w:rsidTr="000F3E9F">
        <w:trPr>
          <w:trHeight w:val="63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Содержание, ремонт и модернизация объектов в области коммунального хозяйства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0210365200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114,0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0,0</w:t>
            </w:r>
          </w:p>
        </w:tc>
      </w:tr>
      <w:tr w:rsidR="00E1382B" w:rsidRPr="004C2B8D" w:rsidTr="000F3E9F">
        <w:trPr>
          <w:trHeight w:val="63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0210365200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200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114,0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0,0</w:t>
            </w:r>
          </w:p>
        </w:tc>
      </w:tr>
      <w:tr w:rsidR="00E1382B" w:rsidRPr="004C2B8D" w:rsidTr="000F3E9F">
        <w:trPr>
          <w:trHeight w:val="67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rPr>
                <w:rFonts w:ascii="Arial" w:hAnsi="Arial" w:cs="Arial"/>
              </w:rPr>
            </w:pPr>
            <w:r w:rsidRPr="004C2B8D">
              <w:rPr>
                <w:rFonts w:ascii="Arial" w:hAnsi="Arial" w:cs="Arial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</w:rPr>
            </w:pPr>
            <w:r w:rsidRPr="004C2B8D">
              <w:rPr>
                <w:rFonts w:ascii="Arial" w:hAnsi="Arial" w:cs="Arial"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</w:rPr>
            </w:pPr>
            <w:r w:rsidRPr="004C2B8D">
              <w:rPr>
                <w:rFonts w:ascii="Arial" w:hAnsi="Arial" w:cs="Arial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</w:rPr>
            </w:pPr>
            <w:r w:rsidRPr="004C2B8D">
              <w:rPr>
                <w:rFonts w:ascii="Arial" w:hAnsi="Arial" w:cs="Arial"/>
              </w:rPr>
              <w:t>0210365200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</w:rPr>
            </w:pPr>
            <w:r w:rsidRPr="004C2B8D">
              <w:rPr>
                <w:rFonts w:ascii="Arial" w:hAnsi="Arial" w:cs="Arial"/>
              </w:rPr>
              <w:t>240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</w:rPr>
            </w:pPr>
            <w:r w:rsidRPr="004C2B8D">
              <w:rPr>
                <w:rFonts w:ascii="Arial" w:hAnsi="Arial" w:cs="Arial"/>
              </w:rPr>
              <w:t>114,0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</w:rPr>
            </w:pPr>
            <w:r w:rsidRPr="004C2B8D">
              <w:rPr>
                <w:rFonts w:ascii="Arial" w:hAnsi="Arial" w:cs="Arial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</w:rPr>
            </w:pPr>
            <w:r w:rsidRPr="004C2B8D">
              <w:rPr>
                <w:rFonts w:ascii="Arial" w:hAnsi="Arial" w:cs="Arial"/>
              </w:rPr>
              <w:t>0,0</w:t>
            </w:r>
          </w:p>
        </w:tc>
      </w:tr>
      <w:tr w:rsidR="00E1382B" w:rsidRPr="004C2B8D" w:rsidTr="000F3E9F">
        <w:trPr>
          <w:trHeight w:val="25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Благоустройство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 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 </w:t>
            </w:r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0,0</w:t>
            </w:r>
          </w:p>
        </w:tc>
      </w:tr>
      <w:tr w:rsidR="00E1382B" w:rsidRPr="004C2B8D" w:rsidTr="000F3E9F">
        <w:trPr>
          <w:trHeight w:val="84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Муниципальная программа "Комплексное развитие сельских территорий Шеинского сельсовета Пачелмского района Пензенской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0500000000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0,0</w:t>
            </w:r>
          </w:p>
        </w:tc>
      </w:tr>
      <w:tr w:rsidR="00E1382B" w:rsidRPr="004C2B8D" w:rsidTr="000F3E9F">
        <w:trPr>
          <w:trHeight w:val="25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Благоустройство сельских территорий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0500065170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0,0</w:t>
            </w:r>
          </w:p>
        </w:tc>
      </w:tr>
      <w:tr w:rsidR="00E1382B" w:rsidRPr="004C2B8D" w:rsidTr="000F3E9F">
        <w:trPr>
          <w:trHeight w:val="63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0500065170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200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0,0</w:t>
            </w:r>
          </w:p>
        </w:tc>
      </w:tr>
      <w:tr w:rsidR="00E1382B" w:rsidRPr="004C2B8D" w:rsidTr="000F3E9F">
        <w:trPr>
          <w:trHeight w:val="67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rPr>
                <w:rFonts w:ascii="Arial" w:hAnsi="Arial" w:cs="Arial"/>
              </w:rPr>
            </w:pPr>
            <w:r w:rsidRPr="004C2B8D">
              <w:rPr>
                <w:rFonts w:ascii="Arial" w:hAnsi="Arial" w:cs="Arial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</w:rPr>
            </w:pPr>
            <w:r w:rsidRPr="004C2B8D">
              <w:rPr>
                <w:rFonts w:ascii="Arial" w:hAnsi="Arial" w:cs="Arial"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</w:rPr>
            </w:pPr>
            <w:r w:rsidRPr="004C2B8D">
              <w:rPr>
                <w:rFonts w:ascii="Arial" w:hAnsi="Arial" w:cs="Arial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</w:rPr>
            </w:pPr>
            <w:r w:rsidRPr="004C2B8D">
              <w:rPr>
                <w:rFonts w:ascii="Arial" w:hAnsi="Arial" w:cs="Arial"/>
              </w:rPr>
              <w:t>0500065170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</w:rPr>
            </w:pPr>
            <w:r w:rsidRPr="004C2B8D">
              <w:rPr>
                <w:rFonts w:ascii="Arial" w:hAnsi="Arial" w:cs="Arial"/>
              </w:rPr>
              <w:t>240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</w:rPr>
            </w:pPr>
            <w:r w:rsidRPr="004C2B8D">
              <w:rPr>
                <w:rFonts w:ascii="Arial" w:hAnsi="Arial" w:cs="Arial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</w:rPr>
            </w:pPr>
            <w:r w:rsidRPr="004C2B8D">
              <w:rPr>
                <w:rFonts w:ascii="Arial" w:hAnsi="Arial" w:cs="Arial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</w:rPr>
            </w:pPr>
            <w:r w:rsidRPr="004C2B8D">
              <w:rPr>
                <w:rFonts w:ascii="Arial" w:hAnsi="Arial" w:cs="Arial"/>
              </w:rPr>
              <w:t>0,0</w:t>
            </w:r>
          </w:p>
        </w:tc>
      </w:tr>
      <w:tr w:rsidR="00E1382B" w:rsidRPr="004C2B8D" w:rsidTr="000F3E9F">
        <w:trPr>
          <w:trHeight w:val="25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КУЛЬТУРА, КИНЕМАТОГРАФИЯ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 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 </w:t>
            </w:r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729,7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635,7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629,7</w:t>
            </w:r>
          </w:p>
        </w:tc>
      </w:tr>
      <w:tr w:rsidR="00E1382B" w:rsidRPr="004C2B8D" w:rsidTr="000F3E9F">
        <w:trPr>
          <w:trHeight w:val="25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Культура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729,7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635,7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629,7</w:t>
            </w:r>
          </w:p>
        </w:tc>
      </w:tr>
      <w:tr w:rsidR="00E1382B" w:rsidRPr="004C2B8D" w:rsidTr="000F3E9F">
        <w:trPr>
          <w:trHeight w:val="12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Муниципальная программа Шейнского сельсовета Пачелмского района Пензенской области "Развитие культуры и поддержка молодежи Шейнского сельсовета Пачелмского района Пензенской области на 2014-2024 годы"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0300000000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330,0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236,0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230,0</w:t>
            </w:r>
          </w:p>
        </w:tc>
      </w:tr>
      <w:tr w:rsidR="00E1382B" w:rsidRPr="004C2B8D" w:rsidTr="000F3E9F">
        <w:trPr>
          <w:trHeight w:val="4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Подпрограмма "Содержание объектов социальной культурной сферы"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0330000000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330,0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236,0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230,0</w:t>
            </w:r>
          </w:p>
        </w:tc>
      </w:tr>
      <w:tr w:rsidR="00E1382B" w:rsidRPr="004C2B8D" w:rsidTr="000F3E9F">
        <w:trPr>
          <w:trHeight w:val="84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Основное мероприятие "Обеспечение соответствия состояния объектов социально-культурной сферы нормативным требованиям"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0330100000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330,0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236,0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230,0</w:t>
            </w:r>
          </w:p>
        </w:tc>
      </w:tr>
      <w:tr w:rsidR="00E1382B" w:rsidRPr="004C2B8D" w:rsidTr="000F3E9F">
        <w:trPr>
          <w:trHeight w:val="4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Расходы на содержание объектов социально-культурной сферы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0330128500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330,0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236,0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230,0</w:t>
            </w:r>
          </w:p>
        </w:tc>
      </w:tr>
      <w:tr w:rsidR="00E1382B" w:rsidRPr="004C2B8D" w:rsidTr="000F3E9F">
        <w:trPr>
          <w:trHeight w:val="63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0330128500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200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330,0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236,0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230,0</w:t>
            </w:r>
          </w:p>
        </w:tc>
      </w:tr>
      <w:tr w:rsidR="00E1382B" w:rsidRPr="004C2B8D" w:rsidTr="000F3E9F">
        <w:trPr>
          <w:trHeight w:val="67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rPr>
                <w:rFonts w:ascii="Arial" w:hAnsi="Arial" w:cs="Arial"/>
              </w:rPr>
            </w:pPr>
            <w:r w:rsidRPr="004C2B8D">
              <w:rPr>
                <w:rFonts w:ascii="Arial" w:hAnsi="Arial" w:cs="Arial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</w:rPr>
            </w:pPr>
            <w:r w:rsidRPr="004C2B8D">
              <w:rPr>
                <w:rFonts w:ascii="Arial" w:hAnsi="Arial" w:cs="Arial"/>
              </w:rPr>
              <w:t>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</w:rPr>
            </w:pPr>
            <w:r w:rsidRPr="004C2B8D">
              <w:rPr>
                <w:rFonts w:ascii="Arial" w:hAnsi="Arial" w:cs="Arial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</w:rPr>
            </w:pPr>
            <w:r w:rsidRPr="004C2B8D">
              <w:rPr>
                <w:rFonts w:ascii="Arial" w:hAnsi="Arial" w:cs="Arial"/>
              </w:rPr>
              <w:t>0330128500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</w:rPr>
            </w:pPr>
            <w:r w:rsidRPr="004C2B8D">
              <w:rPr>
                <w:rFonts w:ascii="Arial" w:hAnsi="Arial" w:cs="Arial"/>
              </w:rPr>
              <w:t>240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</w:rPr>
            </w:pPr>
            <w:r w:rsidRPr="004C2B8D">
              <w:rPr>
                <w:rFonts w:ascii="Arial" w:hAnsi="Arial" w:cs="Arial"/>
              </w:rPr>
              <w:t>330,0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</w:rPr>
            </w:pPr>
            <w:r w:rsidRPr="004C2B8D">
              <w:rPr>
                <w:rFonts w:ascii="Arial" w:hAnsi="Arial" w:cs="Arial"/>
              </w:rPr>
              <w:t>236,0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</w:rPr>
            </w:pPr>
            <w:r w:rsidRPr="004C2B8D">
              <w:rPr>
                <w:rFonts w:ascii="Arial" w:hAnsi="Arial" w:cs="Arial"/>
              </w:rPr>
              <w:t>230,0</w:t>
            </w:r>
          </w:p>
        </w:tc>
      </w:tr>
      <w:tr w:rsidR="00E1382B" w:rsidRPr="004C2B8D" w:rsidTr="000F3E9F">
        <w:trPr>
          <w:trHeight w:val="126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Муниципальная программа Шейнского сельсовета Пачелмского района Пензенской области "Развитие муниципального управления в Шейнском сельсовете Пачелмского района Пензенской области на 2014-2024 годы"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0400000000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 </w:t>
            </w:r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399,7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399,7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399,7</w:t>
            </w:r>
          </w:p>
        </w:tc>
      </w:tr>
      <w:tr w:rsidR="00E1382B" w:rsidRPr="004C2B8D" w:rsidTr="000F3E9F">
        <w:trPr>
          <w:trHeight w:val="4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Подпрограмма "Реализация отдельных переданных полномочий"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0440000000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399,7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399,7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399,7</w:t>
            </w:r>
          </w:p>
        </w:tc>
      </w:tr>
      <w:tr w:rsidR="00E1382B" w:rsidRPr="004C2B8D" w:rsidTr="000F3E9F">
        <w:trPr>
          <w:trHeight w:val="84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Основное мероприятие "Реализация отдельных переданных полномочий Шейнским сельсоветом Пачелмского района Пензенской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0440100000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399,7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399,7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399,7</w:t>
            </w:r>
          </w:p>
        </w:tc>
      </w:tr>
      <w:tr w:rsidR="00E1382B" w:rsidRPr="004C2B8D" w:rsidTr="000F3E9F">
        <w:trPr>
          <w:trHeight w:val="84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Выполнение передаваемых полномочий муниципальному району по обеспечению жителей поселения услугами организаций культуры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0440180250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399,7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399,7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399,7</w:t>
            </w:r>
          </w:p>
        </w:tc>
      </w:tr>
      <w:tr w:rsidR="00E1382B" w:rsidRPr="004C2B8D" w:rsidTr="000F3E9F">
        <w:trPr>
          <w:trHeight w:val="25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0440180250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500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399,7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399,7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399,7</w:t>
            </w:r>
          </w:p>
        </w:tc>
      </w:tr>
      <w:tr w:rsidR="00E1382B" w:rsidRPr="004C2B8D" w:rsidTr="000F3E9F">
        <w:trPr>
          <w:trHeight w:val="25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rPr>
                <w:rFonts w:ascii="Arial" w:hAnsi="Arial" w:cs="Arial"/>
              </w:rPr>
            </w:pPr>
            <w:r w:rsidRPr="004C2B8D">
              <w:rPr>
                <w:rFonts w:ascii="Arial" w:hAnsi="Arial" w:cs="Arial"/>
              </w:rPr>
              <w:t>Иные 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</w:rPr>
            </w:pPr>
            <w:r w:rsidRPr="004C2B8D">
              <w:rPr>
                <w:rFonts w:ascii="Arial" w:hAnsi="Arial" w:cs="Arial"/>
              </w:rPr>
              <w:t>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</w:rPr>
            </w:pPr>
            <w:r w:rsidRPr="004C2B8D">
              <w:rPr>
                <w:rFonts w:ascii="Arial" w:hAnsi="Arial" w:cs="Arial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</w:rPr>
            </w:pPr>
            <w:r w:rsidRPr="004C2B8D">
              <w:rPr>
                <w:rFonts w:ascii="Arial" w:hAnsi="Arial" w:cs="Arial"/>
              </w:rPr>
              <w:t>0440180250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</w:rPr>
            </w:pPr>
            <w:r w:rsidRPr="004C2B8D">
              <w:rPr>
                <w:rFonts w:ascii="Arial" w:hAnsi="Arial" w:cs="Arial"/>
              </w:rPr>
              <w:t>540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</w:rPr>
            </w:pPr>
            <w:r w:rsidRPr="004C2B8D">
              <w:rPr>
                <w:rFonts w:ascii="Arial" w:hAnsi="Arial" w:cs="Arial"/>
              </w:rPr>
              <w:t>399,7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</w:rPr>
            </w:pPr>
            <w:r w:rsidRPr="004C2B8D">
              <w:rPr>
                <w:rFonts w:ascii="Arial" w:hAnsi="Arial" w:cs="Arial"/>
              </w:rPr>
              <w:t>399,7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</w:rPr>
            </w:pPr>
            <w:r w:rsidRPr="004C2B8D">
              <w:rPr>
                <w:rFonts w:ascii="Arial" w:hAnsi="Arial" w:cs="Arial"/>
              </w:rPr>
              <w:t>399,7</w:t>
            </w:r>
          </w:p>
        </w:tc>
      </w:tr>
      <w:tr w:rsidR="00E1382B" w:rsidRPr="004C2B8D" w:rsidTr="000F3E9F">
        <w:trPr>
          <w:trHeight w:val="25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СОЦИАЛЬНАЯ ПОЛИТИКА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 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 </w:t>
            </w:r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19,5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19,5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19,5</w:t>
            </w:r>
          </w:p>
        </w:tc>
      </w:tr>
      <w:tr w:rsidR="00E1382B" w:rsidRPr="004C2B8D" w:rsidTr="000F3E9F">
        <w:trPr>
          <w:trHeight w:val="25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Пенсионное обеспечение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19,5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19,5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19,5</w:t>
            </w:r>
          </w:p>
        </w:tc>
      </w:tr>
      <w:tr w:rsidR="00E1382B" w:rsidRPr="004C2B8D" w:rsidTr="000F3E9F">
        <w:trPr>
          <w:trHeight w:val="12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Муниципальная программа Шейнского сельсовета Пачелмского района Пензенской области "Развитие муниципального управления в Шейнском сельсовете Пачелмского района Пензенской области на 2014-2024 годы"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0400000000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19,5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19,5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19,5</w:t>
            </w:r>
          </w:p>
        </w:tc>
      </w:tr>
      <w:tr w:rsidR="00E1382B" w:rsidRPr="004C2B8D" w:rsidTr="000F3E9F">
        <w:trPr>
          <w:trHeight w:val="63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Подпрограмма "Предоставление мер социальной поддержки отдельных категорий граждан"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0430000000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19,5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19,5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19,5</w:t>
            </w:r>
          </w:p>
        </w:tc>
      </w:tr>
      <w:tr w:rsidR="00E1382B" w:rsidRPr="004C2B8D" w:rsidTr="000F3E9F">
        <w:trPr>
          <w:trHeight w:val="63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Основное мероприятие "Выполнение обязательств по социальной поддержке отдельный категорий граждан"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0430100000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19,5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19,5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19,5</w:t>
            </w:r>
          </w:p>
        </w:tc>
      </w:tr>
      <w:tr w:rsidR="00E1382B" w:rsidRPr="004C2B8D" w:rsidTr="000F3E9F">
        <w:trPr>
          <w:trHeight w:val="25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Доплаты к пенсиям муниципальных служащих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0430124250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19,5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19,5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19,5</w:t>
            </w:r>
          </w:p>
        </w:tc>
      </w:tr>
      <w:tr w:rsidR="00E1382B" w:rsidRPr="004C2B8D" w:rsidTr="000F3E9F">
        <w:trPr>
          <w:trHeight w:val="4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0430124250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300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19,5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19,5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19,5</w:t>
            </w:r>
          </w:p>
        </w:tc>
      </w:tr>
      <w:tr w:rsidR="00E1382B" w:rsidRPr="004C2B8D" w:rsidTr="000F3E9F">
        <w:trPr>
          <w:trHeight w:val="45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rPr>
                <w:rFonts w:ascii="Arial" w:hAnsi="Arial" w:cs="Arial"/>
              </w:rPr>
            </w:pPr>
            <w:r w:rsidRPr="004C2B8D">
              <w:rPr>
                <w:rFonts w:ascii="Arial" w:hAnsi="Arial" w:cs="Arial"/>
              </w:rPr>
              <w:t>Публичные нормативные социальные выплаты гражданам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</w:rPr>
            </w:pPr>
            <w:r w:rsidRPr="004C2B8D">
              <w:rPr>
                <w:rFonts w:ascii="Arial" w:hAnsi="Arial" w:cs="Arial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</w:rPr>
            </w:pPr>
            <w:r w:rsidRPr="004C2B8D">
              <w:rPr>
                <w:rFonts w:ascii="Arial" w:hAnsi="Arial" w:cs="Arial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</w:rPr>
            </w:pPr>
            <w:r w:rsidRPr="004C2B8D">
              <w:rPr>
                <w:rFonts w:ascii="Arial" w:hAnsi="Arial" w:cs="Arial"/>
              </w:rPr>
              <w:t>0430124250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</w:rPr>
            </w:pPr>
            <w:r w:rsidRPr="004C2B8D">
              <w:rPr>
                <w:rFonts w:ascii="Arial" w:hAnsi="Arial" w:cs="Arial"/>
              </w:rPr>
              <w:t>310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</w:rPr>
            </w:pPr>
            <w:r w:rsidRPr="004C2B8D">
              <w:rPr>
                <w:rFonts w:ascii="Arial" w:hAnsi="Arial" w:cs="Arial"/>
              </w:rPr>
              <w:t>19,5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</w:rPr>
            </w:pPr>
            <w:r w:rsidRPr="004C2B8D">
              <w:rPr>
                <w:rFonts w:ascii="Arial" w:hAnsi="Arial" w:cs="Arial"/>
              </w:rPr>
              <w:t>19,5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</w:rPr>
            </w:pPr>
            <w:r w:rsidRPr="004C2B8D">
              <w:rPr>
                <w:rFonts w:ascii="Arial" w:hAnsi="Arial" w:cs="Arial"/>
              </w:rPr>
              <w:t>19,5</w:t>
            </w:r>
          </w:p>
        </w:tc>
      </w:tr>
    </w:tbl>
    <w:p w:rsidR="00E1382B" w:rsidRPr="004C2B8D" w:rsidRDefault="00E1382B" w:rsidP="00775F45">
      <w:pPr>
        <w:pStyle w:val="BodyText"/>
        <w:spacing w:line="240" w:lineRule="exact"/>
        <w:rPr>
          <w:sz w:val="20"/>
          <w:szCs w:val="20"/>
        </w:rPr>
      </w:pPr>
      <w:r w:rsidRPr="004C2B8D">
        <w:rPr>
          <w:sz w:val="20"/>
          <w:szCs w:val="20"/>
        </w:rPr>
        <w:t xml:space="preserve">»;  </w:t>
      </w:r>
    </w:p>
    <w:p w:rsidR="00E1382B" w:rsidRPr="004C2B8D" w:rsidRDefault="00E1382B" w:rsidP="00775F45">
      <w:pPr>
        <w:pStyle w:val="BodyText"/>
        <w:spacing w:line="240" w:lineRule="exact"/>
        <w:rPr>
          <w:sz w:val="20"/>
          <w:szCs w:val="20"/>
        </w:rPr>
      </w:pPr>
    </w:p>
    <w:p w:rsidR="00E1382B" w:rsidRPr="004C2B8D" w:rsidRDefault="00E1382B" w:rsidP="00775F45">
      <w:pPr>
        <w:pStyle w:val="BodyText"/>
        <w:spacing w:line="240" w:lineRule="exact"/>
        <w:rPr>
          <w:sz w:val="24"/>
          <w:szCs w:val="24"/>
        </w:rPr>
      </w:pPr>
      <w:r w:rsidRPr="004C2B8D">
        <w:rPr>
          <w:sz w:val="24"/>
          <w:szCs w:val="24"/>
        </w:rPr>
        <w:t xml:space="preserve">1.6. Приложение 9 изложить в следующей редакции:                                                                                                                   </w:t>
      </w:r>
    </w:p>
    <w:p w:rsidR="00E1382B" w:rsidRPr="004C2B8D" w:rsidRDefault="00E1382B" w:rsidP="00775F45">
      <w:pPr>
        <w:pStyle w:val="BodyText"/>
        <w:spacing w:line="240" w:lineRule="exact"/>
        <w:rPr>
          <w:sz w:val="20"/>
          <w:szCs w:val="20"/>
        </w:rPr>
      </w:pPr>
      <w:r w:rsidRPr="004C2B8D"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E1382B" w:rsidRPr="004C2B8D" w:rsidRDefault="00E1382B" w:rsidP="00775F45">
      <w:pPr>
        <w:jc w:val="right"/>
        <w:rPr>
          <w:color w:val="FF0000"/>
        </w:rPr>
      </w:pPr>
      <w:r w:rsidRPr="004C2B8D">
        <w:t>« Приложение  9</w:t>
      </w:r>
    </w:p>
    <w:p w:rsidR="00E1382B" w:rsidRPr="004C2B8D" w:rsidRDefault="00E1382B" w:rsidP="00775F45">
      <w:pPr>
        <w:jc w:val="right"/>
      </w:pPr>
      <w:r w:rsidRPr="004C2B8D">
        <w:t>к решению Комитета местного</w:t>
      </w:r>
    </w:p>
    <w:p w:rsidR="00E1382B" w:rsidRPr="004C2B8D" w:rsidRDefault="00E1382B" w:rsidP="00775F45">
      <w:pPr>
        <w:jc w:val="right"/>
      </w:pPr>
      <w:r w:rsidRPr="004C2B8D">
        <w:t xml:space="preserve"> самоуправления Шейнского сельсовета</w:t>
      </w:r>
    </w:p>
    <w:p w:rsidR="00E1382B" w:rsidRPr="004C2B8D" w:rsidRDefault="00E1382B" w:rsidP="00775F45">
      <w:pPr>
        <w:jc w:val="right"/>
      </w:pPr>
      <w:r w:rsidRPr="004C2B8D">
        <w:t>Пачелмского района Пензенской области</w:t>
      </w:r>
    </w:p>
    <w:p w:rsidR="00E1382B" w:rsidRPr="004C2B8D" w:rsidRDefault="00E1382B" w:rsidP="00775F45">
      <w:pPr>
        <w:jc w:val="right"/>
      </w:pPr>
      <w:r w:rsidRPr="004C2B8D">
        <w:t xml:space="preserve">от 25.12.2020  №03-23/3 </w:t>
      </w:r>
    </w:p>
    <w:p w:rsidR="00E1382B" w:rsidRPr="004C2B8D" w:rsidRDefault="00E1382B" w:rsidP="00775F45">
      <w:pPr>
        <w:jc w:val="right"/>
      </w:pPr>
    </w:p>
    <w:p w:rsidR="00E1382B" w:rsidRPr="004C2B8D" w:rsidRDefault="00E1382B" w:rsidP="00775F45">
      <w:pPr>
        <w:pStyle w:val="BodyText"/>
        <w:jc w:val="center"/>
        <w:rPr>
          <w:color w:val="000000"/>
          <w:sz w:val="24"/>
          <w:szCs w:val="24"/>
        </w:rPr>
      </w:pPr>
      <w:r w:rsidRPr="004C2B8D">
        <w:rPr>
          <w:sz w:val="20"/>
          <w:szCs w:val="20"/>
        </w:rPr>
        <w:t xml:space="preserve">              </w:t>
      </w:r>
      <w:r w:rsidRPr="004C2B8D">
        <w:rPr>
          <w:color w:val="000000"/>
          <w:sz w:val="20"/>
          <w:szCs w:val="20"/>
        </w:rPr>
        <w:t xml:space="preserve"> </w:t>
      </w:r>
      <w:r w:rsidRPr="004C2B8D">
        <w:rPr>
          <w:b/>
          <w:bCs/>
          <w:color w:val="000000"/>
          <w:sz w:val="24"/>
          <w:szCs w:val="24"/>
        </w:rPr>
        <w:t xml:space="preserve">Ведомственная  структура (Вед) расходов бюджета Шейнского сельсовета Пачелмского района Пензенской области на 2021 год и  плановый период 2022 </w:t>
      </w:r>
      <w:r w:rsidRPr="004C2B8D">
        <w:rPr>
          <w:b/>
          <w:bCs/>
          <w:sz w:val="24"/>
          <w:szCs w:val="24"/>
        </w:rPr>
        <w:t>и</w:t>
      </w:r>
      <w:r w:rsidRPr="004C2B8D">
        <w:rPr>
          <w:b/>
          <w:bCs/>
          <w:color w:val="000000"/>
          <w:sz w:val="24"/>
          <w:szCs w:val="24"/>
        </w:rPr>
        <w:t xml:space="preserve"> 2023 годов</w:t>
      </w:r>
      <w:r w:rsidRPr="004C2B8D">
        <w:rPr>
          <w:color w:val="000000"/>
          <w:sz w:val="24"/>
          <w:szCs w:val="24"/>
        </w:rPr>
        <w:t>.</w:t>
      </w:r>
    </w:p>
    <w:p w:rsidR="00E1382B" w:rsidRPr="004C2B8D" w:rsidRDefault="00E1382B" w:rsidP="00775F45">
      <w:pPr>
        <w:pStyle w:val="BodyText"/>
        <w:jc w:val="center"/>
        <w:rPr>
          <w:b/>
          <w:bCs/>
          <w:sz w:val="20"/>
          <w:szCs w:val="20"/>
        </w:rPr>
      </w:pPr>
    </w:p>
    <w:tbl>
      <w:tblPr>
        <w:tblW w:w="10753" w:type="dxa"/>
        <w:tblInd w:w="93" w:type="dxa"/>
        <w:tblLook w:val="00A0"/>
      </w:tblPr>
      <w:tblGrid>
        <w:gridCol w:w="2974"/>
        <w:gridCol w:w="599"/>
        <w:gridCol w:w="775"/>
        <w:gridCol w:w="1075"/>
        <w:gridCol w:w="1327"/>
        <w:gridCol w:w="76"/>
        <w:gridCol w:w="557"/>
        <w:gridCol w:w="1185"/>
        <w:gridCol w:w="1106"/>
        <w:gridCol w:w="1086"/>
      </w:tblGrid>
      <w:tr w:rsidR="00E1382B" w:rsidRPr="004C2B8D" w:rsidTr="005B297A">
        <w:trPr>
          <w:trHeight w:val="270"/>
        </w:trPr>
        <w:tc>
          <w:tcPr>
            <w:tcW w:w="356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1382B" w:rsidRPr="004C2B8D" w:rsidRDefault="00E1382B" w:rsidP="0070285D">
            <w:pPr>
              <w:widowControl/>
              <w:rPr>
                <w:rFonts w:ascii="Arial CYR" w:hAnsi="Arial CYR" w:cs="Arial CYR"/>
              </w:rPr>
            </w:pPr>
            <w:r w:rsidRPr="004C2B8D">
              <w:rPr>
                <w:rFonts w:ascii="Arial CYR" w:hAnsi="Arial CYR" w:cs="Arial CYR"/>
              </w:rPr>
              <w:t>Единица измерения:</w:t>
            </w:r>
          </w:p>
        </w:tc>
        <w:tc>
          <w:tcPr>
            <w:tcW w:w="185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1382B" w:rsidRPr="004C2B8D" w:rsidRDefault="00E1382B" w:rsidP="0070285D">
            <w:pPr>
              <w:widowControl/>
              <w:rPr>
                <w:rFonts w:ascii="Arial CYR" w:hAnsi="Arial CYR" w:cs="Arial CYR"/>
              </w:rPr>
            </w:pPr>
          </w:p>
        </w:tc>
        <w:tc>
          <w:tcPr>
            <w:tcW w:w="13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1382B" w:rsidRPr="004C2B8D" w:rsidRDefault="00E1382B" w:rsidP="0070285D">
            <w:pPr>
              <w:widowControl/>
              <w:rPr>
                <w:rFonts w:ascii="Arial" w:hAnsi="Arial" w:cs="Arial"/>
              </w:rPr>
            </w:pPr>
          </w:p>
        </w:tc>
        <w:tc>
          <w:tcPr>
            <w:tcW w:w="63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1382B" w:rsidRPr="004C2B8D" w:rsidRDefault="00E1382B" w:rsidP="0070285D">
            <w:pPr>
              <w:widowControl/>
              <w:rPr>
                <w:rFonts w:ascii="Arial" w:hAnsi="Arial" w:cs="Arial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1382B" w:rsidRPr="004C2B8D" w:rsidRDefault="00E1382B" w:rsidP="0070285D">
            <w:pPr>
              <w:widowControl/>
              <w:rPr>
                <w:rFonts w:ascii="Arial" w:hAnsi="Arial" w:cs="Arial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1382B" w:rsidRPr="004C2B8D" w:rsidRDefault="00E1382B" w:rsidP="0070285D">
            <w:pPr>
              <w:widowControl/>
              <w:rPr>
                <w:rFonts w:ascii="Arial" w:hAnsi="Arial" w:cs="Arial"/>
              </w:rPr>
            </w:pP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1382B" w:rsidRPr="004C2B8D" w:rsidRDefault="00E1382B" w:rsidP="0070285D">
            <w:pPr>
              <w:widowControl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тыс. руб.</w:t>
            </w:r>
          </w:p>
        </w:tc>
      </w:tr>
      <w:tr w:rsidR="00E1382B" w:rsidRPr="004C2B8D" w:rsidTr="005B297A">
        <w:trPr>
          <w:trHeight w:val="255"/>
        </w:trPr>
        <w:tc>
          <w:tcPr>
            <w:tcW w:w="29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</w:rPr>
            </w:pPr>
            <w:r w:rsidRPr="004C2B8D">
              <w:rPr>
                <w:rFonts w:ascii="Arial" w:hAnsi="Arial" w:cs="Arial"/>
                <w:b/>
                <w:bCs/>
              </w:rPr>
              <w:t>Наименование показателя</w:t>
            </w:r>
          </w:p>
        </w:tc>
        <w:tc>
          <w:tcPr>
            <w:tcW w:w="440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</w:rPr>
            </w:pPr>
            <w:r w:rsidRPr="004C2B8D">
              <w:rPr>
                <w:rFonts w:ascii="Arial" w:hAnsi="Arial" w:cs="Arial"/>
                <w:b/>
                <w:bCs/>
              </w:rPr>
              <w:t>КБК</w:t>
            </w:r>
          </w:p>
        </w:tc>
        <w:tc>
          <w:tcPr>
            <w:tcW w:w="11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1382B" w:rsidRPr="004C2B8D" w:rsidRDefault="00E1382B" w:rsidP="004C2B8D">
            <w:pPr>
              <w:widowControl/>
              <w:jc w:val="center"/>
              <w:rPr>
                <w:rFonts w:ascii="Arial" w:hAnsi="Arial" w:cs="Arial"/>
                <w:b/>
                <w:bCs/>
              </w:rPr>
            </w:pPr>
            <w:r w:rsidRPr="004C2B8D">
              <w:rPr>
                <w:rFonts w:ascii="Arial" w:hAnsi="Arial" w:cs="Arial"/>
                <w:b/>
                <w:bCs/>
              </w:rPr>
              <w:t>Сумма на 2021 год</w:t>
            </w:r>
          </w:p>
        </w:tc>
        <w:tc>
          <w:tcPr>
            <w:tcW w:w="11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1382B" w:rsidRPr="004C2B8D" w:rsidRDefault="00E1382B" w:rsidP="004C2B8D">
            <w:pPr>
              <w:jc w:val="center"/>
            </w:pPr>
            <w:r w:rsidRPr="004C2B8D">
              <w:rPr>
                <w:rFonts w:ascii="Arial" w:hAnsi="Arial" w:cs="Arial"/>
                <w:b/>
                <w:bCs/>
              </w:rPr>
              <w:t>Сумма на 2022 год</w:t>
            </w:r>
          </w:p>
        </w:tc>
        <w:tc>
          <w:tcPr>
            <w:tcW w:w="10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1382B" w:rsidRPr="004C2B8D" w:rsidRDefault="00E1382B" w:rsidP="004C2B8D">
            <w:pPr>
              <w:jc w:val="center"/>
            </w:pPr>
            <w:r w:rsidRPr="004C2B8D">
              <w:rPr>
                <w:rFonts w:ascii="Arial" w:hAnsi="Arial" w:cs="Arial"/>
                <w:b/>
                <w:bCs/>
              </w:rPr>
              <w:t>Сумма на 2023 год</w:t>
            </w:r>
          </w:p>
        </w:tc>
      </w:tr>
      <w:tr w:rsidR="00E1382B" w:rsidRPr="004C2B8D" w:rsidTr="005B297A">
        <w:trPr>
          <w:trHeight w:val="428"/>
        </w:trPr>
        <w:tc>
          <w:tcPr>
            <w:tcW w:w="29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1382B" w:rsidRPr="004C2B8D" w:rsidRDefault="00E1382B" w:rsidP="0070285D">
            <w:pPr>
              <w:widowControl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Вед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</w:rPr>
            </w:pPr>
            <w:r w:rsidRPr="004C2B8D">
              <w:rPr>
                <w:rFonts w:ascii="Arial" w:hAnsi="Arial" w:cs="Arial"/>
                <w:b/>
                <w:bCs/>
              </w:rPr>
              <w:t>Р</w:t>
            </w:r>
            <w:r>
              <w:rPr>
                <w:rFonts w:ascii="Arial" w:hAnsi="Arial" w:cs="Arial"/>
                <w:b/>
                <w:bCs/>
              </w:rPr>
              <w:t>з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</w:rPr>
            </w:pPr>
            <w:r w:rsidRPr="004C2B8D">
              <w:rPr>
                <w:rFonts w:ascii="Arial" w:hAnsi="Arial" w:cs="Arial"/>
                <w:b/>
                <w:bCs/>
              </w:rPr>
              <w:t>П</w:t>
            </w:r>
            <w:r>
              <w:rPr>
                <w:rFonts w:ascii="Arial" w:hAnsi="Arial" w:cs="Arial"/>
                <w:b/>
                <w:bCs/>
              </w:rPr>
              <w:t>р</w:t>
            </w:r>
          </w:p>
        </w:tc>
        <w:tc>
          <w:tcPr>
            <w:tcW w:w="1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</w:rPr>
            </w:pPr>
            <w:r w:rsidRPr="004C2B8D">
              <w:rPr>
                <w:rFonts w:ascii="Arial" w:hAnsi="Arial" w:cs="Arial"/>
                <w:b/>
                <w:bCs/>
              </w:rPr>
              <w:t>ЦСР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</w:rPr>
            </w:pPr>
            <w:r w:rsidRPr="004C2B8D">
              <w:rPr>
                <w:rFonts w:ascii="Arial" w:hAnsi="Arial" w:cs="Arial"/>
                <w:b/>
                <w:bCs/>
              </w:rPr>
              <w:t>В</w:t>
            </w:r>
            <w:r>
              <w:rPr>
                <w:rFonts w:ascii="Arial" w:hAnsi="Arial" w:cs="Arial"/>
                <w:b/>
                <w:bCs/>
              </w:rPr>
              <w:t>р</w:t>
            </w:r>
          </w:p>
        </w:tc>
        <w:tc>
          <w:tcPr>
            <w:tcW w:w="11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1382B" w:rsidRPr="004C2B8D" w:rsidRDefault="00E1382B" w:rsidP="0070285D">
            <w:pPr>
              <w:widowControl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1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1382B" w:rsidRPr="004C2B8D" w:rsidRDefault="00E1382B" w:rsidP="0070285D">
            <w:pPr>
              <w:widowControl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0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1382B" w:rsidRPr="004C2B8D" w:rsidRDefault="00E1382B" w:rsidP="0070285D">
            <w:pPr>
              <w:widowControl/>
              <w:rPr>
                <w:rFonts w:ascii="Arial" w:hAnsi="Arial" w:cs="Arial"/>
                <w:b/>
                <w:bCs/>
              </w:rPr>
            </w:pPr>
          </w:p>
        </w:tc>
      </w:tr>
      <w:tr w:rsidR="00E1382B" w:rsidRPr="004C2B8D" w:rsidTr="005B297A">
        <w:trPr>
          <w:trHeight w:val="255"/>
        </w:trPr>
        <w:tc>
          <w:tcPr>
            <w:tcW w:w="2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</w:rPr>
            </w:pPr>
            <w:r w:rsidRPr="004C2B8D"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</w:rPr>
            </w:pPr>
            <w:r w:rsidRPr="004C2B8D"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</w:rPr>
            </w:pPr>
            <w:r w:rsidRPr="004C2B8D">
              <w:rPr>
                <w:rFonts w:ascii="Arial" w:hAnsi="Arial" w:cs="Arial"/>
                <w:b/>
                <w:bCs/>
              </w:rPr>
              <w:t>3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</w:rPr>
            </w:pPr>
            <w:r w:rsidRPr="004C2B8D">
              <w:rPr>
                <w:rFonts w:ascii="Arial" w:hAnsi="Arial" w:cs="Arial"/>
                <w:b/>
                <w:bCs/>
              </w:rPr>
              <w:t>4</w:t>
            </w:r>
          </w:p>
        </w:tc>
        <w:tc>
          <w:tcPr>
            <w:tcW w:w="1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</w:rPr>
            </w:pPr>
            <w:r w:rsidRPr="004C2B8D">
              <w:rPr>
                <w:rFonts w:ascii="Arial" w:hAnsi="Arial" w:cs="Arial"/>
                <w:b/>
                <w:bCs/>
              </w:rPr>
              <w:t>5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</w:rPr>
            </w:pPr>
            <w:r w:rsidRPr="004C2B8D">
              <w:rPr>
                <w:rFonts w:ascii="Arial" w:hAnsi="Arial" w:cs="Arial"/>
                <w:b/>
                <w:bCs/>
              </w:rPr>
              <w:t>6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</w:rPr>
            </w:pPr>
            <w:r w:rsidRPr="004C2B8D">
              <w:rPr>
                <w:rFonts w:ascii="Arial" w:hAnsi="Arial" w:cs="Arial"/>
                <w:b/>
                <w:bCs/>
              </w:rPr>
              <w:t>7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</w:rPr>
            </w:pPr>
            <w:r w:rsidRPr="004C2B8D">
              <w:rPr>
                <w:rFonts w:ascii="Arial" w:hAnsi="Arial" w:cs="Arial"/>
                <w:b/>
                <w:bCs/>
              </w:rPr>
              <w:t>8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</w:rPr>
            </w:pPr>
            <w:r w:rsidRPr="004C2B8D">
              <w:rPr>
                <w:rFonts w:ascii="Arial" w:hAnsi="Arial" w:cs="Arial"/>
                <w:b/>
                <w:bCs/>
              </w:rPr>
              <w:t>9</w:t>
            </w:r>
          </w:p>
        </w:tc>
      </w:tr>
      <w:tr w:rsidR="00E1382B" w:rsidRPr="004C2B8D" w:rsidTr="005B297A">
        <w:trPr>
          <w:trHeight w:val="255"/>
        </w:trPr>
        <w:tc>
          <w:tcPr>
            <w:tcW w:w="2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1382B" w:rsidRPr="004C2B8D" w:rsidRDefault="00E1382B" w:rsidP="0070285D">
            <w:pPr>
              <w:widowControl/>
              <w:rPr>
                <w:rFonts w:ascii="Arial" w:hAnsi="Arial" w:cs="Arial"/>
                <w:b/>
                <w:bCs/>
              </w:rPr>
            </w:pPr>
            <w:r w:rsidRPr="004C2B8D">
              <w:rPr>
                <w:rFonts w:ascii="Arial" w:hAnsi="Arial" w:cs="Arial"/>
                <w:b/>
                <w:bCs/>
              </w:rPr>
              <w:t>ВСЕГО: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</w:rPr>
            </w:pPr>
            <w:r w:rsidRPr="004C2B8D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</w:rPr>
            </w:pPr>
            <w:r w:rsidRPr="004C2B8D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</w:rPr>
            </w:pPr>
            <w:r w:rsidRPr="004C2B8D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</w:rPr>
            </w:pPr>
            <w:r w:rsidRPr="004C2B8D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</w:rPr>
            </w:pPr>
            <w:r w:rsidRPr="004C2B8D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  <w:b/>
                <w:bCs/>
              </w:rPr>
            </w:pPr>
            <w:r w:rsidRPr="004C2B8D">
              <w:rPr>
                <w:rFonts w:ascii="Arial" w:hAnsi="Arial" w:cs="Arial"/>
                <w:b/>
                <w:bCs/>
              </w:rPr>
              <w:t>5 139,5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  <w:b/>
                <w:bCs/>
              </w:rPr>
            </w:pPr>
            <w:r w:rsidRPr="004C2B8D">
              <w:rPr>
                <w:rFonts w:ascii="Arial" w:hAnsi="Arial" w:cs="Arial"/>
                <w:b/>
                <w:bCs/>
              </w:rPr>
              <w:t>3 825,5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  <w:b/>
                <w:bCs/>
              </w:rPr>
            </w:pPr>
            <w:r w:rsidRPr="004C2B8D">
              <w:rPr>
                <w:rFonts w:ascii="Arial" w:hAnsi="Arial" w:cs="Arial"/>
                <w:b/>
                <w:bCs/>
              </w:rPr>
              <w:t>3 783,8</w:t>
            </w:r>
          </w:p>
        </w:tc>
      </w:tr>
      <w:tr w:rsidR="00E1382B" w:rsidRPr="004C2B8D" w:rsidTr="005B297A">
        <w:trPr>
          <w:trHeight w:val="630"/>
        </w:trPr>
        <w:tc>
          <w:tcPr>
            <w:tcW w:w="2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Администрация сельского поселения Шейнский сельсовет Пачелмского района Пензенской области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901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 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 </w:t>
            </w:r>
          </w:p>
        </w:tc>
        <w:tc>
          <w:tcPr>
            <w:tcW w:w="1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5 139,5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3 825,5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3 783,8</w:t>
            </w:r>
          </w:p>
        </w:tc>
      </w:tr>
      <w:tr w:rsidR="00E1382B" w:rsidRPr="004C2B8D" w:rsidTr="005B297A">
        <w:trPr>
          <w:trHeight w:val="255"/>
        </w:trPr>
        <w:tc>
          <w:tcPr>
            <w:tcW w:w="2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ОБЩЕГОСУДАРСТВЕННЫЕ ВОПРОСЫ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901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01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 </w:t>
            </w:r>
          </w:p>
        </w:tc>
        <w:tc>
          <w:tcPr>
            <w:tcW w:w="1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2 698,5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2 182,9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2 129,8</w:t>
            </w:r>
          </w:p>
        </w:tc>
      </w:tr>
      <w:tr w:rsidR="00E1382B" w:rsidRPr="004C2B8D" w:rsidTr="005B297A">
        <w:trPr>
          <w:trHeight w:val="1050"/>
        </w:trPr>
        <w:tc>
          <w:tcPr>
            <w:tcW w:w="2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901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01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04</w:t>
            </w:r>
          </w:p>
        </w:tc>
        <w:tc>
          <w:tcPr>
            <w:tcW w:w="1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2 469,2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1 953,6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1 900,5</w:t>
            </w:r>
          </w:p>
        </w:tc>
      </w:tr>
      <w:tr w:rsidR="00E1382B" w:rsidRPr="004C2B8D" w:rsidTr="005B297A">
        <w:trPr>
          <w:trHeight w:val="1260"/>
        </w:trPr>
        <w:tc>
          <w:tcPr>
            <w:tcW w:w="2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Муниципальная программа Шейнского сельсовета Пачелмского района Пензенской области "Развитие муниципального управления в Шейнском сельсовете Пачелмского района Пензенской области на 2014-2024 годы"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901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01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04</w:t>
            </w:r>
          </w:p>
        </w:tc>
        <w:tc>
          <w:tcPr>
            <w:tcW w:w="1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0400000000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2 469,2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1 953,6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1 900,5</w:t>
            </w:r>
          </w:p>
        </w:tc>
      </w:tr>
      <w:tr w:rsidR="00E1382B" w:rsidRPr="004C2B8D" w:rsidTr="005B297A">
        <w:trPr>
          <w:trHeight w:val="630"/>
        </w:trPr>
        <w:tc>
          <w:tcPr>
            <w:tcW w:w="2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Подпрограмма "Обеспечение деятельности администрации Шейнского сельсовета Пачелмского района Пензенской области"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901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01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04</w:t>
            </w:r>
          </w:p>
        </w:tc>
        <w:tc>
          <w:tcPr>
            <w:tcW w:w="1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0420000000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2 469,2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1 953,6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1 900,5</w:t>
            </w:r>
          </w:p>
        </w:tc>
      </w:tr>
      <w:tr w:rsidR="00E1382B" w:rsidRPr="004C2B8D" w:rsidTr="005B297A">
        <w:trPr>
          <w:trHeight w:val="1050"/>
        </w:trPr>
        <w:tc>
          <w:tcPr>
            <w:tcW w:w="2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Основное мероприятие "Создание оптимальных условий для повышения эффективности реализации полномочий администрацией Шейнского сельсовета Пачелмского района Пензенской области"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901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01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04</w:t>
            </w:r>
          </w:p>
        </w:tc>
        <w:tc>
          <w:tcPr>
            <w:tcW w:w="1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0420100000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2 469,2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1 953,6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1 900,5</w:t>
            </w:r>
          </w:p>
        </w:tc>
      </w:tr>
      <w:tr w:rsidR="00E1382B" w:rsidRPr="004C2B8D" w:rsidTr="005B297A">
        <w:trPr>
          <w:trHeight w:val="630"/>
        </w:trPr>
        <w:tc>
          <w:tcPr>
            <w:tcW w:w="2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Расходы на выплаты по оплате труда работников органов местного самоуправления (глава администрации)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901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01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04</w:t>
            </w:r>
          </w:p>
        </w:tc>
        <w:tc>
          <w:tcPr>
            <w:tcW w:w="1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0420102090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758,4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758,4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758,4</w:t>
            </w:r>
          </w:p>
        </w:tc>
      </w:tr>
      <w:tr w:rsidR="00E1382B" w:rsidRPr="004C2B8D" w:rsidTr="005B297A">
        <w:trPr>
          <w:trHeight w:val="1260"/>
        </w:trPr>
        <w:tc>
          <w:tcPr>
            <w:tcW w:w="2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901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01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04</w:t>
            </w:r>
          </w:p>
        </w:tc>
        <w:tc>
          <w:tcPr>
            <w:tcW w:w="1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0420102090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100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758,4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758,4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758,4</w:t>
            </w:r>
          </w:p>
        </w:tc>
      </w:tr>
      <w:tr w:rsidR="00E1382B" w:rsidRPr="004C2B8D" w:rsidTr="005B297A">
        <w:trPr>
          <w:trHeight w:val="450"/>
        </w:trPr>
        <w:tc>
          <w:tcPr>
            <w:tcW w:w="2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rPr>
                <w:rFonts w:ascii="Arial" w:hAnsi="Arial" w:cs="Arial"/>
              </w:rPr>
            </w:pPr>
            <w:r w:rsidRPr="004C2B8D">
              <w:rPr>
                <w:rFonts w:ascii="Arial" w:hAnsi="Arial" w:cs="Arial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</w:rPr>
            </w:pPr>
            <w:r w:rsidRPr="004C2B8D">
              <w:rPr>
                <w:rFonts w:ascii="Arial" w:hAnsi="Arial" w:cs="Arial"/>
              </w:rPr>
              <w:t>901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</w:rPr>
            </w:pPr>
            <w:r w:rsidRPr="004C2B8D">
              <w:rPr>
                <w:rFonts w:ascii="Arial" w:hAnsi="Arial" w:cs="Arial"/>
              </w:rPr>
              <w:t>01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</w:rPr>
            </w:pPr>
            <w:r w:rsidRPr="004C2B8D">
              <w:rPr>
                <w:rFonts w:ascii="Arial" w:hAnsi="Arial" w:cs="Arial"/>
              </w:rPr>
              <w:t>04</w:t>
            </w:r>
          </w:p>
        </w:tc>
        <w:tc>
          <w:tcPr>
            <w:tcW w:w="1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</w:rPr>
            </w:pPr>
            <w:r w:rsidRPr="004C2B8D">
              <w:rPr>
                <w:rFonts w:ascii="Arial" w:hAnsi="Arial" w:cs="Arial"/>
              </w:rPr>
              <w:t>0420102090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</w:rPr>
            </w:pPr>
            <w:r w:rsidRPr="004C2B8D">
              <w:rPr>
                <w:rFonts w:ascii="Arial" w:hAnsi="Arial" w:cs="Arial"/>
              </w:rPr>
              <w:t>120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</w:rPr>
            </w:pPr>
            <w:r w:rsidRPr="004C2B8D">
              <w:rPr>
                <w:rFonts w:ascii="Arial" w:hAnsi="Arial" w:cs="Arial"/>
              </w:rPr>
              <w:t>758,4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</w:rPr>
            </w:pPr>
            <w:r w:rsidRPr="004C2B8D">
              <w:rPr>
                <w:rFonts w:ascii="Arial" w:hAnsi="Arial" w:cs="Arial"/>
              </w:rPr>
              <w:t>758,4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</w:rPr>
            </w:pPr>
            <w:r w:rsidRPr="004C2B8D">
              <w:rPr>
                <w:rFonts w:ascii="Arial" w:hAnsi="Arial" w:cs="Arial"/>
              </w:rPr>
              <w:t>758,4</w:t>
            </w:r>
          </w:p>
        </w:tc>
      </w:tr>
      <w:tr w:rsidR="00E1382B" w:rsidRPr="004C2B8D" w:rsidTr="005B297A">
        <w:trPr>
          <w:trHeight w:val="630"/>
        </w:trPr>
        <w:tc>
          <w:tcPr>
            <w:tcW w:w="2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901</w:t>
            </w:r>
          </w:p>
        </w:tc>
        <w:tc>
          <w:tcPr>
            <w:tcW w:w="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01</w:t>
            </w: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04</w:t>
            </w:r>
          </w:p>
        </w:tc>
        <w:tc>
          <w:tcPr>
            <w:tcW w:w="14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0420102100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987,1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704,0</w:t>
            </w:r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704,0</w:t>
            </w:r>
          </w:p>
        </w:tc>
      </w:tr>
      <w:tr w:rsidR="00E1382B" w:rsidRPr="004C2B8D" w:rsidTr="005B297A">
        <w:trPr>
          <w:trHeight w:val="1260"/>
        </w:trPr>
        <w:tc>
          <w:tcPr>
            <w:tcW w:w="2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901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01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04</w:t>
            </w:r>
          </w:p>
        </w:tc>
        <w:tc>
          <w:tcPr>
            <w:tcW w:w="1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0420102100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100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987,1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704,0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704,0</w:t>
            </w:r>
          </w:p>
        </w:tc>
      </w:tr>
      <w:tr w:rsidR="00E1382B" w:rsidRPr="004C2B8D" w:rsidTr="005B297A">
        <w:trPr>
          <w:trHeight w:val="450"/>
        </w:trPr>
        <w:tc>
          <w:tcPr>
            <w:tcW w:w="2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rPr>
                <w:rFonts w:ascii="Arial" w:hAnsi="Arial" w:cs="Arial"/>
              </w:rPr>
            </w:pPr>
            <w:r w:rsidRPr="004C2B8D">
              <w:rPr>
                <w:rFonts w:ascii="Arial" w:hAnsi="Arial" w:cs="Arial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</w:rPr>
            </w:pPr>
            <w:r w:rsidRPr="004C2B8D">
              <w:rPr>
                <w:rFonts w:ascii="Arial" w:hAnsi="Arial" w:cs="Arial"/>
              </w:rPr>
              <w:t>901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</w:rPr>
            </w:pPr>
            <w:r w:rsidRPr="004C2B8D">
              <w:rPr>
                <w:rFonts w:ascii="Arial" w:hAnsi="Arial" w:cs="Arial"/>
              </w:rPr>
              <w:t>01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</w:rPr>
            </w:pPr>
            <w:r w:rsidRPr="004C2B8D">
              <w:rPr>
                <w:rFonts w:ascii="Arial" w:hAnsi="Arial" w:cs="Arial"/>
              </w:rPr>
              <w:t>04</w:t>
            </w:r>
          </w:p>
        </w:tc>
        <w:tc>
          <w:tcPr>
            <w:tcW w:w="1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</w:rPr>
            </w:pPr>
            <w:r w:rsidRPr="004C2B8D">
              <w:rPr>
                <w:rFonts w:ascii="Arial" w:hAnsi="Arial" w:cs="Arial"/>
              </w:rPr>
              <w:t>0420102100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</w:rPr>
            </w:pPr>
            <w:r w:rsidRPr="004C2B8D">
              <w:rPr>
                <w:rFonts w:ascii="Arial" w:hAnsi="Arial" w:cs="Arial"/>
              </w:rPr>
              <w:t>120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</w:rPr>
            </w:pPr>
            <w:r w:rsidRPr="004C2B8D">
              <w:rPr>
                <w:rFonts w:ascii="Arial" w:hAnsi="Arial" w:cs="Arial"/>
              </w:rPr>
              <w:t>987,1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</w:rPr>
            </w:pPr>
            <w:r w:rsidRPr="004C2B8D">
              <w:rPr>
                <w:rFonts w:ascii="Arial" w:hAnsi="Arial" w:cs="Arial"/>
              </w:rPr>
              <w:t>704,0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</w:rPr>
            </w:pPr>
            <w:r w:rsidRPr="004C2B8D">
              <w:rPr>
                <w:rFonts w:ascii="Arial" w:hAnsi="Arial" w:cs="Arial"/>
              </w:rPr>
              <w:t>704,0</w:t>
            </w:r>
          </w:p>
        </w:tc>
      </w:tr>
      <w:tr w:rsidR="00E1382B" w:rsidRPr="004C2B8D" w:rsidTr="005B297A">
        <w:trPr>
          <w:trHeight w:val="420"/>
        </w:trPr>
        <w:tc>
          <w:tcPr>
            <w:tcW w:w="2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901</w:t>
            </w:r>
          </w:p>
        </w:tc>
        <w:tc>
          <w:tcPr>
            <w:tcW w:w="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01</w:t>
            </w: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04</w:t>
            </w:r>
          </w:p>
        </w:tc>
        <w:tc>
          <w:tcPr>
            <w:tcW w:w="14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0420102200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723,7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491,2</w:t>
            </w:r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438,1</w:t>
            </w:r>
          </w:p>
        </w:tc>
      </w:tr>
      <w:tr w:rsidR="00E1382B" w:rsidRPr="004C2B8D" w:rsidTr="005B297A">
        <w:trPr>
          <w:trHeight w:val="630"/>
        </w:trPr>
        <w:tc>
          <w:tcPr>
            <w:tcW w:w="2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901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01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04</w:t>
            </w:r>
          </w:p>
        </w:tc>
        <w:tc>
          <w:tcPr>
            <w:tcW w:w="1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0420102200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200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693,7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461,2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420,1</w:t>
            </w:r>
          </w:p>
        </w:tc>
      </w:tr>
      <w:tr w:rsidR="00E1382B" w:rsidRPr="004C2B8D" w:rsidTr="005B297A">
        <w:trPr>
          <w:trHeight w:val="675"/>
        </w:trPr>
        <w:tc>
          <w:tcPr>
            <w:tcW w:w="2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rPr>
                <w:rFonts w:ascii="Arial" w:hAnsi="Arial" w:cs="Arial"/>
              </w:rPr>
            </w:pPr>
            <w:r w:rsidRPr="004C2B8D">
              <w:rPr>
                <w:rFonts w:ascii="Arial" w:hAnsi="Arial" w:cs="Arial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</w:rPr>
            </w:pPr>
            <w:r w:rsidRPr="004C2B8D">
              <w:rPr>
                <w:rFonts w:ascii="Arial" w:hAnsi="Arial" w:cs="Arial"/>
              </w:rPr>
              <w:t>901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</w:rPr>
            </w:pPr>
            <w:r w:rsidRPr="004C2B8D">
              <w:rPr>
                <w:rFonts w:ascii="Arial" w:hAnsi="Arial" w:cs="Arial"/>
              </w:rPr>
              <w:t>01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</w:rPr>
            </w:pPr>
            <w:r w:rsidRPr="004C2B8D">
              <w:rPr>
                <w:rFonts w:ascii="Arial" w:hAnsi="Arial" w:cs="Arial"/>
              </w:rPr>
              <w:t>04</w:t>
            </w:r>
          </w:p>
        </w:tc>
        <w:tc>
          <w:tcPr>
            <w:tcW w:w="1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</w:rPr>
            </w:pPr>
            <w:r w:rsidRPr="004C2B8D">
              <w:rPr>
                <w:rFonts w:ascii="Arial" w:hAnsi="Arial" w:cs="Arial"/>
              </w:rPr>
              <w:t>0420102200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</w:rPr>
            </w:pPr>
            <w:r w:rsidRPr="004C2B8D">
              <w:rPr>
                <w:rFonts w:ascii="Arial" w:hAnsi="Arial" w:cs="Arial"/>
              </w:rPr>
              <w:t>240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</w:rPr>
            </w:pPr>
            <w:r w:rsidRPr="004C2B8D">
              <w:rPr>
                <w:rFonts w:ascii="Arial" w:hAnsi="Arial" w:cs="Arial"/>
              </w:rPr>
              <w:t>693,7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</w:rPr>
            </w:pPr>
            <w:r w:rsidRPr="004C2B8D">
              <w:rPr>
                <w:rFonts w:ascii="Arial" w:hAnsi="Arial" w:cs="Arial"/>
              </w:rPr>
              <w:t>461,2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</w:rPr>
            </w:pPr>
            <w:r w:rsidRPr="004C2B8D">
              <w:rPr>
                <w:rFonts w:ascii="Arial" w:hAnsi="Arial" w:cs="Arial"/>
              </w:rPr>
              <w:t>420,1</w:t>
            </w:r>
          </w:p>
        </w:tc>
      </w:tr>
      <w:tr w:rsidR="00E1382B" w:rsidRPr="004C2B8D" w:rsidTr="005B297A">
        <w:trPr>
          <w:trHeight w:val="255"/>
        </w:trPr>
        <w:tc>
          <w:tcPr>
            <w:tcW w:w="2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Иные бюджетные ассигнования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901</w:t>
            </w:r>
          </w:p>
        </w:tc>
        <w:tc>
          <w:tcPr>
            <w:tcW w:w="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01</w:t>
            </w: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04</w:t>
            </w:r>
          </w:p>
        </w:tc>
        <w:tc>
          <w:tcPr>
            <w:tcW w:w="14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0420102200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800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30,0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30,0</w:t>
            </w:r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18,0</w:t>
            </w:r>
          </w:p>
        </w:tc>
      </w:tr>
      <w:tr w:rsidR="00E1382B" w:rsidRPr="004C2B8D" w:rsidTr="005B297A">
        <w:trPr>
          <w:trHeight w:val="255"/>
        </w:trPr>
        <w:tc>
          <w:tcPr>
            <w:tcW w:w="2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rPr>
                <w:rFonts w:ascii="Arial" w:hAnsi="Arial" w:cs="Arial"/>
              </w:rPr>
            </w:pPr>
            <w:r w:rsidRPr="004C2B8D">
              <w:rPr>
                <w:rFonts w:ascii="Arial" w:hAnsi="Arial" w:cs="Arial"/>
              </w:rPr>
              <w:t>Уплата налогов, сборов и иных платежей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</w:rPr>
            </w:pPr>
            <w:r w:rsidRPr="004C2B8D">
              <w:rPr>
                <w:rFonts w:ascii="Arial" w:hAnsi="Arial" w:cs="Arial"/>
              </w:rPr>
              <w:t>901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</w:rPr>
            </w:pPr>
            <w:r w:rsidRPr="004C2B8D">
              <w:rPr>
                <w:rFonts w:ascii="Arial" w:hAnsi="Arial" w:cs="Arial"/>
              </w:rPr>
              <w:t>01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</w:rPr>
            </w:pPr>
            <w:r w:rsidRPr="004C2B8D">
              <w:rPr>
                <w:rFonts w:ascii="Arial" w:hAnsi="Arial" w:cs="Arial"/>
              </w:rPr>
              <w:t>04</w:t>
            </w:r>
          </w:p>
        </w:tc>
        <w:tc>
          <w:tcPr>
            <w:tcW w:w="1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</w:rPr>
            </w:pPr>
            <w:r w:rsidRPr="004C2B8D">
              <w:rPr>
                <w:rFonts w:ascii="Arial" w:hAnsi="Arial" w:cs="Arial"/>
              </w:rPr>
              <w:t>0420102200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</w:rPr>
            </w:pPr>
            <w:r w:rsidRPr="004C2B8D">
              <w:rPr>
                <w:rFonts w:ascii="Arial" w:hAnsi="Arial" w:cs="Arial"/>
              </w:rPr>
              <w:t>850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</w:rPr>
            </w:pPr>
            <w:r w:rsidRPr="004C2B8D">
              <w:rPr>
                <w:rFonts w:ascii="Arial" w:hAnsi="Arial" w:cs="Arial"/>
              </w:rPr>
              <w:t>30,0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</w:rPr>
            </w:pPr>
            <w:r w:rsidRPr="004C2B8D">
              <w:rPr>
                <w:rFonts w:ascii="Arial" w:hAnsi="Arial" w:cs="Arial"/>
              </w:rPr>
              <w:t>30,0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</w:rPr>
            </w:pPr>
            <w:r w:rsidRPr="004C2B8D">
              <w:rPr>
                <w:rFonts w:ascii="Arial" w:hAnsi="Arial" w:cs="Arial"/>
              </w:rPr>
              <w:t>18,0</w:t>
            </w:r>
          </w:p>
        </w:tc>
      </w:tr>
      <w:tr w:rsidR="00E1382B" w:rsidRPr="004C2B8D" w:rsidTr="005B297A">
        <w:trPr>
          <w:trHeight w:val="840"/>
        </w:trPr>
        <w:tc>
          <w:tcPr>
            <w:tcW w:w="2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901</w:t>
            </w:r>
          </w:p>
        </w:tc>
        <w:tc>
          <w:tcPr>
            <w:tcW w:w="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01</w:t>
            </w: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06</w:t>
            </w:r>
          </w:p>
        </w:tc>
        <w:tc>
          <w:tcPr>
            <w:tcW w:w="14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 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1,0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1,0</w:t>
            </w:r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1,0</w:t>
            </w:r>
          </w:p>
        </w:tc>
      </w:tr>
      <w:tr w:rsidR="00E1382B" w:rsidRPr="004C2B8D" w:rsidTr="005B297A">
        <w:trPr>
          <w:trHeight w:val="1260"/>
        </w:trPr>
        <w:tc>
          <w:tcPr>
            <w:tcW w:w="2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Муниципальная программа Шейнского сельсовета Пачелмского района Пензенской области "Развитие муниципального управления в Шейнском сельсовете Пачелмского района Пензенской области на 2014-2024 годы"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901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01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06</w:t>
            </w:r>
          </w:p>
        </w:tc>
        <w:tc>
          <w:tcPr>
            <w:tcW w:w="1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0400000000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1,0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1,0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1,0</w:t>
            </w:r>
          </w:p>
        </w:tc>
      </w:tr>
      <w:tr w:rsidR="00E1382B" w:rsidRPr="004C2B8D" w:rsidTr="005B297A">
        <w:trPr>
          <w:trHeight w:val="420"/>
        </w:trPr>
        <w:tc>
          <w:tcPr>
            <w:tcW w:w="2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Подпрограмма "Реализация отдельных переданных полномочий"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901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01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06</w:t>
            </w:r>
          </w:p>
        </w:tc>
        <w:tc>
          <w:tcPr>
            <w:tcW w:w="1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0440000000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1,0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1,0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1,0</w:t>
            </w:r>
          </w:p>
        </w:tc>
      </w:tr>
      <w:tr w:rsidR="00E1382B" w:rsidRPr="004C2B8D" w:rsidTr="005B297A">
        <w:trPr>
          <w:trHeight w:val="840"/>
        </w:trPr>
        <w:tc>
          <w:tcPr>
            <w:tcW w:w="2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Основное мероприятие "Реализация отдельных переданных полномочий Шейнским сельсоветом Пачелмского района Пензенской области"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901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01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06</w:t>
            </w:r>
          </w:p>
        </w:tc>
        <w:tc>
          <w:tcPr>
            <w:tcW w:w="1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0440100000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1,0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1,0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1,0</w:t>
            </w:r>
          </w:p>
        </w:tc>
      </w:tr>
      <w:tr w:rsidR="00E1382B" w:rsidRPr="004C2B8D" w:rsidTr="005B297A">
        <w:trPr>
          <w:trHeight w:val="840"/>
        </w:trPr>
        <w:tc>
          <w:tcPr>
            <w:tcW w:w="2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Выполнение передаваемых полномочий по организации исполнения бюджета Шейнского сельсовета Пачелмского района Пензенской области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901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01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06</w:t>
            </w:r>
          </w:p>
        </w:tc>
        <w:tc>
          <w:tcPr>
            <w:tcW w:w="1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0440180270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1,0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1,0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1,0</w:t>
            </w:r>
          </w:p>
        </w:tc>
      </w:tr>
      <w:tr w:rsidR="00E1382B" w:rsidRPr="004C2B8D" w:rsidTr="005B297A">
        <w:trPr>
          <w:trHeight w:val="255"/>
        </w:trPr>
        <w:tc>
          <w:tcPr>
            <w:tcW w:w="2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Межбюджетные трансферты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901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01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06</w:t>
            </w:r>
          </w:p>
        </w:tc>
        <w:tc>
          <w:tcPr>
            <w:tcW w:w="1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0440180270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500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1,0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1,0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1,0</w:t>
            </w:r>
          </w:p>
        </w:tc>
      </w:tr>
      <w:tr w:rsidR="00E1382B" w:rsidRPr="004C2B8D" w:rsidTr="005B297A">
        <w:trPr>
          <w:trHeight w:val="255"/>
        </w:trPr>
        <w:tc>
          <w:tcPr>
            <w:tcW w:w="2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rPr>
                <w:rFonts w:ascii="Arial" w:hAnsi="Arial" w:cs="Arial"/>
              </w:rPr>
            </w:pPr>
            <w:r w:rsidRPr="004C2B8D">
              <w:rPr>
                <w:rFonts w:ascii="Arial" w:hAnsi="Arial" w:cs="Arial"/>
              </w:rPr>
              <w:t>Иные межбюджетные трансферты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</w:rPr>
            </w:pPr>
            <w:r w:rsidRPr="004C2B8D">
              <w:rPr>
                <w:rFonts w:ascii="Arial" w:hAnsi="Arial" w:cs="Arial"/>
              </w:rPr>
              <w:t>901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</w:rPr>
            </w:pPr>
            <w:r w:rsidRPr="004C2B8D">
              <w:rPr>
                <w:rFonts w:ascii="Arial" w:hAnsi="Arial" w:cs="Arial"/>
              </w:rPr>
              <w:t>01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</w:rPr>
            </w:pPr>
            <w:r w:rsidRPr="004C2B8D">
              <w:rPr>
                <w:rFonts w:ascii="Arial" w:hAnsi="Arial" w:cs="Arial"/>
              </w:rPr>
              <w:t>06</w:t>
            </w:r>
          </w:p>
        </w:tc>
        <w:tc>
          <w:tcPr>
            <w:tcW w:w="1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</w:rPr>
            </w:pPr>
            <w:r w:rsidRPr="004C2B8D">
              <w:rPr>
                <w:rFonts w:ascii="Arial" w:hAnsi="Arial" w:cs="Arial"/>
              </w:rPr>
              <w:t>0440180270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</w:rPr>
            </w:pPr>
            <w:r w:rsidRPr="004C2B8D">
              <w:rPr>
                <w:rFonts w:ascii="Arial" w:hAnsi="Arial" w:cs="Arial"/>
              </w:rPr>
              <w:t>540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</w:rPr>
            </w:pPr>
            <w:r w:rsidRPr="004C2B8D">
              <w:rPr>
                <w:rFonts w:ascii="Arial" w:hAnsi="Arial" w:cs="Arial"/>
              </w:rPr>
              <w:t>1,0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</w:rPr>
            </w:pPr>
            <w:r w:rsidRPr="004C2B8D">
              <w:rPr>
                <w:rFonts w:ascii="Arial" w:hAnsi="Arial" w:cs="Arial"/>
              </w:rPr>
              <w:t>1,0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</w:rPr>
            </w:pPr>
            <w:r w:rsidRPr="004C2B8D">
              <w:rPr>
                <w:rFonts w:ascii="Arial" w:hAnsi="Arial" w:cs="Arial"/>
              </w:rPr>
              <w:t>1,0</w:t>
            </w:r>
          </w:p>
        </w:tc>
      </w:tr>
      <w:tr w:rsidR="00E1382B" w:rsidRPr="004C2B8D" w:rsidTr="005B297A">
        <w:trPr>
          <w:trHeight w:val="255"/>
        </w:trPr>
        <w:tc>
          <w:tcPr>
            <w:tcW w:w="2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Резервные фонды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901</w:t>
            </w:r>
          </w:p>
        </w:tc>
        <w:tc>
          <w:tcPr>
            <w:tcW w:w="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01</w:t>
            </w: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11</w:t>
            </w:r>
          </w:p>
        </w:tc>
        <w:tc>
          <w:tcPr>
            <w:tcW w:w="14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 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4,0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4,0</w:t>
            </w:r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4,0</w:t>
            </w:r>
          </w:p>
        </w:tc>
      </w:tr>
      <w:tr w:rsidR="00E1382B" w:rsidRPr="004C2B8D" w:rsidTr="005B297A">
        <w:trPr>
          <w:trHeight w:val="255"/>
        </w:trPr>
        <w:tc>
          <w:tcPr>
            <w:tcW w:w="2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Выполнение других обязательств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901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01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11</w:t>
            </w:r>
          </w:p>
        </w:tc>
        <w:tc>
          <w:tcPr>
            <w:tcW w:w="1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8100000000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4,0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4,0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4,0</w:t>
            </w:r>
          </w:p>
        </w:tc>
      </w:tr>
      <w:tr w:rsidR="00E1382B" w:rsidRPr="004C2B8D" w:rsidTr="005B297A">
        <w:trPr>
          <w:trHeight w:val="255"/>
        </w:trPr>
        <w:tc>
          <w:tcPr>
            <w:tcW w:w="2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Резервные фонды местных админстраций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901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01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11</w:t>
            </w:r>
          </w:p>
        </w:tc>
        <w:tc>
          <w:tcPr>
            <w:tcW w:w="1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8110000000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4,0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4,0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4,0</w:t>
            </w:r>
          </w:p>
        </w:tc>
      </w:tr>
      <w:tr w:rsidR="00E1382B" w:rsidRPr="004C2B8D" w:rsidTr="005B297A">
        <w:trPr>
          <w:trHeight w:val="630"/>
        </w:trPr>
        <w:tc>
          <w:tcPr>
            <w:tcW w:w="2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Резервный фонд Администрации Шейнского сельсовета Пачелмского района Пензенской области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901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01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11</w:t>
            </w:r>
          </w:p>
        </w:tc>
        <w:tc>
          <w:tcPr>
            <w:tcW w:w="1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8110020500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4,0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4,0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4,0</w:t>
            </w:r>
          </w:p>
        </w:tc>
      </w:tr>
      <w:tr w:rsidR="00E1382B" w:rsidRPr="004C2B8D" w:rsidTr="005B297A">
        <w:trPr>
          <w:trHeight w:val="255"/>
        </w:trPr>
        <w:tc>
          <w:tcPr>
            <w:tcW w:w="2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Иные бюджетные ассигнования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901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01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11</w:t>
            </w:r>
          </w:p>
        </w:tc>
        <w:tc>
          <w:tcPr>
            <w:tcW w:w="1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8110020500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800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4,0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4,0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4,0</w:t>
            </w:r>
          </w:p>
        </w:tc>
      </w:tr>
      <w:tr w:rsidR="00E1382B" w:rsidRPr="004C2B8D" w:rsidTr="005B297A">
        <w:trPr>
          <w:trHeight w:val="255"/>
        </w:trPr>
        <w:tc>
          <w:tcPr>
            <w:tcW w:w="2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rPr>
                <w:rFonts w:ascii="Arial" w:hAnsi="Arial" w:cs="Arial"/>
              </w:rPr>
            </w:pPr>
            <w:r w:rsidRPr="004C2B8D">
              <w:rPr>
                <w:rFonts w:ascii="Arial" w:hAnsi="Arial" w:cs="Arial"/>
              </w:rPr>
              <w:t>Резервные средства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</w:rPr>
            </w:pPr>
            <w:r w:rsidRPr="004C2B8D">
              <w:rPr>
                <w:rFonts w:ascii="Arial" w:hAnsi="Arial" w:cs="Arial"/>
              </w:rPr>
              <w:t>901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</w:rPr>
            </w:pPr>
            <w:r w:rsidRPr="004C2B8D">
              <w:rPr>
                <w:rFonts w:ascii="Arial" w:hAnsi="Arial" w:cs="Arial"/>
              </w:rPr>
              <w:t>01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</w:rPr>
            </w:pPr>
            <w:r w:rsidRPr="004C2B8D">
              <w:rPr>
                <w:rFonts w:ascii="Arial" w:hAnsi="Arial" w:cs="Arial"/>
              </w:rPr>
              <w:t>11</w:t>
            </w:r>
          </w:p>
        </w:tc>
        <w:tc>
          <w:tcPr>
            <w:tcW w:w="1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</w:rPr>
            </w:pPr>
            <w:r w:rsidRPr="004C2B8D">
              <w:rPr>
                <w:rFonts w:ascii="Arial" w:hAnsi="Arial" w:cs="Arial"/>
              </w:rPr>
              <w:t>8110020500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</w:rPr>
            </w:pPr>
            <w:r w:rsidRPr="004C2B8D">
              <w:rPr>
                <w:rFonts w:ascii="Arial" w:hAnsi="Arial" w:cs="Arial"/>
              </w:rPr>
              <w:t>870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</w:rPr>
            </w:pPr>
            <w:r w:rsidRPr="004C2B8D">
              <w:rPr>
                <w:rFonts w:ascii="Arial" w:hAnsi="Arial" w:cs="Arial"/>
              </w:rPr>
              <w:t>4,0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</w:rPr>
            </w:pPr>
            <w:r w:rsidRPr="004C2B8D">
              <w:rPr>
                <w:rFonts w:ascii="Arial" w:hAnsi="Arial" w:cs="Arial"/>
              </w:rPr>
              <w:t>4,0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</w:rPr>
            </w:pPr>
            <w:r w:rsidRPr="004C2B8D">
              <w:rPr>
                <w:rFonts w:ascii="Arial" w:hAnsi="Arial" w:cs="Arial"/>
              </w:rPr>
              <w:t>4,0</w:t>
            </w:r>
          </w:p>
        </w:tc>
      </w:tr>
      <w:tr w:rsidR="00E1382B" w:rsidRPr="004C2B8D" w:rsidTr="005B297A">
        <w:trPr>
          <w:trHeight w:val="255"/>
        </w:trPr>
        <w:tc>
          <w:tcPr>
            <w:tcW w:w="2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Другие общегосударственные вопросы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901</w:t>
            </w:r>
          </w:p>
        </w:tc>
        <w:tc>
          <w:tcPr>
            <w:tcW w:w="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01</w:t>
            </w: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13</w:t>
            </w:r>
          </w:p>
        </w:tc>
        <w:tc>
          <w:tcPr>
            <w:tcW w:w="14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 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224,3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224,3</w:t>
            </w:r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224,3</w:t>
            </w:r>
          </w:p>
        </w:tc>
      </w:tr>
      <w:tr w:rsidR="00E1382B" w:rsidRPr="004C2B8D" w:rsidTr="005B297A">
        <w:trPr>
          <w:trHeight w:val="1260"/>
        </w:trPr>
        <w:tc>
          <w:tcPr>
            <w:tcW w:w="2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Муниципальная программа Шейнского сельсовета Пачелмского района Пензенской области "Развитие муниципального управления в Шейнском сельсовете Пачелмского района Пензенской области на 2014-2024 годы"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901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01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13</w:t>
            </w:r>
          </w:p>
        </w:tc>
        <w:tc>
          <w:tcPr>
            <w:tcW w:w="1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0400000000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224,3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224,3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224,3</w:t>
            </w:r>
          </w:p>
        </w:tc>
      </w:tr>
      <w:tr w:rsidR="00E1382B" w:rsidRPr="004C2B8D" w:rsidTr="005B297A">
        <w:trPr>
          <w:trHeight w:val="630"/>
        </w:trPr>
        <w:tc>
          <w:tcPr>
            <w:tcW w:w="2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Подпрограмма "Обеспечение деятельности администрации Шейнского сельсовета Пачелмского района Пензенской области"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901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01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13</w:t>
            </w:r>
          </w:p>
        </w:tc>
        <w:tc>
          <w:tcPr>
            <w:tcW w:w="1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0420000000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223,3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223,3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223,3</w:t>
            </w:r>
          </w:p>
        </w:tc>
      </w:tr>
      <w:tr w:rsidR="00E1382B" w:rsidRPr="004C2B8D" w:rsidTr="005B297A">
        <w:trPr>
          <w:trHeight w:val="1050"/>
        </w:trPr>
        <w:tc>
          <w:tcPr>
            <w:tcW w:w="2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Основное мероприятие "Создание оптимальных условий для повышения эффективности реализации полномочий администрацией Шейнского сельсовета Пачелмского района Пензенской области"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901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01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13</w:t>
            </w:r>
          </w:p>
        </w:tc>
        <w:tc>
          <w:tcPr>
            <w:tcW w:w="1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0420100000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223,3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223,3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223,3</w:t>
            </w:r>
          </w:p>
        </w:tc>
      </w:tr>
      <w:tr w:rsidR="00E1382B" w:rsidRPr="004C2B8D" w:rsidTr="005B297A">
        <w:trPr>
          <w:trHeight w:val="1050"/>
        </w:trPr>
        <w:tc>
          <w:tcPr>
            <w:tcW w:w="2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Выполнение передаваемых полномочий по осуществлению обеспечения финансово-хозяйственной деятельности муниципальных образований Пачелмского района Пензенской области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901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01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13</w:t>
            </w:r>
          </w:p>
        </w:tc>
        <w:tc>
          <w:tcPr>
            <w:tcW w:w="1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0420180260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223,3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223,3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223,3</w:t>
            </w:r>
          </w:p>
        </w:tc>
      </w:tr>
      <w:tr w:rsidR="00E1382B" w:rsidRPr="004C2B8D" w:rsidTr="005B297A">
        <w:trPr>
          <w:trHeight w:val="255"/>
        </w:trPr>
        <w:tc>
          <w:tcPr>
            <w:tcW w:w="2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Межбюджетные трансферты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901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01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13</w:t>
            </w:r>
          </w:p>
        </w:tc>
        <w:tc>
          <w:tcPr>
            <w:tcW w:w="1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0420180260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500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223,3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223,3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223,3</w:t>
            </w:r>
          </w:p>
        </w:tc>
      </w:tr>
      <w:tr w:rsidR="00E1382B" w:rsidRPr="004C2B8D" w:rsidTr="005B297A">
        <w:trPr>
          <w:trHeight w:val="255"/>
        </w:trPr>
        <w:tc>
          <w:tcPr>
            <w:tcW w:w="2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rPr>
                <w:rFonts w:ascii="Arial" w:hAnsi="Arial" w:cs="Arial"/>
              </w:rPr>
            </w:pPr>
            <w:r w:rsidRPr="004C2B8D">
              <w:rPr>
                <w:rFonts w:ascii="Arial" w:hAnsi="Arial" w:cs="Arial"/>
              </w:rPr>
              <w:t>Иные межбюджетные трансферты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</w:rPr>
            </w:pPr>
            <w:r w:rsidRPr="004C2B8D">
              <w:rPr>
                <w:rFonts w:ascii="Arial" w:hAnsi="Arial" w:cs="Arial"/>
              </w:rPr>
              <w:t>901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</w:rPr>
            </w:pPr>
            <w:r w:rsidRPr="004C2B8D">
              <w:rPr>
                <w:rFonts w:ascii="Arial" w:hAnsi="Arial" w:cs="Arial"/>
              </w:rPr>
              <w:t>01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</w:rPr>
            </w:pPr>
            <w:r w:rsidRPr="004C2B8D">
              <w:rPr>
                <w:rFonts w:ascii="Arial" w:hAnsi="Arial" w:cs="Arial"/>
              </w:rPr>
              <w:t>13</w:t>
            </w:r>
          </w:p>
        </w:tc>
        <w:tc>
          <w:tcPr>
            <w:tcW w:w="1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</w:rPr>
            </w:pPr>
            <w:r w:rsidRPr="004C2B8D">
              <w:rPr>
                <w:rFonts w:ascii="Arial" w:hAnsi="Arial" w:cs="Arial"/>
              </w:rPr>
              <w:t>0420180260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</w:rPr>
            </w:pPr>
            <w:r w:rsidRPr="004C2B8D">
              <w:rPr>
                <w:rFonts w:ascii="Arial" w:hAnsi="Arial" w:cs="Arial"/>
              </w:rPr>
              <w:t>540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</w:rPr>
            </w:pPr>
            <w:r w:rsidRPr="004C2B8D">
              <w:rPr>
                <w:rFonts w:ascii="Arial" w:hAnsi="Arial" w:cs="Arial"/>
              </w:rPr>
              <w:t>223,3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</w:rPr>
            </w:pPr>
            <w:r w:rsidRPr="004C2B8D">
              <w:rPr>
                <w:rFonts w:ascii="Arial" w:hAnsi="Arial" w:cs="Arial"/>
              </w:rPr>
              <w:t>223,3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</w:rPr>
            </w:pPr>
            <w:r w:rsidRPr="004C2B8D">
              <w:rPr>
                <w:rFonts w:ascii="Arial" w:hAnsi="Arial" w:cs="Arial"/>
              </w:rPr>
              <w:t>223,3</w:t>
            </w:r>
          </w:p>
        </w:tc>
      </w:tr>
      <w:tr w:rsidR="00E1382B" w:rsidRPr="004C2B8D" w:rsidTr="005B297A">
        <w:trPr>
          <w:trHeight w:val="420"/>
        </w:trPr>
        <w:tc>
          <w:tcPr>
            <w:tcW w:w="2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Подпрограмма "Реализация отдельных переданных полномочий"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901</w:t>
            </w:r>
          </w:p>
        </w:tc>
        <w:tc>
          <w:tcPr>
            <w:tcW w:w="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01</w:t>
            </w: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13</w:t>
            </w:r>
          </w:p>
        </w:tc>
        <w:tc>
          <w:tcPr>
            <w:tcW w:w="14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0440000000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1,0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1,0</w:t>
            </w:r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1,0</w:t>
            </w:r>
          </w:p>
        </w:tc>
      </w:tr>
      <w:tr w:rsidR="00E1382B" w:rsidRPr="004C2B8D" w:rsidTr="005B297A">
        <w:trPr>
          <w:trHeight w:val="840"/>
        </w:trPr>
        <w:tc>
          <w:tcPr>
            <w:tcW w:w="2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Основное мероприятие "Реализация отдельных переданных полномочий Шейнским сельсоветом Пачелмского района Пензенской области"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901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01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13</w:t>
            </w:r>
          </w:p>
        </w:tc>
        <w:tc>
          <w:tcPr>
            <w:tcW w:w="1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0440100000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1,0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1,0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1,0</w:t>
            </w:r>
          </w:p>
        </w:tc>
      </w:tr>
      <w:tr w:rsidR="00E1382B" w:rsidRPr="004C2B8D" w:rsidTr="005B297A">
        <w:trPr>
          <w:trHeight w:val="1260"/>
        </w:trPr>
        <w:tc>
          <w:tcPr>
            <w:tcW w:w="2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Выполнение передаваемых полномочий на определение поставщиков (подрядчиков, исполнителей) при осуществлении закупок товаров, работ, услуг для обеспечения муниципальных нужд Шейнского сельсовета Пачелмского района Пензенской области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901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01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13</w:t>
            </w:r>
          </w:p>
        </w:tc>
        <w:tc>
          <w:tcPr>
            <w:tcW w:w="1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0440180210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1,0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1,0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1,0</w:t>
            </w:r>
          </w:p>
        </w:tc>
      </w:tr>
      <w:tr w:rsidR="00E1382B" w:rsidRPr="004C2B8D" w:rsidTr="005B297A">
        <w:trPr>
          <w:trHeight w:val="255"/>
        </w:trPr>
        <w:tc>
          <w:tcPr>
            <w:tcW w:w="2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Межбюджетные трансферты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901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01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13</w:t>
            </w:r>
          </w:p>
        </w:tc>
        <w:tc>
          <w:tcPr>
            <w:tcW w:w="1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0440180210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500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1,0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1,0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1,0</w:t>
            </w:r>
          </w:p>
        </w:tc>
      </w:tr>
      <w:tr w:rsidR="00E1382B" w:rsidRPr="004C2B8D" w:rsidTr="005B297A">
        <w:trPr>
          <w:trHeight w:val="255"/>
        </w:trPr>
        <w:tc>
          <w:tcPr>
            <w:tcW w:w="2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rPr>
                <w:rFonts w:ascii="Arial" w:hAnsi="Arial" w:cs="Arial"/>
              </w:rPr>
            </w:pPr>
            <w:r w:rsidRPr="004C2B8D">
              <w:rPr>
                <w:rFonts w:ascii="Arial" w:hAnsi="Arial" w:cs="Arial"/>
              </w:rPr>
              <w:t>Иные межбюджетные трансферты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</w:rPr>
            </w:pPr>
            <w:r w:rsidRPr="004C2B8D">
              <w:rPr>
                <w:rFonts w:ascii="Arial" w:hAnsi="Arial" w:cs="Arial"/>
              </w:rPr>
              <w:t>901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</w:rPr>
            </w:pPr>
            <w:r w:rsidRPr="004C2B8D">
              <w:rPr>
                <w:rFonts w:ascii="Arial" w:hAnsi="Arial" w:cs="Arial"/>
              </w:rPr>
              <w:t>01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</w:rPr>
            </w:pPr>
            <w:r w:rsidRPr="004C2B8D">
              <w:rPr>
                <w:rFonts w:ascii="Arial" w:hAnsi="Arial" w:cs="Arial"/>
              </w:rPr>
              <w:t>13</w:t>
            </w:r>
          </w:p>
        </w:tc>
        <w:tc>
          <w:tcPr>
            <w:tcW w:w="1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</w:rPr>
            </w:pPr>
            <w:r w:rsidRPr="004C2B8D">
              <w:rPr>
                <w:rFonts w:ascii="Arial" w:hAnsi="Arial" w:cs="Arial"/>
              </w:rPr>
              <w:t>0440180210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</w:rPr>
            </w:pPr>
            <w:r w:rsidRPr="004C2B8D">
              <w:rPr>
                <w:rFonts w:ascii="Arial" w:hAnsi="Arial" w:cs="Arial"/>
              </w:rPr>
              <w:t>540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</w:rPr>
            </w:pPr>
            <w:r w:rsidRPr="004C2B8D">
              <w:rPr>
                <w:rFonts w:ascii="Arial" w:hAnsi="Arial" w:cs="Arial"/>
              </w:rPr>
              <w:t>1,0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</w:rPr>
            </w:pPr>
            <w:r w:rsidRPr="004C2B8D">
              <w:rPr>
                <w:rFonts w:ascii="Arial" w:hAnsi="Arial" w:cs="Arial"/>
              </w:rPr>
              <w:t>1,0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</w:rPr>
            </w:pPr>
            <w:r w:rsidRPr="004C2B8D">
              <w:rPr>
                <w:rFonts w:ascii="Arial" w:hAnsi="Arial" w:cs="Arial"/>
              </w:rPr>
              <w:t>1,0</w:t>
            </w:r>
          </w:p>
        </w:tc>
      </w:tr>
      <w:tr w:rsidR="00E1382B" w:rsidRPr="004C2B8D" w:rsidTr="005B297A">
        <w:trPr>
          <w:trHeight w:val="255"/>
        </w:trPr>
        <w:tc>
          <w:tcPr>
            <w:tcW w:w="2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НАЦИОНАЛЬНАЯ ОБОРОНА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901</w:t>
            </w:r>
          </w:p>
        </w:tc>
        <w:tc>
          <w:tcPr>
            <w:tcW w:w="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02</w:t>
            </w: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 </w:t>
            </w:r>
          </w:p>
        </w:tc>
        <w:tc>
          <w:tcPr>
            <w:tcW w:w="14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 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91,1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92,1</w:t>
            </w:r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95,6</w:t>
            </w:r>
          </w:p>
        </w:tc>
      </w:tr>
      <w:tr w:rsidR="00E1382B" w:rsidRPr="004C2B8D" w:rsidTr="005B297A">
        <w:trPr>
          <w:trHeight w:val="420"/>
        </w:trPr>
        <w:tc>
          <w:tcPr>
            <w:tcW w:w="2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Мобилизационная и вневойсковая подготовка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901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02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03</w:t>
            </w:r>
          </w:p>
        </w:tc>
        <w:tc>
          <w:tcPr>
            <w:tcW w:w="1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91,1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92,1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95,6</w:t>
            </w:r>
          </w:p>
        </w:tc>
      </w:tr>
      <w:tr w:rsidR="00E1382B" w:rsidRPr="004C2B8D" w:rsidTr="005B297A">
        <w:trPr>
          <w:trHeight w:val="1260"/>
        </w:trPr>
        <w:tc>
          <w:tcPr>
            <w:tcW w:w="2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Муниципальная программа Шейнского сельсовета Пачелмского района Пензенской области "Развитие муниципального управления в Шейнском сельсовете Пачелмского района Пензенской области на 2014-2024 годы"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901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02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03</w:t>
            </w:r>
          </w:p>
        </w:tc>
        <w:tc>
          <w:tcPr>
            <w:tcW w:w="1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0400000000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91,1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92,1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95,6</w:t>
            </w:r>
          </w:p>
        </w:tc>
      </w:tr>
      <w:tr w:rsidR="00E1382B" w:rsidRPr="004C2B8D" w:rsidTr="005B297A">
        <w:trPr>
          <w:trHeight w:val="420"/>
        </w:trPr>
        <w:tc>
          <w:tcPr>
            <w:tcW w:w="2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Подпрограмма "Реализация отдельных переданных полномочий"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901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02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03</w:t>
            </w:r>
          </w:p>
        </w:tc>
        <w:tc>
          <w:tcPr>
            <w:tcW w:w="1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0440000000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91,1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92,1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95,6</w:t>
            </w:r>
          </w:p>
        </w:tc>
      </w:tr>
      <w:tr w:rsidR="00E1382B" w:rsidRPr="004C2B8D" w:rsidTr="005B297A">
        <w:trPr>
          <w:trHeight w:val="840"/>
        </w:trPr>
        <w:tc>
          <w:tcPr>
            <w:tcW w:w="2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Основное мероприятие "Реализация отдельных переданных полномочий Шейнским сельсоветом Пачелмского района Пензенской области"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901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02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03</w:t>
            </w:r>
          </w:p>
        </w:tc>
        <w:tc>
          <w:tcPr>
            <w:tcW w:w="1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0440100000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91,1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92,1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95,6</w:t>
            </w:r>
          </w:p>
        </w:tc>
      </w:tr>
      <w:tr w:rsidR="00E1382B" w:rsidRPr="004C2B8D" w:rsidTr="005B297A">
        <w:trPr>
          <w:trHeight w:val="630"/>
        </w:trPr>
        <w:tc>
          <w:tcPr>
            <w:tcW w:w="2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Осуществление первичного воинского учета на территориях где отсутствуют военные комиссариаты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901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02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03</w:t>
            </w:r>
          </w:p>
        </w:tc>
        <w:tc>
          <w:tcPr>
            <w:tcW w:w="1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0440151180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91,1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92,1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95,6</w:t>
            </w:r>
          </w:p>
        </w:tc>
      </w:tr>
      <w:tr w:rsidR="00E1382B" w:rsidRPr="004C2B8D" w:rsidTr="005B297A">
        <w:trPr>
          <w:trHeight w:val="1260"/>
        </w:trPr>
        <w:tc>
          <w:tcPr>
            <w:tcW w:w="2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901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02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03</w:t>
            </w:r>
          </w:p>
        </w:tc>
        <w:tc>
          <w:tcPr>
            <w:tcW w:w="1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0440151180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100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79,9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79,9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79,9</w:t>
            </w:r>
          </w:p>
        </w:tc>
      </w:tr>
      <w:tr w:rsidR="00E1382B" w:rsidRPr="004C2B8D" w:rsidTr="005B297A">
        <w:trPr>
          <w:trHeight w:val="450"/>
        </w:trPr>
        <w:tc>
          <w:tcPr>
            <w:tcW w:w="2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rPr>
                <w:rFonts w:ascii="Arial" w:hAnsi="Arial" w:cs="Arial"/>
              </w:rPr>
            </w:pPr>
            <w:r w:rsidRPr="004C2B8D">
              <w:rPr>
                <w:rFonts w:ascii="Arial" w:hAnsi="Arial" w:cs="Arial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</w:rPr>
            </w:pPr>
            <w:r w:rsidRPr="004C2B8D">
              <w:rPr>
                <w:rFonts w:ascii="Arial" w:hAnsi="Arial" w:cs="Arial"/>
              </w:rPr>
              <w:t>901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</w:rPr>
            </w:pPr>
            <w:r w:rsidRPr="004C2B8D">
              <w:rPr>
                <w:rFonts w:ascii="Arial" w:hAnsi="Arial" w:cs="Arial"/>
              </w:rPr>
              <w:t>02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</w:rPr>
            </w:pPr>
            <w:r w:rsidRPr="004C2B8D">
              <w:rPr>
                <w:rFonts w:ascii="Arial" w:hAnsi="Arial" w:cs="Arial"/>
              </w:rPr>
              <w:t>03</w:t>
            </w:r>
          </w:p>
        </w:tc>
        <w:tc>
          <w:tcPr>
            <w:tcW w:w="1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</w:rPr>
            </w:pPr>
            <w:r w:rsidRPr="004C2B8D">
              <w:rPr>
                <w:rFonts w:ascii="Arial" w:hAnsi="Arial" w:cs="Arial"/>
              </w:rPr>
              <w:t>0440151180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</w:rPr>
            </w:pPr>
            <w:r w:rsidRPr="004C2B8D">
              <w:rPr>
                <w:rFonts w:ascii="Arial" w:hAnsi="Arial" w:cs="Arial"/>
              </w:rPr>
              <w:t>120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</w:rPr>
            </w:pPr>
            <w:r w:rsidRPr="004C2B8D">
              <w:rPr>
                <w:rFonts w:ascii="Arial" w:hAnsi="Arial" w:cs="Arial"/>
              </w:rPr>
              <w:t>79,9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</w:rPr>
            </w:pPr>
            <w:r w:rsidRPr="004C2B8D">
              <w:rPr>
                <w:rFonts w:ascii="Arial" w:hAnsi="Arial" w:cs="Arial"/>
              </w:rPr>
              <w:t>79,9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</w:rPr>
            </w:pPr>
            <w:r w:rsidRPr="004C2B8D">
              <w:rPr>
                <w:rFonts w:ascii="Arial" w:hAnsi="Arial" w:cs="Arial"/>
              </w:rPr>
              <w:t>79,9</w:t>
            </w:r>
          </w:p>
        </w:tc>
      </w:tr>
      <w:tr w:rsidR="00E1382B" w:rsidRPr="004C2B8D" w:rsidTr="005B297A">
        <w:trPr>
          <w:trHeight w:val="630"/>
        </w:trPr>
        <w:tc>
          <w:tcPr>
            <w:tcW w:w="2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901</w:t>
            </w:r>
          </w:p>
        </w:tc>
        <w:tc>
          <w:tcPr>
            <w:tcW w:w="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02</w:t>
            </w: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03</w:t>
            </w:r>
          </w:p>
        </w:tc>
        <w:tc>
          <w:tcPr>
            <w:tcW w:w="14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0440151180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200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11,2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12,2</w:t>
            </w:r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15,7</w:t>
            </w:r>
          </w:p>
        </w:tc>
      </w:tr>
      <w:tr w:rsidR="00E1382B" w:rsidRPr="004C2B8D" w:rsidTr="005B297A">
        <w:trPr>
          <w:trHeight w:val="675"/>
        </w:trPr>
        <w:tc>
          <w:tcPr>
            <w:tcW w:w="2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rPr>
                <w:rFonts w:ascii="Arial" w:hAnsi="Arial" w:cs="Arial"/>
              </w:rPr>
            </w:pPr>
            <w:r w:rsidRPr="004C2B8D">
              <w:rPr>
                <w:rFonts w:ascii="Arial" w:hAnsi="Arial" w:cs="Arial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</w:rPr>
            </w:pPr>
            <w:r w:rsidRPr="004C2B8D">
              <w:rPr>
                <w:rFonts w:ascii="Arial" w:hAnsi="Arial" w:cs="Arial"/>
              </w:rPr>
              <w:t>901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</w:rPr>
            </w:pPr>
            <w:r w:rsidRPr="004C2B8D">
              <w:rPr>
                <w:rFonts w:ascii="Arial" w:hAnsi="Arial" w:cs="Arial"/>
              </w:rPr>
              <w:t>02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</w:rPr>
            </w:pPr>
            <w:r w:rsidRPr="004C2B8D">
              <w:rPr>
                <w:rFonts w:ascii="Arial" w:hAnsi="Arial" w:cs="Arial"/>
              </w:rPr>
              <w:t>03</w:t>
            </w:r>
          </w:p>
        </w:tc>
        <w:tc>
          <w:tcPr>
            <w:tcW w:w="1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</w:rPr>
            </w:pPr>
            <w:r w:rsidRPr="004C2B8D">
              <w:rPr>
                <w:rFonts w:ascii="Arial" w:hAnsi="Arial" w:cs="Arial"/>
              </w:rPr>
              <w:t>0440151180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</w:rPr>
            </w:pPr>
            <w:r w:rsidRPr="004C2B8D">
              <w:rPr>
                <w:rFonts w:ascii="Arial" w:hAnsi="Arial" w:cs="Arial"/>
              </w:rPr>
              <w:t>240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</w:rPr>
            </w:pPr>
            <w:r w:rsidRPr="004C2B8D">
              <w:rPr>
                <w:rFonts w:ascii="Arial" w:hAnsi="Arial" w:cs="Arial"/>
              </w:rPr>
              <w:t>11,2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</w:rPr>
            </w:pPr>
            <w:r w:rsidRPr="004C2B8D">
              <w:rPr>
                <w:rFonts w:ascii="Arial" w:hAnsi="Arial" w:cs="Arial"/>
              </w:rPr>
              <w:t>12,2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</w:rPr>
            </w:pPr>
            <w:r w:rsidRPr="004C2B8D">
              <w:rPr>
                <w:rFonts w:ascii="Arial" w:hAnsi="Arial" w:cs="Arial"/>
              </w:rPr>
              <w:t>15,7</w:t>
            </w:r>
          </w:p>
        </w:tc>
      </w:tr>
      <w:tr w:rsidR="00E1382B" w:rsidRPr="004C2B8D" w:rsidTr="005B297A">
        <w:trPr>
          <w:trHeight w:val="255"/>
        </w:trPr>
        <w:tc>
          <w:tcPr>
            <w:tcW w:w="2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НАЦИОНАЛЬНАЯ ЭКОНОМИКА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901</w:t>
            </w:r>
          </w:p>
        </w:tc>
        <w:tc>
          <w:tcPr>
            <w:tcW w:w="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04</w:t>
            </w: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 </w:t>
            </w:r>
          </w:p>
        </w:tc>
        <w:tc>
          <w:tcPr>
            <w:tcW w:w="14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 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1 386,8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895,3</w:t>
            </w:r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909,2</w:t>
            </w:r>
          </w:p>
        </w:tc>
      </w:tr>
      <w:tr w:rsidR="00E1382B" w:rsidRPr="004C2B8D" w:rsidTr="005B297A">
        <w:trPr>
          <w:trHeight w:val="255"/>
        </w:trPr>
        <w:tc>
          <w:tcPr>
            <w:tcW w:w="2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Дорожное хозяйство (дорожные фонды)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901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04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09</w:t>
            </w:r>
          </w:p>
        </w:tc>
        <w:tc>
          <w:tcPr>
            <w:tcW w:w="1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1 084,6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850,0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907,0</w:t>
            </w:r>
          </w:p>
        </w:tc>
      </w:tr>
      <w:tr w:rsidR="00E1382B" w:rsidRPr="004C2B8D" w:rsidTr="005B297A">
        <w:trPr>
          <w:trHeight w:val="1470"/>
        </w:trPr>
        <w:tc>
          <w:tcPr>
            <w:tcW w:w="2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Муниципальная программа Шейнского сельсовета Пачелмского района Пензенской области "Развитие территории, социальной, коммунальной и инженерной инфраструктуры Шейнского сельсовета Пачелмского района Пензенской области на 2014-2024 годы "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901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04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09</w:t>
            </w:r>
          </w:p>
        </w:tc>
        <w:tc>
          <w:tcPr>
            <w:tcW w:w="1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0200000000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1 084,6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850,0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907,0</w:t>
            </w:r>
          </w:p>
        </w:tc>
      </w:tr>
      <w:tr w:rsidR="00E1382B" w:rsidRPr="004C2B8D" w:rsidTr="005B297A">
        <w:trPr>
          <w:trHeight w:val="840"/>
        </w:trPr>
        <w:tc>
          <w:tcPr>
            <w:tcW w:w="2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Подпрограмма "Содержание и ремонт внутрипоселенческих дорог в Шейнском сельсовете Пачелмского района Пензенской области"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901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04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09</w:t>
            </w:r>
          </w:p>
        </w:tc>
        <w:tc>
          <w:tcPr>
            <w:tcW w:w="1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0220000000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1 084,6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850,0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907,0</w:t>
            </w:r>
          </w:p>
        </w:tc>
      </w:tr>
      <w:tr w:rsidR="00E1382B" w:rsidRPr="004C2B8D" w:rsidTr="005B297A">
        <w:trPr>
          <w:trHeight w:val="630"/>
        </w:trPr>
        <w:tc>
          <w:tcPr>
            <w:tcW w:w="2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Основное мероприятие "Улучшение состояния автомобильных дорог местного значения в границах поселения"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901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04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09</w:t>
            </w:r>
          </w:p>
        </w:tc>
        <w:tc>
          <w:tcPr>
            <w:tcW w:w="1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0220100000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1 084,6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850,0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907,0</w:t>
            </w:r>
          </w:p>
        </w:tc>
      </w:tr>
      <w:tr w:rsidR="00E1382B" w:rsidRPr="004C2B8D" w:rsidTr="005B297A">
        <w:trPr>
          <w:trHeight w:val="1050"/>
        </w:trPr>
        <w:tc>
          <w:tcPr>
            <w:tcW w:w="2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Содержание автомобильных дорог и искусственных сооружений на них за счет средств дорожного фонда Шейнского сельсовета Пачелмского района Пензенской области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901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04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09</w:t>
            </w:r>
          </w:p>
        </w:tc>
        <w:tc>
          <w:tcPr>
            <w:tcW w:w="1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0220146010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1 084,6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850,0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907,0</w:t>
            </w:r>
          </w:p>
        </w:tc>
      </w:tr>
      <w:tr w:rsidR="00E1382B" w:rsidRPr="004C2B8D" w:rsidTr="005B297A">
        <w:trPr>
          <w:trHeight w:val="630"/>
        </w:trPr>
        <w:tc>
          <w:tcPr>
            <w:tcW w:w="2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901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04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09</w:t>
            </w:r>
          </w:p>
        </w:tc>
        <w:tc>
          <w:tcPr>
            <w:tcW w:w="1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0220146010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200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1 084,6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850,0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907,0</w:t>
            </w:r>
          </w:p>
        </w:tc>
      </w:tr>
      <w:tr w:rsidR="00E1382B" w:rsidRPr="004C2B8D" w:rsidTr="005B297A">
        <w:trPr>
          <w:trHeight w:val="675"/>
        </w:trPr>
        <w:tc>
          <w:tcPr>
            <w:tcW w:w="2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rPr>
                <w:rFonts w:ascii="Arial" w:hAnsi="Arial" w:cs="Arial"/>
              </w:rPr>
            </w:pPr>
            <w:r w:rsidRPr="004C2B8D">
              <w:rPr>
                <w:rFonts w:ascii="Arial" w:hAnsi="Arial" w:cs="Arial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</w:rPr>
            </w:pPr>
            <w:r w:rsidRPr="004C2B8D">
              <w:rPr>
                <w:rFonts w:ascii="Arial" w:hAnsi="Arial" w:cs="Arial"/>
              </w:rPr>
              <w:t>901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</w:rPr>
            </w:pPr>
            <w:r w:rsidRPr="004C2B8D">
              <w:rPr>
                <w:rFonts w:ascii="Arial" w:hAnsi="Arial" w:cs="Arial"/>
              </w:rPr>
              <w:t>04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</w:rPr>
            </w:pPr>
            <w:r w:rsidRPr="004C2B8D">
              <w:rPr>
                <w:rFonts w:ascii="Arial" w:hAnsi="Arial" w:cs="Arial"/>
              </w:rPr>
              <w:t>09</w:t>
            </w:r>
          </w:p>
        </w:tc>
        <w:tc>
          <w:tcPr>
            <w:tcW w:w="1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</w:rPr>
            </w:pPr>
            <w:r w:rsidRPr="004C2B8D">
              <w:rPr>
                <w:rFonts w:ascii="Arial" w:hAnsi="Arial" w:cs="Arial"/>
              </w:rPr>
              <w:t>0220146010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</w:rPr>
            </w:pPr>
            <w:r w:rsidRPr="004C2B8D">
              <w:rPr>
                <w:rFonts w:ascii="Arial" w:hAnsi="Arial" w:cs="Arial"/>
              </w:rPr>
              <w:t>240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</w:rPr>
            </w:pPr>
            <w:r w:rsidRPr="004C2B8D">
              <w:rPr>
                <w:rFonts w:ascii="Arial" w:hAnsi="Arial" w:cs="Arial"/>
              </w:rPr>
              <w:t>1 084,6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</w:rPr>
            </w:pPr>
            <w:r w:rsidRPr="004C2B8D">
              <w:rPr>
                <w:rFonts w:ascii="Arial" w:hAnsi="Arial" w:cs="Arial"/>
              </w:rPr>
              <w:t>850,0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</w:rPr>
            </w:pPr>
            <w:r w:rsidRPr="004C2B8D">
              <w:rPr>
                <w:rFonts w:ascii="Arial" w:hAnsi="Arial" w:cs="Arial"/>
              </w:rPr>
              <w:t>907,0</w:t>
            </w:r>
          </w:p>
        </w:tc>
      </w:tr>
      <w:tr w:rsidR="00E1382B" w:rsidRPr="004C2B8D" w:rsidTr="005B297A">
        <w:trPr>
          <w:trHeight w:val="420"/>
        </w:trPr>
        <w:tc>
          <w:tcPr>
            <w:tcW w:w="2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Другие вопросы в области национальной экономики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901</w:t>
            </w:r>
          </w:p>
        </w:tc>
        <w:tc>
          <w:tcPr>
            <w:tcW w:w="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04</w:t>
            </w: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12</w:t>
            </w:r>
          </w:p>
        </w:tc>
        <w:tc>
          <w:tcPr>
            <w:tcW w:w="14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 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302,2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45,3</w:t>
            </w:r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2,2</w:t>
            </w:r>
          </w:p>
        </w:tc>
      </w:tr>
      <w:tr w:rsidR="00E1382B" w:rsidRPr="004C2B8D" w:rsidTr="005B297A">
        <w:trPr>
          <w:trHeight w:val="1260"/>
        </w:trPr>
        <w:tc>
          <w:tcPr>
            <w:tcW w:w="2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Муниципальная программа Шейнского сельсовета Пачелмского района Пензенской области "Развитие муниципального управления в Шейнском сельсовете Пачелмского района Пензенской области на 2014-2024 годы"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901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04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12</w:t>
            </w:r>
          </w:p>
        </w:tc>
        <w:tc>
          <w:tcPr>
            <w:tcW w:w="1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0400000000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302,2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45,3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2,2</w:t>
            </w:r>
          </w:p>
        </w:tc>
      </w:tr>
      <w:tr w:rsidR="00E1382B" w:rsidRPr="004C2B8D" w:rsidTr="005B297A">
        <w:trPr>
          <w:trHeight w:val="1260"/>
        </w:trPr>
        <w:tc>
          <w:tcPr>
            <w:tcW w:w="2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Подпрограмма "Оценка недвижимости, признание прав и регулирование отношений по муниципальной собственности, мероприятия по землеустройству и землепользованию в Шейнском сельсовете Пачелмского района Пензенской области"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901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04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12</w:t>
            </w:r>
          </w:p>
        </w:tc>
        <w:tc>
          <w:tcPr>
            <w:tcW w:w="1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0410000000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300,0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43,1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0,0</w:t>
            </w:r>
          </w:p>
        </w:tc>
      </w:tr>
      <w:tr w:rsidR="00E1382B" w:rsidRPr="004C2B8D" w:rsidTr="005B297A">
        <w:trPr>
          <w:trHeight w:val="840"/>
        </w:trPr>
        <w:tc>
          <w:tcPr>
            <w:tcW w:w="2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Основное мероприятие "Эффективное и рациональное использование муниципального имущества и земельных участков"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901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04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12</w:t>
            </w:r>
          </w:p>
        </w:tc>
        <w:tc>
          <w:tcPr>
            <w:tcW w:w="1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0410100000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300,0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43,1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0,0</w:t>
            </w:r>
          </w:p>
        </w:tc>
      </w:tr>
      <w:tr w:rsidR="00E1382B" w:rsidRPr="004C2B8D" w:rsidTr="005B297A">
        <w:trPr>
          <w:trHeight w:val="420"/>
        </w:trPr>
        <w:tc>
          <w:tcPr>
            <w:tcW w:w="2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Мероприятия в области градостроительства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901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04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12</w:t>
            </w:r>
          </w:p>
        </w:tc>
        <w:tc>
          <w:tcPr>
            <w:tcW w:w="1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0410120400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278,0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43,1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0,0</w:t>
            </w:r>
          </w:p>
        </w:tc>
      </w:tr>
      <w:tr w:rsidR="00E1382B" w:rsidRPr="004C2B8D" w:rsidTr="005B297A">
        <w:trPr>
          <w:trHeight w:val="630"/>
        </w:trPr>
        <w:tc>
          <w:tcPr>
            <w:tcW w:w="2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901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04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12</w:t>
            </w:r>
          </w:p>
        </w:tc>
        <w:tc>
          <w:tcPr>
            <w:tcW w:w="1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0410120400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200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278,0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43,1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0,0</w:t>
            </w:r>
          </w:p>
        </w:tc>
      </w:tr>
      <w:tr w:rsidR="00E1382B" w:rsidRPr="004C2B8D" w:rsidTr="005B297A">
        <w:trPr>
          <w:trHeight w:val="675"/>
        </w:trPr>
        <w:tc>
          <w:tcPr>
            <w:tcW w:w="2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rPr>
                <w:rFonts w:ascii="Arial" w:hAnsi="Arial" w:cs="Arial"/>
              </w:rPr>
            </w:pPr>
            <w:r w:rsidRPr="004C2B8D">
              <w:rPr>
                <w:rFonts w:ascii="Arial" w:hAnsi="Arial" w:cs="Arial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</w:rPr>
            </w:pPr>
            <w:r w:rsidRPr="004C2B8D">
              <w:rPr>
                <w:rFonts w:ascii="Arial" w:hAnsi="Arial" w:cs="Arial"/>
              </w:rPr>
              <w:t>901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</w:rPr>
            </w:pPr>
            <w:r w:rsidRPr="004C2B8D">
              <w:rPr>
                <w:rFonts w:ascii="Arial" w:hAnsi="Arial" w:cs="Arial"/>
              </w:rPr>
              <w:t>04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</w:rPr>
            </w:pPr>
            <w:r w:rsidRPr="004C2B8D">
              <w:rPr>
                <w:rFonts w:ascii="Arial" w:hAnsi="Arial" w:cs="Arial"/>
              </w:rPr>
              <w:t>12</w:t>
            </w:r>
          </w:p>
        </w:tc>
        <w:tc>
          <w:tcPr>
            <w:tcW w:w="1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</w:rPr>
            </w:pPr>
            <w:r w:rsidRPr="004C2B8D">
              <w:rPr>
                <w:rFonts w:ascii="Arial" w:hAnsi="Arial" w:cs="Arial"/>
              </w:rPr>
              <w:t>0410120400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</w:rPr>
            </w:pPr>
            <w:r w:rsidRPr="004C2B8D">
              <w:rPr>
                <w:rFonts w:ascii="Arial" w:hAnsi="Arial" w:cs="Arial"/>
              </w:rPr>
              <w:t>240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</w:rPr>
            </w:pPr>
            <w:r w:rsidRPr="004C2B8D">
              <w:rPr>
                <w:rFonts w:ascii="Arial" w:hAnsi="Arial" w:cs="Arial"/>
              </w:rPr>
              <w:t>278,0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</w:rPr>
            </w:pPr>
            <w:r w:rsidRPr="004C2B8D">
              <w:rPr>
                <w:rFonts w:ascii="Arial" w:hAnsi="Arial" w:cs="Arial"/>
              </w:rPr>
              <w:t>43,1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</w:rPr>
            </w:pPr>
            <w:r w:rsidRPr="004C2B8D">
              <w:rPr>
                <w:rFonts w:ascii="Arial" w:hAnsi="Arial" w:cs="Arial"/>
              </w:rPr>
              <w:t>0,0</w:t>
            </w:r>
          </w:p>
        </w:tc>
      </w:tr>
      <w:tr w:rsidR="00E1382B" w:rsidRPr="004C2B8D" w:rsidTr="005B297A">
        <w:trPr>
          <w:trHeight w:val="630"/>
        </w:trPr>
        <w:tc>
          <w:tcPr>
            <w:tcW w:w="2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901</w:t>
            </w:r>
          </w:p>
        </w:tc>
        <w:tc>
          <w:tcPr>
            <w:tcW w:w="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04</w:t>
            </w: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12</w:t>
            </w:r>
          </w:p>
        </w:tc>
        <w:tc>
          <w:tcPr>
            <w:tcW w:w="14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0410120410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12,0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0,0</w:t>
            </w:r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0,0</w:t>
            </w:r>
          </w:p>
        </w:tc>
      </w:tr>
      <w:tr w:rsidR="00E1382B" w:rsidRPr="004C2B8D" w:rsidTr="005B297A">
        <w:trPr>
          <w:trHeight w:val="630"/>
        </w:trPr>
        <w:tc>
          <w:tcPr>
            <w:tcW w:w="2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901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04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12</w:t>
            </w:r>
          </w:p>
        </w:tc>
        <w:tc>
          <w:tcPr>
            <w:tcW w:w="1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0410120410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200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12,0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0,0</w:t>
            </w:r>
          </w:p>
        </w:tc>
      </w:tr>
      <w:tr w:rsidR="00E1382B" w:rsidRPr="004C2B8D" w:rsidTr="005B297A">
        <w:trPr>
          <w:trHeight w:val="675"/>
        </w:trPr>
        <w:tc>
          <w:tcPr>
            <w:tcW w:w="2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rPr>
                <w:rFonts w:ascii="Arial" w:hAnsi="Arial" w:cs="Arial"/>
              </w:rPr>
            </w:pPr>
            <w:r w:rsidRPr="004C2B8D">
              <w:rPr>
                <w:rFonts w:ascii="Arial" w:hAnsi="Arial" w:cs="Arial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</w:rPr>
            </w:pPr>
            <w:r w:rsidRPr="004C2B8D">
              <w:rPr>
                <w:rFonts w:ascii="Arial" w:hAnsi="Arial" w:cs="Arial"/>
              </w:rPr>
              <w:t>901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</w:rPr>
            </w:pPr>
            <w:r w:rsidRPr="004C2B8D">
              <w:rPr>
                <w:rFonts w:ascii="Arial" w:hAnsi="Arial" w:cs="Arial"/>
              </w:rPr>
              <w:t>04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</w:rPr>
            </w:pPr>
            <w:r w:rsidRPr="004C2B8D">
              <w:rPr>
                <w:rFonts w:ascii="Arial" w:hAnsi="Arial" w:cs="Arial"/>
              </w:rPr>
              <w:t>12</w:t>
            </w:r>
          </w:p>
        </w:tc>
        <w:tc>
          <w:tcPr>
            <w:tcW w:w="1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</w:rPr>
            </w:pPr>
            <w:r w:rsidRPr="004C2B8D">
              <w:rPr>
                <w:rFonts w:ascii="Arial" w:hAnsi="Arial" w:cs="Arial"/>
              </w:rPr>
              <w:t>0410120410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</w:rPr>
            </w:pPr>
            <w:r w:rsidRPr="004C2B8D">
              <w:rPr>
                <w:rFonts w:ascii="Arial" w:hAnsi="Arial" w:cs="Arial"/>
              </w:rPr>
              <w:t>240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</w:rPr>
            </w:pPr>
            <w:r w:rsidRPr="004C2B8D">
              <w:rPr>
                <w:rFonts w:ascii="Arial" w:hAnsi="Arial" w:cs="Arial"/>
              </w:rPr>
              <w:t>12,0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</w:rPr>
            </w:pPr>
            <w:r w:rsidRPr="004C2B8D">
              <w:rPr>
                <w:rFonts w:ascii="Arial" w:hAnsi="Arial" w:cs="Arial"/>
              </w:rPr>
              <w:t>0,0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</w:rPr>
            </w:pPr>
            <w:r w:rsidRPr="004C2B8D">
              <w:rPr>
                <w:rFonts w:ascii="Arial" w:hAnsi="Arial" w:cs="Arial"/>
              </w:rPr>
              <w:t>0,0</w:t>
            </w:r>
          </w:p>
        </w:tc>
      </w:tr>
      <w:tr w:rsidR="00E1382B" w:rsidRPr="004C2B8D" w:rsidTr="005B297A">
        <w:trPr>
          <w:trHeight w:val="255"/>
        </w:trPr>
        <w:tc>
          <w:tcPr>
            <w:tcW w:w="2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Кадастровые работы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901</w:t>
            </w:r>
          </w:p>
        </w:tc>
        <w:tc>
          <w:tcPr>
            <w:tcW w:w="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04</w:t>
            </w: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12</w:t>
            </w:r>
          </w:p>
        </w:tc>
        <w:tc>
          <w:tcPr>
            <w:tcW w:w="14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0410120440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10,0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0,0</w:t>
            </w:r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0,0</w:t>
            </w:r>
          </w:p>
        </w:tc>
      </w:tr>
      <w:tr w:rsidR="00E1382B" w:rsidRPr="004C2B8D" w:rsidTr="005B297A">
        <w:trPr>
          <w:trHeight w:val="630"/>
        </w:trPr>
        <w:tc>
          <w:tcPr>
            <w:tcW w:w="2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901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04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12</w:t>
            </w:r>
          </w:p>
        </w:tc>
        <w:tc>
          <w:tcPr>
            <w:tcW w:w="1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0410120440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200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10,0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0,0</w:t>
            </w:r>
          </w:p>
        </w:tc>
      </w:tr>
      <w:tr w:rsidR="00E1382B" w:rsidRPr="004C2B8D" w:rsidTr="005B297A">
        <w:trPr>
          <w:trHeight w:val="675"/>
        </w:trPr>
        <w:tc>
          <w:tcPr>
            <w:tcW w:w="2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rPr>
                <w:rFonts w:ascii="Arial" w:hAnsi="Arial" w:cs="Arial"/>
              </w:rPr>
            </w:pPr>
            <w:r w:rsidRPr="004C2B8D">
              <w:rPr>
                <w:rFonts w:ascii="Arial" w:hAnsi="Arial" w:cs="Arial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</w:rPr>
            </w:pPr>
            <w:r w:rsidRPr="004C2B8D">
              <w:rPr>
                <w:rFonts w:ascii="Arial" w:hAnsi="Arial" w:cs="Arial"/>
              </w:rPr>
              <w:t>901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</w:rPr>
            </w:pPr>
            <w:r w:rsidRPr="004C2B8D">
              <w:rPr>
                <w:rFonts w:ascii="Arial" w:hAnsi="Arial" w:cs="Arial"/>
              </w:rPr>
              <w:t>04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</w:rPr>
            </w:pPr>
            <w:r w:rsidRPr="004C2B8D">
              <w:rPr>
                <w:rFonts w:ascii="Arial" w:hAnsi="Arial" w:cs="Arial"/>
              </w:rPr>
              <w:t>12</w:t>
            </w:r>
          </w:p>
        </w:tc>
        <w:tc>
          <w:tcPr>
            <w:tcW w:w="1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</w:rPr>
            </w:pPr>
            <w:r w:rsidRPr="004C2B8D">
              <w:rPr>
                <w:rFonts w:ascii="Arial" w:hAnsi="Arial" w:cs="Arial"/>
              </w:rPr>
              <w:t>0410120440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</w:rPr>
            </w:pPr>
            <w:r w:rsidRPr="004C2B8D">
              <w:rPr>
                <w:rFonts w:ascii="Arial" w:hAnsi="Arial" w:cs="Arial"/>
              </w:rPr>
              <w:t>240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</w:rPr>
            </w:pPr>
            <w:r w:rsidRPr="004C2B8D">
              <w:rPr>
                <w:rFonts w:ascii="Arial" w:hAnsi="Arial" w:cs="Arial"/>
              </w:rPr>
              <w:t>10,0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</w:rPr>
            </w:pPr>
            <w:r w:rsidRPr="004C2B8D">
              <w:rPr>
                <w:rFonts w:ascii="Arial" w:hAnsi="Arial" w:cs="Arial"/>
              </w:rPr>
              <w:t>0,0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</w:rPr>
            </w:pPr>
            <w:r w:rsidRPr="004C2B8D">
              <w:rPr>
                <w:rFonts w:ascii="Arial" w:hAnsi="Arial" w:cs="Arial"/>
              </w:rPr>
              <w:t>0,0</w:t>
            </w:r>
          </w:p>
        </w:tc>
      </w:tr>
      <w:tr w:rsidR="00E1382B" w:rsidRPr="004C2B8D" w:rsidTr="005B297A">
        <w:trPr>
          <w:trHeight w:val="420"/>
        </w:trPr>
        <w:tc>
          <w:tcPr>
            <w:tcW w:w="2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Подпрограмма "Реализация отдельных переданных полномочий"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901</w:t>
            </w:r>
          </w:p>
        </w:tc>
        <w:tc>
          <w:tcPr>
            <w:tcW w:w="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04</w:t>
            </w: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12</w:t>
            </w:r>
          </w:p>
        </w:tc>
        <w:tc>
          <w:tcPr>
            <w:tcW w:w="14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0440000000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2,2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2,2</w:t>
            </w:r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2,2</w:t>
            </w:r>
          </w:p>
        </w:tc>
      </w:tr>
      <w:tr w:rsidR="00E1382B" w:rsidRPr="004C2B8D" w:rsidTr="005B297A">
        <w:trPr>
          <w:trHeight w:val="840"/>
        </w:trPr>
        <w:tc>
          <w:tcPr>
            <w:tcW w:w="2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Основное мероприятие "Реализация отдельных переданных полномочий Шейнским сельсоветом Пачелмского района Пензенской области"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901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04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12</w:t>
            </w:r>
          </w:p>
        </w:tc>
        <w:tc>
          <w:tcPr>
            <w:tcW w:w="1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0440100000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2,2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2,2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2,2</w:t>
            </w:r>
          </w:p>
        </w:tc>
      </w:tr>
      <w:tr w:rsidR="00E1382B" w:rsidRPr="004C2B8D" w:rsidTr="005B297A">
        <w:trPr>
          <w:trHeight w:val="630"/>
        </w:trPr>
        <w:tc>
          <w:tcPr>
            <w:tcW w:w="2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Отдельные полномочия по решению вопросов местного значения в сфере градостроительной деятельности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901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04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12</w:t>
            </w:r>
          </w:p>
        </w:tc>
        <w:tc>
          <w:tcPr>
            <w:tcW w:w="1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0440180220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1,0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1,0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1,0</w:t>
            </w:r>
          </w:p>
        </w:tc>
      </w:tr>
      <w:tr w:rsidR="00E1382B" w:rsidRPr="004C2B8D" w:rsidTr="005B297A">
        <w:trPr>
          <w:trHeight w:val="630"/>
        </w:trPr>
        <w:tc>
          <w:tcPr>
            <w:tcW w:w="2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901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04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12</w:t>
            </w:r>
          </w:p>
        </w:tc>
        <w:tc>
          <w:tcPr>
            <w:tcW w:w="1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0440180220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200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1,0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1,0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1,0</w:t>
            </w:r>
          </w:p>
        </w:tc>
      </w:tr>
      <w:tr w:rsidR="00E1382B" w:rsidRPr="004C2B8D" w:rsidTr="005B297A">
        <w:trPr>
          <w:trHeight w:val="675"/>
        </w:trPr>
        <w:tc>
          <w:tcPr>
            <w:tcW w:w="2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rPr>
                <w:rFonts w:ascii="Arial" w:hAnsi="Arial" w:cs="Arial"/>
              </w:rPr>
            </w:pPr>
            <w:r w:rsidRPr="004C2B8D">
              <w:rPr>
                <w:rFonts w:ascii="Arial" w:hAnsi="Arial" w:cs="Arial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</w:rPr>
            </w:pPr>
            <w:r w:rsidRPr="004C2B8D">
              <w:rPr>
                <w:rFonts w:ascii="Arial" w:hAnsi="Arial" w:cs="Arial"/>
              </w:rPr>
              <w:t>901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</w:rPr>
            </w:pPr>
            <w:r w:rsidRPr="004C2B8D">
              <w:rPr>
                <w:rFonts w:ascii="Arial" w:hAnsi="Arial" w:cs="Arial"/>
              </w:rPr>
              <w:t>04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</w:rPr>
            </w:pPr>
            <w:r w:rsidRPr="004C2B8D">
              <w:rPr>
                <w:rFonts w:ascii="Arial" w:hAnsi="Arial" w:cs="Arial"/>
              </w:rPr>
              <w:t>12</w:t>
            </w:r>
          </w:p>
        </w:tc>
        <w:tc>
          <w:tcPr>
            <w:tcW w:w="1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</w:rPr>
            </w:pPr>
            <w:r w:rsidRPr="004C2B8D">
              <w:rPr>
                <w:rFonts w:ascii="Arial" w:hAnsi="Arial" w:cs="Arial"/>
              </w:rPr>
              <w:t>0440180220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</w:rPr>
            </w:pPr>
            <w:r w:rsidRPr="004C2B8D">
              <w:rPr>
                <w:rFonts w:ascii="Arial" w:hAnsi="Arial" w:cs="Arial"/>
              </w:rPr>
              <w:t>240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</w:rPr>
            </w:pPr>
            <w:r w:rsidRPr="004C2B8D">
              <w:rPr>
                <w:rFonts w:ascii="Arial" w:hAnsi="Arial" w:cs="Arial"/>
              </w:rPr>
              <w:t>1,0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</w:rPr>
            </w:pPr>
            <w:r w:rsidRPr="004C2B8D">
              <w:rPr>
                <w:rFonts w:ascii="Arial" w:hAnsi="Arial" w:cs="Arial"/>
              </w:rPr>
              <w:t>1,0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</w:rPr>
            </w:pPr>
            <w:r w:rsidRPr="004C2B8D">
              <w:rPr>
                <w:rFonts w:ascii="Arial" w:hAnsi="Arial" w:cs="Arial"/>
              </w:rPr>
              <w:t>1,0</w:t>
            </w:r>
          </w:p>
        </w:tc>
      </w:tr>
      <w:tr w:rsidR="00E1382B" w:rsidRPr="004C2B8D" w:rsidTr="005B297A">
        <w:trPr>
          <w:trHeight w:val="840"/>
        </w:trPr>
        <w:tc>
          <w:tcPr>
            <w:tcW w:w="2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Исполнение полномочий Пачелмского района по осуществлению муниципального земельного контроля за использованием земель сельского поселения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901</w:t>
            </w:r>
          </w:p>
        </w:tc>
        <w:tc>
          <w:tcPr>
            <w:tcW w:w="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04</w:t>
            </w: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12</w:t>
            </w:r>
          </w:p>
        </w:tc>
        <w:tc>
          <w:tcPr>
            <w:tcW w:w="14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0440180290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1,2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1,2</w:t>
            </w:r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1,2</w:t>
            </w:r>
          </w:p>
        </w:tc>
      </w:tr>
      <w:tr w:rsidR="00E1382B" w:rsidRPr="004C2B8D" w:rsidTr="005B297A">
        <w:trPr>
          <w:trHeight w:val="630"/>
        </w:trPr>
        <w:tc>
          <w:tcPr>
            <w:tcW w:w="2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901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04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12</w:t>
            </w:r>
          </w:p>
        </w:tc>
        <w:tc>
          <w:tcPr>
            <w:tcW w:w="1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0440180290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200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1,2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1,2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1,2</w:t>
            </w:r>
          </w:p>
        </w:tc>
      </w:tr>
      <w:tr w:rsidR="00E1382B" w:rsidRPr="004C2B8D" w:rsidTr="005B297A">
        <w:trPr>
          <w:trHeight w:val="675"/>
        </w:trPr>
        <w:tc>
          <w:tcPr>
            <w:tcW w:w="2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rPr>
                <w:rFonts w:ascii="Arial" w:hAnsi="Arial" w:cs="Arial"/>
              </w:rPr>
            </w:pPr>
            <w:r w:rsidRPr="004C2B8D">
              <w:rPr>
                <w:rFonts w:ascii="Arial" w:hAnsi="Arial" w:cs="Arial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</w:rPr>
            </w:pPr>
            <w:r w:rsidRPr="004C2B8D">
              <w:rPr>
                <w:rFonts w:ascii="Arial" w:hAnsi="Arial" w:cs="Arial"/>
              </w:rPr>
              <w:t>901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</w:rPr>
            </w:pPr>
            <w:r w:rsidRPr="004C2B8D">
              <w:rPr>
                <w:rFonts w:ascii="Arial" w:hAnsi="Arial" w:cs="Arial"/>
              </w:rPr>
              <w:t>04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</w:rPr>
            </w:pPr>
            <w:r w:rsidRPr="004C2B8D">
              <w:rPr>
                <w:rFonts w:ascii="Arial" w:hAnsi="Arial" w:cs="Arial"/>
              </w:rPr>
              <w:t>12</w:t>
            </w:r>
          </w:p>
        </w:tc>
        <w:tc>
          <w:tcPr>
            <w:tcW w:w="1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</w:rPr>
            </w:pPr>
            <w:r w:rsidRPr="004C2B8D">
              <w:rPr>
                <w:rFonts w:ascii="Arial" w:hAnsi="Arial" w:cs="Arial"/>
              </w:rPr>
              <w:t>0440180290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</w:rPr>
            </w:pPr>
            <w:r w:rsidRPr="004C2B8D">
              <w:rPr>
                <w:rFonts w:ascii="Arial" w:hAnsi="Arial" w:cs="Arial"/>
              </w:rPr>
              <w:t>240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</w:rPr>
            </w:pPr>
            <w:r w:rsidRPr="004C2B8D">
              <w:rPr>
                <w:rFonts w:ascii="Arial" w:hAnsi="Arial" w:cs="Arial"/>
              </w:rPr>
              <w:t>1,2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</w:rPr>
            </w:pPr>
            <w:r w:rsidRPr="004C2B8D">
              <w:rPr>
                <w:rFonts w:ascii="Arial" w:hAnsi="Arial" w:cs="Arial"/>
              </w:rPr>
              <w:t>1,2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</w:rPr>
            </w:pPr>
            <w:r w:rsidRPr="004C2B8D">
              <w:rPr>
                <w:rFonts w:ascii="Arial" w:hAnsi="Arial" w:cs="Arial"/>
              </w:rPr>
              <w:t>1,2</w:t>
            </w:r>
          </w:p>
        </w:tc>
      </w:tr>
      <w:tr w:rsidR="00E1382B" w:rsidRPr="004C2B8D" w:rsidTr="005B297A">
        <w:trPr>
          <w:trHeight w:val="255"/>
        </w:trPr>
        <w:tc>
          <w:tcPr>
            <w:tcW w:w="2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ЖИЛИЩНО-КОММУНАЛЬНОЕ ХОЗЯЙСТВО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901</w:t>
            </w:r>
          </w:p>
        </w:tc>
        <w:tc>
          <w:tcPr>
            <w:tcW w:w="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05</w:t>
            </w: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 </w:t>
            </w:r>
          </w:p>
        </w:tc>
        <w:tc>
          <w:tcPr>
            <w:tcW w:w="14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 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214,0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0,0</w:t>
            </w:r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0,0</w:t>
            </w:r>
          </w:p>
        </w:tc>
      </w:tr>
      <w:tr w:rsidR="00E1382B" w:rsidRPr="004C2B8D" w:rsidTr="005B297A">
        <w:trPr>
          <w:trHeight w:val="255"/>
        </w:trPr>
        <w:tc>
          <w:tcPr>
            <w:tcW w:w="2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Коммунальное хозяйство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901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05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02</w:t>
            </w:r>
          </w:p>
        </w:tc>
        <w:tc>
          <w:tcPr>
            <w:tcW w:w="1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114,0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0,0</w:t>
            </w:r>
          </w:p>
        </w:tc>
      </w:tr>
      <w:tr w:rsidR="00E1382B" w:rsidRPr="004C2B8D" w:rsidTr="005B297A">
        <w:trPr>
          <w:trHeight w:val="1470"/>
        </w:trPr>
        <w:tc>
          <w:tcPr>
            <w:tcW w:w="2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Муниципальная программа Шейнского сельсовета Пачелмского района Пензенской области "Развитие территории, социальной, коммунальной и инженерной инфраструктуры Шейнского сельсовета Пачелмского района Пензенской области на 2014-2024 годы "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901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05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02</w:t>
            </w:r>
          </w:p>
        </w:tc>
        <w:tc>
          <w:tcPr>
            <w:tcW w:w="1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0200000000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114,0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0,0</w:t>
            </w:r>
          </w:p>
        </w:tc>
      </w:tr>
      <w:tr w:rsidR="00E1382B" w:rsidRPr="004C2B8D" w:rsidTr="005B297A">
        <w:trPr>
          <w:trHeight w:val="840"/>
        </w:trPr>
        <w:tc>
          <w:tcPr>
            <w:tcW w:w="2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Подпрограмма "Комплексная программа развития систем коммунальной инфраструктуры Шейнского сельсовета Пачелмского района Пензенской области"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901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05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02</w:t>
            </w:r>
          </w:p>
        </w:tc>
        <w:tc>
          <w:tcPr>
            <w:tcW w:w="1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0210000000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114,0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0,0</w:t>
            </w:r>
          </w:p>
        </w:tc>
      </w:tr>
      <w:tr w:rsidR="00E1382B" w:rsidRPr="004C2B8D" w:rsidTr="005B297A">
        <w:trPr>
          <w:trHeight w:val="630"/>
        </w:trPr>
        <w:tc>
          <w:tcPr>
            <w:tcW w:w="2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Основное мероприятие"Повышение эффективности, надежности работы инженерных систем жизнеобеспечения"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901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05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02</w:t>
            </w:r>
          </w:p>
        </w:tc>
        <w:tc>
          <w:tcPr>
            <w:tcW w:w="1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0210300000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114,0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0,0</w:t>
            </w:r>
          </w:p>
        </w:tc>
      </w:tr>
      <w:tr w:rsidR="00E1382B" w:rsidRPr="004C2B8D" w:rsidTr="005B297A">
        <w:trPr>
          <w:trHeight w:val="630"/>
        </w:trPr>
        <w:tc>
          <w:tcPr>
            <w:tcW w:w="2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Содержание, ремонт и модернизация объектов в области коммунального хозяйства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901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05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02</w:t>
            </w:r>
          </w:p>
        </w:tc>
        <w:tc>
          <w:tcPr>
            <w:tcW w:w="1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0210365200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114,0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0,0</w:t>
            </w:r>
          </w:p>
        </w:tc>
      </w:tr>
      <w:tr w:rsidR="00E1382B" w:rsidRPr="004C2B8D" w:rsidTr="005B297A">
        <w:trPr>
          <w:trHeight w:val="630"/>
        </w:trPr>
        <w:tc>
          <w:tcPr>
            <w:tcW w:w="2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901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05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02</w:t>
            </w:r>
          </w:p>
        </w:tc>
        <w:tc>
          <w:tcPr>
            <w:tcW w:w="1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0210365200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200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114,0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0,0</w:t>
            </w:r>
          </w:p>
        </w:tc>
      </w:tr>
      <w:tr w:rsidR="00E1382B" w:rsidRPr="004C2B8D" w:rsidTr="005B297A">
        <w:trPr>
          <w:trHeight w:val="675"/>
        </w:trPr>
        <w:tc>
          <w:tcPr>
            <w:tcW w:w="2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rPr>
                <w:rFonts w:ascii="Arial" w:hAnsi="Arial" w:cs="Arial"/>
              </w:rPr>
            </w:pPr>
            <w:r w:rsidRPr="004C2B8D">
              <w:rPr>
                <w:rFonts w:ascii="Arial" w:hAnsi="Arial" w:cs="Arial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</w:rPr>
            </w:pPr>
            <w:r w:rsidRPr="004C2B8D">
              <w:rPr>
                <w:rFonts w:ascii="Arial" w:hAnsi="Arial" w:cs="Arial"/>
              </w:rPr>
              <w:t>901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</w:rPr>
            </w:pPr>
            <w:r w:rsidRPr="004C2B8D">
              <w:rPr>
                <w:rFonts w:ascii="Arial" w:hAnsi="Arial" w:cs="Arial"/>
              </w:rPr>
              <w:t>05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</w:rPr>
            </w:pPr>
            <w:r w:rsidRPr="004C2B8D">
              <w:rPr>
                <w:rFonts w:ascii="Arial" w:hAnsi="Arial" w:cs="Arial"/>
              </w:rPr>
              <w:t>02</w:t>
            </w:r>
          </w:p>
        </w:tc>
        <w:tc>
          <w:tcPr>
            <w:tcW w:w="1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</w:rPr>
            </w:pPr>
            <w:r w:rsidRPr="004C2B8D">
              <w:rPr>
                <w:rFonts w:ascii="Arial" w:hAnsi="Arial" w:cs="Arial"/>
              </w:rPr>
              <w:t>0210365200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</w:rPr>
            </w:pPr>
            <w:r w:rsidRPr="004C2B8D">
              <w:rPr>
                <w:rFonts w:ascii="Arial" w:hAnsi="Arial" w:cs="Arial"/>
              </w:rPr>
              <w:t>240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</w:rPr>
            </w:pPr>
            <w:r w:rsidRPr="004C2B8D">
              <w:rPr>
                <w:rFonts w:ascii="Arial" w:hAnsi="Arial" w:cs="Arial"/>
              </w:rPr>
              <w:t>114,0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</w:rPr>
            </w:pPr>
            <w:r w:rsidRPr="004C2B8D">
              <w:rPr>
                <w:rFonts w:ascii="Arial" w:hAnsi="Arial" w:cs="Arial"/>
              </w:rPr>
              <w:t>0,0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</w:rPr>
            </w:pPr>
            <w:r w:rsidRPr="004C2B8D">
              <w:rPr>
                <w:rFonts w:ascii="Arial" w:hAnsi="Arial" w:cs="Arial"/>
              </w:rPr>
              <w:t>0,0</w:t>
            </w:r>
          </w:p>
        </w:tc>
      </w:tr>
      <w:tr w:rsidR="00E1382B" w:rsidRPr="004C2B8D" w:rsidTr="005B297A">
        <w:trPr>
          <w:trHeight w:val="255"/>
        </w:trPr>
        <w:tc>
          <w:tcPr>
            <w:tcW w:w="2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Благоустройство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901</w:t>
            </w:r>
          </w:p>
        </w:tc>
        <w:tc>
          <w:tcPr>
            <w:tcW w:w="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05</w:t>
            </w: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03</w:t>
            </w:r>
          </w:p>
        </w:tc>
        <w:tc>
          <w:tcPr>
            <w:tcW w:w="14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 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100,0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0,0</w:t>
            </w:r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0,0</w:t>
            </w:r>
          </w:p>
        </w:tc>
      </w:tr>
      <w:tr w:rsidR="00E1382B" w:rsidRPr="004C2B8D" w:rsidTr="005B297A">
        <w:trPr>
          <w:trHeight w:val="840"/>
        </w:trPr>
        <w:tc>
          <w:tcPr>
            <w:tcW w:w="2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Муниципальная программа "Комплексное развитие сельских территорий Шеинского сельсовета Пачелмского района Пензенской области"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901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05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03</w:t>
            </w:r>
          </w:p>
        </w:tc>
        <w:tc>
          <w:tcPr>
            <w:tcW w:w="1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0500000000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100,0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0,0</w:t>
            </w:r>
          </w:p>
        </w:tc>
      </w:tr>
      <w:tr w:rsidR="00E1382B" w:rsidRPr="004C2B8D" w:rsidTr="005B297A">
        <w:trPr>
          <w:trHeight w:val="255"/>
        </w:trPr>
        <w:tc>
          <w:tcPr>
            <w:tcW w:w="2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Благоустройство сельских территорий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901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05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03</w:t>
            </w:r>
          </w:p>
        </w:tc>
        <w:tc>
          <w:tcPr>
            <w:tcW w:w="1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0500065170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100,0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0,0</w:t>
            </w:r>
          </w:p>
        </w:tc>
      </w:tr>
      <w:tr w:rsidR="00E1382B" w:rsidRPr="004C2B8D" w:rsidTr="005B297A">
        <w:trPr>
          <w:trHeight w:val="630"/>
        </w:trPr>
        <w:tc>
          <w:tcPr>
            <w:tcW w:w="2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901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05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03</w:t>
            </w:r>
          </w:p>
        </w:tc>
        <w:tc>
          <w:tcPr>
            <w:tcW w:w="1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0500065170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200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100,0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0,0</w:t>
            </w:r>
          </w:p>
        </w:tc>
      </w:tr>
      <w:tr w:rsidR="00E1382B" w:rsidRPr="004C2B8D" w:rsidTr="005B297A">
        <w:trPr>
          <w:trHeight w:val="675"/>
        </w:trPr>
        <w:tc>
          <w:tcPr>
            <w:tcW w:w="2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rPr>
                <w:rFonts w:ascii="Arial" w:hAnsi="Arial" w:cs="Arial"/>
              </w:rPr>
            </w:pPr>
            <w:r w:rsidRPr="004C2B8D">
              <w:rPr>
                <w:rFonts w:ascii="Arial" w:hAnsi="Arial" w:cs="Arial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</w:rPr>
            </w:pPr>
            <w:r w:rsidRPr="004C2B8D">
              <w:rPr>
                <w:rFonts w:ascii="Arial" w:hAnsi="Arial" w:cs="Arial"/>
              </w:rPr>
              <w:t>901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</w:rPr>
            </w:pPr>
            <w:r w:rsidRPr="004C2B8D">
              <w:rPr>
                <w:rFonts w:ascii="Arial" w:hAnsi="Arial" w:cs="Arial"/>
              </w:rPr>
              <w:t>05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</w:rPr>
            </w:pPr>
            <w:r w:rsidRPr="004C2B8D">
              <w:rPr>
                <w:rFonts w:ascii="Arial" w:hAnsi="Arial" w:cs="Arial"/>
              </w:rPr>
              <w:t>03</w:t>
            </w:r>
          </w:p>
        </w:tc>
        <w:tc>
          <w:tcPr>
            <w:tcW w:w="1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</w:rPr>
            </w:pPr>
            <w:r w:rsidRPr="004C2B8D">
              <w:rPr>
                <w:rFonts w:ascii="Arial" w:hAnsi="Arial" w:cs="Arial"/>
              </w:rPr>
              <w:t>0500065170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</w:rPr>
            </w:pPr>
            <w:r w:rsidRPr="004C2B8D">
              <w:rPr>
                <w:rFonts w:ascii="Arial" w:hAnsi="Arial" w:cs="Arial"/>
              </w:rPr>
              <w:t>240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</w:rPr>
            </w:pPr>
            <w:r w:rsidRPr="004C2B8D">
              <w:rPr>
                <w:rFonts w:ascii="Arial" w:hAnsi="Arial" w:cs="Arial"/>
              </w:rPr>
              <w:t>100,0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</w:rPr>
            </w:pPr>
            <w:r w:rsidRPr="004C2B8D">
              <w:rPr>
                <w:rFonts w:ascii="Arial" w:hAnsi="Arial" w:cs="Arial"/>
              </w:rPr>
              <w:t>0,0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</w:rPr>
            </w:pPr>
            <w:r w:rsidRPr="004C2B8D">
              <w:rPr>
                <w:rFonts w:ascii="Arial" w:hAnsi="Arial" w:cs="Arial"/>
              </w:rPr>
              <w:t>0,0</w:t>
            </w:r>
          </w:p>
        </w:tc>
      </w:tr>
      <w:tr w:rsidR="00E1382B" w:rsidRPr="004C2B8D" w:rsidTr="005B297A">
        <w:trPr>
          <w:trHeight w:val="255"/>
        </w:trPr>
        <w:tc>
          <w:tcPr>
            <w:tcW w:w="2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КУЛЬТУРА, КИНЕМАТОГРАФИЯ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901</w:t>
            </w:r>
          </w:p>
        </w:tc>
        <w:tc>
          <w:tcPr>
            <w:tcW w:w="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08</w:t>
            </w: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 </w:t>
            </w:r>
          </w:p>
        </w:tc>
        <w:tc>
          <w:tcPr>
            <w:tcW w:w="14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 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729,7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635,7</w:t>
            </w:r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629,7</w:t>
            </w:r>
          </w:p>
        </w:tc>
      </w:tr>
      <w:tr w:rsidR="00E1382B" w:rsidRPr="004C2B8D" w:rsidTr="005B297A">
        <w:trPr>
          <w:trHeight w:val="255"/>
        </w:trPr>
        <w:tc>
          <w:tcPr>
            <w:tcW w:w="2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Культура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901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08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01</w:t>
            </w:r>
          </w:p>
        </w:tc>
        <w:tc>
          <w:tcPr>
            <w:tcW w:w="1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729,7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635,7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629,7</w:t>
            </w:r>
          </w:p>
        </w:tc>
      </w:tr>
      <w:tr w:rsidR="00E1382B" w:rsidRPr="004C2B8D" w:rsidTr="005B297A">
        <w:trPr>
          <w:trHeight w:val="1260"/>
        </w:trPr>
        <w:tc>
          <w:tcPr>
            <w:tcW w:w="2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Муниципальная программа Шейнского сельсовета Пачелмского района Пензенской области "Развитие культуры и поддержка молодежи Шейнского сельсовета Пачелмского района Пензенской области на 2014-2024 годы"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901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08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01</w:t>
            </w:r>
          </w:p>
        </w:tc>
        <w:tc>
          <w:tcPr>
            <w:tcW w:w="1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0300000000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330,0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236,0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230,0</w:t>
            </w:r>
          </w:p>
        </w:tc>
      </w:tr>
      <w:tr w:rsidR="00E1382B" w:rsidRPr="004C2B8D" w:rsidTr="005B297A">
        <w:trPr>
          <w:trHeight w:val="420"/>
        </w:trPr>
        <w:tc>
          <w:tcPr>
            <w:tcW w:w="2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Подпрограмма "Содержание объектов социальной культурной сферы"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901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08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01</w:t>
            </w:r>
          </w:p>
        </w:tc>
        <w:tc>
          <w:tcPr>
            <w:tcW w:w="1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0330000000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330,0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236,0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230,0</w:t>
            </w:r>
          </w:p>
        </w:tc>
      </w:tr>
      <w:tr w:rsidR="00E1382B" w:rsidRPr="004C2B8D" w:rsidTr="005B297A">
        <w:trPr>
          <w:trHeight w:val="840"/>
        </w:trPr>
        <w:tc>
          <w:tcPr>
            <w:tcW w:w="2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Основное мероприятие "Обеспечение соответствия состояния объектов социально-культурной сферы нормативным требованиям"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901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08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01</w:t>
            </w:r>
          </w:p>
        </w:tc>
        <w:tc>
          <w:tcPr>
            <w:tcW w:w="1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0330100000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330,0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236,0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230,0</w:t>
            </w:r>
          </w:p>
        </w:tc>
      </w:tr>
      <w:tr w:rsidR="00E1382B" w:rsidRPr="004C2B8D" w:rsidTr="005B297A">
        <w:trPr>
          <w:trHeight w:val="420"/>
        </w:trPr>
        <w:tc>
          <w:tcPr>
            <w:tcW w:w="2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Расходы на содержание объектов социально-культурной сферы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901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08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01</w:t>
            </w:r>
          </w:p>
        </w:tc>
        <w:tc>
          <w:tcPr>
            <w:tcW w:w="1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0330128500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330,0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236,0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230,0</w:t>
            </w:r>
          </w:p>
        </w:tc>
      </w:tr>
      <w:tr w:rsidR="00E1382B" w:rsidRPr="004C2B8D" w:rsidTr="005B297A">
        <w:trPr>
          <w:trHeight w:val="630"/>
        </w:trPr>
        <w:tc>
          <w:tcPr>
            <w:tcW w:w="2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901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08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01</w:t>
            </w:r>
          </w:p>
        </w:tc>
        <w:tc>
          <w:tcPr>
            <w:tcW w:w="1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0330128500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200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330,0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236,0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230,0</w:t>
            </w:r>
          </w:p>
        </w:tc>
      </w:tr>
      <w:tr w:rsidR="00E1382B" w:rsidRPr="004C2B8D" w:rsidTr="005B297A">
        <w:trPr>
          <w:trHeight w:val="675"/>
        </w:trPr>
        <w:tc>
          <w:tcPr>
            <w:tcW w:w="2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rPr>
                <w:rFonts w:ascii="Arial" w:hAnsi="Arial" w:cs="Arial"/>
              </w:rPr>
            </w:pPr>
            <w:r w:rsidRPr="004C2B8D">
              <w:rPr>
                <w:rFonts w:ascii="Arial" w:hAnsi="Arial" w:cs="Arial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</w:rPr>
            </w:pPr>
            <w:r w:rsidRPr="004C2B8D">
              <w:rPr>
                <w:rFonts w:ascii="Arial" w:hAnsi="Arial" w:cs="Arial"/>
              </w:rPr>
              <w:t>901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</w:rPr>
            </w:pPr>
            <w:r w:rsidRPr="004C2B8D">
              <w:rPr>
                <w:rFonts w:ascii="Arial" w:hAnsi="Arial" w:cs="Arial"/>
              </w:rPr>
              <w:t>08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</w:rPr>
            </w:pPr>
            <w:r w:rsidRPr="004C2B8D">
              <w:rPr>
                <w:rFonts w:ascii="Arial" w:hAnsi="Arial" w:cs="Arial"/>
              </w:rPr>
              <w:t>01</w:t>
            </w:r>
          </w:p>
        </w:tc>
        <w:tc>
          <w:tcPr>
            <w:tcW w:w="1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</w:rPr>
            </w:pPr>
            <w:r w:rsidRPr="004C2B8D">
              <w:rPr>
                <w:rFonts w:ascii="Arial" w:hAnsi="Arial" w:cs="Arial"/>
              </w:rPr>
              <w:t>0330128500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</w:rPr>
            </w:pPr>
            <w:r w:rsidRPr="004C2B8D">
              <w:rPr>
                <w:rFonts w:ascii="Arial" w:hAnsi="Arial" w:cs="Arial"/>
              </w:rPr>
              <w:t>240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</w:rPr>
            </w:pPr>
            <w:r w:rsidRPr="004C2B8D">
              <w:rPr>
                <w:rFonts w:ascii="Arial" w:hAnsi="Arial" w:cs="Arial"/>
              </w:rPr>
              <w:t>330,0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</w:rPr>
            </w:pPr>
            <w:r w:rsidRPr="004C2B8D">
              <w:rPr>
                <w:rFonts w:ascii="Arial" w:hAnsi="Arial" w:cs="Arial"/>
              </w:rPr>
              <w:t>236,0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</w:rPr>
            </w:pPr>
            <w:r w:rsidRPr="004C2B8D">
              <w:rPr>
                <w:rFonts w:ascii="Arial" w:hAnsi="Arial" w:cs="Arial"/>
              </w:rPr>
              <w:t>230,0</w:t>
            </w:r>
          </w:p>
        </w:tc>
      </w:tr>
      <w:tr w:rsidR="00E1382B" w:rsidRPr="004C2B8D" w:rsidTr="005B297A">
        <w:trPr>
          <w:trHeight w:val="1260"/>
        </w:trPr>
        <w:tc>
          <w:tcPr>
            <w:tcW w:w="2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Муниципальная программа Шейнского сельсовета Пачелмского района Пензенской области "Развитие муниципального управления в Шейнском сельсовете Пачелмского района Пензенской области на 2014-2024 годы"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901</w:t>
            </w:r>
          </w:p>
        </w:tc>
        <w:tc>
          <w:tcPr>
            <w:tcW w:w="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08</w:t>
            </w: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01</w:t>
            </w:r>
          </w:p>
        </w:tc>
        <w:tc>
          <w:tcPr>
            <w:tcW w:w="14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0400000000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399,7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399,7</w:t>
            </w:r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399,7</w:t>
            </w:r>
          </w:p>
        </w:tc>
      </w:tr>
      <w:tr w:rsidR="00E1382B" w:rsidRPr="004C2B8D" w:rsidTr="005B297A">
        <w:trPr>
          <w:trHeight w:val="420"/>
        </w:trPr>
        <w:tc>
          <w:tcPr>
            <w:tcW w:w="2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Подпрограмма "Реализация отдельных переданных полномочий"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901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08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01</w:t>
            </w:r>
          </w:p>
        </w:tc>
        <w:tc>
          <w:tcPr>
            <w:tcW w:w="1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0440000000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399,7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399,7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399,7</w:t>
            </w:r>
          </w:p>
        </w:tc>
      </w:tr>
      <w:tr w:rsidR="00E1382B" w:rsidRPr="004C2B8D" w:rsidTr="005B297A">
        <w:trPr>
          <w:trHeight w:val="840"/>
        </w:trPr>
        <w:tc>
          <w:tcPr>
            <w:tcW w:w="2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Основное мероприятие "Реализация отдельных переданных полномочий Шейнским сельсоветом Пачелмского района Пензенской области"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901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08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01</w:t>
            </w:r>
          </w:p>
        </w:tc>
        <w:tc>
          <w:tcPr>
            <w:tcW w:w="1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0440100000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399,7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399,7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399,7</w:t>
            </w:r>
          </w:p>
        </w:tc>
      </w:tr>
      <w:tr w:rsidR="00E1382B" w:rsidRPr="004C2B8D" w:rsidTr="005B297A">
        <w:trPr>
          <w:trHeight w:val="840"/>
        </w:trPr>
        <w:tc>
          <w:tcPr>
            <w:tcW w:w="2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Выполнение передаваемых полномочий муниципальному району по обеспечению жителей поселения услугами организаций культуры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901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08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01</w:t>
            </w:r>
          </w:p>
        </w:tc>
        <w:tc>
          <w:tcPr>
            <w:tcW w:w="1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0440180250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399,7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399,7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399,7</w:t>
            </w:r>
          </w:p>
        </w:tc>
      </w:tr>
      <w:tr w:rsidR="00E1382B" w:rsidRPr="004C2B8D" w:rsidTr="005B297A">
        <w:trPr>
          <w:trHeight w:val="255"/>
        </w:trPr>
        <w:tc>
          <w:tcPr>
            <w:tcW w:w="2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Межбюджетные трансферты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901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08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01</w:t>
            </w:r>
          </w:p>
        </w:tc>
        <w:tc>
          <w:tcPr>
            <w:tcW w:w="1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0440180250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500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399,7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399,7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399,7</w:t>
            </w:r>
          </w:p>
        </w:tc>
      </w:tr>
      <w:tr w:rsidR="00E1382B" w:rsidRPr="004C2B8D" w:rsidTr="005B297A">
        <w:trPr>
          <w:trHeight w:val="255"/>
        </w:trPr>
        <w:tc>
          <w:tcPr>
            <w:tcW w:w="2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rPr>
                <w:rFonts w:ascii="Arial" w:hAnsi="Arial" w:cs="Arial"/>
              </w:rPr>
            </w:pPr>
            <w:r w:rsidRPr="004C2B8D">
              <w:rPr>
                <w:rFonts w:ascii="Arial" w:hAnsi="Arial" w:cs="Arial"/>
              </w:rPr>
              <w:t>Иные межбюджетные трансферты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</w:rPr>
            </w:pPr>
            <w:r w:rsidRPr="004C2B8D">
              <w:rPr>
                <w:rFonts w:ascii="Arial" w:hAnsi="Arial" w:cs="Arial"/>
              </w:rPr>
              <w:t>901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</w:rPr>
            </w:pPr>
            <w:r w:rsidRPr="004C2B8D">
              <w:rPr>
                <w:rFonts w:ascii="Arial" w:hAnsi="Arial" w:cs="Arial"/>
              </w:rPr>
              <w:t>08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</w:rPr>
            </w:pPr>
            <w:r w:rsidRPr="004C2B8D">
              <w:rPr>
                <w:rFonts w:ascii="Arial" w:hAnsi="Arial" w:cs="Arial"/>
              </w:rPr>
              <w:t>01</w:t>
            </w:r>
          </w:p>
        </w:tc>
        <w:tc>
          <w:tcPr>
            <w:tcW w:w="1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</w:rPr>
            </w:pPr>
            <w:r w:rsidRPr="004C2B8D">
              <w:rPr>
                <w:rFonts w:ascii="Arial" w:hAnsi="Arial" w:cs="Arial"/>
              </w:rPr>
              <w:t>0440180250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</w:rPr>
            </w:pPr>
            <w:r w:rsidRPr="004C2B8D">
              <w:rPr>
                <w:rFonts w:ascii="Arial" w:hAnsi="Arial" w:cs="Arial"/>
              </w:rPr>
              <w:t>540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</w:rPr>
            </w:pPr>
            <w:r w:rsidRPr="004C2B8D">
              <w:rPr>
                <w:rFonts w:ascii="Arial" w:hAnsi="Arial" w:cs="Arial"/>
              </w:rPr>
              <w:t>399,7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</w:rPr>
            </w:pPr>
            <w:r w:rsidRPr="004C2B8D">
              <w:rPr>
                <w:rFonts w:ascii="Arial" w:hAnsi="Arial" w:cs="Arial"/>
              </w:rPr>
              <w:t>399,7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</w:rPr>
            </w:pPr>
            <w:r w:rsidRPr="004C2B8D">
              <w:rPr>
                <w:rFonts w:ascii="Arial" w:hAnsi="Arial" w:cs="Arial"/>
              </w:rPr>
              <w:t>399,7</w:t>
            </w:r>
          </w:p>
        </w:tc>
      </w:tr>
      <w:tr w:rsidR="00E1382B" w:rsidRPr="004C2B8D" w:rsidTr="005B297A">
        <w:trPr>
          <w:trHeight w:val="255"/>
        </w:trPr>
        <w:tc>
          <w:tcPr>
            <w:tcW w:w="2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СОЦИАЛЬНАЯ ПОЛИТИКА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901</w:t>
            </w:r>
          </w:p>
        </w:tc>
        <w:tc>
          <w:tcPr>
            <w:tcW w:w="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10</w:t>
            </w: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 </w:t>
            </w:r>
          </w:p>
        </w:tc>
        <w:tc>
          <w:tcPr>
            <w:tcW w:w="14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 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19,5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19,5</w:t>
            </w:r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19,5</w:t>
            </w:r>
          </w:p>
        </w:tc>
      </w:tr>
      <w:tr w:rsidR="00E1382B" w:rsidRPr="004C2B8D" w:rsidTr="005B297A">
        <w:trPr>
          <w:trHeight w:val="255"/>
        </w:trPr>
        <w:tc>
          <w:tcPr>
            <w:tcW w:w="2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Пенсионное обеспечение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901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10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01</w:t>
            </w:r>
          </w:p>
        </w:tc>
        <w:tc>
          <w:tcPr>
            <w:tcW w:w="1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19,5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19,5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19,5</w:t>
            </w:r>
          </w:p>
        </w:tc>
      </w:tr>
      <w:tr w:rsidR="00E1382B" w:rsidRPr="004C2B8D" w:rsidTr="005B297A">
        <w:trPr>
          <w:trHeight w:val="1260"/>
        </w:trPr>
        <w:tc>
          <w:tcPr>
            <w:tcW w:w="2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Муниципальная программа Шейнского сельсовета Пачелмского района Пензенской области "Развитие муниципального управления в Шейнском сельсовете Пачелмского района Пензенской области на 2014-2024 годы"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901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10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01</w:t>
            </w:r>
          </w:p>
        </w:tc>
        <w:tc>
          <w:tcPr>
            <w:tcW w:w="1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0400000000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19,5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19,5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19,5</w:t>
            </w:r>
          </w:p>
        </w:tc>
      </w:tr>
      <w:tr w:rsidR="00E1382B" w:rsidRPr="004C2B8D" w:rsidTr="005B297A">
        <w:trPr>
          <w:trHeight w:val="630"/>
        </w:trPr>
        <w:tc>
          <w:tcPr>
            <w:tcW w:w="2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Подпрограмма "Предоставление мер социальной поддержки отдельных категорий граждан"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901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10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01</w:t>
            </w:r>
          </w:p>
        </w:tc>
        <w:tc>
          <w:tcPr>
            <w:tcW w:w="1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0430000000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19,5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19,5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19,5</w:t>
            </w:r>
          </w:p>
        </w:tc>
      </w:tr>
      <w:tr w:rsidR="00E1382B" w:rsidRPr="004C2B8D" w:rsidTr="005B297A">
        <w:trPr>
          <w:trHeight w:val="630"/>
        </w:trPr>
        <w:tc>
          <w:tcPr>
            <w:tcW w:w="2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Основное мероприятие "Выполнение обязательств по социальной поддержке отдельный категорий граждан"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901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10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01</w:t>
            </w:r>
          </w:p>
        </w:tc>
        <w:tc>
          <w:tcPr>
            <w:tcW w:w="1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0430100000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19,5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19,5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19,5</w:t>
            </w:r>
          </w:p>
        </w:tc>
      </w:tr>
      <w:tr w:rsidR="00E1382B" w:rsidRPr="004C2B8D" w:rsidTr="005B297A">
        <w:trPr>
          <w:trHeight w:val="255"/>
        </w:trPr>
        <w:tc>
          <w:tcPr>
            <w:tcW w:w="2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Доплаты к пенсиям муниципальных служащих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901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10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01</w:t>
            </w:r>
          </w:p>
        </w:tc>
        <w:tc>
          <w:tcPr>
            <w:tcW w:w="1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0430124250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19,5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19,5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19,5</w:t>
            </w:r>
          </w:p>
        </w:tc>
      </w:tr>
      <w:tr w:rsidR="00E1382B" w:rsidRPr="004C2B8D" w:rsidTr="005B297A">
        <w:trPr>
          <w:trHeight w:val="420"/>
        </w:trPr>
        <w:tc>
          <w:tcPr>
            <w:tcW w:w="2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Социальное обеспечение и иные выплаты населению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901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10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01</w:t>
            </w:r>
          </w:p>
        </w:tc>
        <w:tc>
          <w:tcPr>
            <w:tcW w:w="1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0430124250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300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19,5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19,5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19,5</w:t>
            </w:r>
          </w:p>
        </w:tc>
      </w:tr>
      <w:tr w:rsidR="00E1382B" w:rsidRPr="004C2B8D" w:rsidTr="005B297A">
        <w:trPr>
          <w:trHeight w:val="450"/>
        </w:trPr>
        <w:tc>
          <w:tcPr>
            <w:tcW w:w="2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rPr>
                <w:rFonts w:ascii="Arial" w:hAnsi="Arial" w:cs="Arial"/>
              </w:rPr>
            </w:pPr>
            <w:r w:rsidRPr="004C2B8D">
              <w:rPr>
                <w:rFonts w:ascii="Arial" w:hAnsi="Arial" w:cs="Arial"/>
              </w:rPr>
              <w:t>Публичные нормативные социальные выплаты гражданам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</w:rPr>
            </w:pPr>
            <w:r w:rsidRPr="004C2B8D">
              <w:rPr>
                <w:rFonts w:ascii="Arial" w:hAnsi="Arial" w:cs="Arial"/>
              </w:rPr>
              <w:t>901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</w:rPr>
            </w:pPr>
            <w:r w:rsidRPr="004C2B8D">
              <w:rPr>
                <w:rFonts w:ascii="Arial" w:hAnsi="Arial" w:cs="Arial"/>
              </w:rPr>
              <w:t>10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</w:rPr>
            </w:pPr>
            <w:r w:rsidRPr="004C2B8D">
              <w:rPr>
                <w:rFonts w:ascii="Arial" w:hAnsi="Arial" w:cs="Arial"/>
              </w:rPr>
              <w:t>01</w:t>
            </w:r>
          </w:p>
        </w:tc>
        <w:tc>
          <w:tcPr>
            <w:tcW w:w="1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</w:rPr>
            </w:pPr>
            <w:r w:rsidRPr="004C2B8D">
              <w:rPr>
                <w:rFonts w:ascii="Arial" w:hAnsi="Arial" w:cs="Arial"/>
              </w:rPr>
              <w:t>0430124250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center"/>
              <w:rPr>
                <w:rFonts w:ascii="Arial" w:hAnsi="Arial" w:cs="Arial"/>
              </w:rPr>
            </w:pPr>
            <w:r w:rsidRPr="004C2B8D">
              <w:rPr>
                <w:rFonts w:ascii="Arial" w:hAnsi="Arial" w:cs="Arial"/>
              </w:rPr>
              <w:t>310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</w:rPr>
            </w:pPr>
            <w:r w:rsidRPr="004C2B8D">
              <w:rPr>
                <w:rFonts w:ascii="Arial" w:hAnsi="Arial" w:cs="Arial"/>
              </w:rPr>
              <w:t>19,5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</w:rPr>
            </w:pPr>
            <w:r w:rsidRPr="004C2B8D">
              <w:rPr>
                <w:rFonts w:ascii="Arial" w:hAnsi="Arial" w:cs="Arial"/>
              </w:rPr>
              <w:t>19,5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70285D">
            <w:pPr>
              <w:widowControl/>
              <w:jc w:val="right"/>
              <w:rPr>
                <w:rFonts w:ascii="Arial" w:hAnsi="Arial" w:cs="Arial"/>
              </w:rPr>
            </w:pPr>
            <w:r w:rsidRPr="004C2B8D">
              <w:rPr>
                <w:rFonts w:ascii="Arial" w:hAnsi="Arial" w:cs="Arial"/>
              </w:rPr>
              <w:t>19,5</w:t>
            </w:r>
          </w:p>
        </w:tc>
      </w:tr>
    </w:tbl>
    <w:p w:rsidR="00E1382B" w:rsidRPr="004C2B8D" w:rsidRDefault="00E1382B" w:rsidP="002417DB">
      <w:pPr>
        <w:tabs>
          <w:tab w:val="left" w:pos="8430"/>
        </w:tabs>
        <w:suppressAutoHyphens/>
      </w:pPr>
      <w:r w:rsidRPr="004C2B8D">
        <w:t>»;</w:t>
      </w:r>
    </w:p>
    <w:p w:rsidR="00E1382B" w:rsidRPr="004C2B8D" w:rsidRDefault="00E1382B" w:rsidP="002417DB">
      <w:pPr>
        <w:tabs>
          <w:tab w:val="left" w:pos="8430"/>
        </w:tabs>
        <w:suppressAutoHyphens/>
      </w:pPr>
    </w:p>
    <w:p w:rsidR="00E1382B" w:rsidRPr="005B297A" w:rsidRDefault="00E1382B" w:rsidP="00041D3A">
      <w:pPr>
        <w:tabs>
          <w:tab w:val="left" w:pos="8430"/>
        </w:tabs>
        <w:suppressAutoHyphens/>
        <w:jc w:val="both"/>
        <w:rPr>
          <w:sz w:val="24"/>
          <w:szCs w:val="24"/>
        </w:rPr>
      </w:pPr>
      <w:r w:rsidRPr="005B297A">
        <w:rPr>
          <w:sz w:val="24"/>
          <w:szCs w:val="24"/>
        </w:rPr>
        <w:t>1.7. Приложение 10 изложить в следующей редакции:</w:t>
      </w:r>
    </w:p>
    <w:p w:rsidR="00E1382B" w:rsidRPr="005B297A" w:rsidRDefault="00E1382B" w:rsidP="002417DB">
      <w:pPr>
        <w:tabs>
          <w:tab w:val="left" w:pos="8430"/>
        </w:tabs>
        <w:suppressAutoHyphens/>
        <w:rPr>
          <w:sz w:val="24"/>
          <w:szCs w:val="24"/>
        </w:rPr>
      </w:pPr>
    </w:p>
    <w:p w:rsidR="00E1382B" w:rsidRPr="004C2B8D" w:rsidRDefault="00E1382B" w:rsidP="002417DB">
      <w:pPr>
        <w:tabs>
          <w:tab w:val="left" w:pos="8430"/>
        </w:tabs>
        <w:suppressAutoHyphens/>
      </w:pPr>
    </w:p>
    <w:p w:rsidR="00E1382B" w:rsidRPr="004C2B8D" w:rsidRDefault="00E1382B" w:rsidP="002417DB">
      <w:pPr>
        <w:tabs>
          <w:tab w:val="left" w:pos="8430"/>
        </w:tabs>
        <w:suppressAutoHyphens/>
      </w:pPr>
    </w:p>
    <w:p w:rsidR="00E1382B" w:rsidRPr="004C2B8D" w:rsidRDefault="00E1382B" w:rsidP="002417DB">
      <w:pPr>
        <w:tabs>
          <w:tab w:val="left" w:pos="8430"/>
        </w:tabs>
        <w:suppressAutoHyphens/>
      </w:pPr>
    </w:p>
    <w:p w:rsidR="00E1382B" w:rsidRPr="004C2B8D" w:rsidRDefault="00E1382B" w:rsidP="00775F45">
      <w:pPr>
        <w:tabs>
          <w:tab w:val="left" w:pos="8430"/>
        </w:tabs>
        <w:suppressAutoHyphens/>
      </w:pPr>
    </w:p>
    <w:p w:rsidR="00E1382B" w:rsidRPr="004C2B8D" w:rsidRDefault="00E1382B" w:rsidP="00775F45">
      <w:pPr>
        <w:tabs>
          <w:tab w:val="left" w:pos="8430"/>
        </w:tabs>
        <w:suppressAutoHyphens/>
        <w:jc w:val="right"/>
      </w:pPr>
      <w:r w:rsidRPr="004C2B8D">
        <w:t>«Приложение 10</w:t>
      </w:r>
    </w:p>
    <w:p w:rsidR="00E1382B" w:rsidRPr="004C2B8D" w:rsidRDefault="00E1382B" w:rsidP="00775F45">
      <w:pPr>
        <w:suppressAutoHyphens/>
        <w:spacing w:line="240" w:lineRule="exact"/>
        <w:jc w:val="right"/>
      </w:pPr>
      <w:r w:rsidRPr="004C2B8D">
        <w:t>к решению Комитета местного</w:t>
      </w:r>
    </w:p>
    <w:p w:rsidR="00E1382B" w:rsidRPr="004C2B8D" w:rsidRDefault="00E1382B" w:rsidP="00775F45">
      <w:pPr>
        <w:suppressAutoHyphens/>
        <w:spacing w:line="240" w:lineRule="exact"/>
        <w:jc w:val="right"/>
      </w:pPr>
      <w:r w:rsidRPr="004C2B8D">
        <w:t xml:space="preserve"> самоуправления Шейнского сельсовета</w:t>
      </w:r>
    </w:p>
    <w:p w:rsidR="00E1382B" w:rsidRPr="004C2B8D" w:rsidRDefault="00E1382B" w:rsidP="00775F45">
      <w:pPr>
        <w:suppressAutoHyphens/>
        <w:spacing w:line="240" w:lineRule="exact"/>
        <w:jc w:val="right"/>
      </w:pPr>
      <w:r w:rsidRPr="004C2B8D">
        <w:t>Пачелмского района Пензенской области</w:t>
      </w:r>
    </w:p>
    <w:p w:rsidR="00E1382B" w:rsidRPr="004C2B8D" w:rsidRDefault="00E1382B" w:rsidP="00775F45">
      <w:pPr>
        <w:jc w:val="right"/>
      </w:pPr>
      <w:r w:rsidRPr="004C2B8D">
        <w:t xml:space="preserve">от 25.12.2020  № 03-23/3 </w:t>
      </w:r>
    </w:p>
    <w:p w:rsidR="00E1382B" w:rsidRPr="005B297A" w:rsidRDefault="00E1382B" w:rsidP="00775F45">
      <w:pPr>
        <w:pStyle w:val="BodyText"/>
        <w:rPr>
          <w:b/>
          <w:bCs/>
          <w:sz w:val="24"/>
          <w:szCs w:val="24"/>
        </w:rPr>
      </w:pPr>
      <w:r w:rsidRPr="005B297A">
        <w:rPr>
          <w:b/>
          <w:bCs/>
          <w:sz w:val="24"/>
          <w:szCs w:val="24"/>
        </w:rPr>
        <w:t xml:space="preserve">Распределение бюджетных ассигнований по целевым статьям (ЦСР) (муниципальным программам и непрограммным направлениям деятельности), группам (группам и подгруппам) видов расходов (Вр) классификации расходов бюджета Шейнского сельсовета Пачелмского района Пензенской области  на 2021 год и плановый период </w:t>
      </w:r>
    </w:p>
    <w:p w:rsidR="00E1382B" w:rsidRPr="005B297A" w:rsidRDefault="00E1382B" w:rsidP="00775F45">
      <w:pPr>
        <w:pStyle w:val="BodyText"/>
        <w:rPr>
          <w:b/>
          <w:bCs/>
          <w:sz w:val="24"/>
          <w:szCs w:val="24"/>
        </w:rPr>
      </w:pPr>
      <w:r w:rsidRPr="005B297A">
        <w:rPr>
          <w:b/>
          <w:bCs/>
          <w:sz w:val="24"/>
          <w:szCs w:val="24"/>
        </w:rPr>
        <w:t>2022 и 2023 годов.</w:t>
      </w:r>
    </w:p>
    <w:p w:rsidR="00E1382B" w:rsidRPr="004C2B8D" w:rsidRDefault="00E1382B" w:rsidP="002417DB">
      <w:r w:rsidRPr="004C2B8D">
        <w:t xml:space="preserve">  </w:t>
      </w:r>
    </w:p>
    <w:tbl>
      <w:tblPr>
        <w:tblW w:w="10505" w:type="dxa"/>
        <w:tblInd w:w="93" w:type="dxa"/>
        <w:tblLook w:val="00A0"/>
      </w:tblPr>
      <w:tblGrid>
        <w:gridCol w:w="3276"/>
        <w:gridCol w:w="3184"/>
        <w:gridCol w:w="1120"/>
        <w:gridCol w:w="1082"/>
        <w:gridCol w:w="879"/>
        <w:gridCol w:w="992"/>
      </w:tblGrid>
      <w:tr w:rsidR="00E1382B" w:rsidRPr="004C2B8D" w:rsidTr="002D6034">
        <w:trPr>
          <w:trHeight w:val="270"/>
        </w:trPr>
        <w:tc>
          <w:tcPr>
            <w:tcW w:w="64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1382B" w:rsidRPr="004C2B8D" w:rsidRDefault="00E1382B" w:rsidP="002D6034">
            <w:pPr>
              <w:widowControl/>
              <w:rPr>
                <w:rFonts w:ascii="Arial CYR" w:hAnsi="Arial CYR" w:cs="Arial CYR"/>
              </w:rPr>
            </w:pPr>
            <w:r w:rsidRPr="004C2B8D">
              <w:rPr>
                <w:rFonts w:ascii="Arial CYR" w:hAnsi="Arial CYR" w:cs="Arial CYR"/>
              </w:rPr>
              <w:t>Единица измерения: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1382B" w:rsidRPr="004C2B8D" w:rsidRDefault="00E1382B" w:rsidP="005B297A">
            <w:pPr>
              <w:widowControl/>
              <w:rPr>
                <w:rFonts w:ascii="Arial CYR" w:hAnsi="Arial CYR" w:cs="Arial CYR"/>
              </w:rPr>
            </w:pP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1382B" w:rsidRPr="004C2B8D" w:rsidRDefault="00E1382B" w:rsidP="002D6034">
            <w:pPr>
              <w:widowControl/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1382B" w:rsidRPr="004C2B8D" w:rsidRDefault="00E1382B" w:rsidP="002D6034">
            <w:pPr>
              <w:widowControl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1382B" w:rsidRPr="004C2B8D" w:rsidRDefault="00E1382B" w:rsidP="002D6034">
            <w:pPr>
              <w:widowControl/>
              <w:rPr>
                <w:rFonts w:ascii="Arial" w:hAnsi="Arial" w:cs="Arial"/>
              </w:rPr>
            </w:pPr>
            <w:r w:rsidRPr="004C2B8D">
              <w:rPr>
                <w:b/>
                <w:bCs/>
              </w:rPr>
              <w:t>тыс.руб</w:t>
            </w:r>
          </w:p>
        </w:tc>
      </w:tr>
      <w:tr w:rsidR="00E1382B" w:rsidRPr="004C2B8D" w:rsidTr="002D6034">
        <w:trPr>
          <w:trHeight w:val="255"/>
        </w:trPr>
        <w:tc>
          <w:tcPr>
            <w:tcW w:w="3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1382B" w:rsidRPr="004C2B8D" w:rsidRDefault="00E1382B" w:rsidP="002D6034">
            <w:pPr>
              <w:widowControl/>
              <w:jc w:val="center"/>
              <w:rPr>
                <w:rFonts w:ascii="Arial" w:hAnsi="Arial" w:cs="Arial"/>
                <w:b/>
                <w:bCs/>
              </w:rPr>
            </w:pPr>
            <w:r w:rsidRPr="004C2B8D">
              <w:rPr>
                <w:rFonts w:ascii="Arial" w:hAnsi="Arial" w:cs="Arial"/>
                <w:b/>
                <w:bCs/>
              </w:rPr>
              <w:t>Наименование показателя</w:t>
            </w:r>
          </w:p>
        </w:tc>
        <w:tc>
          <w:tcPr>
            <w:tcW w:w="43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E1382B" w:rsidRPr="004C2B8D" w:rsidRDefault="00E1382B" w:rsidP="002D6034">
            <w:pPr>
              <w:widowControl/>
              <w:jc w:val="center"/>
              <w:rPr>
                <w:rFonts w:ascii="Arial" w:hAnsi="Arial" w:cs="Arial"/>
                <w:b/>
                <w:bCs/>
              </w:rPr>
            </w:pPr>
            <w:r w:rsidRPr="004C2B8D">
              <w:rPr>
                <w:rFonts w:ascii="Arial" w:hAnsi="Arial" w:cs="Arial"/>
                <w:b/>
                <w:bCs/>
              </w:rPr>
              <w:t>КБК</w:t>
            </w:r>
          </w:p>
        </w:tc>
        <w:tc>
          <w:tcPr>
            <w:tcW w:w="10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1382B" w:rsidRPr="004C2B8D" w:rsidRDefault="00E1382B" w:rsidP="00276E9A">
            <w:pPr>
              <w:widowControl/>
              <w:jc w:val="center"/>
              <w:rPr>
                <w:rFonts w:ascii="Arial" w:hAnsi="Arial" w:cs="Arial"/>
                <w:b/>
                <w:bCs/>
              </w:rPr>
            </w:pPr>
            <w:r w:rsidRPr="004C2B8D">
              <w:rPr>
                <w:rFonts w:ascii="Arial" w:hAnsi="Arial" w:cs="Arial"/>
                <w:b/>
                <w:bCs/>
              </w:rPr>
              <w:t>Сумма на 2021 год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1382B" w:rsidRPr="004C2B8D" w:rsidRDefault="00E1382B" w:rsidP="00276E9A">
            <w:pPr>
              <w:jc w:val="center"/>
            </w:pPr>
            <w:r w:rsidRPr="004C2B8D">
              <w:rPr>
                <w:rFonts w:ascii="Arial" w:hAnsi="Arial" w:cs="Arial"/>
                <w:b/>
                <w:bCs/>
              </w:rPr>
              <w:t>Сумма на 2022 год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1382B" w:rsidRPr="004C2B8D" w:rsidRDefault="00E1382B" w:rsidP="00276E9A">
            <w:pPr>
              <w:jc w:val="center"/>
            </w:pPr>
            <w:r w:rsidRPr="004C2B8D">
              <w:rPr>
                <w:rFonts w:ascii="Arial" w:hAnsi="Arial" w:cs="Arial"/>
                <w:b/>
                <w:bCs/>
              </w:rPr>
              <w:t>Сумма на 2023 год</w:t>
            </w:r>
          </w:p>
        </w:tc>
      </w:tr>
      <w:tr w:rsidR="00E1382B" w:rsidRPr="004C2B8D" w:rsidTr="002D6034">
        <w:trPr>
          <w:trHeight w:val="255"/>
        </w:trPr>
        <w:tc>
          <w:tcPr>
            <w:tcW w:w="3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1382B" w:rsidRPr="004C2B8D" w:rsidRDefault="00E1382B" w:rsidP="002D6034">
            <w:pPr>
              <w:widowControl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382B" w:rsidRPr="004C2B8D" w:rsidRDefault="00E1382B" w:rsidP="002D6034">
            <w:pPr>
              <w:widowControl/>
              <w:jc w:val="center"/>
              <w:rPr>
                <w:rFonts w:ascii="Arial" w:hAnsi="Arial" w:cs="Arial"/>
                <w:b/>
                <w:bCs/>
              </w:rPr>
            </w:pPr>
            <w:r w:rsidRPr="004C2B8D">
              <w:rPr>
                <w:rFonts w:ascii="Arial" w:hAnsi="Arial" w:cs="Arial"/>
                <w:b/>
                <w:bCs/>
              </w:rPr>
              <w:t>ЦСР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382B" w:rsidRPr="004C2B8D" w:rsidRDefault="00E1382B" w:rsidP="002D6034">
            <w:pPr>
              <w:widowControl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Вр</w:t>
            </w:r>
          </w:p>
        </w:tc>
        <w:tc>
          <w:tcPr>
            <w:tcW w:w="10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1382B" w:rsidRPr="004C2B8D" w:rsidRDefault="00E1382B" w:rsidP="002D6034">
            <w:pPr>
              <w:widowControl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1382B" w:rsidRPr="004C2B8D" w:rsidRDefault="00E1382B" w:rsidP="002D6034">
            <w:pPr>
              <w:widowControl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1382B" w:rsidRPr="004C2B8D" w:rsidRDefault="00E1382B" w:rsidP="002D6034">
            <w:pPr>
              <w:widowControl/>
              <w:rPr>
                <w:rFonts w:ascii="Arial" w:hAnsi="Arial" w:cs="Arial"/>
                <w:b/>
                <w:bCs/>
              </w:rPr>
            </w:pPr>
          </w:p>
        </w:tc>
      </w:tr>
      <w:tr w:rsidR="00E1382B" w:rsidRPr="004C2B8D" w:rsidTr="002D6034">
        <w:trPr>
          <w:trHeight w:val="25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382B" w:rsidRPr="004C2B8D" w:rsidRDefault="00E1382B" w:rsidP="002D6034">
            <w:pPr>
              <w:widowControl/>
              <w:jc w:val="center"/>
              <w:rPr>
                <w:rFonts w:ascii="Arial" w:hAnsi="Arial" w:cs="Arial"/>
                <w:b/>
                <w:bCs/>
              </w:rPr>
            </w:pPr>
            <w:r w:rsidRPr="004C2B8D"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3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382B" w:rsidRPr="004C2B8D" w:rsidRDefault="00E1382B" w:rsidP="002D6034">
            <w:pPr>
              <w:widowControl/>
              <w:jc w:val="center"/>
              <w:rPr>
                <w:rFonts w:ascii="Arial" w:hAnsi="Arial" w:cs="Arial"/>
                <w:b/>
                <w:bCs/>
              </w:rPr>
            </w:pPr>
            <w:r w:rsidRPr="004C2B8D"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382B" w:rsidRPr="004C2B8D" w:rsidRDefault="00E1382B" w:rsidP="002D6034">
            <w:pPr>
              <w:widowControl/>
              <w:jc w:val="center"/>
              <w:rPr>
                <w:rFonts w:ascii="Arial" w:hAnsi="Arial" w:cs="Arial"/>
                <w:b/>
                <w:bCs/>
              </w:rPr>
            </w:pPr>
            <w:r w:rsidRPr="004C2B8D">
              <w:rPr>
                <w:rFonts w:ascii="Arial" w:hAnsi="Arial" w:cs="Arial"/>
                <w:b/>
                <w:bCs/>
              </w:rPr>
              <w:t>3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382B" w:rsidRPr="004C2B8D" w:rsidRDefault="00E1382B" w:rsidP="002D6034">
            <w:pPr>
              <w:widowControl/>
              <w:jc w:val="center"/>
              <w:rPr>
                <w:rFonts w:ascii="Arial" w:hAnsi="Arial" w:cs="Arial"/>
                <w:b/>
                <w:bCs/>
              </w:rPr>
            </w:pPr>
            <w:r w:rsidRPr="004C2B8D">
              <w:rPr>
                <w:rFonts w:ascii="Arial" w:hAnsi="Arial" w:cs="Arial"/>
                <w:b/>
                <w:bCs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382B" w:rsidRPr="004C2B8D" w:rsidRDefault="00E1382B" w:rsidP="002D6034">
            <w:pPr>
              <w:widowControl/>
              <w:jc w:val="center"/>
              <w:rPr>
                <w:rFonts w:ascii="Arial" w:hAnsi="Arial" w:cs="Arial"/>
                <w:b/>
                <w:bCs/>
              </w:rPr>
            </w:pPr>
            <w:r w:rsidRPr="004C2B8D">
              <w:rPr>
                <w:rFonts w:ascii="Arial" w:hAnsi="Arial" w:cs="Arial"/>
                <w:b/>
                <w:bCs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382B" w:rsidRPr="004C2B8D" w:rsidRDefault="00E1382B" w:rsidP="002D6034">
            <w:pPr>
              <w:widowControl/>
              <w:jc w:val="center"/>
              <w:rPr>
                <w:rFonts w:ascii="Arial" w:hAnsi="Arial" w:cs="Arial"/>
                <w:b/>
                <w:bCs/>
              </w:rPr>
            </w:pPr>
            <w:r w:rsidRPr="004C2B8D">
              <w:rPr>
                <w:rFonts w:ascii="Arial" w:hAnsi="Arial" w:cs="Arial"/>
                <w:b/>
                <w:bCs/>
              </w:rPr>
              <w:t>6</w:t>
            </w:r>
          </w:p>
        </w:tc>
      </w:tr>
      <w:tr w:rsidR="00E1382B" w:rsidRPr="004C2B8D" w:rsidTr="002D6034">
        <w:trPr>
          <w:trHeight w:val="25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1382B" w:rsidRPr="004C2B8D" w:rsidRDefault="00E1382B" w:rsidP="002D6034">
            <w:pPr>
              <w:widowControl/>
              <w:rPr>
                <w:rFonts w:ascii="Arial" w:hAnsi="Arial" w:cs="Arial"/>
                <w:b/>
                <w:bCs/>
              </w:rPr>
            </w:pPr>
            <w:r w:rsidRPr="004C2B8D">
              <w:rPr>
                <w:rFonts w:ascii="Arial" w:hAnsi="Arial" w:cs="Arial"/>
                <w:b/>
                <w:bCs/>
              </w:rPr>
              <w:t>ВСЕГО:</w:t>
            </w:r>
          </w:p>
        </w:tc>
        <w:tc>
          <w:tcPr>
            <w:tcW w:w="3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1382B" w:rsidRPr="004C2B8D" w:rsidRDefault="00E1382B" w:rsidP="002D6034">
            <w:pPr>
              <w:widowControl/>
              <w:jc w:val="center"/>
              <w:rPr>
                <w:rFonts w:ascii="Arial" w:hAnsi="Arial" w:cs="Arial"/>
                <w:b/>
                <w:bCs/>
              </w:rPr>
            </w:pPr>
            <w:r w:rsidRPr="004C2B8D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1382B" w:rsidRPr="004C2B8D" w:rsidRDefault="00E1382B" w:rsidP="002D6034">
            <w:pPr>
              <w:widowControl/>
              <w:jc w:val="center"/>
              <w:rPr>
                <w:rFonts w:ascii="Arial" w:hAnsi="Arial" w:cs="Arial"/>
                <w:b/>
                <w:bCs/>
              </w:rPr>
            </w:pPr>
            <w:r w:rsidRPr="004C2B8D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1382B" w:rsidRPr="004C2B8D" w:rsidRDefault="00E1382B" w:rsidP="002D6034">
            <w:pPr>
              <w:widowControl/>
              <w:jc w:val="right"/>
              <w:rPr>
                <w:rFonts w:ascii="Arial" w:hAnsi="Arial" w:cs="Arial"/>
                <w:b/>
                <w:bCs/>
              </w:rPr>
            </w:pPr>
            <w:r w:rsidRPr="004C2B8D">
              <w:rPr>
                <w:rFonts w:ascii="Arial" w:hAnsi="Arial" w:cs="Arial"/>
                <w:b/>
                <w:bCs/>
              </w:rPr>
              <w:t>5 139,5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1382B" w:rsidRPr="004C2B8D" w:rsidRDefault="00E1382B" w:rsidP="002D6034">
            <w:pPr>
              <w:widowControl/>
              <w:jc w:val="right"/>
              <w:rPr>
                <w:rFonts w:ascii="Arial" w:hAnsi="Arial" w:cs="Arial"/>
                <w:b/>
                <w:bCs/>
              </w:rPr>
            </w:pPr>
            <w:r w:rsidRPr="004C2B8D">
              <w:rPr>
                <w:rFonts w:ascii="Arial" w:hAnsi="Arial" w:cs="Arial"/>
                <w:b/>
                <w:bCs/>
              </w:rPr>
              <w:t>3 825,5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1382B" w:rsidRPr="004C2B8D" w:rsidRDefault="00E1382B" w:rsidP="002D6034">
            <w:pPr>
              <w:widowControl/>
              <w:jc w:val="right"/>
              <w:rPr>
                <w:rFonts w:ascii="Arial" w:hAnsi="Arial" w:cs="Arial"/>
                <w:b/>
                <w:bCs/>
              </w:rPr>
            </w:pPr>
            <w:r w:rsidRPr="004C2B8D">
              <w:rPr>
                <w:rFonts w:ascii="Arial" w:hAnsi="Arial" w:cs="Arial"/>
                <w:b/>
                <w:bCs/>
              </w:rPr>
              <w:t>3 783,8</w:t>
            </w:r>
          </w:p>
        </w:tc>
      </w:tr>
      <w:tr w:rsidR="00E1382B" w:rsidRPr="004C2B8D" w:rsidTr="002D6034">
        <w:trPr>
          <w:trHeight w:val="147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2D6034">
            <w:pPr>
              <w:widowControl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Муниципальная программа Шейнского сельсовета Пачелмского района Пензенской области "Развитие территории, социальной, коммунальной и инженерной инфраструктуры Шейнского сельсовета Пачелмского района Пензенской области на 2014-2024 годы "</w:t>
            </w:r>
          </w:p>
        </w:tc>
        <w:tc>
          <w:tcPr>
            <w:tcW w:w="3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2D6034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0200000000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2D6034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2D6034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1 198,5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2D6034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850,0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2D6034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907,0</w:t>
            </w:r>
          </w:p>
        </w:tc>
      </w:tr>
      <w:tr w:rsidR="00E1382B" w:rsidRPr="004C2B8D" w:rsidTr="002D6034">
        <w:trPr>
          <w:trHeight w:val="84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2D6034">
            <w:pPr>
              <w:widowControl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Подпрограмма "Комплексная программа развития систем коммунальной инфраструктуры Шейнского сельсовета Пачелмского района Пензенской области"</w:t>
            </w:r>
          </w:p>
        </w:tc>
        <w:tc>
          <w:tcPr>
            <w:tcW w:w="3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2D6034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0210000000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2D6034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2D6034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114,0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2D6034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2D6034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0,0</w:t>
            </w:r>
          </w:p>
        </w:tc>
      </w:tr>
      <w:tr w:rsidR="00E1382B" w:rsidRPr="004C2B8D" w:rsidTr="002D6034">
        <w:trPr>
          <w:trHeight w:val="63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2D6034">
            <w:pPr>
              <w:widowControl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Основное мероприятие"Повышение эффективности, надежности работы инженерных систем жизнеобеспечения"</w:t>
            </w:r>
          </w:p>
        </w:tc>
        <w:tc>
          <w:tcPr>
            <w:tcW w:w="3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2D6034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0210300000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2D6034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2D6034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114,0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2D6034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2D6034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0,0</w:t>
            </w:r>
          </w:p>
        </w:tc>
      </w:tr>
      <w:tr w:rsidR="00E1382B" w:rsidRPr="004C2B8D" w:rsidTr="002D6034">
        <w:trPr>
          <w:trHeight w:val="63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2D6034">
            <w:pPr>
              <w:widowControl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Содержание, ремонт и модернизация объектов в области коммунального хозяйства</w:t>
            </w:r>
          </w:p>
        </w:tc>
        <w:tc>
          <w:tcPr>
            <w:tcW w:w="3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2D6034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0210365200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2D6034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2D6034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114,0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2D6034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2D6034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0,0</w:t>
            </w:r>
          </w:p>
        </w:tc>
      </w:tr>
      <w:tr w:rsidR="00E1382B" w:rsidRPr="004C2B8D" w:rsidTr="002D6034">
        <w:trPr>
          <w:trHeight w:val="63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2D6034">
            <w:pPr>
              <w:widowControl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2D6034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0210365200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2D6034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200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2D6034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114,0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2D6034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2D6034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0,0</w:t>
            </w:r>
          </w:p>
        </w:tc>
      </w:tr>
      <w:tr w:rsidR="00E1382B" w:rsidRPr="004C2B8D" w:rsidTr="002D6034">
        <w:trPr>
          <w:trHeight w:val="67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2D6034">
            <w:pPr>
              <w:widowControl/>
              <w:rPr>
                <w:rFonts w:ascii="Arial" w:hAnsi="Arial" w:cs="Arial"/>
              </w:rPr>
            </w:pPr>
            <w:r w:rsidRPr="004C2B8D">
              <w:rPr>
                <w:rFonts w:ascii="Arial" w:hAnsi="Arial" w:cs="Arial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2D6034">
            <w:pPr>
              <w:widowControl/>
              <w:jc w:val="center"/>
              <w:rPr>
                <w:rFonts w:ascii="Arial" w:hAnsi="Arial" w:cs="Arial"/>
              </w:rPr>
            </w:pPr>
            <w:r w:rsidRPr="004C2B8D">
              <w:rPr>
                <w:rFonts w:ascii="Arial" w:hAnsi="Arial" w:cs="Arial"/>
              </w:rPr>
              <w:t>0210365200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2D6034">
            <w:pPr>
              <w:widowControl/>
              <w:jc w:val="center"/>
              <w:rPr>
                <w:rFonts w:ascii="Arial" w:hAnsi="Arial" w:cs="Arial"/>
              </w:rPr>
            </w:pPr>
            <w:r w:rsidRPr="004C2B8D">
              <w:rPr>
                <w:rFonts w:ascii="Arial" w:hAnsi="Arial" w:cs="Arial"/>
              </w:rPr>
              <w:t>240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2D6034">
            <w:pPr>
              <w:widowControl/>
              <w:jc w:val="right"/>
              <w:rPr>
                <w:rFonts w:ascii="Arial" w:hAnsi="Arial" w:cs="Arial"/>
              </w:rPr>
            </w:pPr>
            <w:r w:rsidRPr="004C2B8D">
              <w:rPr>
                <w:rFonts w:ascii="Arial" w:hAnsi="Arial" w:cs="Arial"/>
              </w:rPr>
              <w:t>114,0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2D6034">
            <w:pPr>
              <w:widowControl/>
              <w:jc w:val="right"/>
              <w:rPr>
                <w:rFonts w:ascii="Arial" w:hAnsi="Arial" w:cs="Arial"/>
              </w:rPr>
            </w:pPr>
            <w:r w:rsidRPr="004C2B8D">
              <w:rPr>
                <w:rFonts w:ascii="Arial" w:hAnsi="Arial" w:cs="Arial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2D6034">
            <w:pPr>
              <w:widowControl/>
              <w:jc w:val="right"/>
              <w:rPr>
                <w:rFonts w:ascii="Arial" w:hAnsi="Arial" w:cs="Arial"/>
              </w:rPr>
            </w:pPr>
            <w:r w:rsidRPr="004C2B8D">
              <w:rPr>
                <w:rFonts w:ascii="Arial" w:hAnsi="Arial" w:cs="Arial"/>
              </w:rPr>
              <w:t>0,0</w:t>
            </w:r>
          </w:p>
        </w:tc>
      </w:tr>
      <w:tr w:rsidR="00E1382B" w:rsidRPr="004C2B8D" w:rsidTr="002D6034">
        <w:trPr>
          <w:trHeight w:val="84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2D6034">
            <w:pPr>
              <w:widowControl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Подпрограмма "Содержание и ремонт внутрипоселенческих дорог в Шейнском сельсовете Пачелмского района Пензенской области"</w:t>
            </w:r>
          </w:p>
        </w:tc>
        <w:tc>
          <w:tcPr>
            <w:tcW w:w="3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2D6034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0220000000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2D6034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 </w:t>
            </w:r>
          </w:p>
        </w:tc>
        <w:tc>
          <w:tcPr>
            <w:tcW w:w="1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2D6034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1 084,6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2D6034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850,0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2D6034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907,0</w:t>
            </w:r>
          </w:p>
        </w:tc>
      </w:tr>
      <w:tr w:rsidR="00E1382B" w:rsidRPr="004C2B8D" w:rsidTr="002D6034">
        <w:trPr>
          <w:trHeight w:val="63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2D6034">
            <w:pPr>
              <w:widowControl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Основное мероприятие "Улучшение состояния автомобильных дорог местного значения в границах поселения"</w:t>
            </w:r>
          </w:p>
        </w:tc>
        <w:tc>
          <w:tcPr>
            <w:tcW w:w="3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2D6034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0220100000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2D6034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2D6034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1 084,6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2D6034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850,0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2D6034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907,0</w:t>
            </w:r>
          </w:p>
        </w:tc>
      </w:tr>
      <w:tr w:rsidR="00E1382B" w:rsidRPr="004C2B8D" w:rsidTr="002D6034">
        <w:trPr>
          <w:trHeight w:val="105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2D6034">
            <w:pPr>
              <w:widowControl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Содержание автомобильных дорог и искусственных сооружений на них за счет средств дорожного фонда Шейнского сельсовета Пачелмского района Пензенской области</w:t>
            </w:r>
          </w:p>
        </w:tc>
        <w:tc>
          <w:tcPr>
            <w:tcW w:w="3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2D6034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0220146010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2D6034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2D6034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1 084,6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2D6034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850,0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2D6034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907,0</w:t>
            </w:r>
          </w:p>
        </w:tc>
      </w:tr>
      <w:tr w:rsidR="00E1382B" w:rsidRPr="004C2B8D" w:rsidTr="002D6034">
        <w:trPr>
          <w:trHeight w:val="63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2D6034">
            <w:pPr>
              <w:widowControl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2D6034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0220146010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2D6034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200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2D6034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1 084,6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2D6034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850,0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2D6034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907,0</w:t>
            </w:r>
          </w:p>
        </w:tc>
      </w:tr>
      <w:tr w:rsidR="00E1382B" w:rsidRPr="004C2B8D" w:rsidTr="002D6034">
        <w:trPr>
          <w:trHeight w:val="67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2D6034">
            <w:pPr>
              <w:widowControl/>
              <w:rPr>
                <w:rFonts w:ascii="Arial" w:hAnsi="Arial" w:cs="Arial"/>
              </w:rPr>
            </w:pPr>
            <w:r w:rsidRPr="004C2B8D">
              <w:rPr>
                <w:rFonts w:ascii="Arial" w:hAnsi="Arial" w:cs="Arial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2D6034">
            <w:pPr>
              <w:widowControl/>
              <w:jc w:val="center"/>
              <w:rPr>
                <w:rFonts w:ascii="Arial" w:hAnsi="Arial" w:cs="Arial"/>
              </w:rPr>
            </w:pPr>
            <w:r w:rsidRPr="004C2B8D">
              <w:rPr>
                <w:rFonts w:ascii="Arial" w:hAnsi="Arial" w:cs="Arial"/>
              </w:rPr>
              <w:t>0220146010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2D6034">
            <w:pPr>
              <w:widowControl/>
              <w:jc w:val="center"/>
              <w:rPr>
                <w:rFonts w:ascii="Arial" w:hAnsi="Arial" w:cs="Arial"/>
              </w:rPr>
            </w:pPr>
            <w:r w:rsidRPr="004C2B8D">
              <w:rPr>
                <w:rFonts w:ascii="Arial" w:hAnsi="Arial" w:cs="Arial"/>
              </w:rPr>
              <w:t>240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2D6034">
            <w:pPr>
              <w:widowControl/>
              <w:jc w:val="right"/>
              <w:rPr>
                <w:rFonts w:ascii="Arial" w:hAnsi="Arial" w:cs="Arial"/>
              </w:rPr>
            </w:pPr>
            <w:r w:rsidRPr="004C2B8D">
              <w:rPr>
                <w:rFonts w:ascii="Arial" w:hAnsi="Arial" w:cs="Arial"/>
              </w:rPr>
              <w:t>1 084,6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2D6034">
            <w:pPr>
              <w:widowControl/>
              <w:jc w:val="right"/>
              <w:rPr>
                <w:rFonts w:ascii="Arial" w:hAnsi="Arial" w:cs="Arial"/>
              </w:rPr>
            </w:pPr>
            <w:r w:rsidRPr="004C2B8D">
              <w:rPr>
                <w:rFonts w:ascii="Arial" w:hAnsi="Arial" w:cs="Arial"/>
              </w:rPr>
              <w:t>850,0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2D6034">
            <w:pPr>
              <w:widowControl/>
              <w:jc w:val="right"/>
              <w:rPr>
                <w:rFonts w:ascii="Arial" w:hAnsi="Arial" w:cs="Arial"/>
              </w:rPr>
            </w:pPr>
            <w:r w:rsidRPr="004C2B8D">
              <w:rPr>
                <w:rFonts w:ascii="Arial" w:hAnsi="Arial" w:cs="Arial"/>
              </w:rPr>
              <w:t>907,0</w:t>
            </w:r>
          </w:p>
        </w:tc>
      </w:tr>
      <w:tr w:rsidR="00E1382B" w:rsidRPr="004C2B8D" w:rsidTr="002D6034">
        <w:trPr>
          <w:trHeight w:val="126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2D6034">
            <w:pPr>
              <w:widowControl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Муниципальная программа Шейнского сельсовета Пачелмского района Пензенской области "Развитие культуры и поддержка молодежи Шейнского сельсовета Пачелмского района Пензенской области на 2014-2024 годы"</w:t>
            </w:r>
          </w:p>
        </w:tc>
        <w:tc>
          <w:tcPr>
            <w:tcW w:w="3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2D6034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0300000000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2D6034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 </w:t>
            </w:r>
          </w:p>
        </w:tc>
        <w:tc>
          <w:tcPr>
            <w:tcW w:w="1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2D6034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330,0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2D6034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236,0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2D6034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230,0</w:t>
            </w:r>
          </w:p>
        </w:tc>
      </w:tr>
      <w:tr w:rsidR="00E1382B" w:rsidRPr="004C2B8D" w:rsidTr="002D6034">
        <w:trPr>
          <w:trHeight w:val="42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2D6034">
            <w:pPr>
              <w:widowControl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Подпрограмма "Содержание объектов социальной культурной сферы"</w:t>
            </w:r>
          </w:p>
        </w:tc>
        <w:tc>
          <w:tcPr>
            <w:tcW w:w="3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2D6034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0330000000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2D6034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2D6034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330,0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2D6034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236,0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2D6034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230,0</w:t>
            </w:r>
          </w:p>
        </w:tc>
      </w:tr>
      <w:tr w:rsidR="00E1382B" w:rsidRPr="004C2B8D" w:rsidTr="002D6034">
        <w:trPr>
          <w:trHeight w:val="84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2D6034">
            <w:pPr>
              <w:widowControl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Основное мероприятие "Обеспечение соответствия состояния объектов социально-культурной сферы нормативным требованиям"</w:t>
            </w:r>
          </w:p>
        </w:tc>
        <w:tc>
          <w:tcPr>
            <w:tcW w:w="3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2D6034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0330100000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2D6034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2D6034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330,0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2D6034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236,0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2D6034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230,0</w:t>
            </w:r>
          </w:p>
        </w:tc>
      </w:tr>
      <w:tr w:rsidR="00E1382B" w:rsidRPr="004C2B8D" w:rsidTr="002D6034">
        <w:trPr>
          <w:trHeight w:val="42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2D6034">
            <w:pPr>
              <w:widowControl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Расходы на содержание объектов социально-культурной сферы</w:t>
            </w:r>
          </w:p>
        </w:tc>
        <w:tc>
          <w:tcPr>
            <w:tcW w:w="3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2D6034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0330128500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2D6034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2D6034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330,0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2D6034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236,0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2D6034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230,0</w:t>
            </w:r>
          </w:p>
        </w:tc>
      </w:tr>
      <w:tr w:rsidR="00E1382B" w:rsidRPr="004C2B8D" w:rsidTr="002D6034">
        <w:trPr>
          <w:trHeight w:val="63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2D6034">
            <w:pPr>
              <w:widowControl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2D6034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0330128500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2D6034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200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2D6034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330,0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2D6034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236,0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2D6034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230,0</w:t>
            </w:r>
          </w:p>
        </w:tc>
      </w:tr>
      <w:tr w:rsidR="00E1382B" w:rsidRPr="004C2B8D" w:rsidTr="002D6034">
        <w:trPr>
          <w:trHeight w:val="67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2D6034">
            <w:pPr>
              <w:widowControl/>
              <w:rPr>
                <w:rFonts w:ascii="Arial" w:hAnsi="Arial" w:cs="Arial"/>
              </w:rPr>
            </w:pPr>
            <w:r w:rsidRPr="004C2B8D">
              <w:rPr>
                <w:rFonts w:ascii="Arial" w:hAnsi="Arial" w:cs="Arial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2D6034">
            <w:pPr>
              <w:widowControl/>
              <w:jc w:val="center"/>
              <w:rPr>
                <w:rFonts w:ascii="Arial" w:hAnsi="Arial" w:cs="Arial"/>
              </w:rPr>
            </w:pPr>
            <w:r w:rsidRPr="004C2B8D">
              <w:rPr>
                <w:rFonts w:ascii="Arial" w:hAnsi="Arial" w:cs="Arial"/>
              </w:rPr>
              <w:t>0330128500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2D6034">
            <w:pPr>
              <w:widowControl/>
              <w:jc w:val="center"/>
              <w:rPr>
                <w:rFonts w:ascii="Arial" w:hAnsi="Arial" w:cs="Arial"/>
              </w:rPr>
            </w:pPr>
            <w:r w:rsidRPr="004C2B8D">
              <w:rPr>
                <w:rFonts w:ascii="Arial" w:hAnsi="Arial" w:cs="Arial"/>
              </w:rPr>
              <w:t>240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2D6034">
            <w:pPr>
              <w:widowControl/>
              <w:jc w:val="right"/>
              <w:rPr>
                <w:rFonts w:ascii="Arial" w:hAnsi="Arial" w:cs="Arial"/>
              </w:rPr>
            </w:pPr>
            <w:r w:rsidRPr="004C2B8D">
              <w:rPr>
                <w:rFonts w:ascii="Arial" w:hAnsi="Arial" w:cs="Arial"/>
              </w:rPr>
              <w:t>330,0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2D6034">
            <w:pPr>
              <w:widowControl/>
              <w:jc w:val="right"/>
              <w:rPr>
                <w:rFonts w:ascii="Arial" w:hAnsi="Arial" w:cs="Arial"/>
              </w:rPr>
            </w:pPr>
            <w:r w:rsidRPr="004C2B8D">
              <w:rPr>
                <w:rFonts w:ascii="Arial" w:hAnsi="Arial" w:cs="Arial"/>
              </w:rPr>
              <w:t>236,0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2D6034">
            <w:pPr>
              <w:widowControl/>
              <w:jc w:val="right"/>
              <w:rPr>
                <w:rFonts w:ascii="Arial" w:hAnsi="Arial" w:cs="Arial"/>
              </w:rPr>
            </w:pPr>
            <w:r w:rsidRPr="004C2B8D">
              <w:rPr>
                <w:rFonts w:ascii="Arial" w:hAnsi="Arial" w:cs="Arial"/>
              </w:rPr>
              <w:t>230,0</w:t>
            </w:r>
          </w:p>
        </w:tc>
      </w:tr>
      <w:tr w:rsidR="00E1382B" w:rsidRPr="004C2B8D" w:rsidTr="002D6034">
        <w:trPr>
          <w:trHeight w:val="126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2D6034">
            <w:pPr>
              <w:widowControl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Муниципальная программа Шейнского сельсовета Пачелмского района Пензенской области "Развитие муниципального управления в Шейнском сельсовете Пачелмского района Пензенской области на 2014-2024 годы"</w:t>
            </w:r>
          </w:p>
        </w:tc>
        <w:tc>
          <w:tcPr>
            <w:tcW w:w="3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2D6034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0400000000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2D6034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 </w:t>
            </w:r>
          </w:p>
        </w:tc>
        <w:tc>
          <w:tcPr>
            <w:tcW w:w="1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2D6034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3 507,0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2D6034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2 735,5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2D6034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2 642,8</w:t>
            </w:r>
          </w:p>
        </w:tc>
      </w:tr>
      <w:tr w:rsidR="00E1382B" w:rsidRPr="004C2B8D" w:rsidTr="002D6034">
        <w:trPr>
          <w:trHeight w:val="126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2D6034">
            <w:pPr>
              <w:widowControl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Подпрограмма "Оценка недвижимости, признание прав и регулирование отношений по муниципальной собственности, мероприятия по землеустройству и землепользованию в Шейнском сельсовете Пачелмского района Пензенской области"</w:t>
            </w:r>
          </w:p>
        </w:tc>
        <w:tc>
          <w:tcPr>
            <w:tcW w:w="3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2D6034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0410000000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2D6034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2D6034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300,0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2D6034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43,1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2D6034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0,0</w:t>
            </w:r>
          </w:p>
        </w:tc>
      </w:tr>
      <w:tr w:rsidR="00E1382B" w:rsidRPr="004C2B8D" w:rsidTr="002D6034">
        <w:trPr>
          <w:trHeight w:val="84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2D6034">
            <w:pPr>
              <w:widowControl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Основное мероприятие "Эффективное и рациональное использование муниципального имущества и земельных участков"</w:t>
            </w:r>
          </w:p>
        </w:tc>
        <w:tc>
          <w:tcPr>
            <w:tcW w:w="3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2D6034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0410100000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2D6034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2D6034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300,0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2D6034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43,1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2D6034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0,0</w:t>
            </w:r>
          </w:p>
        </w:tc>
      </w:tr>
      <w:tr w:rsidR="00E1382B" w:rsidRPr="004C2B8D" w:rsidTr="002D6034">
        <w:trPr>
          <w:trHeight w:val="42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2D6034">
            <w:pPr>
              <w:widowControl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Мероприятия в области градостроительства</w:t>
            </w:r>
          </w:p>
        </w:tc>
        <w:tc>
          <w:tcPr>
            <w:tcW w:w="3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2D6034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0410120400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2D6034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2D6034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278,0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2D6034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43,1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2D6034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0,0</w:t>
            </w:r>
          </w:p>
        </w:tc>
      </w:tr>
      <w:tr w:rsidR="00E1382B" w:rsidRPr="004C2B8D" w:rsidTr="002D6034">
        <w:trPr>
          <w:trHeight w:val="63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2D6034">
            <w:pPr>
              <w:widowControl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2D6034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0410120400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2D6034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200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2D6034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278,0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2D6034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43,1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2D6034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0,0</w:t>
            </w:r>
          </w:p>
        </w:tc>
      </w:tr>
      <w:tr w:rsidR="00E1382B" w:rsidRPr="004C2B8D" w:rsidTr="002D6034">
        <w:trPr>
          <w:trHeight w:val="67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2D6034">
            <w:pPr>
              <w:widowControl/>
              <w:rPr>
                <w:rFonts w:ascii="Arial" w:hAnsi="Arial" w:cs="Arial"/>
              </w:rPr>
            </w:pPr>
            <w:r w:rsidRPr="004C2B8D">
              <w:rPr>
                <w:rFonts w:ascii="Arial" w:hAnsi="Arial" w:cs="Arial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2D6034">
            <w:pPr>
              <w:widowControl/>
              <w:jc w:val="center"/>
              <w:rPr>
                <w:rFonts w:ascii="Arial" w:hAnsi="Arial" w:cs="Arial"/>
              </w:rPr>
            </w:pPr>
            <w:r w:rsidRPr="004C2B8D">
              <w:rPr>
                <w:rFonts w:ascii="Arial" w:hAnsi="Arial" w:cs="Arial"/>
              </w:rPr>
              <w:t>0410120400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2D6034">
            <w:pPr>
              <w:widowControl/>
              <w:jc w:val="center"/>
              <w:rPr>
                <w:rFonts w:ascii="Arial" w:hAnsi="Arial" w:cs="Arial"/>
              </w:rPr>
            </w:pPr>
            <w:r w:rsidRPr="004C2B8D">
              <w:rPr>
                <w:rFonts w:ascii="Arial" w:hAnsi="Arial" w:cs="Arial"/>
              </w:rPr>
              <w:t>240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2D6034">
            <w:pPr>
              <w:widowControl/>
              <w:jc w:val="right"/>
              <w:rPr>
                <w:rFonts w:ascii="Arial" w:hAnsi="Arial" w:cs="Arial"/>
              </w:rPr>
            </w:pPr>
            <w:r w:rsidRPr="004C2B8D">
              <w:rPr>
                <w:rFonts w:ascii="Arial" w:hAnsi="Arial" w:cs="Arial"/>
              </w:rPr>
              <w:t>278,0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2D6034">
            <w:pPr>
              <w:widowControl/>
              <w:jc w:val="right"/>
              <w:rPr>
                <w:rFonts w:ascii="Arial" w:hAnsi="Arial" w:cs="Arial"/>
              </w:rPr>
            </w:pPr>
            <w:r w:rsidRPr="004C2B8D">
              <w:rPr>
                <w:rFonts w:ascii="Arial" w:hAnsi="Arial" w:cs="Arial"/>
              </w:rPr>
              <w:t>43,1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2D6034">
            <w:pPr>
              <w:widowControl/>
              <w:jc w:val="right"/>
              <w:rPr>
                <w:rFonts w:ascii="Arial" w:hAnsi="Arial" w:cs="Arial"/>
              </w:rPr>
            </w:pPr>
            <w:r w:rsidRPr="004C2B8D">
              <w:rPr>
                <w:rFonts w:ascii="Arial" w:hAnsi="Arial" w:cs="Arial"/>
              </w:rPr>
              <w:t>0,0</w:t>
            </w:r>
          </w:p>
        </w:tc>
      </w:tr>
      <w:tr w:rsidR="00E1382B" w:rsidRPr="004C2B8D" w:rsidTr="002D6034">
        <w:trPr>
          <w:trHeight w:val="63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2D6034">
            <w:pPr>
              <w:widowControl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3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2D6034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0410120410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2D6034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 </w:t>
            </w:r>
          </w:p>
        </w:tc>
        <w:tc>
          <w:tcPr>
            <w:tcW w:w="1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2D6034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12,0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2D6034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2D6034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0,0</w:t>
            </w:r>
          </w:p>
        </w:tc>
      </w:tr>
      <w:tr w:rsidR="00E1382B" w:rsidRPr="004C2B8D" w:rsidTr="002D6034">
        <w:trPr>
          <w:trHeight w:val="63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2D6034">
            <w:pPr>
              <w:widowControl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2D6034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0410120410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2D6034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200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2D6034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12,0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2D6034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2D6034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0,0</w:t>
            </w:r>
          </w:p>
        </w:tc>
      </w:tr>
      <w:tr w:rsidR="00E1382B" w:rsidRPr="004C2B8D" w:rsidTr="002D6034">
        <w:trPr>
          <w:trHeight w:val="67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2D6034">
            <w:pPr>
              <w:widowControl/>
              <w:rPr>
                <w:rFonts w:ascii="Arial" w:hAnsi="Arial" w:cs="Arial"/>
              </w:rPr>
            </w:pPr>
            <w:r w:rsidRPr="004C2B8D">
              <w:rPr>
                <w:rFonts w:ascii="Arial" w:hAnsi="Arial" w:cs="Arial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2D6034">
            <w:pPr>
              <w:widowControl/>
              <w:jc w:val="center"/>
              <w:rPr>
                <w:rFonts w:ascii="Arial" w:hAnsi="Arial" w:cs="Arial"/>
              </w:rPr>
            </w:pPr>
            <w:r w:rsidRPr="004C2B8D">
              <w:rPr>
                <w:rFonts w:ascii="Arial" w:hAnsi="Arial" w:cs="Arial"/>
              </w:rPr>
              <w:t>0410120410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2D6034">
            <w:pPr>
              <w:widowControl/>
              <w:jc w:val="center"/>
              <w:rPr>
                <w:rFonts w:ascii="Arial" w:hAnsi="Arial" w:cs="Arial"/>
              </w:rPr>
            </w:pPr>
            <w:r w:rsidRPr="004C2B8D">
              <w:rPr>
                <w:rFonts w:ascii="Arial" w:hAnsi="Arial" w:cs="Arial"/>
              </w:rPr>
              <w:t>240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2D6034">
            <w:pPr>
              <w:widowControl/>
              <w:jc w:val="right"/>
              <w:rPr>
                <w:rFonts w:ascii="Arial" w:hAnsi="Arial" w:cs="Arial"/>
              </w:rPr>
            </w:pPr>
            <w:r w:rsidRPr="004C2B8D">
              <w:rPr>
                <w:rFonts w:ascii="Arial" w:hAnsi="Arial" w:cs="Arial"/>
              </w:rPr>
              <w:t>12,0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2D6034">
            <w:pPr>
              <w:widowControl/>
              <w:jc w:val="right"/>
              <w:rPr>
                <w:rFonts w:ascii="Arial" w:hAnsi="Arial" w:cs="Arial"/>
              </w:rPr>
            </w:pPr>
            <w:r w:rsidRPr="004C2B8D">
              <w:rPr>
                <w:rFonts w:ascii="Arial" w:hAnsi="Arial" w:cs="Arial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2D6034">
            <w:pPr>
              <w:widowControl/>
              <w:jc w:val="right"/>
              <w:rPr>
                <w:rFonts w:ascii="Arial" w:hAnsi="Arial" w:cs="Arial"/>
              </w:rPr>
            </w:pPr>
            <w:r w:rsidRPr="004C2B8D">
              <w:rPr>
                <w:rFonts w:ascii="Arial" w:hAnsi="Arial" w:cs="Arial"/>
              </w:rPr>
              <w:t>0,0</w:t>
            </w:r>
          </w:p>
        </w:tc>
      </w:tr>
      <w:tr w:rsidR="00E1382B" w:rsidRPr="004C2B8D" w:rsidTr="002D6034">
        <w:trPr>
          <w:trHeight w:val="25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2D6034">
            <w:pPr>
              <w:widowControl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Кадастровые работы</w:t>
            </w:r>
          </w:p>
        </w:tc>
        <w:tc>
          <w:tcPr>
            <w:tcW w:w="3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2D6034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0410120440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2D6034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 </w:t>
            </w:r>
          </w:p>
        </w:tc>
        <w:tc>
          <w:tcPr>
            <w:tcW w:w="1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2D6034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10,0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2D6034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2D6034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0,0</w:t>
            </w:r>
          </w:p>
        </w:tc>
      </w:tr>
      <w:tr w:rsidR="00E1382B" w:rsidRPr="004C2B8D" w:rsidTr="002D6034">
        <w:trPr>
          <w:trHeight w:val="63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2D6034">
            <w:pPr>
              <w:widowControl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2D6034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0410120440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2D6034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200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2D6034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10,0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2D6034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2D6034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0,0</w:t>
            </w:r>
          </w:p>
        </w:tc>
      </w:tr>
      <w:tr w:rsidR="00E1382B" w:rsidRPr="004C2B8D" w:rsidTr="002D6034">
        <w:trPr>
          <w:trHeight w:val="67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2D6034">
            <w:pPr>
              <w:widowControl/>
              <w:rPr>
                <w:rFonts w:ascii="Arial" w:hAnsi="Arial" w:cs="Arial"/>
              </w:rPr>
            </w:pPr>
            <w:r w:rsidRPr="004C2B8D">
              <w:rPr>
                <w:rFonts w:ascii="Arial" w:hAnsi="Arial" w:cs="Arial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2D6034">
            <w:pPr>
              <w:widowControl/>
              <w:jc w:val="center"/>
              <w:rPr>
                <w:rFonts w:ascii="Arial" w:hAnsi="Arial" w:cs="Arial"/>
              </w:rPr>
            </w:pPr>
            <w:r w:rsidRPr="004C2B8D">
              <w:rPr>
                <w:rFonts w:ascii="Arial" w:hAnsi="Arial" w:cs="Arial"/>
              </w:rPr>
              <w:t>0410120440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2D6034">
            <w:pPr>
              <w:widowControl/>
              <w:jc w:val="center"/>
              <w:rPr>
                <w:rFonts w:ascii="Arial" w:hAnsi="Arial" w:cs="Arial"/>
              </w:rPr>
            </w:pPr>
            <w:r w:rsidRPr="004C2B8D">
              <w:rPr>
                <w:rFonts w:ascii="Arial" w:hAnsi="Arial" w:cs="Arial"/>
              </w:rPr>
              <w:t>240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2D6034">
            <w:pPr>
              <w:widowControl/>
              <w:jc w:val="right"/>
              <w:rPr>
                <w:rFonts w:ascii="Arial" w:hAnsi="Arial" w:cs="Arial"/>
              </w:rPr>
            </w:pPr>
            <w:r w:rsidRPr="004C2B8D">
              <w:rPr>
                <w:rFonts w:ascii="Arial" w:hAnsi="Arial" w:cs="Arial"/>
              </w:rPr>
              <w:t>10,0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2D6034">
            <w:pPr>
              <w:widowControl/>
              <w:jc w:val="right"/>
              <w:rPr>
                <w:rFonts w:ascii="Arial" w:hAnsi="Arial" w:cs="Arial"/>
              </w:rPr>
            </w:pPr>
            <w:r w:rsidRPr="004C2B8D">
              <w:rPr>
                <w:rFonts w:ascii="Arial" w:hAnsi="Arial" w:cs="Arial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2D6034">
            <w:pPr>
              <w:widowControl/>
              <w:jc w:val="right"/>
              <w:rPr>
                <w:rFonts w:ascii="Arial" w:hAnsi="Arial" w:cs="Arial"/>
              </w:rPr>
            </w:pPr>
            <w:r w:rsidRPr="004C2B8D">
              <w:rPr>
                <w:rFonts w:ascii="Arial" w:hAnsi="Arial" w:cs="Arial"/>
              </w:rPr>
              <w:t>0,0</w:t>
            </w:r>
          </w:p>
        </w:tc>
      </w:tr>
      <w:tr w:rsidR="00E1382B" w:rsidRPr="004C2B8D" w:rsidTr="002D6034">
        <w:trPr>
          <w:trHeight w:val="63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2D6034">
            <w:pPr>
              <w:widowControl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Подпрограмма "Обеспечение деятельности администрации Шейнского сельсовета Пачелмского района Пензенской области"</w:t>
            </w:r>
          </w:p>
        </w:tc>
        <w:tc>
          <w:tcPr>
            <w:tcW w:w="3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2D6034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0420000000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2D6034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 </w:t>
            </w:r>
          </w:p>
        </w:tc>
        <w:tc>
          <w:tcPr>
            <w:tcW w:w="1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2D6034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2 692,5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2D6034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2 176,9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2D6034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2 123,8</w:t>
            </w:r>
          </w:p>
        </w:tc>
      </w:tr>
      <w:tr w:rsidR="00E1382B" w:rsidRPr="004C2B8D" w:rsidTr="002D6034">
        <w:trPr>
          <w:trHeight w:val="105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2D6034">
            <w:pPr>
              <w:widowControl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Основное мероприятие "Создание оптимальных условий для повышения эффективности реализации полномочий администрацией Шейнского сельсовета Пачелмского района Пензенской области"</w:t>
            </w:r>
          </w:p>
        </w:tc>
        <w:tc>
          <w:tcPr>
            <w:tcW w:w="3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2D6034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0420100000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2D6034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2D6034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2 692,5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2D6034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2 176,9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2D6034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2 123,8</w:t>
            </w:r>
          </w:p>
        </w:tc>
      </w:tr>
      <w:tr w:rsidR="00E1382B" w:rsidRPr="004C2B8D" w:rsidTr="002D6034">
        <w:trPr>
          <w:trHeight w:val="63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2D6034">
            <w:pPr>
              <w:widowControl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Расходы на выплаты по оплате труда работников органов местного самоуправления (глава администрации)</w:t>
            </w:r>
          </w:p>
        </w:tc>
        <w:tc>
          <w:tcPr>
            <w:tcW w:w="3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2D6034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0420102090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2D6034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2D6034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758,4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2D6034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758,4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2D6034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758,4</w:t>
            </w:r>
          </w:p>
        </w:tc>
      </w:tr>
      <w:tr w:rsidR="00E1382B" w:rsidRPr="004C2B8D" w:rsidTr="002D6034">
        <w:trPr>
          <w:trHeight w:val="126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2D6034">
            <w:pPr>
              <w:widowControl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2D6034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0420102090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2D6034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100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2D6034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758,4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2D6034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758,4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2D6034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758,4</w:t>
            </w:r>
          </w:p>
        </w:tc>
      </w:tr>
      <w:tr w:rsidR="00E1382B" w:rsidRPr="004C2B8D" w:rsidTr="002D6034">
        <w:trPr>
          <w:trHeight w:val="45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2D6034">
            <w:pPr>
              <w:widowControl/>
              <w:rPr>
                <w:rFonts w:ascii="Arial" w:hAnsi="Arial" w:cs="Arial"/>
              </w:rPr>
            </w:pPr>
            <w:r w:rsidRPr="004C2B8D">
              <w:rPr>
                <w:rFonts w:ascii="Arial" w:hAnsi="Arial" w:cs="Arial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2D6034">
            <w:pPr>
              <w:widowControl/>
              <w:jc w:val="center"/>
              <w:rPr>
                <w:rFonts w:ascii="Arial" w:hAnsi="Arial" w:cs="Arial"/>
              </w:rPr>
            </w:pPr>
            <w:r w:rsidRPr="004C2B8D">
              <w:rPr>
                <w:rFonts w:ascii="Arial" w:hAnsi="Arial" w:cs="Arial"/>
              </w:rPr>
              <w:t>0420102090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2D6034">
            <w:pPr>
              <w:widowControl/>
              <w:jc w:val="center"/>
              <w:rPr>
                <w:rFonts w:ascii="Arial" w:hAnsi="Arial" w:cs="Arial"/>
              </w:rPr>
            </w:pPr>
            <w:r w:rsidRPr="004C2B8D">
              <w:rPr>
                <w:rFonts w:ascii="Arial" w:hAnsi="Arial" w:cs="Arial"/>
              </w:rPr>
              <w:t>120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2D6034">
            <w:pPr>
              <w:widowControl/>
              <w:jc w:val="right"/>
              <w:rPr>
                <w:rFonts w:ascii="Arial" w:hAnsi="Arial" w:cs="Arial"/>
              </w:rPr>
            </w:pPr>
            <w:r w:rsidRPr="004C2B8D">
              <w:rPr>
                <w:rFonts w:ascii="Arial" w:hAnsi="Arial" w:cs="Arial"/>
              </w:rPr>
              <w:t>758,4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2D6034">
            <w:pPr>
              <w:widowControl/>
              <w:jc w:val="right"/>
              <w:rPr>
                <w:rFonts w:ascii="Arial" w:hAnsi="Arial" w:cs="Arial"/>
              </w:rPr>
            </w:pPr>
            <w:r w:rsidRPr="004C2B8D">
              <w:rPr>
                <w:rFonts w:ascii="Arial" w:hAnsi="Arial" w:cs="Arial"/>
              </w:rPr>
              <w:t>758,4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2D6034">
            <w:pPr>
              <w:widowControl/>
              <w:jc w:val="right"/>
              <w:rPr>
                <w:rFonts w:ascii="Arial" w:hAnsi="Arial" w:cs="Arial"/>
              </w:rPr>
            </w:pPr>
            <w:r w:rsidRPr="004C2B8D">
              <w:rPr>
                <w:rFonts w:ascii="Arial" w:hAnsi="Arial" w:cs="Arial"/>
              </w:rPr>
              <w:t>758,4</w:t>
            </w:r>
          </w:p>
        </w:tc>
      </w:tr>
      <w:tr w:rsidR="00E1382B" w:rsidRPr="004C2B8D" w:rsidTr="002D6034">
        <w:trPr>
          <w:trHeight w:val="63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2D6034">
            <w:pPr>
              <w:widowControl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3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2D6034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0420102100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2D6034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 </w:t>
            </w:r>
          </w:p>
        </w:tc>
        <w:tc>
          <w:tcPr>
            <w:tcW w:w="1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2D6034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987,1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2D6034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704,0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2D6034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704,0</w:t>
            </w:r>
          </w:p>
        </w:tc>
      </w:tr>
      <w:tr w:rsidR="00E1382B" w:rsidRPr="004C2B8D" w:rsidTr="002D6034">
        <w:trPr>
          <w:trHeight w:val="126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2D6034">
            <w:pPr>
              <w:widowControl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2D6034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0420102100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2D6034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100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2D6034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987,1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2D6034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704,0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2D6034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704,0</w:t>
            </w:r>
          </w:p>
        </w:tc>
      </w:tr>
      <w:tr w:rsidR="00E1382B" w:rsidRPr="004C2B8D" w:rsidTr="002D6034">
        <w:trPr>
          <w:trHeight w:val="45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2D6034">
            <w:pPr>
              <w:widowControl/>
              <w:rPr>
                <w:rFonts w:ascii="Arial" w:hAnsi="Arial" w:cs="Arial"/>
              </w:rPr>
            </w:pPr>
            <w:r w:rsidRPr="004C2B8D">
              <w:rPr>
                <w:rFonts w:ascii="Arial" w:hAnsi="Arial" w:cs="Arial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2D6034">
            <w:pPr>
              <w:widowControl/>
              <w:jc w:val="center"/>
              <w:rPr>
                <w:rFonts w:ascii="Arial" w:hAnsi="Arial" w:cs="Arial"/>
              </w:rPr>
            </w:pPr>
            <w:r w:rsidRPr="004C2B8D">
              <w:rPr>
                <w:rFonts w:ascii="Arial" w:hAnsi="Arial" w:cs="Arial"/>
              </w:rPr>
              <w:t>0420102100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2D6034">
            <w:pPr>
              <w:widowControl/>
              <w:jc w:val="center"/>
              <w:rPr>
                <w:rFonts w:ascii="Arial" w:hAnsi="Arial" w:cs="Arial"/>
              </w:rPr>
            </w:pPr>
            <w:r w:rsidRPr="004C2B8D">
              <w:rPr>
                <w:rFonts w:ascii="Arial" w:hAnsi="Arial" w:cs="Arial"/>
              </w:rPr>
              <w:t>120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2D6034">
            <w:pPr>
              <w:widowControl/>
              <w:jc w:val="right"/>
              <w:rPr>
                <w:rFonts w:ascii="Arial" w:hAnsi="Arial" w:cs="Arial"/>
              </w:rPr>
            </w:pPr>
            <w:r w:rsidRPr="004C2B8D">
              <w:rPr>
                <w:rFonts w:ascii="Arial" w:hAnsi="Arial" w:cs="Arial"/>
              </w:rPr>
              <w:t>987,1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2D6034">
            <w:pPr>
              <w:widowControl/>
              <w:jc w:val="right"/>
              <w:rPr>
                <w:rFonts w:ascii="Arial" w:hAnsi="Arial" w:cs="Arial"/>
              </w:rPr>
            </w:pPr>
            <w:r w:rsidRPr="004C2B8D">
              <w:rPr>
                <w:rFonts w:ascii="Arial" w:hAnsi="Arial" w:cs="Arial"/>
              </w:rPr>
              <w:t>704,0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2D6034">
            <w:pPr>
              <w:widowControl/>
              <w:jc w:val="right"/>
              <w:rPr>
                <w:rFonts w:ascii="Arial" w:hAnsi="Arial" w:cs="Arial"/>
              </w:rPr>
            </w:pPr>
            <w:r w:rsidRPr="004C2B8D">
              <w:rPr>
                <w:rFonts w:ascii="Arial" w:hAnsi="Arial" w:cs="Arial"/>
              </w:rPr>
              <w:t>704,0</w:t>
            </w:r>
          </w:p>
        </w:tc>
      </w:tr>
      <w:tr w:rsidR="00E1382B" w:rsidRPr="004C2B8D" w:rsidTr="002D6034">
        <w:trPr>
          <w:trHeight w:val="42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2D6034">
            <w:pPr>
              <w:widowControl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3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2D6034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0420102200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2D6034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 </w:t>
            </w:r>
          </w:p>
        </w:tc>
        <w:tc>
          <w:tcPr>
            <w:tcW w:w="1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2D6034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723,7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2D6034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491,2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2D6034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438,1</w:t>
            </w:r>
          </w:p>
        </w:tc>
      </w:tr>
      <w:tr w:rsidR="00E1382B" w:rsidRPr="004C2B8D" w:rsidTr="002D6034">
        <w:trPr>
          <w:trHeight w:val="63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2D6034">
            <w:pPr>
              <w:widowControl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2D6034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0420102200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2D6034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200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2D6034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693,7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2D6034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461,2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2D6034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420,1</w:t>
            </w:r>
          </w:p>
        </w:tc>
      </w:tr>
      <w:tr w:rsidR="00E1382B" w:rsidRPr="004C2B8D" w:rsidTr="002D6034">
        <w:trPr>
          <w:trHeight w:val="67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2D6034">
            <w:pPr>
              <w:widowControl/>
              <w:rPr>
                <w:rFonts w:ascii="Arial" w:hAnsi="Arial" w:cs="Arial"/>
              </w:rPr>
            </w:pPr>
            <w:r w:rsidRPr="004C2B8D">
              <w:rPr>
                <w:rFonts w:ascii="Arial" w:hAnsi="Arial" w:cs="Arial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2D6034">
            <w:pPr>
              <w:widowControl/>
              <w:jc w:val="center"/>
              <w:rPr>
                <w:rFonts w:ascii="Arial" w:hAnsi="Arial" w:cs="Arial"/>
              </w:rPr>
            </w:pPr>
            <w:r w:rsidRPr="004C2B8D">
              <w:rPr>
                <w:rFonts w:ascii="Arial" w:hAnsi="Arial" w:cs="Arial"/>
              </w:rPr>
              <w:t>0420102200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2D6034">
            <w:pPr>
              <w:widowControl/>
              <w:jc w:val="center"/>
              <w:rPr>
                <w:rFonts w:ascii="Arial" w:hAnsi="Arial" w:cs="Arial"/>
              </w:rPr>
            </w:pPr>
            <w:r w:rsidRPr="004C2B8D">
              <w:rPr>
                <w:rFonts w:ascii="Arial" w:hAnsi="Arial" w:cs="Arial"/>
              </w:rPr>
              <w:t>240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2D6034">
            <w:pPr>
              <w:widowControl/>
              <w:jc w:val="right"/>
              <w:rPr>
                <w:rFonts w:ascii="Arial" w:hAnsi="Arial" w:cs="Arial"/>
              </w:rPr>
            </w:pPr>
            <w:r w:rsidRPr="004C2B8D">
              <w:rPr>
                <w:rFonts w:ascii="Arial" w:hAnsi="Arial" w:cs="Arial"/>
              </w:rPr>
              <w:t>693,7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2D6034">
            <w:pPr>
              <w:widowControl/>
              <w:jc w:val="right"/>
              <w:rPr>
                <w:rFonts w:ascii="Arial" w:hAnsi="Arial" w:cs="Arial"/>
              </w:rPr>
            </w:pPr>
            <w:r w:rsidRPr="004C2B8D">
              <w:rPr>
                <w:rFonts w:ascii="Arial" w:hAnsi="Arial" w:cs="Arial"/>
              </w:rPr>
              <w:t>461,2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2D6034">
            <w:pPr>
              <w:widowControl/>
              <w:jc w:val="right"/>
              <w:rPr>
                <w:rFonts w:ascii="Arial" w:hAnsi="Arial" w:cs="Arial"/>
              </w:rPr>
            </w:pPr>
            <w:r w:rsidRPr="004C2B8D">
              <w:rPr>
                <w:rFonts w:ascii="Arial" w:hAnsi="Arial" w:cs="Arial"/>
              </w:rPr>
              <w:t>420,1</w:t>
            </w:r>
          </w:p>
        </w:tc>
      </w:tr>
      <w:tr w:rsidR="00E1382B" w:rsidRPr="004C2B8D" w:rsidTr="002D6034">
        <w:trPr>
          <w:trHeight w:val="25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2D6034">
            <w:pPr>
              <w:widowControl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Иные бюджетные ассигнования</w:t>
            </w:r>
          </w:p>
        </w:tc>
        <w:tc>
          <w:tcPr>
            <w:tcW w:w="3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2D6034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0420102200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2D6034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800</w:t>
            </w:r>
          </w:p>
        </w:tc>
        <w:tc>
          <w:tcPr>
            <w:tcW w:w="1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2D6034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30,0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2D6034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30,0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2D6034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18,0</w:t>
            </w:r>
          </w:p>
        </w:tc>
      </w:tr>
      <w:tr w:rsidR="00E1382B" w:rsidRPr="004C2B8D" w:rsidTr="002D6034">
        <w:trPr>
          <w:trHeight w:val="25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2D6034">
            <w:pPr>
              <w:widowControl/>
              <w:rPr>
                <w:rFonts w:ascii="Arial" w:hAnsi="Arial" w:cs="Arial"/>
              </w:rPr>
            </w:pPr>
            <w:r w:rsidRPr="004C2B8D">
              <w:rPr>
                <w:rFonts w:ascii="Arial" w:hAnsi="Arial" w:cs="Arial"/>
              </w:rPr>
              <w:t>Уплата налогов, сборов и иных платежей</w:t>
            </w:r>
          </w:p>
        </w:tc>
        <w:tc>
          <w:tcPr>
            <w:tcW w:w="3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2D6034">
            <w:pPr>
              <w:widowControl/>
              <w:jc w:val="center"/>
              <w:rPr>
                <w:rFonts w:ascii="Arial" w:hAnsi="Arial" w:cs="Arial"/>
              </w:rPr>
            </w:pPr>
            <w:r w:rsidRPr="004C2B8D">
              <w:rPr>
                <w:rFonts w:ascii="Arial" w:hAnsi="Arial" w:cs="Arial"/>
              </w:rPr>
              <w:t>0420102200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2D6034">
            <w:pPr>
              <w:widowControl/>
              <w:jc w:val="center"/>
              <w:rPr>
                <w:rFonts w:ascii="Arial" w:hAnsi="Arial" w:cs="Arial"/>
              </w:rPr>
            </w:pPr>
            <w:r w:rsidRPr="004C2B8D">
              <w:rPr>
                <w:rFonts w:ascii="Arial" w:hAnsi="Arial" w:cs="Arial"/>
              </w:rPr>
              <w:t>850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2D6034">
            <w:pPr>
              <w:widowControl/>
              <w:jc w:val="right"/>
              <w:rPr>
                <w:rFonts w:ascii="Arial" w:hAnsi="Arial" w:cs="Arial"/>
              </w:rPr>
            </w:pPr>
            <w:r w:rsidRPr="004C2B8D">
              <w:rPr>
                <w:rFonts w:ascii="Arial" w:hAnsi="Arial" w:cs="Arial"/>
              </w:rPr>
              <w:t>30,0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2D6034">
            <w:pPr>
              <w:widowControl/>
              <w:jc w:val="right"/>
              <w:rPr>
                <w:rFonts w:ascii="Arial" w:hAnsi="Arial" w:cs="Arial"/>
              </w:rPr>
            </w:pPr>
            <w:r w:rsidRPr="004C2B8D">
              <w:rPr>
                <w:rFonts w:ascii="Arial" w:hAnsi="Arial" w:cs="Arial"/>
              </w:rPr>
              <w:t>30,0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2D6034">
            <w:pPr>
              <w:widowControl/>
              <w:jc w:val="right"/>
              <w:rPr>
                <w:rFonts w:ascii="Arial" w:hAnsi="Arial" w:cs="Arial"/>
              </w:rPr>
            </w:pPr>
            <w:r w:rsidRPr="004C2B8D">
              <w:rPr>
                <w:rFonts w:ascii="Arial" w:hAnsi="Arial" w:cs="Arial"/>
              </w:rPr>
              <w:t>18,0</w:t>
            </w:r>
          </w:p>
        </w:tc>
      </w:tr>
      <w:tr w:rsidR="00E1382B" w:rsidRPr="004C2B8D" w:rsidTr="002D6034">
        <w:trPr>
          <w:trHeight w:val="105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2D6034">
            <w:pPr>
              <w:widowControl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Выполнение передаваемых полномочий по осуществлению обеспечения финансово-хозяйственной деятельности муниципальных образований Пачелмского района Пензенской области</w:t>
            </w:r>
          </w:p>
        </w:tc>
        <w:tc>
          <w:tcPr>
            <w:tcW w:w="3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2D6034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0420180260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2D6034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 </w:t>
            </w:r>
          </w:p>
        </w:tc>
        <w:tc>
          <w:tcPr>
            <w:tcW w:w="1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2D6034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223,3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2D6034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223,3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2D6034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223,3</w:t>
            </w:r>
          </w:p>
        </w:tc>
      </w:tr>
      <w:tr w:rsidR="00E1382B" w:rsidRPr="004C2B8D" w:rsidTr="002D6034">
        <w:trPr>
          <w:trHeight w:val="25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2D6034">
            <w:pPr>
              <w:widowControl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Межбюджетные трансферты</w:t>
            </w:r>
          </w:p>
        </w:tc>
        <w:tc>
          <w:tcPr>
            <w:tcW w:w="3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2D6034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0420180260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2D6034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500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2D6034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223,3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2D6034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223,3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2D6034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223,3</w:t>
            </w:r>
          </w:p>
        </w:tc>
      </w:tr>
      <w:tr w:rsidR="00E1382B" w:rsidRPr="004C2B8D" w:rsidTr="002D6034">
        <w:trPr>
          <w:trHeight w:val="25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2D6034">
            <w:pPr>
              <w:widowControl/>
              <w:rPr>
                <w:rFonts w:ascii="Arial" w:hAnsi="Arial" w:cs="Arial"/>
              </w:rPr>
            </w:pPr>
            <w:r w:rsidRPr="004C2B8D">
              <w:rPr>
                <w:rFonts w:ascii="Arial" w:hAnsi="Arial" w:cs="Arial"/>
              </w:rPr>
              <w:t>Иные межбюджетные трансферты</w:t>
            </w:r>
          </w:p>
        </w:tc>
        <w:tc>
          <w:tcPr>
            <w:tcW w:w="3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2D6034">
            <w:pPr>
              <w:widowControl/>
              <w:jc w:val="center"/>
              <w:rPr>
                <w:rFonts w:ascii="Arial" w:hAnsi="Arial" w:cs="Arial"/>
              </w:rPr>
            </w:pPr>
            <w:r w:rsidRPr="004C2B8D">
              <w:rPr>
                <w:rFonts w:ascii="Arial" w:hAnsi="Arial" w:cs="Arial"/>
              </w:rPr>
              <w:t>0420180260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2D6034">
            <w:pPr>
              <w:widowControl/>
              <w:jc w:val="center"/>
              <w:rPr>
                <w:rFonts w:ascii="Arial" w:hAnsi="Arial" w:cs="Arial"/>
              </w:rPr>
            </w:pPr>
            <w:r w:rsidRPr="004C2B8D">
              <w:rPr>
                <w:rFonts w:ascii="Arial" w:hAnsi="Arial" w:cs="Arial"/>
              </w:rPr>
              <w:t>540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2D6034">
            <w:pPr>
              <w:widowControl/>
              <w:jc w:val="right"/>
              <w:rPr>
                <w:rFonts w:ascii="Arial" w:hAnsi="Arial" w:cs="Arial"/>
              </w:rPr>
            </w:pPr>
            <w:r w:rsidRPr="004C2B8D">
              <w:rPr>
                <w:rFonts w:ascii="Arial" w:hAnsi="Arial" w:cs="Arial"/>
              </w:rPr>
              <w:t>223,3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2D6034">
            <w:pPr>
              <w:widowControl/>
              <w:jc w:val="right"/>
              <w:rPr>
                <w:rFonts w:ascii="Arial" w:hAnsi="Arial" w:cs="Arial"/>
              </w:rPr>
            </w:pPr>
            <w:r w:rsidRPr="004C2B8D">
              <w:rPr>
                <w:rFonts w:ascii="Arial" w:hAnsi="Arial" w:cs="Arial"/>
              </w:rPr>
              <w:t>223,3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2D6034">
            <w:pPr>
              <w:widowControl/>
              <w:jc w:val="right"/>
              <w:rPr>
                <w:rFonts w:ascii="Arial" w:hAnsi="Arial" w:cs="Arial"/>
              </w:rPr>
            </w:pPr>
            <w:r w:rsidRPr="004C2B8D">
              <w:rPr>
                <w:rFonts w:ascii="Arial" w:hAnsi="Arial" w:cs="Arial"/>
              </w:rPr>
              <w:t>223,3</w:t>
            </w:r>
          </w:p>
        </w:tc>
      </w:tr>
      <w:tr w:rsidR="00E1382B" w:rsidRPr="004C2B8D" w:rsidTr="002D6034">
        <w:trPr>
          <w:trHeight w:val="63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2D6034">
            <w:pPr>
              <w:widowControl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Подпрограмма "Предоставление мер социальной поддержки отдельных категорий граждан"</w:t>
            </w:r>
          </w:p>
        </w:tc>
        <w:tc>
          <w:tcPr>
            <w:tcW w:w="3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2D6034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0430000000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2D6034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 </w:t>
            </w:r>
          </w:p>
        </w:tc>
        <w:tc>
          <w:tcPr>
            <w:tcW w:w="1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2D6034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19,5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2D6034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19,5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2D6034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19,5</w:t>
            </w:r>
          </w:p>
        </w:tc>
      </w:tr>
      <w:tr w:rsidR="00E1382B" w:rsidRPr="004C2B8D" w:rsidTr="002D6034">
        <w:trPr>
          <w:trHeight w:val="63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2D6034">
            <w:pPr>
              <w:widowControl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Основное мероприятие "Выполнение обязательств по социальной поддержке отдельный категорий граждан"</w:t>
            </w:r>
          </w:p>
        </w:tc>
        <w:tc>
          <w:tcPr>
            <w:tcW w:w="3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2D6034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0430100000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2D6034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2D6034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19,5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2D6034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19,5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2D6034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19,5</w:t>
            </w:r>
          </w:p>
        </w:tc>
      </w:tr>
      <w:tr w:rsidR="00E1382B" w:rsidRPr="004C2B8D" w:rsidTr="002D6034">
        <w:trPr>
          <w:trHeight w:val="25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2D6034">
            <w:pPr>
              <w:widowControl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Доплаты к пенсиям муниципальных служащих</w:t>
            </w:r>
          </w:p>
        </w:tc>
        <w:tc>
          <w:tcPr>
            <w:tcW w:w="3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2D6034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0430124250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2D6034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2D6034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19,5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2D6034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19,5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2D6034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19,5</w:t>
            </w:r>
          </w:p>
        </w:tc>
      </w:tr>
      <w:tr w:rsidR="00E1382B" w:rsidRPr="004C2B8D" w:rsidTr="002D6034">
        <w:trPr>
          <w:trHeight w:val="42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2D6034">
            <w:pPr>
              <w:widowControl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Социальное обеспечение и иные выплаты населению</w:t>
            </w:r>
          </w:p>
        </w:tc>
        <w:tc>
          <w:tcPr>
            <w:tcW w:w="3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2D6034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0430124250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2D6034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300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2D6034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19,5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2D6034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19,5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2D6034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19,5</w:t>
            </w:r>
          </w:p>
        </w:tc>
      </w:tr>
      <w:tr w:rsidR="00E1382B" w:rsidRPr="004C2B8D" w:rsidTr="002D6034">
        <w:trPr>
          <w:trHeight w:val="45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2D6034">
            <w:pPr>
              <w:widowControl/>
              <w:rPr>
                <w:rFonts w:ascii="Arial" w:hAnsi="Arial" w:cs="Arial"/>
              </w:rPr>
            </w:pPr>
            <w:r w:rsidRPr="004C2B8D">
              <w:rPr>
                <w:rFonts w:ascii="Arial" w:hAnsi="Arial" w:cs="Arial"/>
              </w:rPr>
              <w:t>Публичные нормативные социальные выплаты гражданам</w:t>
            </w:r>
          </w:p>
        </w:tc>
        <w:tc>
          <w:tcPr>
            <w:tcW w:w="3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2D6034">
            <w:pPr>
              <w:widowControl/>
              <w:jc w:val="center"/>
              <w:rPr>
                <w:rFonts w:ascii="Arial" w:hAnsi="Arial" w:cs="Arial"/>
              </w:rPr>
            </w:pPr>
            <w:r w:rsidRPr="004C2B8D">
              <w:rPr>
                <w:rFonts w:ascii="Arial" w:hAnsi="Arial" w:cs="Arial"/>
              </w:rPr>
              <w:t>0430124250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2D6034">
            <w:pPr>
              <w:widowControl/>
              <w:jc w:val="center"/>
              <w:rPr>
                <w:rFonts w:ascii="Arial" w:hAnsi="Arial" w:cs="Arial"/>
              </w:rPr>
            </w:pPr>
            <w:r w:rsidRPr="004C2B8D">
              <w:rPr>
                <w:rFonts w:ascii="Arial" w:hAnsi="Arial" w:cs="Arial"/>
              </w:rPr>
              <w:t>310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2D6034">
            <w:pPr>
              <w:widowControl/>
              <w:jc w:val="right"/>
              <w:rPr>
                <w:rFonts w:ascii="Arial" w:hAnsi="Arial" w:cs="Arial"/>
              </w:rPr>
            </w:pPr>
            <w:r w:rsidRPr="004C2B8D">
              <w:rPr>
                <w:rFonts w:ascii="Arial" w:hAnsi="Arial" w:cs="Arial"/>
              </w:rPr>
              <w:t>19,5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2D6034">
            <w:pPr>
              <w:widowControl/>
              <w:jc w:val="right"/>
              <w:rPr>
                <w:rFonts w:ascii="Arial" w:hAnsi="Arial" w:cs="Arial"/>
              </w:rPr>
            </w:pPr>
            <w:r w:rsidRPr="004C2B8D">
              <w:rPr>
                <w:rFonts w:ascii="Arial" w:hAnsi="Arial" w:cs="Arial"/>
              </w:rPr>
              <w:t>19,5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2D6034">
            <w:pPr>
              <w:widowControl/>
              <w:jc w:val="right"/>
              <w:rPr>
                <w:rFonts w:ascii="Arial" w:hAnsi="Arial" w:cs="Arial"/>
              </w:rPr>
            </w:pPr>
            <w:r w:rsidRPr="004C2B8D">
              <w:rPr>
                <w:rFonts w:ascii="Arial" w:hAnsi="Arial" w:cs="Arial"/>
              </w:rPr>
              <w:t>19,5</w:t>
            </w:r>
          </w:p>
        </w:tc>
      </w:tr>
      <w:tr w:rsidR="00E1382B" w:rsidRPr="004C2B8D" w:rsidTr="002D6034">
        <w:trPr>
          <w:trHeight w:val="42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2D6034">
            <w:pPr>
              <w:widowControl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Подпрограмма "Реализация отдельных переданных полномочий"</w:t>
            </w:r>
          </w:p>
        </w:tc>
        <w:tc>
          <w:tcPr>
            <w:tcW w:w="3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2D6034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0440000000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2D6034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 </w:t>
            </w:r>
          </w:p>
        </w:tc>
        <w:tc>
          <w:tcPr>
            <w:tcW w:w="1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2D6034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495,0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2D6034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496,0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2D6034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499,5</w:t>
            </w:r>
          </w:p>
        </w:tc>
      </w:tr>
      <w:tr w:rsidR="00E1382B" w:rsidRPr="004C2B8D" w:rsidTr="002D6034">
        <w:trPr>
          <w:trHeight w:val="84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2D6034">
            <w:pPr>
              <w:widowControl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Основное мероприятие "Реализация отдельных переданных полномочий Шейнским сельсоветом Пачелмского района Пензенской области"</w:t>
            </w:r>
          </w:p>
        </w:tc>
        <w:tc>
          <w:tcPr>
            <w:tcW w:w="3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2D6034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0440100000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2D6034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2D6034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495,0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2D6034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496,0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2D6034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499,5</w:t>
            </w:r>
          </w:p>
        </w:tc>
      </w:tr>
      <w:tr w:rsidR="00E1382B" w:rsidRPr="004C2B8D" w:rsidTr="002D6034">
        <w:trPr>
          <w:trHeight w:val="63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2D6034">
            <w:pPr>
              <w:widowControl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Осуществление первичного воинского учета на территориях где отсутствуют военные комиссариаты</w:t>
            </w:r>
          </w:p>
        </w:tc>
        <w:tc>
          <w:tcPr>
            <w:tcW w:w="3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2D6034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0440151180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2D6034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2D6034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91,1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2D6034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92,1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2D6034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95,6</w:t>
            </w:r>
          </w:p>
        </w:tc>
      </w:tr>
      <w:tr w:rsidR="00E1382B" w:rsidRPr="004C2B8D" w:rsidTr="002D6034">
        <w:trPr>
          <w:trHeight w:val="126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2D6034">
            <w:pPr>
              <w:widowControl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2D6034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0440151180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2D6034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100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2D6034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79,9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2D6034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79,9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2D6034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79,9</w:t>
            </w:r>
          </w:p>
        </w:tc>
      </w:tr>
      <w:tr w:rsidR="00E1382B" w:rsidRPr="004C2B8D" w:rsidTr="002D6034">
        <w:trPr>
          <w:trHeight w:val="45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2D6034">
            <w:pPr>
              <w:widowControl/>
              <w:rPr>
                <w:rFonts w:ascii="Arial" w:hAnsi="Arial" w:cs="Arial"/>
              </w:rPr>
            </w:pPr>
            <w:r w:rsidRPr="004C2B8D">
              <w:rPr>
                <w:rFonts w:ascii="Arial" w:hAnsi="Arial" w:cs="Arial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2D6034">
            <w:pPr>
              <w:widowControl/>
              <w:jc w:val="center"/>
              <w:rPr>
                <w:rFonts w:ascii="Arial" w:hAnsi="Arial" w:cs="Arial"/>
              </w:rPr>
            </w:pPr>
            <w:r w:rsidRPr="004C2B8D">
              <w:rPr>
                <w:rFonts w:ascii="Arial" w:hAnsi="Arial" w:cs="Arial"/>
              </w:rPr>
              <w:t>0440151180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2D6034">
            <w:pPr>
              <w:widowControl/>
              <w:jc w:val="center"/>
              <w:rPr>
                <w:rFonts w:ascii="Arial" w:hAnsi="Arial" w:cs="Arial"/>
              </w:rPr>
            </w:pPr>
            <w:r w:rsidRPr="004C2B8D">
              <w:rPr>
                <w:rFonts w:ascii="Arial" w:hAnsi="Arial" w:cs="Arial"/>
              </w:rPr>
              <w:t>120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2D6034">
            <w:pPr>
              <w:widowControl/>
              <w:jc w:val="right"/>
              <w:rPr>
                <w:rFonts w:ascii="Arial" w:hAnsi="Arial" w:cs="Arial"/>
              </w:rPr>
            </w:pPr>
            <w:r w:rsidRPr="004C2B8D">
              <w:rPr>
                <w:rFonts w:ascii="Arial" w:hAnsi="Arial" w:cs="Arial"/>
              </w:rPr>
              <w:t>79,9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2D6034">
            <w:pPr>
              <w:widowControl/>
              <w:jc w:val="right"/>
              <w:rPr>
                <w:rFonts w:ascii="Arial" w:hAnsi="Arial" w:cs="Arial"/>
              </w:rPr>
            </w:pPr>
            <w:r w:rsidRPr="004C2B8D">
              <w:rPr>
                <w:rFonts w:ascii="Arial" w:hAnsi="Arial" w:cs="Arial"/>
              </w:rPr>
              <w:t>79,9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2D6034">
            <w:pPr>
              <w:widowControl/>
              <w:jc w:val="right"/>
              <w:rPr>
                <w:rFonts w:ascii="Arial" w:hAnsi="Arial" w:cs="Arial"/>
              </w:rPr>
            </w:pPr>
            <w:r w:rsidRPr="004C2B8D">
              <w:rPr>
                <w:rFonts w:ascii="Arial" w:hAnsi="Arial" w:cs="Arial"/>
              </w:rPr>
              <w:t>79,9</w:t>
            </w:r>
          </w:p>
        </w:tc>
      </w:tr>
      <w:tr w:rsidR="00E1382B" w:rsidRPr="004C2B8D" w:rsidTr="002D6034">
        <w:trPr>
          <w:trHeight w:val="63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2D6034">
            <w:pPr>
              <w:widowControl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2D6034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0440151180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2D6034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200</w:t>
            </w:r>
          </w:p>
        </w:tc>
        <w:tc>
          <w:tcPr>
            <w:tcW w:w="1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2D6034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11,2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2D6034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12,2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2D6034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15,7</w:t>
            </w:r>
          </w:p>
        </w:tc>
      </w:tr>
      <w:tr w:rsidR="00E1382B" w:rsidRPr="004C2B8D" w:rsidTr="002D6034">
        <w:trPr>
          <w:trHeight w:val="67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2D6034">
            <w:pPr>
              <w:widowControl/>
              <w:rPr>
                <w:rFonts w:ascii="Arial" w:hAnsi="Arial" w:cs="Arial"/>
              </w:rPr>
            </w:pPr>
            <w:r w:rsidRPr="004C2B8D">
              <w:rPr>
                <w:rFonts w:ascii="Arial" w:hAnsi="Arial" w:cs="Arial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2D6034">
            <w:pPr>
              <w:widowControl/>
              <w:jc w:val="center"/>
              <w:rPr>
                <w:rFonts w:ascii="Arial" w:hAnsi="Arial" w:cs="Arial"/>
              </w:rPr>
            </w:pPr>
            <w:r w:rsidRPr="004C2B8D">
              <w:rPr>
                <w:rFonts w:ascii="Arial" w:hAnsi="Arial" w:cs="Arial"/>
              </w:rPr>
              <w:t>0440151180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2D6034">
            <w:pPr>
              <w:widowControl/>
              <w:jc w:val="center"/>
              <w:rPr>
                <w:rFonts w:ascii="Arial" w:hAnsi="Arial" w:cs="Arial"/>
              </w:rPr>
            </w:pPr>
            <w:r w:rsidRPr="004C2B8D">
              <w:rPr>
                <w:rFonts w:ascii="Arial" w:hAnsi="Arial" w:cs="Arial"/>
              </w:rPr>
              <w:t>240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2D6034">
            <w:pPr>
              <w:widowControl/>
              <w:jc w:val="right"/>
              <w:rPr>
                <w:rFonts w:ascii="Arial" w:hAnsi="Arial" w:cs="Arial"/>
              </w:rPr>
            </w:pPr>
            <w:r w:rsidRPr="004C2B8D">
              <w:rPr>
                <w:rFonts w:ascii="Arial" w:hAnsi="Arial" w:cs="Arial"/>
              </w:rPr>
              <w:t>11,2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2D6034">
            <w:pPr>
              <w:widowControl/>
              <w:jc w:val="right"/>
              <w:rPr>
                <w:rFonts w:ascii="Arial" w:hAnsi="Arial" w:cs="Arial"/>
              </w:rPr>
            </w:pPr>
            <w:r w:rsidRPr="004C2B8D">
              <w:rPr>
                <w:rFonts w:ascii="Arial" w:hAnsi="Arial" w:cs="Arial"/>
              </w:rPr>
              <w:t>12,2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2D6034">
            <w:pPr>
              <w:widowControl/>
              <w:jc w:val="right"/>
              <w:rPr>
                <w:rFonts w:ascii="Arial" w:hAnsi="Arial" w:cs="Arial"/>
              </w:rPr>
            </w:pPr>
            <w:r w:rsidRPr="004C2B8D">
              <w:rPr>
                <w:rFonts w:ascii="Arial" w:hAnsi="Arial" w:cs="Arial"/>
              </w:rPr>
              <w:t>15,7</w:t>
            </w:r>
          </w:p>
        </w:tc>
      </w:tr>
      <w:tr w:rsidR="00E1382B" w:rsidRPr="004C2B8D" w:rsidTr="002D6034">
        <w:trPr>
          <w:trHeight w:val="126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2D6034">
            <w:pPr>
              <w:widowControl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Выполнение передаваемых полномочий на определение поставщиков (подрядчиков, исполнителей) при осуществлении закупок товаров, работ, услуг для обеспечения муниципальных нужд Шейнского сельсовета Пачелмского района Пензенской области</w:t>
            </w:r>
          </w:p>
        </w:tc>
        <w:tc>
          <w:tcPr>
            <w:tcW w:w="3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2D6034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0440180210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2D6034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 </w:t>
            </w:r>
          </w:p>
        </w:tc>
        <w:tc>
          <w:tcPr>
            <w:tcW w:w="1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2D6034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1,0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2D6034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1,0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2D6034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1,0</w:t>
            </w:r>
          </w:p>
        </w:tc>
      </w:tr>
      <w:tr w:rsidR="00E1382B" w:rsidRPr="004C2B8D" w:rsidTr="002D6034">
        <w:trPr>
          <w:trHeight w:val="25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2D6034">
            <w:pPr>
              <w:widowControl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Межбюджетные трансферты</w:t>
            </w:r>
          </w:p>
        </w:tc>
        <w:tc>
          <w:tcPr>
            <w:tcW w:w="3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2D6034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0440180210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2D6034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500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2D6034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1,0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2D6034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2D6034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1,0</w:t>
            </w:r>
          </w:p>
        </w:tc>
      </w:tr>
      <w:tr w:rsidR="00E1382B" w:rsidRPr="004C2B8D" w:rsidTr="002D6034">
        <w:trPr>
          <w:trHeight w:val="25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2D6034">
            <w:pPr>
              <w:widowControl/>
              <w:rPr>
                <w:rFonts w:ascii="Arial" w:hAnsi="Arial" w:cs="Arial"/>
              </w:rPr>
            </w:pPr>
            <w:r w:rsidRPr="004C2B8D">
              <w:rPr>
                <w:rFonts w:ascii="Arial" w:hAnsi="Arial" w:cs="Arial"/>
              </w:rPr>
              <w:t>Иные межбюджетные трансферты</w:t>
            </w:r>
          </w:p>
        </w:tc>
        <w:tc>
          <w:tcPr>
            <w:tcW w:w="3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2D6034">
            <w:pPr>
              <w:widowControl/>
              <w:jc w:val="center"/>
              <w:rPr>
                <w:rFonts w:ascii="Arial" w:hAnsi="Arial" w:cs="Arial"/>
              </w:rPr>
            </w:pPr>
            <w:r w:rsidRPr="004C2B8D">
              <w:rPr>
                <w:rFonts w:ascii="Arial" w:hAnsi="Arial" w:cs="Arial"/>
              </w:rPr>
              <w:t>0440180210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2D6034">
            <w:pPr>
              <w:widowControl/>
              <w:jc w:val="center"/>
              <w:rPr>
                <w:rFonts w:ascii="Arial" w:hAnsi="Arial" w:cs="Arial"/>
              </w:rPr>
            </w:pPr>
            <w:r w:rsidRPr="004C2B8D">
              <w:rPr>
                <w:rFonts w:ascii="Arial" w:hAnsi="Arial" w:cs="Arial"/>
              </w:rPr>
              <w:t>540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2D6034">
            <w:pPr>
              <w:widowControl/>
              <w:jc w:val="right"/>
              <w:rPr>
                <w:rFonts w:ascii="Arial" w:hAnsi="Arial" w:cs="Arial"/>
              </w:rPr>
            </w:pPr>
            <w:r w:rsidRPr="004C2B8D">
              <w:rPr>
                <w:rFonts w:ascii="Arial" w:hAnsi="Arial" w:cs="Arial"/>
              </w:rPr>
              <w:t>1,0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2D6034">
            <w:pPr>
              <w:widowControl/>
              <w:jc w:val="right"/>
              <w:rPr>
                <w:rFonts w:ascii="Arial" w:hAnsi="Arial" w:cs="Arial"/>
              </w:rPr>
            </w:pPr>
            <w:r w:rsidRPr="004C2B8D">
              <w:rPr>
                <w:rFonts w:ascii="Arial" w:hAnsi="Arial" w:cs="Arial"/>
              </w:rPr>
              <w:t>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2D6034">
            <w:pPr>
              <w:widowControl/>
              <w:jc w:val="right"/>
              <w:rPr>
                <w:rFonts w:ascii="Arial" w:hAnsi="Arial" w:cs="Arial"/>
              </w:rPr>
            </w:pPr>
            <w:r w:rsidRPr="004C2B8D">
              <w:rPr>
                <w:rFonts w:ascii="Arial" w:hAnsi="Arial" w:cs="Arial"/>
              </w:rPr>
              <w:t>1,0</w:t>
            </w:r>
          </w:p>
        </w:tc>
      </w:tr>
      <w:tr w:rsidR="00E1382B" w:rsidRPr="004C2B8D" w:rsidTr="002D6034">
        <w:trPr>
          <w:trHeight w:val="63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2D6034">
            <w:pPr>
              <w:widowControl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Отдельные полномочия по решению вопросов местного значения в сфере градостроительной деятельности</w:t>
            </w:r>
          </w:p>
        </w:tc>
        <w:tc>
          <w:tcPr>
            <w:tcW w:w="3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2D6034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0440180220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2D6034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 </w:t>
            </w:r>
          </w:p>
        </w:tc>
        <w:tc>
          <w:tcPr>
            <w:tcW w:w="1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2D6034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1,0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2D6034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1,0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2D6034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1,0</w:t>
            </w:r>
          </w:p>
        </w:tc>
      </w:tr>
      <w:tr w:rsidR="00E1382B" w:rsidRPr="004C2B8D" w:rsidTr="002D6034">
        <w:trPr>
          <w:trHeight w:val="63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2D6034">
            <w:pPr>
              <w:widowControl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2D6034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0440180220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2D6034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200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2D6034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1,0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2D6034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2D6034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1,0</w:t>
            </w:r>
          </w:p>
        </w:tc>
      </w:tr>
      <w:tr w:rsidR="00E1382B" w:rsidRPr="004C2B8D" w:rsidTr="00312A90">
        <w:trPr>
          <w:trHeight w:val="67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2D6034">
            <w:pPr>
              <w:widowControl/>
              <w:rPr>
                <w:rFonts w:ascii="Arial" w:hAnsi="Arial" w:cs="Arial"/>
              </w:rPr>
            </w:pPr>
            <w:r w:rsidRPr="004C2B8D">
              <w:rPr>
                <w:rFonts w:ascii="Arial" w:hAnsi="Arial" w:cs="Arial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312A90">
            <w:pPr>
              <w:widowControl/>
              <w:ind w:left="-534" w:right="950" w:firstLine="534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     </w:t>
            </w:r>
            <w:r w:rsidRPr="004C2B8D">
              <w:rPr>
                <w:rFonts w:ascii="Arial" w:hAnsi="Arial" w:cs="Arial"/>
              </w:rPr>
              <w:t>0440180220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2D6034">
            <w:pPr>
              <w:widowControl/>
              <w:jc w:val="center"/>
              <w:rPr>
                <w:rFonts w:ascii="Arial" w:hAnsi="Arial" w:cs="Arial"/>
              </w:rPr>
            </w:pPr>
            <w:r w:rsidRPr="004C2B8D">
              <w:rPr>
                <w:rFonts w:ascii="Arial" w:hAnsi="Arial" w:cs="Arial"/>
              </w:rPr>
              <w:t>240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2D6034">
            <w:pPr>
              <w:widowControl/>
              <w:jc w:val="right"/>
              <w:rPr>
                <w:rFonts w:ascii="Arial" w:hAnsi="Arial" w:cs="Arial"/>
              </w:rPr>
            </w:pPr>
            <w:r w:rsidRPr="004C2B8D">
              <w:rPr>
                <w:rFonts w:ascii="Arial" w:hAnsi="Arial" w:cs="Arial"/>
              </w:rPr>
              <w:t>1,0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2D6034">
            <w:pPr>
              <w:widowControl/>
              <w:jc w:val="right"/>
              <w:rPr>
                <w:rFonts w:ascii="Arial" w:hAnsi="Arial" w:cs="Arial"/>
              </w:rPr>
            </w:pPr>
            <w:r w:rsidRPr="004C2B8D">
              <w:rPr>
                <w:rFonts w:ascii="Arial" w:hAnsi="Arial" w:cs="Arial"/>
              </w:rPr>
              <w:t>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2D6034">
            <w:pPr>
              <w:widowControl/>
              <w:jc w:val="right"/>
              <w:rPr>
                <w:rFonts w:ascii="Arial" w:hAnsi="Arial" w:cs="Arial"/>
              </w:rPr>
            </w:pPr>
            <w:r w:rsidRPr="004C2B8D">
              <w:rPr>
                <w:rFonts w:ascii="Arial" w:hAnsi="Arial" w:cs="Arial"/>
              </w:rPr>
              <w:t>1,0</w:t>
            </w:r>
          </w:p>
        </w:tc>
      </w:tr>
      <w:tr w:rsidR="00E1382B" w:rsidRPr="004C2B8D" w:rsidTr="002D6034">
        <w:trPr>
          <w:trHeight w:val="84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2D6034">
            <w:pPr>
              <w:widowControl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Выполнение передаваемых полномочий муниципальному району по обеспечению жителей поселения услугами организаций культуры</w:t>
            </w:r>
          </w:p>
        </w:tc>
        <w:tc>
          <w:tcPr>
            <w:tcW w:w="3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2D6034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0440180250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2D6034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 </w:t>
            </w:r>
          </w:p>
        </w:tc>
        <w:tc>
          <w:tcPr>
            <w:tcW w:w="1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2D6034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399,7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2D6034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399,7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2D6034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399,7</w:t>
            </w:r>
          </w:p>
        </w:tc>
      </w:tr>
      <w:tr w:rsidR="00E1382B" w:rsidRPr="004C2B8D" w:rsidTr="002D6034">
        <w:trPr>
          <w:trHeight w:val="25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2D6034">
            <w:pPr>
              <w:widowControl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Межбюджетные трансферты</w:t>
            </w:r>
          </w:p>
        </w:tc>
        <w:tc>
          <w:tcPr>
            <w:tcW w:w="3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2D6034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0440180250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2D6034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500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2D6034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399,7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2D6034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399,7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2D6034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399,7</w:t>
            </w:r>
          </w:p>
        </w:tc>
      </w:tr>
      <w:tr w:rsidR="00E1382B" w:rsidRPr="004C2B8D" w:rsidTr="002D6034">
        <w:trPr>
          <w:trHeight w:val="25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2D6034">
            <w:pPr>
              <w:widowControl/>
              <w:rPr>
                <w:rFonts w:ascii="Arial" w:hAnsi="Arial" w:cs="Arial"/>
              </w:rPr>
            </w:pPr>
            <w:r w:rsidRPr="004C2B8D">
              <w:rPr>
                <w:rFonts w:ascii="Arial" w:hAnsi="Arial" w:cs="Arial"/>
              </w:rPr>
              <w:t>Иные межбюджетные трансферты</w:t>
            </w:r>
          </w:p>
        </w:tc>
        <w:tc>
          <w:tcPr>
            <w:tcW w:w="3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2D6034">
            <w:pPr>
              <w:widowControl/>
              <w:jc w:val="center"/>
              <w:rPr>
                <w:rFonts w:ascii="Arial" w:hAnsi="Arial" w:cs="Arial"/>
              </w:rPr>
            </w:pPr>
            <w:r w:rsidRPr="004C2B8D">
              <w:rPr>
                <w:rFonts w:ascii="Arial" w:hAnsi="Arial" w:cs="Arial"/>
              </w:rPr>
              <w:t>0440180250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2D6034">
            <w:pPr>
              <w:widowControl/>
              <w:jc w:val="center"/>
              <w:rPr>
                <w:rFonts w:ascii="Arial" w:hAnsi="Arial" w:cs="Arial"/>
              </w:rPr>
            </w:pPr>
            <w:r w:rsidRPr="004C2B8D">
              <w:rPr>
                <w:rFonts w:ascii="Arial" w:hAnsi="Arial" w:cs="Arial"/>
              </w:rPr>
              <w:t>540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2D6034">
            <w:pPr>
              <w:widowControl/>
              <w:jc w:val="right"/>
              <w:rPr>
                <w:rFonts w:ascii="Arial" w:hAnsi="Arial" w:cs="Arial"/>
              </w:rPr>
            </w:pPr>
            <w:r w:rsidRPr="004C2B8D">
              <w:rPr>
                <w:rFonts w:ascii="Arial" w:hAnsi="Arial" w:cs="Arial"/>
              </w:rPr>
              <w:t>399,7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2D6034">
            <w:pPr>
              <w:widowControl/>
              <w:jc w:val="right"/>
              <w:rPr>
                <w:rFonts w:ascii="Arial" w:hAnsi="Arial" w:cs="Arial"/>
              </w:rPr>
            </w:pPr>
            <w:r w:rsidRPr="004C2B8D">
              <w:rPr>
                <w:rFonts w:ascii="Arial" w:hAnsi="Arial" w:cs="Arial"/>
              </w:rPr>
              <w:t>399,7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2D6034">
            <w:pPr>
              <w:widowControl/>
              <w:jc w:val="right"/>
              <w:rPr>
                <w:rFonts w:ascii="Arial" w:hAnsi="Arial" w:cs="Arial"/>
              </w:rPr>
            </w:pPr>
            <w:r w:rsidRPr="004C2B8D">
              <w:rPr>
                <w:rFonts w:ascii="Arial" w:hAnsi="Arial" w:cs="Arial"/>
              </w:rPr>
              <w:t>399,7</w:t>
            </w:r>
          </w:p>
        </w:tc>
      </w:tr>
      <w:tr w:rsidR="00E1382B" w:rsidRPr="004C2B8D" w:rsidTr="002D6034">
        <w:trPr>
          <w:trHeight w:val="84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2D6034">
            <w:pPr>
              <w:widowControl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Выполнение передаваемых полномочий по организации исполнения бюджета Шейнского сельсовета Пачелмского района Пензенской области</w:t>
            </w:r>
          </w:p>
        </w:tc>
        <w:tc>
          <w:tcPr>
            <w:tcW w:w="3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2D6034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0440180270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2D6034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 </w:t>
            </w:r>
          </w:p>
        </w:tc>
        <w:tc>
          <w:tcPr>
            <w:tcW w:w="1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2D6034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1,0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2D6034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1,0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2D6034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1,0</w:t>
            </w:r>
          </w:p>
        </w:tc>
      </w:tr>
      <w:tr w:rsidR="00E1382B" w:rsidRPr="004C2B8D" w:rsidTr="002D6034">
        <w:trPr>
          <w:trHeight w:val="25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2D6034">
            <w:pPr>
              <w:widowControl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Межбюджетные трансферты</w:t>
            </w:r>
          </w:p>
        </w:tc>
        <w:tc>
          <w:tcPr>
            <w:tcW w:w="3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2D6034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0440180270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2D6034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500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2D6034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1,0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2D6034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2D6034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1,0</w:t>
            </w:r>
          </w:p>
        </w:tc>
      </w:tr>
      <w:tr w:rsidR="00E1382B" w:rsidRPr="004C2B8D" w:rsidTr="002D6034">
        <w:trPr>
          <w:trHeight w:val="25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2D6034">
            <w:pPr>
              <w:widowControl/>
              <w:rPr>
                <w:rFonts w:ascii="Arial" w:hAnsi="Arial" w:cs="Arial"/>
              </w:rPr>
            </w:pPr>
            <w:r w:rsidRPr="004C2B8D">
              <w:rPr>
                <w:rFonts w:ascii="Arial" w:hAnsi="Arial" w:cs="Arial"/>
              </w:rPr>
              <w:t>Иные межбюджетные трансферты</w:t>
            </w:r>
          </w:p>
        </w:tc>
        <w:tc>
          <w:tcPr>
            <w:tcW w:w="3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2D6034">
            <w:pPr>
              <w:widowControl/>
              <w:jc w:val="center"/>
              <w:rPr>
                <w:rFonts w:ascii="Arial" w:hAnsi="Arial" w:cs="Arial"/>
              </w:rPr>
            </w:pPr>
            <w:r w:rsidRPr="004C2B8D">
              <w:rPr>
                <w:rFonts w:ascii="Arial" w:hAnsi="Arial" w:cs="Arial"/>
              </w:rPr>
              <w:t>0440180270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2D6034">
            <w:pPr>
              <w:widowControl/>
              <w:jc w:val="center"/>
              <w:rPr>
                <w:rFonts w:ascii="Arial" w:hAnsi="Arial" w:cs="Arial"/>
              </w:rPr>
            </w:pPr>
            <w:r w:rsidRPr="004C2B8D">
              <w:rPr>
                <w:rFonts w:ascii="Arial" w:hAnsi="Arial" w:cs="Arial"/>
              </w:rPr>
              <w:t>540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2D6034">
            <w:pPr>
              <w:widowControl/>
              <w:jc w:val="right"/>
              <w:rPr>
                <w:rFonts w:ascii="Arial" w:hAnsi="Arial" w:cs="Arial"/>
              </w:rPr>
            </w:pPr>
            <w:r w:rsidRPr="004C2B8D">
              <w:rPr>
                <w:rFonts w:ascii="Arial" w:hAnsi="Arial" w:cs="Arial"/>
              </w:rPr>
              <w:t>1,0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2D6034">
            <w:pPr>
              <w:widowControl/>
              <w:jc w:val="right"/>
              <w:rPr>
                <w:rFonts w:ascii="Arial" w:hAnsi="Arial" w:cs="Arial"/>
              </w:rPr>
            </w:pPr>
            <w:r w:rsidRPr="004C2B8D">
              <w:rPr>
                <w:rFonts w:ascii="Arial" w:hAnsi="Arial" w:cs="Arial"/>
              </w:rPr>
              <w:t>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2D6034">
            <w:pPr>
              <w:widowControl/>
              <w:jc w:val="right"/>
              <w:rPr>
                <w:rFonts w:ascii="Arial" w:hAnsi="Arial" w:cs="Arial"/>
              </w:rPr>
            </w:pPr>
            <w:r w:rsidRPr="004C2B8D">
              <w:rPr>
                <w:rFonts w:ascii="Arial" w:hAnsi="Arial" w:cs="Arial"/>
              </w:rPr>
              <w:t>1,0</w:t>
            </w:r>
          </w:p>
        </w:tc>
      </w:tr>
      <w:tr w:rsidR="00E1382B" w:rsidRPr="004C2B8D" w:rsidTr="002D6034">
        <w:trPr>
          <w:trHeight w:val="84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2D6034">
            <w:pPr>
              <w:widowControl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Исполнение полномочий Пачелмского района по осуществлению муниципального земельного контроля за использованием земель сельского поселения</w:t>
            </w:r>
          </w:p>
        </w:tc>
        <w:tc>
          <w:tcPr>
            <w:tcW w:w="3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2D6034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0440180290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2D6034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 </w:t>
            </w:r>
          </w:p>
        </w:tc>
        <w:tc>
          <w:tcPr>
            <w:tcW w:w="1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2D6034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1,2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2D6034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1,2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2D6034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1,2</w:t>
            </w:r>
          </w:p>
        </w:tc>
      </w:tr>
      <w:tr w:rsidR="00E1382B" w:rsidRPr="004C2B8D" w:rsidTr="002D6034">
        <w:trPr>
          <w:trHeight w:val="63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2D6034">
            <w:pPr>
              <w:widowControl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2D6034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0440180290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2D6034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200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2D6034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1,2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2D6034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2D6034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1,2</w:t>
            </w:r>
          </w:p>
        </w:tc>
      </w:tr>
      <w:tr w:rsidR="00E1382B" w:rsidRPr="004C2B8D" w:rsidTr="002D6034">
        <w:trPr>
          <w:trHeight w:val="67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2D6034">
            <w:pPr>
              <w:widowControl/>
              <w:rPr>
                <w:rFonts w:ascii="Arial" w:hAnsi="Arial" w:cs="Arial"/>
              </w:rPr>
            </w:pPr>
            <w:r w:rsidRPr="004C2B8D">
              <w:rPr>
                <w:rFonts w:ascii="Arial" w:hAnsi="Arial" w:cs="Arial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2D6034">
            <w:pPr>
              <w:widowControl/>
              <w:jc w:val="center"/>
              <w:rPr>
                <w:rFonts w:ascii="Arial" w:hAnsi="Arial" w:cs="Arial"/>
              </w:rPr>
            </w:pPr>
            <w:r w:rsidRPr="004C2B8D">
              <w:rPr>
                <w:rFonts w:ascii="Arial" w:hAnsi="Arial" w:cs="Arial"/>
              </w:rPr>
              <w:t>0440180290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2D6034">
            <w:pPr>
              <w:widowControl/>
              <w:jc w:val="center"/>
              <w:rPr>
                <w:rFonts w:ascii="Arial" w:hAnsi="Arial" w:cs="Arial"/>
              </w:rPr>
            </w:pPr>
            <w:r w:rsidRPr="004C2B8D">
              <w:rPr>
                <w:rFonts w:ascii="Arial" w:hAnsi="Arial" w:cs="Arial"/>
              </w:rPr>
              <w:t>240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2D6034">
            <w:pPr>
              <w:widowControl/>
              <w:jc w:val="right"/>
              <w:rPr>
                <w:rFonts w:ascii="Arial" w:hAnsi="Arial" w:cs="Arial"/>
              </w:rPr>
            </w:pPr>
            <w:r w:rsidRPr="004C2B8D">
              <w:rPr>
                <w:rFonts w:ascii="Arial" w:hAnsi="Arial" w:cs="Arial"/>
              </w:rPr>
              <w:t>1,2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2D6034">
            <w:pPr>
              <w:widowControl/>
              <w:jc w:val="right"/>
              <w:rPr>
                <w:rFonts w:ascii="Arial" w:hAnsi="Arial" w:cs="Arial"/>
              </w:rPr>
            </w:pPr>
            <w:r w:rsidRPr="004C2B8D">
              <w:rPr>
                <w:rFonts w:ascii="Arial" w:hAnsi="Arial" w:cs="Arial"/>
              </w:rPr>
              <w:t>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2D6034">
            <w:pPr>
              <w:widowControl/>
              <w:jc w:val="right"/>
              <w:rPr>
                <w:rFonts w:ascii="Arial" w:hAnsi="Arial" w:cs="Arial"/>
              </w:rPr>
            </w:pPr>
            <w:r w:rsidRPr="004C2B8D">
              <w:rPr>
                <w:rFonts w:ascii="Arial" w:hAnsi="Arial" w:cs="Arial"/>
              </w:rPr>
              <w:t>1,2</w:t>
            </w:r>
          </w:p>
        </w:tc>
      </w:tr>
      <w:tr w:rsidR="00E1382B" w:rsidRPr="004C2B8D" w:rsidTr="002D6034">
        <w:trPr>
          <w:trHeight w:val="84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2D6034">
            <w:pPr>
              <w:widowControl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Муниципальная программа "Комплексное развитие сельских территорий Шеинского сельсовета Пачелмского района Пензенской области"</w:t>
            </w:r>
          </w:p>
        </w:tc>
        <w:tc>
          <w:tcPr>
            <w:tcW w:w="3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2D6034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0500000000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2D6034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 </w:t>
            </w:r>
          </w:p>
        </w:tc>
        <w:tc>
          <w:tcPr>
            <w:tcW w:w="1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2D6034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100,0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2D6034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2D6034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0,0</w:t>
            </w:r>
          </w:p>
        </w:tc>
      </w:tr>
      <w:tr w:rsidR="00E1382B" w:rsidRPr="004C2B8D" w:rsidTr="002D6034">
        <w:trPr>
          <w:trHeight w:val="25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2D6034">
            <w:pPr>
              <w:widowControl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Благоустройство сельских территорий</w:t>
            </w:r>
          </w:p>
        </w:tc>
        <w:tc>
          <w:tcPr>
            <w:tcW w:w="3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2D6034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0500065170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2D6034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2D6034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2D6034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2D6034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0,0</w:t>
            </w:r>
          </w:p>
        </w:tc>
      </w:tr>
      <w:tr w:rsidR="00E1382B" w:rsidRPr="004C2B8D" w:rsidTr="002D6034">
        <w:trPr>
          <w:trHeight w:val="63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2D6034">
            <w:pPr>
              <w:widowControl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2D6034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0500065170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2D6034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200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2D6034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2D6034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2D6034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0,0</w:t>
            </w:r>
          </w:p>
        </w:tc>
      </w:tr>
      <w:tr w:rsidR="00E1382B" w:rsidRPr="004C2B8D" w:rsidTr="002D6034">
        <w:trPr>
          <w:trHeight w:val="67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2D6034">
            <w:pPr>
              <w:widowControl/>
              <w:rPr>
                <w:rFonts w:ascii="Arial" w:hAnsi="Arial" w:cs="Arial"/>
              </w:rPr>
            </w:pPr>
            <w:r w:rsidRPr="004C2B8D">
              <w:rPr>
                <w:rFonts w:ascii="Arial" w:hAnsi="Arial" w:cs="Arial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2D6034">
            <w:pPr>
              <w:widowControl/>
              <w:jc w:val="center"/>
              <w:rPr>
                <w:rFonts w:ascii="Arial" w:hAnsi="Arial" w:cs="Arial"/>
              </w:rPr>
            </w:pPr>
            <w:r w:rsidRPr="004C2B8D">
              <w:rPr>
                <w:rFonts w:ascii="Arial" w:hAnsi="Arial" w:cs="Arial"/>
              </w:rPr>
              <w:t>0500065170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2D6034">
            <w:pPr>
              <w:widowControl/>
              <w:jc w:val="center"/>
              <w:rPr>
                <w:rFonts w:ascii="Arial" w:hAnsi="Arial" w:cs="Arial"/>
              </w:rPr>
            </w:pPr>
            <w:r w:rsidRPr="004C2B8D">
              <w:rPr>
                <w:rFonts w:ascii="Arial" w:hAnsi="Arial" w:cs="Arial"/>
              </w:rPr>
              <w:t>240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2D6034">
            <w:pPr>
              <w:widowControl/>
              <w:jc w:val="right"/>
              <w:rPr>
                <w:rFonts w:ascii="Arial" w:hAnsi="Arial" w:cs="Arial"/>
              </w:rPr>
            </w:pPr>
            <w:r w:rsidRPr="004C2B8D">
              <w:rPr>
                <w:rFonts w:ascii="Arial" w:hAnsi="Arial" w:cs="Arial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2D6034">
            <w:pPr>
              <w:widowControl/>
              <w:jc w:val="right"/>
              <w:rPr>
                <w:rFonts w:ascii="Arial" w:hAnsi="Arial" w:cs="Arial"/>
              </w:rPr>
            </w:pPr>
            <w:r w:rsidRPr="004C2B8D">
              <w:rPr>
                <w:rFonts w:ascii="Arial" w:hAnsi="Arial" w:cs="Arial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2D6034">
            <w:pPr>
              <w:widowControl/>
              <w:jc w:val="right"/>
              <w:rPr>
                <w:rFonts w:ascii="Arial" w:hAnsi="Arial" w:cs="Arial"/>
              </w:rPr>
            </w:pPr>
            <w:r w:rsidRPr="004C2B8D">
              <w:rPr>
                <w:rFonts w:ascii="Arial" w:hAnsi="Arial" w:cs="Arial"/>
              </w:rPr>
              <w:t>0,0</w:t>
            </w:r>
          </w:p>
        </w:tc>
      </w:tr>
      <w:tr w:rsidR="00E1382B" w:rsidRPr="004C2B8D" w:rsidTr="002D6034">
        <w:trPr>
          <w:trHeight w:val="25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2D6034">
            <w:pPr>
              <w:widowControl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Выполнение других обязательств</w:t>
            </w:r>
          </w:p>
        </w:tc>
        <w:tc>
          <w:tcPr>
            <w:tcW w:w="3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2D6034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8100000000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2D6034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 </w:t>
            </w:r>
          </w:p>
        </w:tc>
        <w:tc>
          <w:tcPr>
            <w:tcW w:w="1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2D6034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4,0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2D6034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4,0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2D6034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4,0</w:t>
            </w:r>
          </w:p>
        </w:tc>
      </w:tr>
      <w:tr w:rsidR="00E1382B" w:rsidRPr="004C2B8D" w:rsidTr="002D6034">
        <w:trPr>
          <w:trHeight w:val="25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2D6034">
            <w:pPr>
              <w:widowControl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Резервные фонды местных админстраций</w:t>
            </w:r>
          </w:p>
        </w:tc>
        <w:tc>
          <w:tcPr>
            <w:tcW w:w="3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2D6034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8110000000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2D6034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2D6034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4,0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2D6034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2D6034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4,0</w:t>
            </w:r>
          </w:p>
        </w:tc>
      </w:tr>
      <w:tr w:rsidR="00E1382B" w:rsidRPr="004C2B8D" w:rsidTr="002D6034">
        <w:trPr>
          <w:trHeight w:val="63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2D6034">
            <w:pPr>
              <w:widowControl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Резервный фонд Администрации Шейнского сельсовета Пачелмского района Пензенской области</w:t>
            </w:r>
          </w:p>
        </w:tc>
        <w:tc>
          <w:tcPr>
            <w:tcW w:w="3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2D6034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8110020500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2D6034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2D6034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4,0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2D6034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2D6034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4,0</w:t>
            </w:r>
          </w:p>
        </w:tc>
      </w:tr>
      <w:tr w:rsidR="00E1382B" w:rsidRPr="004C2B8D" w:rsidTr="002D6034">
        <w:trPr>
          <w:trHeight w:val="25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2D6034">
            <w:pPr>
              <w:widowControl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Иные бюджетные ассигнования</w:t>
            </w:r>
          </w:p>
        </w:tc>
        <w:tc>
          <w:tcPr>
            <w:tcW w:w="3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2D6034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8110020500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2D6034">
            <w:pPr>
              <w:widowControl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800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2D6034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4,0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2D6034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2D6034">
            <w:pPr>
              <w:widowControl/>
              <w:jc w:val="right"/>
              <w:rPr>
                <w:rFonts w:ascii="Arial" w:hAnsi="Arial" w:cs="Arial"/>
                <w:b/>
                <w:bCs/>
                <w:iCs/>
              </w:rPr>
            </w:pPr>
            <w:r w:rsidRPr="004C2B8D">
              <w:rPr>
                <w:rFonts w:ascii="Arial" w:hAnsi="Arial" w:cs="Arial"/>
                <w:b/>
                <w:bCs/>
                <w:iCs/>
              </w:rPr>
              <w:t>4,0</w:t>
            </w:r>
          </w:p>
        </w:tc>
      </w:tr>
      <w:tr w:rsidR="00E1382B" w:rsidRPr="004C2B8D" w:rsidTr="002D6034">
        <w:trPr>
          <w:trHeight w:val="25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2D6034">
            <w:pPr>
              <w:widowControl/>
              <w:rPr>
                <w:rFonts w:ascii="Arial" w:hAnsi="Arial" w:cs="Arial"/>
              </w:rPr>
            </w:pPr>
            <w:r w:rsidRPr="004C2B8D">
              <w:rPr>
                <w:rFonts w:ascii="Arial" w:hAnsi="Arial" w:cs="Arial"/>
              </w:rPr>
              <w:t>Резервные средства</w:t>
            </w:r>
          </w:p>
        </w:tc>
        <w:tc>
          <w:tcPr>
            <w:tcW w:w="3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2D6034">
            <w:pPr>
              <w:widowControl/>
              <w:jc w:val="center"/>
              <w:rPr>
                <w:rFonts w:ascii="Arial" w:hAnsi="Arial" w:cs="Arial"/>
              </w:rPr>
            </w:pPr>
            <w:r w:rsidRPr="004C2B8D">
              <w:rPr>
                <w:rFonts w:ascii="Arial" w:hAnsi="Arial" w:cs="Arial"/>
              </w:rPr>
              <w:t>8110020500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2D6034">
            <w:pPr>
              <w:widowControl/>
              <w:jc w:val="center"/>
              <w:rPr>
                <w:rFonts w:ascii="Arial" w:hAnsi="Arial" w:cs="Arial"/>
              </w:rPr>
            </w:pPr>
            <w:r w:rsidRPr="004C2B8D">
              <w:rPr>
                <w:rFonts w:ascii="Arial" w:hAnsi="Arial" w:cs="Arial"/>
              </w:rPr>
              <w:t>870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2D6034">
            <w:pPr>
              <w:widowControl/>
              <w:jc w:val="right"/>
              <w:rPr>
                <w:rFonts w:ascii="Arial" w:hAnsi="Arial" w:cs="Arial"/>
              </w:rPr>
            </w:pPr>
            <w:r w:rsidRPr="004C2B8D">
              <w:rPr>
                <w:rFonts w:ascii="Arial" w:hAnsi="Arial" w:cs="Arial"/>
              </w:rPr>
              <w:t>4,0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2D6034">
            <w:pPr>
              <w:widowControl/>
              <w:jc w:val="right"/>
              <w:rPr>
                <w:rFonts w:ascii="Arial" w:hAnsi="Arial" w:cs="Arial"/>
              </w:rPr>
            </w:pPr>
            <w:r w:rsidRPr="004C2B8D">
              <w:rPr>
                <w:rFonts w:ascii="Arial" w:hAnsi="Arial" w:cs="Arial"/>
              </w:rPr>
              <w:t>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82B" w:rsidRPr="004C2B8D" w:rsidRDefault="00E1382B" w:rsidP="002D6034">
            <w:pPr>
              <w:widowControl/>
              <w:jc w:val="right"/>
              <w:rPr>
                <w:rFonts w:ascii="Arial" w:hAnsi="Arial" w:cs="Arial"/>
              </w:rPr>
            </w:pPr>
            <w:r w:rsidRPr="004C2B8D">
              <w:rPr>
                <w:rFonts w:ascii="Arial" w:hAnsi="Arial" w:cs="Arial"/>
              </w:rPr>
              <w:t>4,0</w:t>
            </w:r>
          </w:p>
        </w:tc>
      </w:tr>
    </w:tbl>
    <w:p w:rsidR="00E1382B" w:rsidRPr="004C2B8D" w:rsidRDefault="00E1382B" w:rsidP="002417DB">
      <w:r w:rsidRPr="004C2B8D">
        <w:t xml:space="preserve">                                                                                                                       </w:t>
      </w:r>
    </w:p>
    <w:p w:rsidR="00E1382B" w:rsidRPr="004C2B8D" w:rsidRDefault="00E1382B" w:rsidP="002417DB">
      <w:r w:rsidRPr="004C2B8D">
        <w:t>»;</w:t>
      </w:r>
    </w:p>
    <w:p w:rsidR="00E1382B" w:rsidRPr="004C2B8D" w:rsidRDefault="00E1382B" w:rsidP="002417DB">
      <w:r w:rsidRPr="004C2B8D">
        <w:t xml:space="preserve">                                      </w:t>
      </w:r>
    </w:p>
    <w:p w:rsidR="00E1382B" w:rsidRPr="005B297A" w:rsidRDefault="00E1382B" w:rsidP="00041D3A">
      <w:pPr>
        <w:rPr>
          <w:sz w:val="24"/>
          <w:szCs w:val="24"/>
        </w:rPr>
      </w:pPr>
      <w:r w:rsidRPr="005B297A">
        <w:rPr>
          <w:sz w:val="24"/>
          <w:szCs w:val="24"/>
        </w:rPr>
        <w:t>1.8. Приложение 11 изложить в следующей редакции:</w:t>
      </w:r>
    </w:p>
    <w:p w:rsidR="00E1382B" w:rsidRPr="004C2B8D" w:rsidRDefault="00E1382B" w:rsidP="00EB2B14">
      <w:pPr>
        <w:jc w:val="right"/>
      </w:pPr>
    </w:p>
    <w:p w:rsidR="00E1382B" w:rsidRPr="004C2B8D" w:rsidRDefault="00E1382B" w:rsidP="004330CE">
      <w:pPr>
        <w:pStyle w:val="BodyText"/>
        <w:tabs>
          <w:tab w:val="left" w:pos="8430"/>
        </w:tabs>
        <w:jc w:val="right"/>
        <w:rPr>
          <w:sz w:val="20"/>
          <w:szCs w:val="20"/>
        </w:rPr>
      </w:pPr>
      <w:r w:rsidRPr="004C2B8D">
        <w:rPr>
          <w:sz w:val="20"/>
          <w:szCs w:val="20"/>
        </w:rPr>
        <w:t>«Приложение 11</w:t>
      </w:r>
    </w:p>
    <w:p w:rsidR="00E1382B" w:rsidRPr="004C2B8D" w:rsidRDefault="00E1382B" w:rsidP="004330CE">
      <w:pPr>
        <w:pStyle w:val="BodyText"/>
        <w:spacing w:line="240" w:lineRule="exact"/>
        <w:jc w:val="right"/>
        <w:rPr>
          <w:sz w:val="20"/>
          <w:szCs w:val="20"/>
        </w:rPr>
      </w:pPr>
      <w:r w:rsidRPr="004C2B8D">
        <w:rPr>
          <w:sz w:val="20"/>
          <w:szCs w:val="20"/>
        </w:rPr>
        <w:t>к решению Комитета местного</w:t>
      </w:r>
    </w:p>
    <w:p w:rsidR="00E1382B" w:rsidRPr="004C2B8D" w:rsidRDefault="00E1382B" w:rsidP="004330CE">
      <w:pPr>
        <w:pStyle w:val="BodyText"/>
        <w:spacing w:line="240" w:lineRule="exact"/>
        <w:jc w:val="right"/>
        <w:rPr>
          <w:sz w:val="20"/>
          <w:szCs w:val="20"/>
        </w:rPr>
      </w:pPr>
      <w:r w:rsidRPr="004C2B8D">
        <w:rPr>
          <w:sz w:val="20"/>
          <w:szCs w:val="20"/>
        </w:rPr>
        <w:t xml:space="preserve"> самоуправления Шейнского сельсовета</w:t>
      </w:r>
    </w:p>
    <w:p w:rsidR="00E1382B" w:rsidRPr="004C2B8D" w:rsidRDefault="00E1382B" w:rsidP="004330CE">
      <w:pPr>
        <w:pStyle w:val="BodyText"/>
        <w:spacing w:line="240" w:lineRule="exact"/>
        <w:jc w:val="right"/>
        <w:rPr>
          <w:sz w:val="20"/>
          <w:szCs w:val="20"/>
        </w:rPr>
      </w:pPr>
      <w:r w:rsidRPr="004C2B8D">
        <w:rPr>
          <w:sz w:val="20"/>
          <w:szCs w:val="20"/>
        </w:rPr>
        <w:t>Пачелмского района Пензенской области</w:t>
      </w:r>
    </w:p>
    <w:p w:rsidR="00E1382B" w:rsidRPr="004C2B8D" w:rsidRDefault="00E1382B" w:rsidP="00A67A48">
      <w:pPr>
        <w:jc w:val="right"/>
      </w:pPr>
      <w:r w:rsidRPr="004C2B8D">
        <w:t xml:space="preserve">от 25.12.2020   № 03-23/3 </w:t>
      </w:r>
    </w:p>
    <w:p w:rsidR="00E1382B" w:rsidRPr="004C2B8D" w:rsidRDefault="00E1382B" w:rsidP="004330CE">
      <w:pPr>
        <w:pStyle w:val="BodyText"/>
        <w:tabs>
          <w:tab w:val="left" w:pos="8910"/>
        </w:tabs>
        <w:jc w:val="right"/>
        <w:rPr>
          <w:sz w:val="20"/>
          <w:szCs w:val="20"/>
        </w:rPr>
      </w:pPr>
    </w:p>
    <w:p w:rsidR="00E1382B" w:rsidRPr="005B297A" w:rsidRDefault="00E1382B" w:rsidP="004330CE">
      <w:pPr>
        <w:pStyle w:val="BodyText"/>
        <w:jc w:val="center"/>
        <w:rPr>
          <w:b/>
          <w:bCs/>
          <w:sz w:val="24"/>
          <w:szCs w:val="24"/>
        </w:rPr>
      </w:pPr>
      <w:r w:rsidRPr="005B297A">
        <w:rPr>
          <w:b/>
          <w:bCs/>
          <w:sz w:val="24"/>
          <w:szCs w:val="24"/>
        </w:rPr>
        <w:t>Распределение  межбюджетных трансфертов бюджету   Пачелмского района Пензенской области из бюджета Шейнского сельсовета</w:t>
      </w:r>
      <w:r w:rsidRPr="005B297A">
        <w:rPr>
          <w:b/>
          <w:bCs/>
          <w:color w:val="FF0000"/>
          <w:sz w:val="24"/>
          <w:szCs w:val="24"/>
        </w:rPr>
        <w:t xml:space="preserve"> </w:t>
      </w:r>
      <w:r w:rsidRPr="005B297A">
        <w:rPr>
          <w:b/>
          <w:bCs/>
          <w:sz w:val="24"/>
          <w:szCs w:val="24"/>
        </w:rPr>
        <w:t>Пачелмского района Пензенской области</w:t>
      </w:r>
      <w:r w:rsidRPr="005B297A">
        <w:rPr>
          <w:b/>
          <w:bCs/>
          <w:color w:val="FF0000"/>
          <w:sz w:val="24"/>
          <w:szCs w:val="24"/>
        </w:rPr>
        <w:t xml:space="preserve"> </w:t>
      </w:r>
      <w:r w:rsidRPr="005B297A">
        <w:rPr>
          <w:b/>
          <w:bCs/>
          <w:sz w:val="24"/>
          <w:szCs w:val="24"/>
        </w:rPr>
        <w:t>на 2021 год и</w:t>
      </w:r>
      <w:r w:rsidRPr="005B297A">
        <w:rPr>
          <w:b/>
          <w:bCs/>
          <w:color w:val="FF0000"/>
          <w:sz w:val="24"/>
          <w:szCs w:val="24"/>
        </w:rPr>
        <w:t xml:space="preserve"> </w:t>
      </w:r>
      <w:r w:rsidRPr="005B297A">
        <w:rPr>
          <w:b/>
          <w:bCs/>
          <w:sz w:val="24"/>
          <w:szCs w:val="24"/>
        </w:rPr>
        <w:t>плановый период  2022 и 2023 годов.</w:t>
      </w:r>
    </w:p>
    <w:p w:rsidR="00E1382B" w:rsidRPr="005B297A" w:rsidRDefault="00E1382B" w:rsidP="004330CE">
      <w:pPr>
        <w:pStyle w:val="BodyText"/>
        <w:ind w:firstLine="709"/>
        <w:rPr>
          <w:sz w:val="24"/>
          <w:szCs w:val="24"/>
        </w:rPr>
      </w:pPr>
    </w:p>
    <w:tbl>
      <w:tblPr>
        <w:tblW w:w="0" w:type="auto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560"/>
        <w:gridCol w:w="4508"/>
        <w:gridCol w:w="1842"/>
        <w:gridCol w:w="1843"/>
        <w:gridCol w:w="1701"/>
      </w:tblGrid>
      <w:tr w:rsidR="00E1382B" w:rsidRPr="004C2B8D" w:rsidTr="00312A90">
        <w:trPr>
          <w:trHeight w:val="435"/>
        </w:trPr>
        <w:tc>
          <w:tcPr>
            <w:tcW w:w="560" w:type="dxa"/>
            <w:vMerge w:val="restart"/>
            <w:vAlign w:val="center"/>
          </w:tcPr>
          <w:p w:rsidR="00E1382B" w:rsidRPr="004C2B8D" w:rsidRDefault="00E1382B" w:rsidP="006C3FFB">
            <w:pPr>
              <w:pStyle w:val="BodyText"/>
              <w:jc w:val="center"/>
              <w:rPr>
                <w:b/>
                <w:bCs/>
                <w:sz w:val="20"/>
                <w:szCs w:val="20"/>
              </w:rPr>
            </w:pPr>
            <w:r w:rsidRPr="004C2B8D">
              <w:rPr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4508" w:type="dxa"/>
            <w:vMerge w:val="restart"/>
            <w:vAlign w:val="center"/>
          </w:tcPr>
          <w:p w:rsidR="00E1382B" w:rsidRPr="004C2B8D" w:rsidRDefault="00E1382B" w:rsidP="006C3FFB">
            <w:pPr>
              <w:pStyle w:val="BodyText"/>
              <w:jc w:val="center"/>
              <w:rPr>
                <w:b/>
                <w:bCs/>
                <w:sz w:val="20"/>
                <w:szCs w:val="20"/>
              </w:rPr>
            </w:pPr>
            <w:r w:rsidRPr="004C2B8D">
              <w:rPr>
                <w:b/>
                <w:bCs/>
                <w:sz w:val="20"/>
                <w:szCs w:val="20"/>
              </w:rPr>
              <w:t>Наименование передаваемых полномочий</w:t>
            </w:r>
          </w:p>
        </w:tc>
        <w:tc>
          <w:tcPr>
            <w:tcW w:w="5386" w:type="dxa"/>
            <w:gridSpan w:val="3"/>
            <w:tcBorders>
              <w:bottom w:val="single" w:sz="4" w:space="0" w:color="auto"/>
            </w:tcBorders>
            <w:vAlign w:val="center"/>
          </w:tcPr>
          <w:p w:rsidR="00E1382B" w:rsidRPr="004C2B8D" w:rsidRDefault="00E1382B" w:rsidP="006C3FFB">
            <w:pPr>
              <w:pStyle w:val="BodyText"/>
              <w:jc w:val="center"/>
              <w:rPr>
                <w:b/>
                <w:bCs/>
                <w:sz w:val="20"/>
                <w:szCs w:val="20"/>
              </w:rPr>
            </w:pPr>
            <w:r w:rsidRPr="004C2B8D">
              <w:rPr>
                <w:b/>
                <w:bCs/>
                <w:sz w:val="20"/>
                <w:szCs w:val="20"/>
              </w:rPr>
              <w:t>Сумма, тыс.руб.</w:t>
            </w:r>
          </w:p>
        </w:tc>
      </w:tr>
      <w:tr w:rsidR="00E1382B" w:rsidRPr="004C2B8D" w:rsidTr="00312A90">
        <w:trPr>
          <w:trHeight w:val="244"/>
        </w:trPr>
        <w:tc>
          <w:tcPr>
            <w:tcW w:w="0" w:type="auto"/>
            <w:vMerge/>
            <w:vAlign w:val="center"/>
          </w:tcPr>
          <w:p w:rsidR="00E1382B" w:rsidRPr="004C2B8D" w:rsidRDefault="00E1382B" w:rsidP="006C3FFB">
            <w:pPr>
              <w:widowControl/>
              <w:rPr>
                <w:b/>
                <w:bCs/>
                <w:lang w:eastAsia="ar-SA"/>
              </w:rPr>
            </w:pPr>
          </w:p>
        </w:tc>
        <w:tc>
          <w:tcPr>
            <w:tcW w:w="4508" w:type="dxa"/>
            <w:vMerge/>
            <w:vAlign w:val="center"/>
          </w:tcPr>
          <w:p w:rsidR="00E1382B" w:rsidRPr="004C2B8D" w:rsidRDefault="00E1382B" w:rsidP="006C3FFB">
            <w:pPr>
              <w:widowControl/>
              <w:rPr>
                <w:b/>
                <w:bCs/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E1382B" w:rsidRPr="004C2B8D" w:rsidRDefault="00E1382B" w:rsidP="00C21500">
            <w:pPr>
              <w:pStyle w:val="BodyText"/>
              <w:jc w:val="center"/>
              <w:rPr>
                <w:b/>
                <w:bCs/>
                <w:sz w:val="20"/>
                <w:szCs w:val="20"/>
              </w:rPr>
            </w:pPr>
            <w:r w:rsidRPr="004C2B8D">
              <w:rPr>
                <w:b/>
                <w:bCs/>
                <w:sz w:val="20"/>
                <w:szCs w:val="20"/>
                <w:lang w:val="en-US"/>
              </w:rPr>
              <w:t>20</w:t>
            </w:r>
            <w:r w:rsidRPr="004C2B8D">
              <w:rPr>
                <w:b/>
                <w:bCs/>
                <w:sz w:val="20"/>
                <w:szCs w:val="20"/>
              </w:rPr>
              <w:t>21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1382B" w:rsidRPr="004C2B8D" w:rsidRDefault="00E1382B" w:rsidP="00C21500">
            <w:pPr>
              <w:pStyle w:val="BodyText"/>
              <w:ind w:left="207"/>
              <w:jc w:val="center"/>
              <w:rPr>
                <w:b/>
                <w:bCs/>
                <w:sz w:val="20"/>
                <w:szCs w:val="20"/>
              </w:rPr>
            </w:pPr>
            <w:r w:rsidRPr="004C2B8D">
              <w:rPr>
                <w:b/>
                <w:bCs/>
                <w:sz w:val="20"/>
                <w:szCs w:val="20"/>
              </w:rPr>
              <w:t>2022 год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:rsidR="00E1382B" w:rsidRPr="004C2B8D" w:rsidRDefault="00E1382B" w:rsidP="00C21500">
            <w:pPr>
              <w:pStyle w:val="BodyText"/>
              <w:jc w:val="center"/>
              <w:rPr>
                <w:b/>
                <w:bCs/>
                <w:sz w:val="20"/>
                <w:szCs w:val="20"/>
              </w:rPr>
            </w:pPr>
            <w:r w:rsidRPr="004C2B8D">
              <w:rPr>
                <w:b/>
                <w:bCs/>
                <w:sz w:val="20"/>
                <w:szCs w:val="20"/>
              </w:rPr>
              <w:t>20</w:t>
            </w:r>
            <w:r w:rsidRPr="004C2B8D">
              <w:rPr>
                <w:b/>
                <w:bCs/>
                <w:sz w:val="20"/>
                <w:szCs w:val="20"/>
                <w:lang w:val="en-US"/>
              </w:rPr>
              <w:t>2</w:t>
            </w:r>
            <w:r w:rsidRPr="004C2B8D">
              <w:rPr>
                <w:b/>
                <w:bCs/>
                <w:sz w:val="20"/>
                <w:szCs w:val="20"/>
              </w:rPr>
              <w:t>3 год</w:t>
            </w:r>
          </w:p>
        </w:tc>
      </w:tr>
      <w:tr w:rsidR="00E1382B" w:rsidRPr="004C2B8D" w:rsidTr="00312A90">
        <w:tc>
          <w:tcPr>
            <w:tcW w:w="560" w:type="dxa"/>
            <w:vAlign w:val="center"/>
          </w:tcPr>
          <w:p w:rsidR="00E1382B" w:rsidRPr="004C2B8D" w:rsidRDefault="00E1382B" w:rsidP="006C3FFB">
            <w:pPr>
              <w:pStyle w:val="BodyText"/>
              <w:jc w:val="center"/>
              <w:rPr>
                <w:sz w:val="20"/>
                <w:szCs w:val="20"/>
              </w:rPr>
            </w:pPr>
            <w:r w:rsidRPr="004C2B8D">
              <w:rPr>
                <w:sz w:val="20"/>
                <w:szCs w:val="20"/>
              </w:rPr>
              <w:t>1.</w:t>
            </w:r>
          </w:p>
        </w:tc>
        <w:tc>
          <w:tcPr>
            <w:tcW w:w="4508" w:type="dxa"/>
          </w:tcPr>
          <w:p w:rsidR="00E1382B" w:rsidRPr="004C2B8D" w:rsidRDefault="00E1382B" w:rsidP="006C3FFB">
            <w:pPr>
              <w:pStyle w:val="BodyText"/>
              <w:jc w:val="left"/>
              <w:rPr>
                <w:sz w:val="20"/>
                <w:szCs w:val="20"/>
              </w:rPr>
            </w:pPr>
            <w:r w:rsidRPr="004C2B8D">
              <w:rPr>
                <w:sz w:val="20"/>
                <w:szCs w:val="20"/>
              </w:rPr>
              <w:t>Выполнение передаваемых полномочий на определение поставщиков (подрядчиков, исполнителей) при осуществлении закупок товаров, работ, услуг для обеспечения муниципальных нужд  Шейнского сельсовета</w:t>
            </w:r>
            <w:r w:rsidRPr="004C2B8D">
              <w:rPr>
                <w:iCs/>
                <w:color w:val="FF0000"/>
                <w:sz w:val="20"/>
                <w:szCs w:val="20"/>
              </w:rPr>
              <w:t xml:space="preserve"> </w:t>
            </w:r>
            <w:r w:rsidRPr="004C2B8D">
              <w:rPr>
                <w:sz w:val="20"/>
                <w:szCs w:val="20"/>
              </w:rPr>
              <w:t xml:space="preserve"> Пачелмского района Пензенской области </w:t>
            </w:r>
          </w:p>
        </w:tc>
        <w:tc>
          <w:tcPr>
            <w:tcW w:w="1842" w:type="dxa"/>
            <w:tcBorders>
              <w:right w:val="single" w:sz="4" w:space="0" w:color="auto"/>
            </w:tcBorders>
            <w:vAlign w:val="center"/>
          </w:tcPr>
          <w:p w:rsidR="00E1382B" w:rsidRPr="004C2B8D" w:rsidRDefault="00E1382B" w:rsidP="006C3FFB">
            <w:pPr>
              <w:pStyle w:val="BodyText"/>
              <w:jc w:val="center"/>
              <w:rPr>
                <w:sz w:val="20"/>
                <w:szCs w:val="20"/>
              </w:rPr>
            </w:pPr>
            <w:r w:rsidRPr="004C2B8D">
              <w:rPr>
                <w:sz w:val="20"/>
                <w:szCs w:val="20"/>
              </w:rPr>
              <w:t>1,0</w:t>
            </w:r>
          </w:p>
        </w:tc>
        <w:tc>
          <w:tcPr>
            <w:tcW w:w="1843" w:type="dxa"/>
            <w:tcBorders>
              <w:left w:val="single" w:sz="4" w:space="0" w:color="auto"/>
            </w:tcBorders>
            <w:vAlign w:val="center"/>
          </w:tcPr>
          <w:p w:rsidR="00E1382B" w:rsidRPr="004C2B8D" w:rsidRDefault="00E1382B" w:rsidP="006C3FFB">
            <w:pPr>
              <w:pStyle w:val="BodyText"/>
              <w:ind w:left="867"/>
              <w:jc w:val="center"/>
              <w:rPr>
                <w:sz w:val="20"/>
                <w:szCs w:val="20"/>
              </w:rPr>
            </w:pPr>
            <w:r w:rsidRPr="004C2B8D">
              <w:rPr>
                <w:sz w:val="20"/>
                <w:szCs w:val="20"/>
              </w:rPr>
              <w:t>1,0</w:t>
            </w:r>
          </w:p>
        </w:tc>
        <w:tc>
          <w:tcPr>
            <w:tcW w:w="1701" w:type="dxa"/>
            <w:vAlign w:val="center"/>
          </w:tcPr>
          <w:p w:rsidR="00E1382B" w:rsidRPr="004C2B8D" w:rsidRDefault="00E1382B" w:rsidP="006C3FFB">
            <w:pPr>
              <w:pStyle w:val="BodyText"/>
              <w:jc w:val="center"/>
              <w:rPr>
                <w:sz w:val="20"/>
                <w:szCs w:val="20"/>
              </w:rPr>
            </w:pPr>
            <w:r w:rsidRPr="004C2B8D">
              <w:rPr>
                <w:sz w:val="20"/>
                <w:szCs w:val="20"/>
              </w:rPr>
              <w:t>1,0</w:t>
            </w:r>
          </w:p>
        </w:tc>
      </w:tr>
      <w:tr w:rsidR="00E1382B" w:rsidRPr="004C2B8D" w:rsidTr="00312A90">
        <w:tc>
          <w:tcPr>
            <w:tcW w:w="560" w:type="dxa"/>
            <w:vAlign w:val="center"/>
          </w:tcPr>
          <w:p w:rsidR="00E1382B" w:rsidRPr="004C2B8D" w:rsidRDefault="00E1382B" w:rsidP="006C3FFB">
            <w:pPr>
              <w:pStyle w:val="BodyText"/>
              <w:jc w:val="center"/>
              <w:rPr>
                <w:sz w:val="20"/>
                <w:szCs w:val="20"/>
              </w:rPr>
            </w:pPr>
            <w:r w:rsidRPr="004C2B8D">
              <w:rPr>
                <w:sz w:val="20"/>
                <w:szCs w:val="20"/>
              </w:rPr>
              <w:t>2.</w:t>
            </w:r>
          </w:p>
        </w:tc>
        <w:tc>
          <w:tcPr>
            <w:tcW w:w="4508" w:type="dxa"/>
          </w:tcPr>
          <w:p w:rsidR="00E1382B" w:rsidRPr="004C2B8D" w:rsidRDefault="00E1382B" w:rsidP="006C3FFB">
            <w:pPr>
              <w:pStyle w:val="BodyText"/>
              <w:jc w:val="left"/>
              <w:rPr>
                <w:sz w:val="20"/>
                <w:szCs w:val="20"/>
              </w:rPr>
            </w:pPr>
            <w:r w:rsidRPr="004C2B8D">
              <w:rPr>
                <w:sz w:val="20"/>
                <w:szCs w:val="20"/>
              </w:rPr>
              <w:t>Выполнение передаваемых полномочий по организации исполнения бюджета Шейнского сельсовета Пачелмского района Пензенской области</w:t>
            </w:r>
          </w:p>
        </w:tc>
        <w:tc>
          <w:tcPr>
            <w:tcW w:w="1842" w:type="dxa"/>
            <w:tcBorders>
              <w:right w:val="single" w:sz="4" w:space="0" w:color="auto"/>
            </w:tcBorders>
            <w:vAlign w:val="center"/>
          </w:tcPr>
          <w:p w:rsidR="00E1382B" w:rsidRPr="004C2B8D" w:rsidRDefault="00E1382B" w:rsidP="00552DDE">
            <w:pPr>
              <w:pStyle w:val="BodyText"/>
              <w:jc w:val="center"/>
              <w:rPr>
                <w:sz w:val="20"/>
                <w:szCs w:val="20"/>
              </w:rPr>
            </w:pPr>
            <w:r w:rsidRPr="004C2B8D">
              <w:rPr>
                <w:sz w:val="20"/>
                <w:szCs w:val="20"/>
              </w:rPr>
              <w:t>1,0</w:t>
            </w:r>
          </w:p>
        </w:tc>
        <w:tc>
          <w:tcPr>
            <w:tcW w:w="1843" w:type="dxa"/>
            <w:tcBorders>
              <w:left w:val="single" w:sz="4" w:space="0" w:color="auto"/>
            </w:tcBorders>
            <w:vAlign w:val="center"/>
          </w:tcPr>
          <w:p w:rsidR="00E1382B" w:rsidRPr="004C2B8D" w:rsidRDefault="00E1382B" w:rsidP="006C3FFB">
            <w:pPr>
              <w:pStyle w:val="BodyText"/>
              <w:ind w:left="567"/>
              <w:jc w:val="center"/>
              <w:rPr>
                <w:sz w:val="20"/>
                <w:szCs w:val="20"/>
              </w:rPr>
            </w:pPr>
            <w:r w:rsidRPr="004C2B8D">
              <w:rPr>
                <w:sz w:val="20"/>
                <w:szCs w:val="20"/>
              </w:rPr>
              <w:t>1,0</w:t>
            </w:r>
          </w:p>
        </w:tc>
        <w:tc>
          <w:tcPr>
            <w:tcW w:w="1701" w:type="dxa"/>
            <w:vAlign w:val="center"/>
          </w:tcPr>
          <w:p w:rsidR="00E1382B" w:rsidRPr="004C2B8D" w:rsidRDefault="00E1382B" w:rsidP="006C3FFB">
            <w:pPr>
              <w:pStyle w:val="BodyText"/>
              <w:jc w:val="center"/>
              <w:rPr>
                <w:sz w:val="20"/>
                <w:szCs w:val="20"/>
              </w:rPr>
            </w:pPr>
            <w:r w:rsidRPr="004C2B8D">
              <w:rPr>
                <w:sz w:val="20"/>
                <w:szCs w:val="20"/>
              </w:rPr>
              <w:t>1,0</w:t>
            </w:r>
          </w:p>
        </w:tc>
      </w:tr>
      <w:tr w:rsidR="00E1382B" w:rsidRPr="004C2B8D" w:rsidTr="00312A90">
        <w:tc>
          <w:tcPr>
            <w:tcW w:w="560" w:type="dxa"/>
            <w:vAlign w:val="center"/>
          </w:tcPr>
          <w:p w:rsidR="00E1382B" w:rsidRPr="004C2B8D" w:rsidRDefault="00E1382B" w:rsidP="006C3FFB">
            <w:pPr>
              <w:pStyle w:val="BodyText"/>
              <w:jc w:val="center"/>
              <w:rPr>
                <w:sz w:val="20"/>
                <w:szCs w:val="20"/>
              </w:rPr>
            </w:pPr>
            <w:r w:rsidRPr="004C2B8D">
              <w:rPr>
                <w:sz w:val="20"/>
                <w:szCs w:val="20"/>
              </w:rPr>
              <w:t>3</w:t>
            </w:r>
          </w:p>
          <w:p w:rsidR="00E1382B" w:rsidRPr="004C2B8D" w:rsidRDefault="00E1382B" w:rsidP="006C3FFB">
            <w:pPr>
              <w:pStyle w:val="BodyText"/>
              <w:jc w:val="center"/>
              <w:rPr>
                <w:sz w:val="20"/>
                <w:szCs w:val="20"/>
              </w:rPr>
            </w:pPr>
          </w:p>
        </w:tc>
        <w:tc>
          <w:tcPr>
            <w:tcW w:w="4508" w:type="dxa"/>
          </w:tcPr>
          <w:p w:rsidR="00E1382B" w:rsidRPr="004C2B8D" w:rsidRDefault="00E1382B" w:rsidP="006C3FFB">
            <w:pPr>
              <w:pStyle w:val="BodyText"/>
              <w:jc w:val="left"/>
              <w:rPr>
                <w:sz w:val="20"/>
                <w:szCs w:val="20"/>
              </w:rPr>
            </w:pPr>
            <w:r w:rsidRPr="004C2B8D">
              <w:rPr>
                <w:sz w:val="20"/>
                <w:szCs w:val="20"/>
              </w:rPr>
              <w:t>Выполнение передаваемых полномочий муниципальному району  по обеспечению жителей поселения услугами организаций культуры</w:t>
            </w:r>
          </w:p>
        </w:tc>
        <w:tc>
          <w:tcPr>
            <w:tcW w:w="1842" w:type="dxa"/>
            <w:tcBorders>
              <w:right w:val="single" w:sz="4" w:space="0" w:color="auto"/>
            </w:tcBorders>
            <w:vAlign w:val="center"/>
          </w:tcPr>
          <w:p w:rsidR="00E1382B" w:rsidRPr="004C2B8D" w:rsidRDefault="00E1382B" w:rsidP="006C3FFB">
            <w:pPr>
              <w:pStyle w:val="BodyText"/>
              <w:jc w:val="center"/>
              <w:rPr>
                <w:sz w:val="20"/>
                <w:szCs w:val="20"/>
              </w:rPr>
            </w:pPr>
            <w:r w:rsidRPr="004C2B8D">
              <w:rPr>
                <w:sz w:val="20"/>
                <w:szCs w:val="20"/>
              </w:rPr>
              <w:t>399,7</w:t>
            </w:r>
          </w:p>
        </w:tc>
        <w:tc>
          <w:tcPr>
            <w:tcW w:w="1843" w:type="dxa"/>
            <w:tcBorders>
              <w:left w:val="single" w:sz="4" w:space="0" w:color="auto"/>
            </w:tcBorders>
            <w:vAlign w:val="center"/>
          </w:tcPr>
          <w:p w:rsidR="00E1382B" w:rsidRPr="004C2B8D" w:rsidRDefault="00E1382B" w:rsidP="006C3FFB">
            <w:pPr>
              <w:pStyle w:val="BodyText"/>
              <w:ind w:left="612"/>
              <w:jc w:val="center"/>
              <w:rPr>
                <w:sz w:val="20"/>
                <w:szCs w:val="20"/>
              </w:rPr>
            </w:pPr>
            <w:r w:rsidRPr="004C2B8D">
              <w:rPr>
                <w:sz w:val="20"/>
                <w:szCs w:val="20"/>
              </w:rPr>
              <w:t>399,7</w:t>
            </w:r>
          </w:p>
        </w:tc>
        <w:tc>
          <w:tcPr>
            <w:tcW w:w="1701" w:type="dxa"/>
            <w:vAlign w:val="center"/>
          </w:tcPr>
          <w:p w:rsidR="00E1382B" w:rsidRPr="004C2B8D" w:rsidRDefault="00E1382B" w:rsidP="006C3FFB">
            <w:pPr>
              <w:pStyle w:val="BodyText"/>
              <w:jc w:val="center"/>
              <w:rPr>
                <w:sz w:val="20"/>
                <w:szCs w:val="20"/>
              </w:rPr>
            </w:pPr>
            <w:r w:rsidRPr="004C2B8D">
              <w:rPr>
                <w:sz w:val="20"/>
                <w:szCs w:val="20"/>
              </w:rPr>
              <w:t>399,7</w:t>
            </w:r>
          </w:p>
        </w:tc>
      </w:tr>
      <w:tr w:rsidR="00E1382B" w:rsidRPr="004C2B8D" w:rsidTr="00312A90">
        <w:tc>
          <w:tcPr>
            <w:tcW w:w="560" w:type="dxa"/>
            <w:vAlign w:val="center"/>
          </w:tcPr>
          <w:p w:rsidR="00E1382B" w:rsidRPr="004C2B8D" w:rsidRDefault="00E1382B" w:rsidP="006C3FFB">
            <w:pPr>
              <w:pStyle w:val="BodyText"/>
              <w:jc w:val="center"/>
              <w:rPr>
                <w:sz w:val="20"/>
                <w:szCs w:val="20"/>
              </w:rPr>
            </w:pPr>
            <w:r w:rsidRPr="004C2B8D">
              <w:rPr>
                <w:sz w:val="20"/>
                <w:szCs w:val="20"/>
              </w:rPr>
              <w:t>4</w:t>
            </w:r>
          </w:p>
        </w:tc>
        <w:tc>
          <w:tcPr>
            <w:tcW w:w="4508" w:type="dxa"/>
          </w:tcPr>
          <w:p w:rsidR="00E1382B" w:rsidRPr="004C2B8D" w:rsidRDefault="00E1382B" w:rsidP="006C3FFB">
            <w:pPr>
              <w:pStyle w:val="BodyText"/>
              <w:jc w:val="left"/>
              <w:rPr>
                <w:sz w:val="20"/>
                <w:szCs w:val="20"/>
              </w:rPr>
            </w:pPr>
            <w:r w:rsidRPr="004C2B8D">
              <w:rPr>
                <w:sz w:val="20"/>
                <w:szCs w:val="20"/>
              </w:rPr>
              <w:t>Выполнение передаваемых полномочий по осуществлению обеспечения финансово-хозяйственной деятельности муниципальных образований Пачелмского района Пензенской области</w:t>
            </w:r>
          </w:p>
        </w:tc>
        <w:tc>
          <w:tcPr>
            <w:tcW w:w="1842" w:type="dxa"/>
            <w:tcBorders>
              <w:right w:val="single" w:sz="4" w:space="0" w:color="auto"/>
            </w:tcBorders>
            <w:vAlign w:val="center"/>
          </w:tcPr>
          <w:p w:rsidR="00E1382B" w:rsidRPr="004C2B8D" w:rsidRDefault="00E1382B" w:rsidP="006C3FFB">
            <w:pPr>
              <w:pStyle w:val="BodyText"/>
              <w:jc w:val="center"/>
              <w:rPr>
                <w:sz w:val="20"/>
                <w:szCs w:val="20"/>
              </w:rPr>
            </w:pPr>
            <w:r w:rsidRPr="004C2B8D">
              <w:rPr>
                <w:sz w:val="20"/>
                <w:szCs w:val="20"/>
              </w:rPr>
              <w:t>223,3</w:t>
            </w:r>
          </w:p>
        </w:tc>
        <w:tc>
          <w:tcPr>
            <w:tcW w:w="1843" w:type="dxa"/>
            <w:tcBorders>
              <w:left w:val="single" w:sz="4" w:space="0" w:color="auto"/>
            </w:tcBorders>
            <w:vAlign w:val="center"/>
          </w:tcPr>
          <w:p w:rsidR="00E1382B" w:rsidRPr="004C2B8D" w:rsidRDefault="00E1382B" w:rsidP="006C3FFB">
            <w:pPr>
              <w:pStyle w:val="BodyText"/>
              <w:ind w:left="612"/>
              <w:jc w:val="center"/>
              <w:rPr>
                <w:sz w:val="20"/>
                <w:szCs w:val="20"/>
              </w:rPr>
            </w:pPr>
            <w:r w:rsidRPr="004C2B8D">
              <w:rPr>
                <w:sz w:val="20"/>
                <w:szCs w:val="20"/>
              </w:rPr>
              <w:t>223,3</w:t>
            </w:r>
          </w:p>
        </w:tc>
        <w:tc>
          <w:tcPr>
            <w:tcW w:w="1701" w:type="dxa"/>
            <w:vAlign w:val="center"/>
          </w:tcPr>
          <w:p w:rsidR="00E1382B" w:rsidRPr="004C2B8D" w:rsidRDefault="00E1382B" w:rsidP="006C3FFB">
            <w:pPr>
              <w:pStyle w:val="BodyText"/>
              <w:jc w:val="center"/>
              <w:rPr>
                <w:sz w:val="20"/>
                <w:szCs w:val="20"/>
              </w:rPr>
            </w:pPr>
            <w:r w:rsidRPr="004C2B8D">
              <w:rPr>
                <w:sz w:val="20"/>
                <w:szCs w:val="20"/>
              </w:rPr>
              <w:t>223,3</w:t>
            </w:r>
          </w:p>
        </w:tc>
      </w:tr>
    </w:tbl>
    <w:p w:rsidR="00E1382B" w:rsidRDefault="00E1382B" w:rsidP="00097E21">
      <w:pPr>
        <w:pStyle w:val="BodyText"/>
        <w:rPr>
          <w:sz w:val="24"/>
          <w:szCs w:val="24"/>
        </w:rPr>
      </w:pPr>
      <w:r w:rsidRPr="005B297A">
        <w:rPr>
          <w:sz w:val="24"/>
          <w:szCs w:val="24"/>
        </w:rPr>
        <w:t>2. Настоящее решение вступает в силу на следующий день после дня его официального опубликования.</w:t>
      </w:r>
    </w:p>
    <w:p w:rsidR="00E1382B" w:rsidRPr="005B297A" w:rsidRDefault="00E1382B" w:rsidP="00097E21">
      <w:pPr>
        <w:pStyle w:val="BodyText"/>
        <w:rPr>
          <w:sz w:val="24"/>
          <w:szCs w:val="24"/>
        </w:rPr>
      </w:pPr>
    </w:p>
    <w:p w:rsidR="00E1382B" w:rsidRDefault="00E1382B" w:rsidP="00097E21">
      <w:pPr>
        <w:pStyle w:val="BodyText"/>
        <w:rPr>
          <w:sz w:val="24"/>
          <w:szCs w:val="24"/>
        </w:rPr>
      </w:pPr>
      <w:r w:rsidRPr="005B297A">
        <w:rPr>
          <w:sz w:val="24"/>
          <w:szCs w:val="24"/>
        </w:rPr>
        <w:t>3.</w:t>
      </w:r>
      <w:r>
        <w:rPr>
          <w:sz w:val="24"/>
          <w:szCs w:val="24"/>
        </w:rPr>
        <w:t xml:space="preserve"> </w:t>
      </w:r>
      <w:r w:rsidRPr="005B297A">
        <w:rPr>
          <w:sz w:val="24"/>
          <w:szCs w:val="24"/>
        </w:rPr>
        <w:t>Настоящее решение опубликовать в информационном бюллетене «Шейнские вести».</w:t>
      </w:r>
    </w:p>
    <w:p w:rsidR="00E1382B" w:rsidRPr="005B297A" w:rsidRDefault="00E1382B" w:rsidP="00097E21">
      <w:pPr>
        <w:pStyle w:val="BodyText"/>
        <w:rPr>
          <w:sz w:val="24"/>
          <w:szCs w:val="24"/>
        </w:rPr>
      </w:pPr>
    </w:p>
    <w:p w:rsidR="00E1382B" w:rsidRPr="005B297A" w:rsidRDefault="00E1382B" w:rsidP="00097E21">
      <w:pPr>
        <w:pStyle w:val="BodyText"/>
        <w:rPr>
          <w:sz w:val="24"/>
          <w:szCs w:val="24"/>
        </w:rPr>
      </w:pPr>
      <w:r w:rsidRPr="005B297A">
        <w:rPr>
          <w:sz w:val="24"/>
          <w:szCs w:val="24"/>
        </w:rPr>
        <w:t>4.</w:t>
      </w:r>
      <w:r>
        <w:rPr>
          <w:sz w:val="24"/>
          <w:szCs w:val="24"/>
        </w:rPr>
        <w:t xml:space="preserve"> </w:t>
      </w:r>
      <w:r w:rsidRPr="005B297A">
        <w:rPr>
          <w:sz w:val="24"/>
          <w:szCs w:val="24"/>
        </w:rPr>
        <w:t>Контроль за настоящим решением возложить на постоянную депутатскую комиссию по бюджетной, налоговой и экономической политике.</w:t>
      </w:r>
    </w:p>
    <w:p w:rsidR="00E1382B" w:rsidRDefault="00E1382B" w:rsidP="00097E21">
      <w:pPr>
        <w:pStyle w:val="BodyText"/>
        <w:rPr>
          <w:sz w:val="24"/>
          <w:szCs w:val="24"/>
        </w:rPr>
      </w:pPr>
    </w:p>
    <w:p w:rsidR="00E1382B" w:rsidRPr="005B297A" w:rsidRDefault="00E1382B" w:rsidP="00097E21">
      <w:pPr>
        <w:pStyle w:val="BodyText"/>
        <w:rPr>
          <w:sz w:val="24"/>
          <w:szCs w:val="24"/>
        </w:rPr>
      </w:pPr>
    </w:p>
    <w:p w:rsidR="00E1382B" w:rsidRPr="005B297A" w:rsidRDefault="00E1382B" w:rsidP="00097E21">
      <w:pPr>
        <w:pStyle w:val="BodyText"/>
        <w:rPr>
          <w:sz w:val="24"/>
          <w:szCs w:val="24"/>
        </w:rPr>
      </w:pPr>
      <w:r w:rsidRPr="005B297A">
        <w:rPr>
          <w:sz w:val="24"/>
          <w:szCs w:val="24"/>
        </w:rPr>
        <w:t>Глава Шейнского сельсовета</w:t>
      </w:r>
    </w:p>
    <w:p w:rsidR="00E1382B" w:rsidRPr="005B297A" w:rsidRDefault="00E1382B" w:rsidP="00097E21">
      <w:pPr>
        <w:pStyle w:val="BodyText"/>
        <w:rPr>
          <w:sz w:val="24"/>
          <w:szCs w:val="24"/>
        </w:rPr>
      </w:pPr>
      <w:r w:rsidRPr="005B297A">
        <w:rPr>
          <w:sz w:val="24"/>
          <w:szCs w:val="24"/>
        </w:rPr>
        <w:t>Пачелмского района Пензенской области                                                        Л.Б.Ерохина</w:t>
      </w:r>
    </w:p>
    <w:p w:rsidR="00E1382B" w:rsidRPr="005B297A" w:rsidRDefault="00E1382B" w:rsidP="00097E21">
      <w:pPr>
        <w:pStyle w:val="BodyText"/>
        <w:rPr>
          <w:sz w:val="24"/>
          <w:szCs w:val="24"/>
        </w:rPr>
      </w:pPr>
    </w:p>
    <w:p w:rsidR="00E1382B" w:rsidRPr="004C2B8D" w:rsidRDefault="00E1382B" w:rsidP="007B2E3D">
      <w:pPr>
        <w:tabs>
          <w:tab w:val="left" w:pos="8910"/>
        </w:tabs>
        <w:suppressAutoHyphens/>
        <w:rPr>
          <w:u w:val="single"/>
        </w:rPr>
      </w:pPr>
    </w:p>
    <w:p w:rsidR="00E1382B" w:rsidRPr="004C2B8D" w:rsidRDefault="00E1382B" w:rsidP="007B2E3D">
      <w:pPr>
        <w:tabs>
          <w:tab w:val="left" w:pos="8910"/>
        </w:tabs>
        <w:suppressAutoHyphens/>
        <w:rPr>
          <w:u w:val="single"/>
        </w:rPr>
      </w:pPr>
    </w:p>
    <w:p w:rsidR="00E1382B" w:rsidRPr="004C2B8D" w:rsidRDefault="00E1382B" w:rsidP="007B2E3D">
      <w:pPr>
        <w:tabs>
          <w:tab w:val="left" w:pos="8910"/>
        </w:tabs>
        <w:suppressAutoHyphens/>
        <w:rPr>
          <w:u w:val="single"/>
        </w:rPr>
      </w:pPr>
    </w:p>
    <w:p w:rsidR="00E1382B" w:rsidRPr="004C2B8D" w:rsidRDefault="00E1382B" w:rsidP="007B2E3D">
      <w:pPr>
        <w:tabs>
          <w:tab w:val="left" w:pos="8910"/>
        </w:tabs>
        <w:suppressAutoHyphens/>
        <w:rPr>
          <w:u w:val="single"/>
        </w:rPr>
      </w:pPr>
    </w:p>
    <w:sectPr w:rsidR="00E1382B" w:rsidRPr="004C2B8D" w:rsidSect="0070285D">
      <w:pgSz w:w="11906" w:h="16838"/>
      <w:pgMar w:top="1134" w:right="567" w:bottom="1077" w:left="709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1382B" w:rsidRDefault="00E1382B" w:rsidP="001716C4">
      <w:r>
        <w:separator/>
      </w:r>
    </w:p>
  </w:endnote>
  <w:endnote w:type="continuationSeparator" w:id="1">
    <w:p w:rsidR="00E1382B" w:rsidRDefault="00E1382B" w:rsidP="001716C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382B" w:rsidRDefault="00E1382B" w:rsidP="00A075E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1382B" w:rsidRDefault="00E1382B" w:rsidP="00642B7C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382B" w:rsidRDefault="00E1382B" w:rsidP="00A075E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29</w:t>
    </w:r>
    <w:r>
      <w:rPr>
        <w:rStyle w:val="PageNumber"/>
      </w:rPr>
      <w:fldChar w:fldCharType="end"/>
    </w:r>
  </w:p>
  <w:p w:rsidR="00E1382B" w:rsidRDefault="00E1382B" w:rsidP="00642B7C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1382B" w:rsidRDefault="00E1382B" w:rsidP="001716C4">
      <w:r>
        <w:separator/>
      </w:r>
    </w:p>
  </w:footnote>
  <w:footnote w:type="continuationSeparator" w:id="1">
    <w:p w:rsidR="00E1382B" w:rsidRDefault="00E1382B" w:rsidP="001716C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8D5FC1"/>
    <w:multiLevelType w:val="hybridMultilevel"/>
    <w:tmpl w:val="B6BAB4A4"/>
    <w:lvl w:ilvl="0" w:tplc="B60EDC36">
      <w:start w:val="1"/>
      <w:numFmt w:val="decimal"/>
      <w:lvlText w:val="%1."/>
      <w:lvlJc w:val="left"/>
      <w:pPr>
        <w:ind w:left="1588" w:hanging="102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05F77AC1"/>
    <w:multiLevelType w:val="singleLevel"/>
    <w:tmpl w:val="0419000F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">
    <w:nsid w:val="0E297513"/>
    <w:multiLevelType w:val="hybridMultilevel"/>
    <w:tmpl w:val="E4AC4BAE"/>
    <w:lvl w:ilvl="0" w:tplc="C680AD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4FF2C76"/>
    <w:multiLevelType w:val="hybridMultilevel"/>
    <w:tmpl w:val="E3BC4EEA"/>
    <w:lvl w:ilvl="0" w:tplc="F1BEBBA6">
      <w:start w:val="1"/>
      <w:numFmt w:val="decimal"/>
      <w:lvlText w:val="%1."/>
      <w:lvlJc w:val="left"/>
      <w:pPr>
        <w:ind w:left="1759" w:hanging="105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">
    <w:nsid w:val="19242088"/>
    <w:multiLevelType w:val="hybridMultilevel"/>
    <w:tmpl w:val="EC66C736"/>
    <w:lvl w:ilvl="0" w:tplc="F5847612">
      <w:start w:val="1"/>
      <w:numFmt w:val="decimal"/>
      <w:lvlText w:val="%1."/>
      <w:lvlJc w:val="left"/>
      <w:pPr>
        <w:ind w:left="114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8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3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0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7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900" w:hanging="180"/>
      </w:pPr>
      <w:rPr>
        <w:rFonts w:cs="Times New Roman"/>
      </w:rPr>
    </w:lvl>
  </w:abstractNum>
  <w:abstractNum w:abstractNumId="5">
    <w:nsid w:val="1B2D4E01"/>
    <w:multiLevelType w:val="hybridMultilevel"/>
    <w:tmpl w:val="9E080EA2"/>
    <w:lvl w:ilvl="0" w:tplc="C8D083A4">
      <w:start w:val="7"/>
      <w:numFmt w:val="decimal"/>
      <w:lvlText w:val="%1."/>
      <w:lvlJc w:val="left"/>
      <w:pPr>
        <w:tabs>
          <w:tab w:val="num" w:pos="1635"/>
        </w:tabs>
        <w:ind w:left="1635" w:hanging="61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50"/>
        </w:tabs>
        <w:ind w:left="195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670"/>
        </w:tabs>
        <w:ind w:left="267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390"/>
        </w:tabs>
        <w:ind w:left="339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10"/>
        </w:tabs>
        <w:ind w:left="411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30"/>
        </w:tabs>
        <w:ind w:left="483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50"/>
        </w:tabs>
        <w:ind w:left="555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270"/>
        </w:tabs>
        <w:ind w:left="627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990"/>
        </w:tabs>
        <w:ind w:left="6990" w:hanging="180"/>
      </w:pPr>
      <w:rPr>
        <w:rFonts w:cs="Times New Roman"/>
      </w:rPr>
    </w:lvl>
  </w:abstractNum>
  <w:abstractNum w:abstractNumId="6">
    <w:nsid w:val="22A00244"/>
    <w:multiLevelType w:val="hybridMultilevel"/>
    <w:tmpl w:val="2FFE7474"/>
    <w:lvl w:ilvl="0" w:tplc="04190001">
      <w:start w:val="1"/>
      <w:numFmt w:val="bullet"/>
      <w:lvlText w:val=""/>
      <w:lvlJc w:val="left"/>
      <w:pPr>
        <w:ind w:left="287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359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431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503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575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647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719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791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8634" w:hanging="360"/>
      </w:pPr>
      <w:rPr>
        <w:rFonts w:ascii="Wingdings" w:hAnsi="Wingdings" w:hint="default"/>
      </w:rPr>
    </w:lvl>
  </w:abstractNum>
  <w:abstractNum w:abstractNumId="7">
    <w:nsid w:val="255A20EC"/>
    <w:multiLevelType w:val="hybridMultilevel"/>
    <w:tmpl w:val="DAA487CE"/>
    <w:lvl w:ilvl="0" w:tplc="607CF5D0">
      <w:start w:val="1"/>
      <w:numFmt w:val="decimal"/>
      <w:lvlText w:val="%1)"/>
      <w:lvlJc w:val="left"/>
      <w:pPr>
        <w:tabs>
          <w:tab w:val="num" w:pos="1290"/>
        </w:tabs>
        <w:ind w:left="129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  <w:rPr>
        <w:rFonts w:cs="Times New Roman"/>
      </w:rPr>
    </w:lvl>
  </w:abstractNum>
  <w:abstractNum w:abstractNumId="8">
    <w:nsid w:val="2FF334F1"/>
    <w:multiLevelType w:val="hybridMultilevel"/>
    <w:tmpl w:val="61824070"/>
    <w:lvl w:ilvl="0" w:tplc="F92E24A0">
      <w:start w:val="1"/>
      <w:numFmt w:val="decimal"/>
      <w:lvlText w:val="%1)"/>
      <w:lvlJc w:val="left"/>
      <w:pPr>
        <w:tabs>
          <w:tab w:val="num" w:pos="1215"/>
        </w:tabs>
        <w:ind w:left="121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35"/>
        </w:tabs>
        <w:ind w:left="193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655"/>
        </w:tabs>
        <w:ind w:left="265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375"/>
        </w:tabs>
        <w:ind w:left="337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095"/>
        </w:tabs>
        <w:ind w:left="409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15"/>
        </w:tabs>
        <w:ind w:left="481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35"/>
        </w:tabs>
        <w:ind w:left="553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255"/>
        </w:tabs>
        <w:ind w:left="625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975"/>
        </w:tabs>
        <w:ind w:left="6975" w:hanging="180"/>
      </w:pPr>
      <w:rPr>
        <w:rFonts w:cs="Times New Roman"/>
      </w:rPr>
    </w:lvl>
  </w:abstractNum>
  <w:abstractNum w:abstractNumId="9">
    <w:nsid w:val="3E742EF0"/>
    <w:multiLevelType w:val="hybridMultilevel"/>
    <w:tmpl w:val="DC06754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3EFC1A5F"/>
    <w:multiLevelType w:val="hybridMultilevel"/>
    <w:tmpl w:val="3474BD1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42E17F1F"/>
    <w:multiLevelType w:val="hybridMultilevel"/>
    <w:tmpl w:val="C142804C"/>
    <w:lvl w:ilvl="0" w:tplc="9042C034">
      <w:start w:val="1"/>
      <w:numFmt w:val="decimal"/>
      <w:lvlText w:val="%1."/>
      <w:lvlJc w:val="center"/>
      <w:pPr>
        <w:tabs>
          <w:tab w:val="num" w:pos="360"/>
        </w:tabs>
        <w:ind w:left="360" w:hanging="162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2">
    <w:nsid w:val="516966DD"/>
    <w:multiLevelType w:val="hybridMultilevel"/>
    <w:tmpl w:val="08C857AE"/>
    <w:lvl w:ilvl="0" w:tplc="8BDE5778">
      <w:start w:val="3"/>
      <w:numFmt w:val="decimal"/>
      <w:lvlText w:val="%1)"/>
      <w:lvlJc w:val="left"/>
      <w:pPr>
        <w:tabs>
          <w:tab w:val="num" w:pos="975"/>
        </w:tabs>
        <w:ind w:left="975" w:hanging="4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  <w:rPr>
        <w:rFonts w:cs="Times New Roman"/>
      </w:rPr>
    </w:lvl>
  </w:abstractNum>
  <w:abstractNum w:abstractNumId="13">
    <w:nsid w:val="55957C12"/>
    <w:multiLevelType w:val="hybridMultilevel"/>
    <w:tmpl w:val="7152D0BC"/>
    <w:lvl w:ilvl="0" w:tplc="F834A384">
      <w:start w:val="1"/>
      <w:numFmt w:val="decimal"/>
      <w:lvlText w:val="%1."/>
      <w:lvlJc w:val="left"/>
      <w:pPr>
        <w:ind w:left="1729" w:hanging="102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4">
    <w:nsid w:val="62C27E02"/>
    <w:multiLevelType w:val="hybridMultilevel"/>
    <w:tmpl w:val="E3BC4EEA"/>
    <w:lvl w:ilvl="0" w:tplc="F1BEBBA6">
      <w:start w:val="1"/>
      <w:numFmt w:val="decimal"/>
      <w:lvlText w:val="%1."/>
      <w:lvlJc w:val="left"/>
      <w:pPr>
        <w:ind w:left="1759" w:hanging="105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5">
    <w:nsid w:val="6B614015"/>
    <w:multiLevelType w:val="hybridMultilevel"/>
    <w:tmpl w:val="D1F665D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6D396D90"/>
    <w:multiLevelType w:val="hybridMultilevel"/>
    <w:tmpl w:val="DD64E5D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7">
    <w:nsid w:val="6DB87912"/>
    <w:multiLevelType w:val="hybridMultilevel"/>
    <w:tmpl w:val="94309410"/>
    <w:lvl w:ilvl="0" w:tplc="B78ABE36">
      <w:start w:val="1"/>
      <w:numFmt w:val="decimal"/>
      <w:lvlText w:val="%1."/>
      <w:lvlJc w:val="left"/>
      <w:pPr>
        <w:ind w:left="1789" w:hanging="108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8">
    <w:nsid w:val="762C577A"/>
    <w:multiLevelType w:val="hybridMultilevel"/>
    <w:tmpl w:val="D2EC1D5C"/>
    <w:lvl w:ilvl="0" w:tplc="C8D083A4">
      <w:start w:val="7"/>
      <w:numFmt w:val="decimal"/>
      <w:lvlText w:val="%1."/>
      <w:lvlJc w:val="left"/>
      <w:pPr>
        <w:tabs>
          <w:tab w:val="num" w:pos="1125"/>
        </w:tabs>
        <w:ind w:left="1125" w:hanging="61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  <w:rPr>
        <w:rFonts w:cs="Times New Roman"/>
      </w:rPr>
    </w:lvl>
  </w:abstractNum>
  <w:abstractNum w:abstractNumId="19">
    <w:nsid w:val="7EA14527"/>
    <w:multiLevelType w:val="hybridMultilevel"/>
    <w:tmpl w:val="F49247C0"/>
    <w:lvl w:ilvl="0" w:tplc="1F6859CA">
      <w:start w:val="5"/>
      <w:numFmt w:val="decimal"/>
      <w:lvlText w:val="%1."/>
      <w:lvlJc w:val="left"/>
      <w:pPr>
        <w:tabs>
          <w:tab w:val="num" w:pos="1005"/>
        </w:tabs>
        <w:ind w:left="100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25"/>
        </w:tabs>
        <w:ind w:left="172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  <w:rPr>
        <w:rFonts w:cs="Times New Roman"/>
      </w:rPr>
    </w:lvl>
  </w:abstractNum>
  <w:num w:numId="1">
    <w:abstractNumId w:val="11"/>
  </w:num>
  <w:num w:numId="2">
    <w:abstractNumId w:val="15"/>
  </w:num>
  <w:num w:numId="3">
    <w:abstractNumId w:val="1"/>
  </w:num>
  <w:num w:numId="4">
    <w:abstractNumId w:val="12"/>
  </w:num>
  <w:num w:numId="5">
    <w:abstractNumId w:val="16"/>
  </w:num>
  <w:num w:numId="6">
    <w:abstractNumId w:val="19"/>
  </w:num>
  <w:num w:numId="7">
    <w:abstractNumId w:val="18"/>
  </w:num>
  <w:num w:numId="8">
    <w:abstractNumId w:val="5"/>
  </w:num>
  <w:num w:numId="9">
    <w:abstractNumId w:val="8"/>
  </w:num>
  <w:num w:numId="10">
    <w:abstractNumId w:val="7"/>
  </w:num>
  <w:num w:numId="11">
    <w:abstractNumId w:val="2"/>
  </w:num>
  <w:num w:numId="12">
    <w:abstractNumId w:val="10"/>
  </w:num>
  <w:num w:numId="13">
    <w:abstractNumId w:val="6"/>
  </w:num>
  <w:num w:numId="1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3"/>
  </w:num>
  <w:num w:numId="17">
    <w:abstractNumId w:val="3"/>
  </w:num>
  <w:num w:numId="18">
    <w:abstractNumId w:val="17"/>
  </w:num>
  <w:num w:numId="19">
    <w:abstractNumId w:val="0"/>
  </w:num>
  <w:num w:numId="20">
    <w:abstractNumId w:val="4"/>
  </w:num>
  <w:num w:numId="2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4"/>
  </w:num>
  <w:num w:numId="23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9"/>
  <w:doNotHyphenateCaps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D6F1B"/>
    <w:rsid w:val="00001A51"/>
    <w:rsid w:val="000053E0"/>
    <w:rsid w:val="000062B2"/>
    <w:rsid w:val="00012F4C"/>
    <w:rsid w:val="00016BBA"/>
    <w:rsid w:val="0001715C"/>
    <w:rsid w:val="00017DD0"/>
    <w:rsid w:val="00021161"/>
    <w:rsid w:val="00024DDB"/>
    <w:rsid w:val="00025746"/>
    <w:rsid w:val="00026AA9"/>
    <w:rsid w:val="00026D84"/>
    <w:rsid w:val="0002708B"/>
    <w:rsid w:val="0003131B"/>
    <w:rsid w:val="00031FC2"/>
    <w:rsid w:val="00032DD0"/>
    <w:rsid w:val="00033DD4"/>
    <w:rsid w:val="000341E7"/>
    <w:rsid w:val="000349DC"/>
    <w:rsid w:val="0003552E"/>
    <w:rsid w:val="00036165"/>
    <w:rsid w:val="00036D76"/>
    <w:rsid w:val="000402F4"/>
    <w:rsid w:val="00040A43"/>
    <w:rsid w:val="00041D3A"/>
    <w:rsid w:val="000453A2"/>
    <w:rsid w:val="00045DC2"/>
    <w:rsid w:val="00046FE9"/>
    <w:rsid w:val="00050249"/>
    <w:rsid w:val="00050E6B"/>
    <w:rsid w:val="00051F66"/>
    <w:rsid w:val="0005217D"/>
    <w:rsid w:val="00053334"/>
    <w:rsid w:val="000537AC"/>
    <w:rsid w:val="00053BF2"/>
    <w:rsid w:val="000543C0"/>
    <w:rsid w:val="0005528F"/>
    <w:rsid w:val="00057F37"/>
    <w:rsid w:val="000607F5"/>
    <w:rsid w:val="000616F9"/>
    <w:rsid w:val="00062FEF"/>
    <w:rsid w:val="00064A68"/>
    <w:rsid w:val="000654B3"/>
    <w:rsid w:val="000662A9"/>
    <w:rsid w:val="00066C9A"/>
    <w:rsid w:val="00067E89"/>
    <w:rsid w:val="000704BF"/>
    <w:rsid w:val="00070DD0"/>
    <w:rsid w:val="000747BE"/>
    <w:rsid w:val="0007703C"/>
    <w:rsid w:val="00077412"/>
    <w:rsid w:val="00080FF6"/>
    <w:rsid w:val="00082A6D"/>
    <w:rsid w:val="00082DC1"/>
    <w:rsid w:val="00083D59"/>
    <w:rsid w:val="00083E47"/>
    <w:rsid w:val="000840B5"/>
    <w:rsid w:val="00086DA7"/>
    <w:rsid w:val="00091883"/>
    <w:rsid w:val="00091FC1"/>
    <w:rsid w:val="000921CC"/>
    <w:rsid w:val="00093246"/>
    <w:rsid w:val="00095254"/>
    <w:rsid w:val="00095962"/>
    <w:rsid w:val="00095B2B"/>
    <w:rsid w:val="00095D60"/>
    <w:rsid w:val="000966D2"/>
    <w:rsid w:val="00096A26"/>
    <w:rsid w:val="00097E21"/>
    <w:rsid w:val="000A056C"/>
    <w:rsid w:val="000A339F"/>
    <w:rsid w:val="000A7201"/>
    <w:rsid w:val="000A7A48"/>
    <w:rsid w:val="000B09E8"/>
    <w:rsid w:val="000B21B7"/>
    <w:rsid w:val="000B5D51"/>
    <w:rsid w:val="000B6519"/>
    <w:rsid w:val="000C196F"/>
    <w:rsid w:val="000C2492"/>
    <w:rsid w:val="000C2C31"/>
    <w:rsid w:val="000C312D"/>
    <w:rsid w:val="000C3EF7"/>
    <w:rsid w:val="000C45AA"/>
    <w:rsid w:val="000C471C"/>
    <w:rsid w:val="000C5250"/>
    <w:rsid w:val="000C6B5A"/>
    <w:rsid w:val="000D2066"/>
    <w:rsid w:val="000D4D48"/>
    <w:rsid w:val="000E119E"/>
    <w:rsid w:val="000E1E56"/>
    <w:rsid w:val="000E33C5"/>
    <w:rsid w:val="000E492C"/>
    <w:rsid w:val="000E76B2"/>
    <w:rsid w:val="000F2A6A"/>
    <w:rsid w:val="000F3E9F"/>
    <w:rsid w:val="000F5715"/>
    <w:rsid w:val="000F5D84"/>
    <w:rsid w:val="000F64F0"/>
    <w:rsid w:val="0010093C"/>
    <w:rsid w:val="001047D1"/>
    <w:rsid w:val="00104D6D"/>
    <w:rsid w:val="00105367"/>
    <w:rsid w:val="00107817"/>
    <w:rsid w:val="0011106B"/>
    <w:rsid w:val="00116511"/>
    <w:rsid w:val="00116587"/>
    <w:rsid w:val="00116D8A"/>
    <w:rsid w:val="001203BA"/>
    <w:rsid w:val="001225B4"/>
    <w:rsid w:val="001226EA"/>
    <w:rsid w:val="00123547"/>
    <w:rsid w:val="00123DBB"/>
    <w:rsid w:val="00124B75"/>
    <w:rsid w:val="00131874"/>
    <w:rsid w:val="00136F32"/>
    <w:rsid w:val="001377BB"/>
    <w:rsid w:val="001411C3"/>
    <w:rsid w:val="00144BD6"/>
    <w:rsid w:val="00144E00"/>
    <w:rsid w:val="0014516D"/>
    <w:rsid w:val="001479F5"/>
    <w:rsid w:val="00150B23"/>
    <w:rsid w:val="00150D78"/>
    <w:rsid w:val="00151B24"/>
    <w:rsid w:val="001525EB"/>
    <w:rsid w:val="001535B7"/>
    <w:rsid w:val="00157543"/>
    <w:rsid w:val="00161252"/>
    <w:rsid w:val="001616DD"/>
    <w:rsid w:val="00162B3D"/>
    <w:rsid w:val="00163C8F"/>
    <w:rsid w:val="00164601"/>
    <w:rsid w:val="00165796"/>
    <w:rsid w:val="00165EF1"/>
    <w:rsid w:val="001667E8"/>
    <w:rsid w:val="00166EC1"/>
    <w:rsid w:val="00167D05"/>
    <w:rsid w:val="00167E8B"/>
    <w:rsid w:val="001716C4"/>
    <w:rsid w:val="0017215C"/>
    <w:rsid w:val="00173F32"/>
    <w:rsid w:val="00175AAC"/>
    <w:rsid w:val="001825A7"/>
    <w:rsid w:val="00183418"/>
    <w:rsid w:val="001864D9"/>
    <w:rsid w:val="00187C19"/>
    <w:rsid w:val="00193CCF"/>
    <w:rsid w:val="00195568"/>
    <w:rsid w:val="00197551"/>
    <w:rsid w:val="00197D33"/>
    <w:rsid w:val="001A0DBD"/>
    <w:rsid w:val="001A26AA"/>
    <w:rsid w:val="001A4950"/>
    <w:rsid w:val="001A62F2"/>
    <w:rsid w:val="001A749D"/>
    <w:rsid w:val="001A77F6"/>
    <w:rsid w:val="001A7E5D"/>
    <w:rsid w:val="001B09D3"/>
    <w:rsid w:val="001B12BE"/>
    <w:rsid w:val="001B1BCA"/>
    <w:rsid w:val="001B2EFD"/>
    <w:rsid w:val="001B35E8"/>
    <w:rsid w:val="001B4472"/>
    <w:rsid w:val="001B5EAD"/>
    <w:rsid w:val="001B7ACA"/>
    <w:rsid w:val="001C02E6"/>
    <w:rsid w:val="001C0CB4"/>
    <w:rsid w:val="001C1943"/>
    <w:rsid w:val="001C1B9F"/>
    <w:rsid w:val="001C2607"/>
    <w:rsid w:val="001C3B84"/>
    <w:rsid w:val="001C611A"/>
    <w:rsid w:val="001D190D"/>
    <w:rsid w:val="001D2064"/>
    <w:rsid w:val="001D37F6"/>
    <w:rsid w:val="001D62DC"/>
    <w:rsid w:val="001D7232"/>
    <w:rsid w:val="001E4B2B"/>
    <w:rsid w:val="001E704C"/>
    <w:rsid w:val="001F1DC1"/>
    <w:rsid w:val="001F3CA0"/>
    <w:rsid w:val="001F3E55"/>
    <w:rsid w:val="001F4047"/>
    <w:rsid w:val="0020200E"/>
    <w:rsid w:val="00202627"/>
    <w:rsid w:val="00204E16"/>
    <w:rsid w:val="00206843"/>
    <w:rsid w:val="002108D6"/>
    <w:rsid w:val="00211B03"/>
    <w:rsid w:val="00213857"/>
    <w:rsid w:val="00215AB0"/>
    <w:rsid w:val="002176EE"/>
    <w:rsid w:val="00221B34"/>
    <w:rsid w:val="002234A9"/>
    <w:rsid w:val="00223662"/>
    <w:rsid w:val="00226300"/>
    <w:rsid w:val="002309A8"/>
    <w:rsid w:val="0023331C"/>
    <w:rsid w:val="0023341B"/>
    <w:rsid w:val="00233968"/>
    <w:rsid w:val="002347A1"/>
    <w:rsid w:val="0023562F"/>
    <w:rsid w:val="00236D88"/>
    <w:rsid w:val="002417DB"/>
    <w:rsid w:val="00241FEC"/>
    <w:rsid w:val="0024233C"/>
    <w:rsid w:val="0024248B"/>
    <w:rsid w:val="00242AB4"/>
    <w:rsid w:val="002451F6"/>
    <w:rsid w:val="00245A4C"/>
    <w:rsid w:val="00245FF6"/>
    <w:rsid w:val="0025160F"/>
    <w:rsid w:val="00251BB4"/>
    <w:rsid w:val="00252851"/>
    <w:rsid w:val="002547FF"/>
    <w:rsid w:val="00255FBB"/>
    <w:rsid w:val="00256B8F"/>
    <w:rsid w:val="00260DBC"/>
    <w:rsid w:val="00262028"/>
    <w:rsid w:val="00264C55"/>
    <w:rsid w:val="00264F08"/>
    <w:rsid w:val="00265F06"/>
    <w:rsid w:val="002663B7"/>
    <w:rsid w:val="002676AF"/>
    <w:rsid w:val="00267FED"/>
    <w:rsid w:val="00271241"/>
    <w:rsid w:val="00272A49"/>
    <w:rsid w:val="00272B5A"/>
    <w:rsid w:val="00272E6E"/>
    <w:rsid w:val="00275084"/>
    <w:rsid w:val="002750BC"/>
    <w:rsid w:val="00276E9A"/>
    <w:rsid w:val="002773F9"/>
    <w:rsid w:val="002808FC"/>
    <w:rsid w:val="0028180A"/>
    <w:rsid w:val="002818A9"/>
    <w:rsid w:val="0028273B"/>
    <w:rsid w:val="00283243"/>
    <w:rsid w:val="00284F2B"/>
    <w:rsid w:val="00286374"/>
    <w:rsid w:val="0029469D"/>
    <w:rsid w:val="00297C67"/>
    <w:rsid w:val="002A303A"/>
    <w:rsid w:val="002A53DC"/>
    <w:rsid w:val="002A6988"/>
    <w:rsid w:val="002A72EC"/>
    <w:rsid w:val="002B2C19"/>
    <w:rsid w:val="002B4652"/>
    <w:rsid w:val="002B4C61"/>
    <w:rsid w:val="002B5E98"/>
    <w:rsid w:val="002B7127"/>
    <w:rsid w:val="002B7930"/>
    <w:rsid w:val="002B7D4D"/>
    <w:rsid w:val="002C0532"/>
    <w:rsid w:val="002C0C06"/>
    <w:rsid w:val="002C0D44"/>
    <w:rsid w:val="002D2855"/>
    <w:rsid w:val="002D3634"/>
    <w:rsid w:val="002D3BE2"/>
    <w:rsid w:val="002D40A9"/>
    <w:rsid w:val="002D54FF"/>
    <w:rsid w:val="002D6034"/>
    <w:rsid w:val="002D7775"/>
    <w:rsid w:val="002E16AA"/>
    <w:rsid w:val="002E3F7F"/>
    <w:rsid w:val="002E6EC4"/>
    <w:rsid w:val="002E76E2"/>
    <w:rsid w:val="002E7E7C"/>
    <w:rsid w:val="002F2621"/>
    <w:rsid w:val="002F28F6"/>
    <w:rsid w:val="002F426E"/>
    <w:rsid w:val="002F4A6E"/>
    <w:rsid w:val="002F4B1F"/>
    <w:rsid w:val="002F5BBA"/>
    <w:rsid w:val="002F60B1"/>
    <w:rsid w:val="002F6544"/>
    <w:rsid w:val="002F7043"/>
    <w:rsid w:val="002F733E"/>
    <w:rsid w:val="00303EA2"/>
    <w:rsid w:val="003063C0"/>
    <w:rsid w:val="00306448"/>
    <w:rsid w:val="00307783"/>
    <w:rsid w:val="00311301"/>
    <w:rsid w:val="00311CBD"/>
    <w:rsid w:val="003128D8"/>
    <w:rsid w:val="00312A90"/>
    <w:rsid w:val="0031338A"/>
    <w:rsid w:val="00314DFF"/>
    <w:rsid w:val="00316099"/>
    <w:rsid w:val="00316D65"/>
    <w:rsid w:val="003207BE"/>
    <w:rsid w:val="00321873"/>
    <w:rsid w:val="003231B8"/>
    <w:rsid w:val="00324231"/>
    <w:rsid w:val="00324AD8"/>
    <w:rsid w:val="003252CA"/>
    <w:rsid w:val="00325784"/>
    <w:rsid w:val="00330F9D"/>
    <w:rsid w:val="003310E8"/>
    <w:rsid w:val="00331708"/>
    <w:rsid w:val="003334BF"/>
    <w:rsid w:val="0033536D"/>
    <w:rsid w:val="00337332"/>
    <w:rsid w:val="003407D3"/>
    <w:rsid w:val="00341F13"/>
    <w:rsid w:val="00343529"/>
    <w:rsid w:val="00344791"/>
    <w:rsid w:val="00345221"/>
    <w:rsid w:val="003468D4"/>
    <w:rsid w:val="00347314"/>
    <w:rsid w:val="00347C93"/>
    <w:rsid w:val="0035138A"/>
    <w:rsid w:val="00356731"/>
    <w:rsid w:val="00356C78"/>
    <w:rsid w:val="00357D5A"/>
    <w:rsid w:val="00357E1B"/>
    <w:rsid w:val="00363402"/>
    <w:rsid w:val="00366CC5"/>
    <w:rsid w:val="00372452"/>
    <w:rsid w:val="00374B2F"/>
    <w:rsid w:val="00375214"/>
    <w:rsid w:val="00376206"/>
    <w:rsid w:val="0037665B"/>
    <w:rsid w:val="00376696"/>
    <w:rsid w:val="00376F4A"/>
    <w:rsid w:val="003775F0"/>
    <w:rsid w:val="003832EC"/>
    <w:rsid w:val="0038488A"/>
    <w:rsid w:val="00386865"/>
    <w:rsid w:val="003872FB"/>
    <w:rsid w:val="00390BED"/>
    <w:rsid w:val="00396D57"/>
    <w:rsid w:val="003973E7"/>
    <w:rsid w:val="0039793E"/>
    <w:rsid w:val="003A2E0D"/>
    <w:rsid w:val="003A3ED8"/>
    <w:rsid w:val="003A5A3C"/>
    <w:rsid w:val="003B288C"/>
    <w:rsid w:val="003B5843"/>
    <w:rsid w:val="003C08E7"/>
    <w:rsid w:val="003C0DDB"/>
    <w:rsid w:val="003C2691"/>
    <w:rsid w:val="003C3C69"/>
    <w:rsid w:val="003C4127"/>
    <w:rsid w:val="003C42A1"/>
    <w:rsid w:val="003C4438"/>
    <w:rsid w:val="003C54C9"/>
    <w:rsid w:val="003C6111"/>
    <w:rsid w:val="003C7755"/>
    <w:rsid w:val="003C78E7"/>
    <w:rsid w:val="003D1951"/>
    <w:rsid w:val="003D1E70"/>
    <w:rsid w:val="003D2CD3"/>
    <w:rsid w:val="003D48D3"/>
    <w:rsid w:val="003D6BAB"/>
    <w:rsid w:val="003D6E59"/>
    <w:rsid w:val="003E0DAC"/>
    <w:rsid w:val="003E1329"/>
    <w:rsid w:val="003E52EA"/>
    <w:rsid w:val="003E68CA"/>
    <w:rsid w:val="003F0E0B"/>
    <w:rsid w:val="00400534"/>
    <w:rsid w:val="00401950"/>
    <w:rsid w:val="00401EDC"/>
    <w:rsid w:val="00402ED5"/>
    <w:rsid w:val="004039A7"/>
    <w:rsid w:val="00405640"/>
    <w:rsid w:val="00406E30"/>
    <w:rsid w:val="0040700B"/>
    <w:rsid w:val="00407103"/>
    <w:rsid w:val="0040718C"/>
    <w:rsid w:val="00410DCA"/>
    <w:rsid w:val="0041152A"/>
    <w:rsid w:val="004120DF"/>
    <w:rsid w:val="004124B3"/>
    <w:rsid w:val="004163BB"/>
    <w:rsid w:val="0041668E"/>
    <w:rsid w:val="0041679E"/>
    <w:rsid w:val="00416DDA"/>
    <w:rsid w:val="00420934"/>
    <w:rsid w:val="00420BA4"/>
    <w:rsid w:val="004213AD"/>
    <w:rsid w:val="00422CCC"/>
    <w:rsid w:val="00423AA5"/>
    <w:rsid w:val="00423AF3"/>
    <w:rsid w:val="00423FF9"/>
    <w:rsid w:val="004250D4"/>
    <w:rsid w:val="00426A57"/>
    <w:rsid w:val="00426B93"/>
    <w:rsid w:val="00427894"/>
    <w:rsid w:val="00430673"/>
    <w:rsid w:val="004316D0"/>
    <w:rsid w:val="00431D48"/>
    <w:rsid w:val="00432137"/>
    <w:rsid w:val="004330CE"/>
    <w:rsid w:val="0043557C"/>
    <w:rsid w:val="00436443"/>
    <w:rsid w:val="004364FD"/>
    <w:rsid w:val="00437870"/>
    <w:rsid w:val="0044126F"/>
    <w:rsid w:val="00441C90"/>
    <w:rsid w:val="00443C6B"/>
    <w:rsid w:val="00445F4C"/>
    <w:rsid w:val="00447EA7"/>
    <w:rsid w:val="004516AE"/>
    <w:rsid w:val="004517D1"/>
    <w:rsid w:val="00452172"/>
    <w:rsid w:val="0045258B"/>
    <w:rsid w:val="00453136"/>
    <w:rsid w:val="00453380"/>
    <w:rsid w:val="00453A5A"/>
    <w:rsid w:val="00453BC9"/>
    <w:rsid w:val="00455BD1"/>
    <w:rsid w:val="00455C92"/>
    <w:rsid w:val="00455FFC"/>
    <w:rsid w:val="00461AFF"/>
    <w:rsid w:val="00462296"/>
    <w:rsid w:val="004626D2"/>
    <w:rsid w:val="00462F7B"/>
    <w:rsid w:val="0046452C"/>
    <w:rsid w:val="0046477C"/>
    <w:rsid w:val="0046791D"/>
    <w:rsid w:val="00470000"/>
    <w:rsid w:val="0047046C"/>
    <w:rsid w:val="0047107A"/>
    <w:rsid w:val="00471535"/>
    <w:rsid w:val="00473A64"/>
    <w:rsid w:val="00473AB4"/>
    <w:rsid w:val="004771BF"/>
    <w:rsid w:val="00477915"/>
    <w:rsid w:val="00480D3E"/>
    <w:rsid w:val="00482E39"/>
    <w:rsid w:val="00484A1C"/>
    <w:rsid w:val="0048647D"/>
    <w:rsid w:val="00487540"/>
    <w:rsid w:val="0048775B"/>
    <w:rsid w:val="00487E95"/>
    <w:rsid w:val="00490A30"/>
    <w:rsid w:val="00492794"/>
    <w:rsid w:val="004939B0"/>
    <w:rsid w:val="00494BA9"/>
    <w:rsid w:val="00495819"/>
    <w:rsid w:val="00495AC0"/>
    <w:rsid w:val="004968CA"/>
    <w:rsid w:val="00496F2F"/>
    <w:rsid w:val="004A07E3"/>
    <w:rsid w:val="004A1090"/>
    <w:rsid w:val="004A13A9"/>
    <w:rsid w:val="004A2835"/>
    <w:rsid w:val="004A4545"/>
    <w:rsid w:val="004A6A08"/>
    <w:rsid w:val="004A75B8"/>
    <w:rsid w:val="004B055D"/>
    <w:rsid w:val="004B1669"/>
    <w:rsid w:val="004C01AC"/>
    <w:rsid w:val="004C1222"/>
    <w:rsid w:val="004C2B8D"/>
    <w:rsid w:val="004C337F"/>
    <w:rsid w:val="004C46E8"/>
    <w:rsid w:val="004C5B6A"/>
    <w:rsid w:val="004C6141"/>
    <w:rsid w:val="004C6487"/>
    <w:rsid w:val="004C6FA7"/>
    <w:rsid w:val="004D003B"/>
    <w:rsid w:val="004D0409"/>
    <w:rsid w:val="004D2D79"/>
    <w:rsid w:val="004D30EA"/>
    <w:rsid w:val="004D3359"/>
    <w:rsid w:val="004D349B"/>
    <w:rsid w:val="004D3A4B"/>
    <w:rsid w:val="004D41A6"/>
    <w:rsid w:val="004D4EB6"/>
    <w:rsid w:val="004D6CB0"/>
    <w:rsid w:val="004E0158"/>
    <w:rsid w:val="004E04A8"/>
    <w:rsid w:val="004E10B6"/>
    <w:rsid w:val="004E3279"/>
    <w:rsid w:val="004E404F"/>
    <w:rsid w:val="004E47F8"/>
    <w:rsid w:val="004E62F5"/>
    <w:rsid w:val="004E6FE0"/>
    <w:rsid w:val="004F0B2C"/>
    <w:rsid w:val="004F161C"/>
    <w:rsid w:val="004F16C1"/>
    <w:rsid w:val="004F403A"/>
    <w:rsid w:val="004F5D6F"/>
    <w:rsid w:val="004F658E"/>
    <w:rsid w:val="004F6BFE"/>
    <w:rsid w:val="004F77B7"/>
    <w:rsid w:val="00500265"/>
    <w:rsid w:val="00501F6E"/>
    <w:rsid w:val="005030DD"/>
    <w:rsid w:val="0050379E"/>
    <w:rsid w:val="00504A5B"/>
    <w:rsid w:val="005058D3"/>
    <w:rsid w:val="0050633D"/>
    <w:rsid w:val="00506E1E"/>
    <w:rsid w:val="00510214"/>
    <w:rsid w:val="00510533"/>
    <w:rsid w:val="00510BC8"/>
    <w:rsid w:val="00512663"/>
    <w:rsid w:val="00514176"/>
    <w:rsid w:val="00517DCA"/>
    <w:rsid w:val="0052104D"/>
    <w:rsid w:val="00522EF9"/>
    <w:rsid w:val="00523BF7"/>
    <w:rsid w:val="00531E0B"/>
    <w:rsid w:val="0053226F"/>
    <w:rsid w:val="005333B9"/>
    <w:rsid w:val="00536430"/>
    <w:rsid w:val="005377F0"/>
    <w:rsid w:val="005434DE"/>
    <w:rsid w:val="00543712"/>
    <w:rsid w:val="00543C55"/>
    <w:rsid w:val="00544076"/>
    <w:rsid w:val="0054531B"/>
    <w:rsid w:val="00545487"/>
    <w:rsid w:val="0055079A"/>
    <w:rsid w:val="005509EA"/>
    <w:rsid w:val="00551165"/>
    <w:rsid w:val="00551400"/>
    <w:rsid w:val="00552DDE"/>
    <w:rsid w:val="005539FB"/>
    <w:rsid w:val="00553A43"/>
    <w:rsid w:val="005556FA"/>
    <w:rsid w:val="005565D7"/>
    <w:rsid w:val="00562DC6"/>
    <w:rsid w:val="00564B54"/>
    <w:rsid w:val="00565A9D"/>
    <w:rsid w:val="00566EC3"/>
    <w:rsid w:val="00570D8B"/>
    <w:rsid w:val="00572B44"/>
    <w:rsid w:val="00575327"/>
    <w:rsid w:val="00575413"/>
    <w:rsid w:val="00575AA2"/>
    <w:rsid w:val="00575CDB"/>
    <w:rsid w:val="0058062F"/>
    <w:rsid w:val="005809E2"/>
    <w:rsid w:val="00581694"/>
    <w:rsid w:val="005838AA"/>
    <w:rsid w:val="00584E43"/>
    <w:rsid w:val="00585886"/>
    <w:rsid w:val="00585B87"/>
    <w:rsid w:val="0059005C"/>
    <w:rsid w:val="00591BBA"/>
    <w:rsid w:val="00592EA3"/>
    <w:rsid w:val="0059311D"/>
    <w:rsid w:val="00594479"/>
    <w:rsid w:val="00595034"/>
    <w:rsid w:val="005956AD"/>
    <w:rsid w:val="00595E96"/>
    <w:rsid w:val="00597253"/>
    <w:rsid w:val="005978F7"/>
    <w:rsid w:val="005A0964"/>
    <w:rsid w:val="005A1889"/>
    <w:rsid w:val="005A29A1"/>
    <w:rsid w:val="005A2CDB"/>
    <w:rsid w:val="005A4420"/>
    <w:rsid w:val="005A6FCD"/>
    <w:rsid w:val="005A7CA6"/>
    <w:rsid w:val="005B00E8"/>
    <w:rsid w:val="005B0CCD"/>
    <w:rsid w:val="005B265C"/>
    <w:rsid w:val="005B297A"/>
    <w:rsid w:val="005B3479"/>
    <w:rsid w:val="005B521F"/>
    <w:rsid w:val="005B53E0"/>
    <w:rsid w:val="005B75CA"/>
    <w:rsid w:val="005B7E2A"/>
    <w:rsid w:val="005C0AD1"/>
    <w:rsid w:val="005C1112"/>
    <w:rsid w:val="005C14FF"/>
    <w:rsid w:val="005C1C35"/>
    <w:rsid w:val="005C3EF6"/>
    <w:rsid w:val="005C51FA"/>
    <w:rsid w:val="005C7F40"/>
    <w:rsid w:val="005D3F22"/>
    <w:rsid w:val="005D68F0"/>
    <w:rsid w:val="005D6AE3"/>
    <w:rsid w:val="005E0588"/>
    <w:rsid w:val="005E120A"/>
    <w:rsid w:val="005E19E6"/>
    <w:rsid w:val="005E1A72"/>
    <w:rsid w:val="005E2D9B"/>
    <w:rsid w:val="005E2EF2"/>
    <w:rsid w:val="005E317F"/>
    <w:rsid w:val="005F09F0"/>
    <w:rsid w:val="005F0F96"/>
    <w:rsid w:val="005F30D8"/>
    <w:rsid w:val="005F380E"/>
    <w:rsid w:val="005F48DD"/>
    <w:rsid w:val="005F50FE"/>
    <w:rsid w:val="005F5CB5"/>
    <w:rsid w:val="005F5D97"/>
    <w:rsid w:val="005F62B6"/>
    <w:rsid w:val="005F6C71"/>
    <w:rsid w:val="005F6FFF"/>
    <w:rsid w:val="005F7441"/>
    <w:rsid w:val="00601566"/>
    <w:rsid w:val="00602C7B"/>
    <w:rsid w:val="00602CC6"/>
    <w:rsid w:val="00604B4E"/>
    <w:rsid w:val="00604B60"/>
    <w:rsid w:val="0060693E"/>
    <w:rsid w:val="006072BF"/>
    <w:rsid w:val="006105A0"/>
    <w:rsid w:val="006117C9"/>
    <w:rsid w:val="00612B8C"/>
    <w:rsid w:val="00613D99"/>
    <w:rsid w:val="006155D5"/>
    <w:rsid w:val="00616B0C"/>
    <w:rsid w:val="00617697"/>
    <w:rsid w:val="00617AC4"/>
    <w:rsid w:val="00617C5E"/>
    <w:rsid w:val="006206E6"/>
    <w:rsid w:val="006272CC"/>
    <w:rsid w:val="00630DCF"/>
    <w:rsid w:val="00630DDE"/>
    <w:rsid w:val="0063198A"/>
    <w:rsid w:val="00631DF8"/>
    <w:rsid w:val="00633700"/>
    <w:rsid w:val="006419B4"/>
    <w:rsid w:val="00641FA2"/>
    <w:rsid w:val="00642B7C"/>
    <w:rsid w:val="0064361E"/>
    <w:rsid w:val="006442A5"/>
    <w:rsid w:val="00645EF4"/>
    <w:rsid w:val="00647159"/>
    <w:rsid w:val="00647350"/>
    <w:rsid w:val="00647766"/>
    <w:rsid w:val="00651717"/>
    <w:rsid w:val="0065240F"/>
    <w:rsid w:val="00653601"/>
    <w:rsid w:val="00653C4A"/>
    <w:rsid w:val="00657ED6"/>
    <w:rsid w:val="00660BB3"/>
    <w:rsid w:val="0066183F"/>
    <w:rsid w:val="00662E0A"/>
    <w:rsid w:val="0066695B"/>
    <w:rsid w:val="00667357"/>
    <w:rsid w:val="00673284"/>
    <w:rsid w:val="00673632"/>
    <w:rsid w:val="00674450"/>
    <w:rsid w:val="00675253"/>
    <w:rsid w:val="00675A08"/>
    <w:rsid w:val="006806B2"/>
    <w:rsid w:val="006806F0"/>
    <w:rsid w:val="00682CC8"/>
    <w:rsid w:val="00683178"/>
    <w:rsid w:val="00683B11"/>
    <w:rsid w:val="00683F4B"/>
    <w:rsid w:val="006844BC"/>
    <w:rsid w:val="00685CFF"/>
    <w:rsid w:val="006877E2"/>
    <w:rsid w:val="00690B25"/>
    <w:rsid w:val="006931E8"/>
    <w:rsid w:val="00695A72"/>
    <w:rsid w:val="00695ADB"/>
    <w:rsid w:val="00697BF5"/>
    <w:rsid w:val="006A1661"/>
    <w:rsid w:val="006A4829"/>
    <w:rsid w:val="006A5E14"/>
    <w:rsid w:val="006A5FC1"/>
    <w:rsid w:val="006A6081"/>
    <w:rsid w:val="006A6875"/>
    <w:rsid w:val="006A688B"/>
    <w:rsid w:val="006A68ED"/>
    <w:rsid w:val="006A6E9C"/>
    <w:rsid w:val="006A70FA"/>
    <w:rsid w:val="006A7DB7"/>
    <w:rsid w:val="006A7EEF"/>
    <w:rsid w:val="006B0EEC"/>
    <w:rsid w:val="006B2932"/>
    <w:rsid w:val="006B366C"/>
    <w:rsid w:val="006B4202"/>
    <w:rsid w:val="006B44FE"/>
    <w:rsid w:val="006B7090"/>
    <w:rsid w:val="006B76E5"/>
    <w:rsid w:val="006C1CA4"/>
    <w:rsid w:val="006C2BAD"/>
    <w:rsid w:val="006C3400"/>
    <w:rsid w:val="006C3FFB"/>
    <w:rsid w:val="006D10E4"/>
    <w:rsid w:val="006D4E8B"/>
    <w:rsid w:val="006D58CB"/>
    <w:rsid w:val="006D6AB8"/>
    <w:rsid w:val="006D7334"/>
    <w:rsid w:val="006D7D8E"/>
    <w:rsid w:val="006D7E76"/>
    <w:rsid w:val="006D7FC3"/>
    <w:rsid w:val="006E0010"/>
    <w:rsid w:val="006E1BC1"/>
    <w:rsid w:val="006E2091"/>
    <w:rsid w:val="006E3259"/>
    <w:rsid w:val="006E392D"/>
    <w:rsid w:val="006E6A71"/>
    <w:rsid w:val="006E78B5"/>
    <w:rsid w:val="006F2FF9"/>
    <w:rsid w:val="006F3FE1"/>
    <w:rsid w:val="006F5C1A"/>
    <w:rsid w:val="006F75F8"/>
    <w:rsid w:val="007005B1"/>
    <w:rsid w:val="00700D2B"/>
    <w:rsid w:val="0070285D"/>
    <w:rsid w:val="007060FE"/>
    <w:rsid w:val="00706B67"/>
    <w:rsid w:val="00707608"/>
    <w:rsid w:val="0070784C"/>
    <w:rsid w:val="007078F7"/>
    <w:rsid w:val="00707EC8"/>
    <w:rsid w:val="00712E7E"/>
    <w:rsid w:val="00715CA6"/>
    <w:rsid w:val="007170F8"/>
    <w:rsid w:val="00717485"/>
    <w:rsid w:val="00717AD7"/>
    <w:rsid w:val="00720233"/>
    <w:rsid w:val="00721210"/>
    <w:rsid w:val="00722795"/>
    <w:rsid w:val="00723500"/>
    <w:rsid w:val="0072598C"/>
    <w:rsid w:val="00727FB5"/>
    <w:rsid w:val="00733D2E"/>
    <w:rsid w:val="00734877"/>
    <w:rsid w:val="00736CFA"/>
    <w:rsid w:val="007371A6"/>
    <w:rsid w:val="007400EF"/>
    <w:rsid w:val="00740D2C"/>
    <w:rsid w:val="00741F43"/>
    <w:rsid w:val="00742166"/>
    <w:rsid w:val="0074332B"/>
    <w:rsid w:val="00743578"/>
    <w:rsid w:val="00743E33"/>
    <w:rsid w:val="00745825"/>
    <w:rsid w:val="00746D14"/>
    <w:rsid w:val="0074703C"/>
    <w:rsid w:val="007478B4"/>
    <w:rsid w:val="00752157"/>
    <w:rsid w:val="007528A2"/>
    <w:rsid w:val="007578DF"/>
    <w:rsid w:val="00762060"/>
    <w:rsid w:val="00763880"/>
    <w:rsid w:val="00764F91"/>
    <w:rsid w:val="007662C4"/>
    <w:rsid w:val="00766579"/>
    <w:rsid w:val="00770AA0"/>
    <w:rsid w:val="00770C75"/>
    <w:rsid w:val="00770C8B"/>
    <w:rsid w:val="00771B69"/>
    <w:rsid w:val="00774530"/>
    <w:rsid w:val="00775F45"/>
    <w:rsid w:val="007800C4"/>
    <w:rsid w:val="00780DC4"/>
    <w:rsid w:val="007810EF"/>
    <w:rsid w:val="00783A5B"/>
    <w:rsid w:val="0078473F"/>
    <w:rsid w:val="00785363"/>
    <w:rsid w:val="00787D7C"/>
    <w:rsid w:val="00790A94"/>
    <w:rsid w:val="00792413"/>
    <w:rsid w:val="0079356F"/>
    <w:rsid w:val="0079427B"/>
    <w:rsid w:val="00794408"/>
    <w:rsid w:val="00795F74"/>
    <w:rsid w:val="007A0574"/>
    <w:rsid w:val="007A0D7C"/>
    <w:rsid w:val="007A1D46"/>
    <w:rsid w:val="007A2357"/>
    <w:rsid w:val="007A248D"/>
    <w:rsid w:val="007A34BD"/>
    <w:rsid w:val="007A3FDE"/>
    <w:rsid w:val="007A42CE"/>
    <w:rsid w:val="007A51D7"/>
    <w:rsid w:val="007B2753"/>
    <w:rsid w:val="007B2E3D"/>
    <w:rsid w:val="007B3FB6"/>
    <w:rsid w:val="007B41B4"/>
    <w:rsid w:val="007B4560"/>
    <w:rsid w:val="007B7AF3"/>
    <w:rsid w:val="007B7D74"/>
    <w:rsid w:val="007C0FB2"/>
    <w:rsid w:val="007C17C9"/>
    <w:rsid w:val="007C22F9"/>
    <w:rsid w:val="007C3B13"/>
    <w:rsid w:val="007C58FD"/>
    <w:rsid w:val="007D16AC"/>
    <w:rsid w:val="007D17CF"/>
    <w:rsid w:val="007D22B8"/>
    <w:rsid w:val="007D360D"/>
    <w:rsid w:val="007D5B88"/>
    <w:rsid w:val="007D5C0F"/>
    <w:rsid w:val="007D7D70"/>
    <w:rsid w:val="007E0051"/>
    <w:rsid w:val="007E4293"/>
    <w:rsid w:val="007E4582"/>
    <w:rsid w:val="007E5074"/>
    <w:rsid w:val="007E6391"/>
    <w:rsid w:val="007F1189"/>
    <w:rsid w:val="007F1A66"/>
    <w:rsid w:val="007F2761"/>
    <w:rsid w:val="00800666"/>
    <w:rsid w:val="008015C6"/>
    <w:rsid w:val="0080360E"/>
    <w:rsid w:val="00805FCD"/>
    <w:rsid w:val="00806DFA"/>
    <w:rsid w:val="00807C62"/>
    <w:rsid w:val="00810318"/>
    <w:rsid w:val="00810E95"/>
    <w:rsid w:val="00811972"/>
    <w:rsid w:val="00814C15"/>
    <w:rsid w:val="00815BC6"/>
    <w:rsid w:val="00815BCC"/>
    <w:rsid w:val="00820EBA"/>
    <w:rsid w:val="00821519"/>
    <w:rsid w:val="00822EC2"/>
    <w:rsid w:val="00823F62"/>
    <w:rsid w:val="00824545"/>
    <w:rsid w:val="00832BAA"/>
    <w:rsid w:val="0083352D"/>
    <w:rsid w:val="00833781"/>
    <w:rsid w:val="00833BCB"/>
    <w:rsid w:val="0083410E"/>
    <w:rsid w:val="00836529"/>
    <w:rsid w:val="00836E36"/>
    <w:rsid w:val="0084080B"/>
    <w:rsid w:val="008408BA"/>
    <w:rsid w:val="0084168A"/>
    <w:rsid w:val="00843BA8"/>
    <w:rsid w:val="008500B0"/>
    <w:rsid w:val="008511F9"/>
    <w:rsid w:val="00854A74"/>
    <w:rsid w:val="00855B42"/>
    <w:rsid w:val="0085657F"/>
    <w:rsid w:val="00856973"/>
    <w:rsid w:val="00857845"/>
    <w:rsid w:val="00862467"/>
    <w:rsid w:val="00862714"/>
    <w:rsid w:val="00862E27"/>
    <w:rsid w:val="008644E1"/>
    <w:rsid w:val="00864F6E"/>
    <w:rsid w:val="0086526F"/>
    <w:rsid w:val="00866296"/>
    <w:rsid w:val="00867630"/>
    <w:rsid w:val="008705EA"/>
    <w:rsid w:val="00872271"/>
    <w:rsid w:val="00872517"/>
    <w:rsid w:val="0087336D"/>
    <w:rsid w:val="00874387"/>
    <w:rsid w:val="00874503"/>
    <w:rsid w:val="008753A0"/>
    <w:rsid w:val="00877435"/>
    <w:rsid w:val="00881003"/>
    <w:rsid w:val="0088165F"/>
    <w:rsid w:val="00881947"/>
    <w:rsid w:val="00881A6E"/>
    <w:rsid w:val="0088215A"/>
    <w:rsid w:val="0088245E"/>
    <w:rsid w:val="008853E7"/>
    <w:rsid w:val="008860C0"/>
    <w:rsid w:val="00890B29"/>
    <w:rsid w:val="00893A29"/>
    <w:rsid w:val="00896220"/>
    <w:rsid w:val="008970F2"/>
    <w:rsid w:val="00897415"/>
    <w:rsid w:val="008A0AE0"/>
    <w:rsid w:val="008A54F1"/>
    <w:rsid w:val="008B03BD"/>
    <w:rsid w:val="008B0594"/>
    <w:rsid w:val="008B0E2E"/>
    <w:rsid w:val="008B11C5"/>
    <w:rsid w:val="008B1D7F"/>
    <w:rsid w:val="008B1F01"/>
    <w:rsid w:val="008B2CB6"/>
    <w:rsid w:val="008B3640"/>
    <w:rsid w:val="008B3CF8"/>
    <w:rsid w:val="008B6480"/>
    <w:rsid w:val="008C13A8"/>
    <w:rsid w:val="008C2805"/>
    <w:rsid w:val="008C2BEA"/>
    <w:rsid w:val="008C2D37"/>
    <w:rsid w:val="008C378A"/>
    <w:rsid w:val="008C55BC"/>
    <w:rsid w:val="008C5BEB"/>
    <w:rsid w:val="008D3E65"/>
    <w:rsid w:val="008D5B90"/>
    <w:rsid w:val="008D5E57"/>
    <w:rsid w:val="008D6219"/>
    <w:rsid w:val="008D7324"/>
    <w:rsid w:val="008E0107"/>
    <w:rsid w:val="008E3E29"/>
    <w:rsid w:val="008E5470"/>
    <w:rsid w:val="008E740D"/>
    <w:rsid w:val="008E7C08"/>
    <w:rsid w:val="008F0F60"/>
    <w:rsid w:val="008F5F52"/>
    <w:rsid w:val="008F7B00"/>
    <w:rsid w:val="00901025"/>
    <w:rsid w:val="00904073"/>
    <w:rsid w:val="00905935"/>
    <w:rsid w:val="00912FC0"/>
    <w:rsid w:val="0091425F"/>
    <w:rsid w:val="00915D21"/>
    <w:rsid w:val="00916D19"/>
    <w:rsid w:val="00917D15"/>
    <w:rsid w:val="00921012"/>
    <w:rsid w:val="0092234B"/>
    <w:rsid w:val="00922FDD"/>
    <w:rsid w:val="00923D0B"/>
    <w:rsid w:val="00924F21"/>
    <w:rsid w:val="00925D80"/>
    <w:rsid w:val="00927E8E"/>
    <w:rsid w:val="00930EB6"/>
    <w:rsid w:val="00932907"/>
    <w:rsid w:val="00934F1A"/>
    <w:rsid w:val="0093540A"/>
    <w:rsid w:val="0093604D"/>
    <w:rsid w:val="009368F3"/>
    <w:rsid w:val="00937EBC"/>
    <w:rsid w:val="00940349"/>
    <w:rsid w:val="00940C0C"/>
    <w:rsid w:val="009429C4"/>
    <w:rsid w:val="009429E6"/>
    <w:rsid w:val="009431DC"/>
    <w:rsid w:val="009436BB"/>
    <w:rsid w:val="0094397E"/>
    <w:rsid w:val="00945629"/>
    <w:rsid w:val="0095273D"/>
    <w:rsid w:val="00952FBC"/>
    <w:rsid w:val="00956338"/>
    <w:rsid w:val="009608DE"/>
    <w:rsid w:val="00960D5F"/>
    <w:rsid w:val="00960F26"/>
    <w:rsid w:val="00961BBD"/>
    <w:rsid w:val="009625F4"/>
    <w:rsid w:val="009656DD"/>
    <w:rsid w:val="00967417"/>
    <w:rsid w:val="00967A44"/>
    <w:rsid w:val="00967D09"/>
    <w:rsid w:val="00970E1B"/>
    <w:rsid w:val="00974EB9"/>
    <w:rsid w:val="00976B2D"/>
    <w:rsid w:val="00977D38"/>
    <w:rsid w:val="0098094C"/>
    <w:rsid w:val="0098232D"/>
    <w:rsid w:val="00982C5A"/>
    <w:rsid w:val="009857A6"/>
    <w:rsid w:val="00985F40"/>
    <w:rsid w:val="00991FED"/>
    <w:rsid w:val="009929F2"/>
    <w:rsid w:val="00995407"/>
    <w:rsid w:val="00995C9D"/>
    <w:rsid w:val="00997758"/>
    <w:rsid w:val="00997A60"/>
    <w:rsid w:val="00997AD5"/>
    <w:rsid w:val="009A0206"/>
    <w:rsid w:val="009A1AC5"/>
    <w:rsid w:val="009A273E"/>
    <w:rsid w:val="009A2BA9"/>
    <w:rsid w:val="009A3819"/>
    <w:rsid w:val="009A3AE2"/>
    <w:rsid w:val="009A3E75"/>
    <w:rsid w:val="009A46BE"/>
    <w:rsid w:val="009A52BE"/>
    <w:rsid w:val="009A5DF0"/>
    <w:rsid w:val="009B0381"/>
    <w:rsid w:val="009B08F0"/>
    <w:rsid w:val="009B17F2"/>
    <w:rsid w:val="009B1C62"/>
    <w:rsid w:val="009B1F73"/>
    <w:rsid w:val="009B24E0"/>
    <w:rsid w:val="009B3348"/>
    <w:rsid w:val="009B4F86"/>
    <w:rsid w:val="009B7650"/>
    <w:rsid w:val="009C390C"/>
    <w:rsid w:val="009C4A61"/>
    <w:rsid w:val="009C66ED"/>
    <w:rsid w:val="009C6F8D"/>
    <w:rsid w:val="009C78A7"/>
    <w:rsid w:val="009C7A11"/>
    <w:rsid w:val="009C7E67"/>
    <w:rsid w:val="009D1F5B"/>
    <w:rsid w:val="009D241D"/>
    <w:rsid w:val="009D31FC"/>
    <w:rsid w:val="009D35CC"/>
    <w:rsid w:val="009D4C04"/>
    <w:rsid w:val="009D4D42"/>
    <w:rsid w:val="009D5975"/>
    <w:rsid w:val="009D6928"/>
    <w:rsid w:val="009D69C7"/>
    <w:rsid w:val="009D7304"/>
    <w:rsid w:val="009D7710"/>
    <w:rsid w:val="009D79F7"/>
    <w:rsid w:val="009E0C0A"/>
    <w:rsid w:val="009E119C"/>
    <w:rsid w:val="009E3D0F"/>
    <w:rsid w:val="009E4201"/>
    <w:rsid w:val="009E4484"/>
    <w:rsid w:val="009E4E8B"/>
    <w:rsid w:val="009E67C9"/>
    <w:rsid w:val="009E798C"/>
    <w:rsid w:val="009F0D89"/>
    <w:rsid w:val="009F1705"/>
    <w:rsid w:val="009F2349"/>
    <w:rsid w:val="009F34DF"/>
    <w:rsid w:val="009F35EB"/>
    <w:rsid w:val="009F4245"/>
    <w:rsid w:val="009F7CBB"/>
    <w:rsid w:val="00A00928"/>
    <w:rsid w:val="00A02F4D"/>
    <w:rsid w:val="00A0669E"/>
    <w:rsid w:val="00A0719B"/>
    <w:rsid w:val="00A071F7"/>
    <w:rsid w:val="00A075E8"/>
    <w:rsid w:val="00A07E6C"/>
    <w:rsid w:val="00A107CC"/>
    <w:rsid w:val="00A10A76"/>
    <w:rsid w:val="00A10CFD"/>
    <w:rsid w:val="00A12BBE"/>
    <w:rsid w:val="00A13EB3"/>
    <w:rsid w:val="00A13FE0"/>
    <w:rsid w:val="00A15DA6"/>
    <w:rsid w:val="00A20080"/>
    <w:rsid w:val="00A22216"/>
    <w:rsid w:val="00A25870"/>
    <w:rsid w:val="00A26CC1"/>
    <w:rsid w:val="00A327A5"/>
    <w:rsid w:val="00A3333D"/>
    <w:rsid w:val="00A341C5"/>
    <w:rsid w:val="00A35430"/>
    <w:rsid w:val="00A36E18"/>
    <w:rsid w:val="00A3734D"/>
    <w:rsid w:val="00A424CB"/>
    <w:rsid w:val="00A43AC5"/>
    <w:rsid w:val="00A445C8"/>
    <w:rsid w:val="00A47269"/>
    <w:rsid w:val="00A51C6B"/>
    <w:rsid w:val="00A53D7A"/>
    <w:rsid w:val="00A53E5E"/>
    <w:rsid w:val="00A542B8"/>
    <w:rsid w:val="00A6050A"/>
    <w:rsid w:val="00A627A6"/>
    <w:rsid w:val="00A62AB4"/>
    <w:rsid w:val="00A641C8"/>
    <w:rsid w:val="00A67A48"/>
    <w:rsid w:val="00A67BCE"/>
    <w:rsid w:val="00A67E68"/>
    <w:rsid w:val="00A76072"/>
    <w:rsid w:val="00A7607C"/>
    <w:rsid w:val="00A77700"/>
    <w:rsid w:val="00A8020C"/>
    <w:rsid w:val="00A804D3"/>
    <w:rsid w:val="00A8070E"/>
    <w:rsid w:val="00A80E05"/>
    <w:rsid w:val="00A83C8C"/>
    <w:rsid w:val="00A8404E"/>
    <w:rsid w:val="00A85FF2"/>
    <w:rsid w:val="00A914F7"/>
    <w:rsid w:val="00A92065"/>
    <w:rsid w:val="00A922D5"/>
    <w:rsid w:val="00A92589"/>
    <w:rsid w:val="00A938F0"/>
    <w:rsid w:val="00A94F50"/>
    <w:rsid w:val="00A95677"/>
    <w:rsid w:val="00AA00E8"/>
    <w:rsid w:val="00AA755A"/>
    <w:rsid w:val="00AB2E5D"/>
    <w:rsid w:val="00AB4AE8"/>
    <w:rsid w:val="00AC026E"/>
    <w:rsid w:val="00AC0576"/>
    <w:rsid w:val="00AC6B06"/>
    <w:rsid w:val="00AD223F"/>
    <w:rsid w:val="00AD4838"/>
    <w:rsid w:val="00AD5693"/>
    <w:rsid w:val="00AD68DD"/>
    <w:rsid w:val="00AD6F1B"/>
    <w:rsid w:val="00AD7E7A"/>
    <w:rsid w:val="00AE14E0"/>
    <w:rsid w:val="00AE5F90"/>
    <w:rsid w:val="00AF167C"/>
    <w:rsid w:val="00AF1860"/>
    <w:rsid w:val="00AF29A7"/>
    <w:rsid w:val="00AF29C1"/>
    <w:rsid w:val="00AF5586"/>
    <w:rsid w:val="00B00391"/>
    <w:rsid w:val="00B0081D"/>
    <w:rsid w:val="00B00C87"/>
    <w:rsid w:val="00B02527"/>
    <w:rsid w:val="00B027E1"/>
    <w:rsid w:val="00B02A83"/>
    <w:rsid w:val="00B03EFA"/>
    <w:rsid w:val="00B053DF"/>
    <w:rsid w:val="00B06CB9"/>
    <w:rsid w:val="00B10AB1"/>
    <w:rsid w:val="00B10EA6"/>
    <w:rsid w:val="00B11537"/>
    <w:rsid w:val="00B17B78"/>
    <w:rsid w:val="00B2052C"/>
    <w:rsid w:val="00B20E01"/>
    <w:rsid w:val="00B22E6E"/>
    <w:rsid w:val="00B247F6"/>
    <w:rsid w:val="00B26433"/>
    <w:rsid w:val="00B275C8"/>
    <w:rsid w:val="00B30100"/>
    <w:rsid w:val="00B306DD"/>
    <w:rsid w:val="00B31675"/>
    <w:rsid w:val="00B33198"/>
    <w:rsid w:val="00B363F8"/>
    <w:rsid w:val="00B40FEE"/>
    <w:rsid w:val="00B4178F"/>
    <w:rsid w:val="00B41902"/>
    <w:rsid w:val="00B42B00"/>
    <w:rsid w:val="00B443EF"/>
    <w:rsid w:val="00B51CE2"/>
    <w:rsid w:val="00B522F0"/>
    <w:rsid w:val="00B565D9"/>
    <w:rsid w:val="00B576A6"/>
    <w:rsid w:val="00B62160"/>
    <w:rsid w:val="00B638CB"/>
    <w:rsid w:val="00B64F31"/>
    <w:rsid w:val="00B73BE1"/>
    <w:rsid w:val="00B75518"/>
    <w:rsid w:val="00B75E8F"/>
    <w:rsid w:val="00B7797E"/>
    <w:rsid w:val="00B81247"/>
    <w:rsid w:val="00B8195A"/>
    <w:rsid w:val="00B822D1"/>
    <w:rsid w:val="00B82AC0"/>
    <w:rsid w:val="00B82FF8"/>
    <w:rsid w:val="00B83F4A"/>
    <w:rsid w:val="00B8626D"/>
    <w:rsid w:val="00B86380"/>
    <w:rsid w:val="00B9157C"/>
    <w:rsid w:val="00B9361B"/>
    <w:rsid w:val="00B93F6E"/>
    <w:rsid w:val="00B94231"/>
    <w:rsid w:val="00B9453D"/>
    <w:rsid w:val="00B95250"/>
    <w:rsid w:val="00B97F55"/>
    <w:rsid w:val="00BA1466"/>
    <w:rsid w:val="00BB0E81"/>
    <w:rsid w:val="00BB3158"/>
    <w:rsid w:val="00BB380F"/>
    <w:rsid w:val="00BB38CB"/>
    <w:rsid w:val="00BB4120"/>
    <w:rsid w:val="00BB49D1"/>
    <w:rsid w:val="00BB6A20"/>
    <w:rsid w:val="00BB7E8A"/>
    <w:rsid w:val="00BC1BBC"/>
    <w:rsid w:val="00BC2206"/>
    <w:rsid w:val="00BC32F0"/>
    <w:rsid w:val="00BC33DC"/>
    <w:rsid w:val="00BC4D8E"/>
    <w:rsid w:val="00BC5E6E"/>
    <w:rsid w:val="00BC7C7B"/>
    <w:rsid w:val="00BD0E97"/>
    <w:rsid w:val="00BD3C30"/>
    <w:rsid w:val="00BD3C33"/>
    <w:rsid w:val="00BD44D5"/>
    <w:rsid w:val="00BD4C4A"/>
    <w:rsid w:val="00BD6A60"/>
    <w:rsid w:val="00BD71F1"/>
    <w:rsid w:val="00BE0782"/>
    <w:rsid w:val="00BE12E1"/>
    <w:rsid w:val="00BE1D0F"/>
    <w:rsid w:val="00BE2B9E"/>
    <w:rsid w:val="00BE3050"/>
    <w:rsid w:val="00BE3BDB"/>
    <w:rsid w:val="00BE479A"/>
    <w:rsid w:val="00BE58E8"/>
    <w:rsid w:val="00BE662C"/>
    <w:rsid w:val="00BE68BC"/>
    <w:rsid w:val="00BF0958"/>
    <w:rsid w:val="00BF26ED"/>
    <w:rsid w:val="00BF2C89"/>
    <w:rsid w:val="00BF39E1"/>
    <w:rsid w:val="00C006D5"/>
    <w:rsid w:val="00C00796"/>
    <w:rsid w:val="00C0358D"/>
    <w:rsid w:val="00C03A74"/>
    <w:rsid w:val="00C03DFE"/>
    <w:rsid w:val="00C0454C"/>
    <w:rsid w:val="00C06C81"/>
    <w:rsid w:val="00C07679"/>
    <w:rsid w:val="00C07C08"/>
    <w:rsid w:val="00C10E72"/>
    <w:rsid w:val="00C121A2"/>
    <w:rsid w:val="00C12998"/>
    <w:rsid w:val="00C1303C"/>
    <w:rsid w:val="00C146F6"/>
    <w:rsid w:val="00C14EEC"/>
    <w:rsid w:val="00C15FA3"/>
    <w:rsid w:val="00C20945"/>
    <w:rsid w:val="00C2149E"/>
    <w:rsid w:val="00C21500"/>
    <w:rsid w:val="00C218D1"/>
    <w:rsid w:val="00C21F15"/>
    <w:rsid w:val="00C23015"/>
    <w:rsid w:val="00C24E00"/>
    <w:rsid w:val="00C257C0"/>
    <w:rsid w:val="00C26514"/>
    <w:rsid w:val="00C275A7"/>
    <w:rsid w:val="00C310FD"/>
    <w:rsid w:val="00C34555"/>
    <w:rsid w:val="00C35C1E"/>
    <w:rsid w:val="00C36B22"/>
    <w:rsid w:val="00C4019C"/>
    <w:rsid w:val="00C408A5"/>
    <w:rsid w:val="00C44E81"/>
    <w:rsid w:val="00C46C85"/>
    <w:rsid w:val="00C46CBA"/>
    <w:rsid w:val="00C5007A"/>
    <w:rsid w:val="00C5375F"/>
    <w:rsid w:val="00C55106"/>
    <w:rsid w:val="00C56D90"/>
    <w:rsid w:val="00C57439"/>
    <w:rsid w:val="00C57EDE"/>
    <w:rsid w:val="00C60805"/>
    <w:rsid w:val="00C6098E"/>
    <w:rsid w:val="00C62533"/>
    <w:rsid w:val="00C64032"/>
    <w:rsid w:val="00C640BD"/>
    <w:rsid w:val="00C64C50"/>
    <w:rsid w:val="00C65BE8"/>
    <w:rsid w:val="00C67DC6"/>
    <w:rsid w:val="00C712A5"/>
    <w:rsid w:val="00C71707"/>
    <w:rsid w:val="00C73047"/>
    <w:rsid w:val="00C73B5B"/>
    <w:rsid w:val="00C74E80"/>
    <w:rsid w:val="00C74E8A"/>
    <w:rsid w:val="00C74E9E"/>
    <w:rsid w:val="00C77DFE"/>
    <w:rsid w:val="00C81F17"/>
    <w:rsid w:val="00C8271E"/>
    <w:rsid w:val="00C871ED"/>
    <w:rsid w:val="00C94110"/>
    <w:rsid w:val="00C9421E"/>
    <w:rsid w:val="00C95D73"/>
    <w:rsid w:val="00C96CDB"/>
    <w:rsid w:val="00CA5C12"/>
    <w:rsid w:val="00CA6396"/>
    <w:rsid w:val="00CB0548"/>
    <w:rsid w:val="00CB2A27"/>
    <w:rsid w:val="00CB4AF7"/>
    <w:rsid w:val="00CB61C0"/>
    <w:rsid w:val="00CC21F8"/>
    <w:rsid w:val="00CC71C8"/>
    <w:rsid w:val="00CC7F65"/>
    <w:rsid w:val="00CD0224"/>
    <w:rsid w:val="00CD16ED"/>
    <w:rsid w:val="00CD265B"/>
    <w:rsid w:val="00CD2DC4"/>
    <w:rsid w:val="00CD491C"/>
    <w:rsid w:val="00CD5021"/>
    <w:rsid w:val="00CD58F3"/>
    <w:rsid w:val="00CD73B6"/>
    <w:rsid w:val="00CE2F1D"/>
    <w:rsid w:val="00CE43AC"/>
    <w:rsid w:val="00CE52EC"/>
    <w:rsid w:val="00CE55EA"/>
    <w:rsid w:val="00CF2609"/>
    <w:rsid w:val="00CF42E1"/>
    <w:rsid w:val="00CF4EB8"/>
    <w:rsid w:val="00CF602B"/>
    <w:rsid w:val="00CF6616"/>
    <w:rsid w:val="00CF66A2"/>
    <w:rsid w:val="00CF68E9"/>
    <w:rsid w:val="00CF743C"/>
    <w:rsid w:val="00CF7650"/>
    <w:rsid w:val="00D01584"/>
    <w:rsid w:val="00D02BEB"/>
    <w:rsid w:val="00D03AF7"/>
    <w:rsid w:val="00D03BFD"/>
    <w:rsid w:val="00D04589"/>
    <w:rsid w:val="00D0557D"/>
    <w:rsid w:val="00D05FED"/>
    <w:rsid w:val="00D0607D"/>
    <w:rsid w:val="00D06166"/>
    <w:rsid w:val="00D06C3B"/>
    <w:rsid w:val="00D1002B"/>
    <w:rsid w:val="00D13498"/>
    <w:rsid w:val="00D1715A"/>
    <w:rsid w:val="00D2030B"/>
    <w:rsid w:val="00D215C0"/>
    <w:rsid w:val="00D23203"/>
    <w:rsid w:val="00D24376"/>
    <w:rsid w:val="00D244A5"/>
    <w:rsid w:val="00D2490D"/>
    <w:rsid w:val="00D255E7"/>
    <w:rsid w:val="00D27F36"/>
    <w:rsid w:val="00D305B5"/>
    <w:rsid w:val="00D315F2"/>
    <w:rsid w:val="00D323B3"/>
    <w:rsid w:val="00D32C97"/>
    <w:rsid w:val="00D33B88"/>
    <w:rsid w:val="00D346E5"/>
    <w:rsid w:val="00D34BA2"/>
    <w:rsid w:val="00D36C96"/>
    <w:rsid w:val="00D36E9F"/>
    <w:rsid w:val="00D41D8D"/>
    <w:rsid w:val="00D422E6"/>
    <w:rsid w:val="00D4232E"/>
    <w:rsid w:val="00D44351"/>
    <w:rsid w:val="00D44E13"/>
    <w:rsid w:val="00D47038"/>
    <w:rsid w:val="00D507B2"/>
    <w:rsid w:val="00D5194F"/>
    <w:rsid w:val="00D54C12"/>
    <w:rsid w:val="00D55F6B"/>
    <w:rsid w:val="00D575DB"/>
    <w:rsid w:val="00D57BDD"/>
    <w:rsid w:val="00D615E1"/>
    <w:rsid w:val="00D61B1C"/>
    <w:rsid w:val="00D61BF1"/>
    <w:rsid w:val="00D624C3"/>
    <w:rsid w:val="00D632DB"/>
    <w:rsid w:val="00D647DF"/>
    <w:rsid w:val="00D65637"/>
    <w:rsid w:val="00D66BE9"/>
    <w:rsid w:val="00D71F0E"/>
    <w:rsid w:val="00D72D2A"/>
    <w:rsid w:val="00D73EEC"/>
    <w:rsid w:val="00D74048"/>
    <w:rsid w:val="00D7441A"/>
    <w:rsid w:val="00D76707"/>
    <w:rsid w:val="00D76E2C"/>
    <w:rsid w:val="00D77AC6"/>
    <w:rsid w:val="00D80BDD"/>
    <w:rsid w:val="00D81761"/>
    <w:rsid w:val="00D821FE"/>
    <w:rsid w:val="00D85221"/>
    <w:rsid w:val="00D8657C"/>
    <w:rsid w:val="00D87031"/>
    <w:rsid w:val="00D9282E"/>
    <w:rsid w:val="00D9338E"/>
    <w:rsid w:val="00D93D12"/>
    <w:rsid w:val="00D94CCF"/>
    <w:rsid w:val="00D9569E"/>
    <w:rsid w:val="00D97347"/>
    <w:rsid w:val="00DA32AC"/>
    <w:rsid w:val="00DA7FE6"/>
    <w:rsid w:val="00DB0952"/>
    <w:rsid w:val="00DB0F38"/>
    <w:rsid w:val="00DB224A"/>
    <w:rsid w:val="00DB5275"/>
    <w:rsid w:val="00DB5B2B"/>
    <w:rsid w:val="00DC098F"/>
    <w:rsid w:val="00DC0D72"/>
    <w:rsid w:val="00DC1800"/>
    <w:rsid w:val="00DC1D37"/>
    <w:rsid w:val="00DC3D52"/>
    <w:rsid w:val="00DC4732"/>
    <w:rsid w:val="00DC5943"/>
    <w:rsid w:val="00DC6D07"/>
    <w:rsid w:val="00DD1615"/>
    <w:rsid w:val="00DD1AD6"/>
    <w:rsid w:val="00DD2A07"/>
    <w:rsid w:val="00DD6A5D"/>
    <w:rsid w:val="00DD7B0E"/>
    <w:rsid w:val="00DE0E89"/>
    <w:rsid w:val="00DE0EF9"/>
    <w:rsid w:val="00DE16EF"/>
    <w:rsid w:val="00DE21D1"/>
    <w:rsid w:val="00DE5D64"/>
    <w:rsid w:val="00DE705E"/>
    <w:rsid w:val="00DF1896"/>
    <w:rsid w:val="00DF233E"/>
    <w:rsid w:val="00DF3838"/>
    <w:rsid w:val="00DF42F2"/>
    <w:rsid w:val="00DF4EA9"/>
    <w:rsid w:val="00DF66BD"/>
    <w:rsid w:val="00E02C43"/>
    <w:rsid w:val="00E03C85"/>
    <w:rsid w:val="00E04D29"/>
    <w:rsid w:val="00E06313"/>
    <w:rsid w:val="00E06676"/>
    <w:rsid w:val="00E06807"/>
    <w:rsid w:val="00E10B05"/>
    <w:rsid w:val="00E10E4E"/>
    <w:rsid w:val="00E1382B"/>
    <w:rsid w:val="00E13C32"/>
    <w:rsid w:val="00E1458F"/>
    <w:rsid w:val="00E1496B"/>
    <w:rsid w:val="00E16409"/>
    <w:rsid w:val="00E2245C"/>
    <w:rsid w:val="00E234B7"/>
    <w:rsid w:val="00E241E4"/>
    <w:rsid w:val="00E25FEB"/>
    <w:rsid w:val="00E27F95"/>
    <w:rsid w:val="00E30F39"/>
    <w:rsid w:val="00E32829"/>
    <w:rsid w:val="00E32EBF"/>
    <w:rsid w:val="00E33210"/>
    <w:rsid w:val="00E35B20"/>
    <w:rsid w:val="00E35C0A"/>
    <w:rsid w:val="00E369CF"/>
    <w:rsid w:val="00E36D33"/>
    <w:rsid w:val="00E376EE"/>
    <w:rsid w:val="00E4030C"/>
    <w:rsid w:val="00E40894"/>
    <w:rsid w:val="00E40A6F"/>
    <w:rsid w:val="00E41FF8"/>
    <w:rsid w:val="00E42787"/>
    <w:rsid w:val="00E51E76"/>
    <w:rsid w:val="00E523D9"/>
    <w:rsid w:val="00E52ED3"/>
    <w:rsid w:val="00E5498D"/>
    <w:rsid w:val="00E564F2"/>
    <w:rsid w:val="00E569D0"/>
    <w:rsid w:val="00E56B22"/>
    <w:rsid w:val="00E608FA"/>
    <w:rsid w:val="00E619AA"/>
    <w:rsid w:val="00E641BE"/>
    <w:rsid w:val="00E65997"/>
    <w:rsid w:val="00E66DC2"/>
    <w:rsid w:val="00E70AE8"/>
    <w:rsid w:val="00E710D1"/>
    <w:rsid w:val="00E75220"/>
    <w:rsid w:val="00E756FF"/>
    <w:rsid w:val="00E76356"/>
    <w:rsid w:val="00E76EDA"/>
    <w:rsid w:val="00E7773A"/>
    <w:rsid w:val="00E81DEA"/>
    <w:rsid w:val="00E8427E"/>
    <w:rsid w:val="00E847C2"/>
    <w:rsid w:val="00E84AD6"/>
    <w:rsid w:val="00E85DA0"/>
    <w:rsid w:val="00E95577"/>
    <w:rsid w:val="00E96E34"/>
    <w:rsid w:val="00E9737C"/>
    <w:rsid w:val="00E97737"/>
    <w:rsid w:val="00EA0116"/>
    <w:rsid w:val="00EA0D49"/>
    <w:rsid w:val="00EA1FF1"/>
    <w:rsid w:val="00EA54C5"/>
    <w:rsid w:val="00EA747D"/>
    <w:rsid w:val="00EB1F80"/>
    <w:rsid w:val="00EB29B7"/>
    <w:rsid w:val="00EB2B14"/>
    <w:rsid w:val="00EB7875"/>
    <w:rsid w:val="00EC5681"/>
    <w:rsid w:val="00ED16AC"/>
    <w:rsid w:val="00ED26F9"/>
    <w:rsid w:val="00ED273C"/>
    <w:rsid w:val="00ED2762"/>
    <w:rsid w:val="00ED374A"/>
    <w:rsid w:val="00ED468F"/>
    <w:rsid w:val="00ED6D11"/>
    <w:rsid w:val="00ED728D"/>
    <w:rsid w:val="00ED72B0"/>
    <w:rsid w:val="00ED7331"/>
    <w:rsid w:val="00ED7F08"/>
    <w:rsid w:val="00EE0455"/>
    <w:rsid w:val="00EE0977"/>
    <w:rsid w:val="00EE131D"/>
    <w:rsid w:val="00EE1638"/>
    <w:rsid w:val="00EE1CA6"/>
    <w:rsid w:val="00EE3DBE"/>
    <w:rsid w:val="00EE78AA"/>
    <w:rsid w:val="00EF25AD"/>
    <w:rsid w:val="00EF381C"/>
    <w:rsid w:val="00EF3D5D"/>
    <w:rsid w:val="00F01D32"/>
    <w:rsid w:val="00F02567"/>
    <w:rsid w:val="00F03296"/>
    <w:rsid w:val="00F0521B"/>
    <w:rsid w:val="00F055DC"/>
    <w:rsid w:val="00F05CBE"/>
    <w:rsid w:val="00F06261"/>
    <w:rsid w:val="00F06947"/>
    <w:rsid w:val="00F06C2B"/>
    <w:rsid w:val="00F13D38"/>
    <w:rsid w:val="00F14DC6"/>
    <w:rsid w:val="00F16482"/>
    <w:rsid w:val="00F16501"/>
    <w:rsid w:val="00F17A5E"/>
    <w:rsid w:val="00F21059"/>
    <w:rsid w:val="00F271FB"/>
    <w:rsid w:val="00F27EA7"/>
    <w:rsid w:val="00F32CE0"/>
    <w:rsid w:val="00F33D92"/>
    <w:rsid w:val="00F351AE"/>
    <w:rsid w:val="00F375B0"/>
    <w:rsid w:val="00F3789A"/>
    <w:rsid w:val="00F37BFA"/>
    <w:rsid w:val="00F405D1"/>
    <w:rsid w:val="00F4081A"/>
    <w:rsid w:val="00F40A19"/>
    <w:rsid w:val="00F40E4D"/>
    <w:rsid w:val="00F41CC4"/>
    <w:rsid w:val="00F41F42"/>
    <w:rsid w:val="00F43857"/>
    <w:rsid w:val="00F474E2"/>
    <w:rsid w:val="00F504FD"/>
    <w:rsid w:val="00F52254"/>
    <w:rsid w:val="00F549FC"/>
    <w:rsid w:val="00F54D5B"/>
    <w:rsid w:val="00F56D7C"/>
    <w:rsid w:val="00F604B9"/>
    <w:rsid w:val="00F61C20"/>
    <w:rsid w:val="00F63321"/>
    <w:rsid w:val="00F64C5C"/>
    <w:rsid w:val="00F65BC0"/>
    <w:rsid w:val="00F66D62"/>
    <w:rsid w:val="00F67CFF"/>
    <w:rsid w:val="00F67DB8"/>
    <w:rsid w:val="00F70258"/>
    <w:rsid w:val="00F70A9C"/>
    <w:rsid w:val="00F719BC"/>
    <w:rsid w:val="00F72A57"/>
    <w:rsid w:val="00F73574"/>
    <w:rsid w:val="00F74BB6"/>
    <w:rsid w:val="00F7594D"/>
    <w:rsid w:val="00F80217"/>
    <w:rsid w:val="00F80F17"/>
    <w:rsid w:val="00F8239A"/>
    <w:rsid w:val="00F82A9B"/>
    <w:rsid w:val="00F835C5"/>
    <w:rsid w:val="00F837BB"/>
    <w:rsid w:val="00F85956"/>
    <w:rsid w:val="00F861B2"/>
    <w:rsid w:val="00F8763F"/>
    <w:rsid w:val="00F87AF5"/>
    <w:rsid w:val="00F91162"/>
    <w:rsid w:val="00F93ED3"/>
    <w:rsid w:val="00F94DF3"/>
    <w:rsid w:val="00F95C57"/>
    <w:rsid w:val="00FA06AD"/>
    <w:rsid w:val="00FA60E7"/>
    <w:rsid w:val="00FA64BF"/>
    <w:rsid w:val="00FB0F38"/>
    <w:rsid w:val="00FB2BA9"/>
    <w:rsid w:val="00FB32FC"/>
    <w:rsid w:val="00FB49C7"/>
    <w:rsid w:val="00FB4F77"/>
    <w:rsid w:val="00FB65BA"/>
    <w:rsid w:val="00FC110E"/>
    <w:rsid w:val="00FC32AD"/>
    <w:rsid w:val="00FC5D5A"/>
    <w:rsid w:val="00FC7493"/>
    <w:rsid w:val="00FD1330"/>
    <w:rsid w:val="00FD1613"/>
    <w:rsid w:val="00FD39D0"/>
    <w:rsid w:val="00FD61A9"/>
    <w:rsid w:val="00FD7031"/>
    <w:rsid w:val="00FE1452"/>
    <w:rsid w:val="00FE293B"/>
    <w:rsid w:val="00FE2BDF"/>
    <w:rsid w:val="00FE32A0"/>
    <w:rsid w:val="00FE33AA"/>
    <w:rsid w:val="00FE4281"/>
    <w:rsid w:val="00FE488E"/>
    <w:rsid w:val="00FE4FB6"/>
    <w:rsid w:val="00FF1288"/>
    <w:rsid w:val="00FF4AA7"/>
    <w:rsid w:val="00FF5459"/>
    <w:rsid w:val="00FF75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404F"/>
    <w:pPr>
      <w:widowControl w:val="0"/>
    </w:pPr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43213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432137"/>
    <w:pPr>
      <w:keepNext/>
      <w:widowControl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4E404F"/>
    <w:pPr>
      <w:keepNext/>
      <w:widowControl/>
      <w:jc w:val="center"/>
      <w:outlineLvl w:val="2"/>
    </w:pPr>
    <w:rPr>
      <w:b/>
      <w:bCs/>
      <w:sz w:val="40"/>
      <w:szCs w:val="40"/>
    </w:rPr>
  </w:style>
  <w:style w:type="paragraph" w:styleId="Heading4">
    <w:name w:val="heading 4"/>
    <w:basedOn w:val="Normal"/>
    <w:next w:val="Normal"/>
    <w:link w:val="Heading4Char"/>
    <w:uiPriority w:val="99"/>
    <w:qFormat/>
    <w:rsid w:val="00940349"/>
    <w:pPr>
      <w:keepNext/>
      <w:spacing w:before="240" w:after="60"/>
      <w:outlineLvl w:val="3"/>
    </w:pPr>
    <w:rPr>
      <w:rFonts w:ascii="Calibri" w:hAnsi="Calibri" w:cs="Calibr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DB0F38"/>
    <w:pPr>
      <w:spacing w:before="240" w:after="6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Heading6">
    <w:name w:val="heading 6"/>
    <w:aliases w:val="Знак"/>
    <w:basedOn w:val="Normal"/>
    <w:next w:val="Normal"/>
    <w:link w:val="Heading6Char"/>
    <w:uiPriority w:val="99"/>
    <w:qFormat/>
    <w:rsid w:val="00FE293B"/>
    <w:pPr>
      <w:widowControl/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9"/>
    <w:qFormat/>
    <w:rsid w:val="00432137"/>
    <w:pPr>
      <w:widowControl/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9"/>
    <w:qFormat/>
    <w:rsid w:val="00432137"/>
    <w:pPr>
      <w:keepNext/>
      <w:widowControl/>
      <w:jc w:val="right"/>
      <w:outlineLvl w:val="7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432137"/>
    <w:rPr>
      <w:rFonts w:ascii="Arial" w:hAnsi="Arial" w:cs="Arial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432137"/>
    <w:rPr>
      <w:rFonts w:ascii="Arial" w:hAnsi="Arial" w:cs="Arial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6A70FA"/>
    <w:rPr>
      <w:rFonts w:cs="Times New Roman"/>
      <w:b/>
      <w:bCs/>
      <w:sz w:val="40"/>
      <w:szCs w:val="40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940349"/>
    <w:rPr>
      <w:rFonts w:ascii="Calibri" w:hAnsi="Calibri" w:cs="Calibr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DB0F38"/>
    <w:rPr>
      <w:rFonts w:ascii="Calibri" w:hAnsi="Calibri" w:cs="Calibri"/>
      <w:b/>
      <w:bCs/>
      <w:i/>
      <w:iCs/>
      <w:sz w:val="26"/>
      <w:szCs w:val="26"/>
    </w:rPr>
  </w:style>
  <w:style w:type="character" w:customStyle="1" w:styleId="Heading6Char">
    <w:name w:val="Heading 6 Char"/>
    <w:aliases w:val="Знак Char"/>
    <w:basedOn w:val="DefaultParagraphFont"/>
    <w:link w:val="Heading6"/>
    <w:uiPriority w:val="99"/>
    <w:locked/>
    <w:rsid w:val="00FE293B"/>
    <w:rPr>
      <w:rFonts w:cs="Times New Roman"/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9"/>
    <w:locked/>
    <w:rsid w:val="00432137"/>
    <w:rPr>
      <w:rFonts w:cs="Times New Roman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432137"/>
    <w:rPr>
      <w:rFonts w:cs="Times New Roman"/>
      <w:b/>
      <w:bCs/>
      <w:sz w:val="24"/>
      <w:szCs w:val="24"/>
    </w:rPr>
  </w:style>
  <w:style w:type="paragraph" w:styleId="BodyText">
    <w:name w:val="Body Text"/>
    <w:basedOn w:val="Normal"/>
    <w:link w:val="BodyTextChar"/>
    <w:uiPriority w:val="99"/>
    <w:rsid w:val="00AD6F1B"/>
    <w:pPr>
      <w:widowControl/>
      <w:suppressAutoHyphens/>
      <w:jc w:val="both"/>
    </w:pPr>
    <w:rPr>
      <w:sz w:val="28"/>
      <w:szCs w:val="28"/>
      <w:lang w:eastAsia="ar-SA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AD6F1B"/>
    <w:rPr>
      <w:rFonts w:cs="Times New Roman"/>
      <w:sz w:val="24"/>
      <w:szCs w:val="24"/>
      <w:lang w:eastAsia="ar-SA" w:bidi="ar-SA"/>
    </w:rPr>
  </w:style>
  <w:style w:type="paragraph" w:styleId="Title">
    <w:name w:val="Title"/>
    <w:basedOn w:val="Normal"/>
    <w:next w:val="Subtitle"/>
    <w:link w:val="TitleChar"/>
    <w:uiPriority w:val="99"/>
    <w:qFormat/>
    <w:rsid w:val="00AD6F1B"/>
    <w:pPr>
      <w:widowControl/>
      <w:suppressAutoHyphens/>
      <w:jc w:val="center"/>
    </w:pPr>
    <w:rPr>
      <w:sz w:val="28"/>
      <w:szCs w:val="28"/>
      <w:lang w:eastAsia="ar-SA"/>
    </w:rPr>
  </w:style>
  <w:style w:type="character" w:customStyle="1" w:styleId="TitleChar">
    <w:name w:val="Title Char"/>
    <w:basedOn w:val="DefaultParagraphFont"/>
    <w:link w:val="Title"/>
    <w:uiPriority w:val="99"/>
    <w:locked/>
    <w:rsid w:val="00AD6F1B"/>
    <w:rPr>
      <w:rFonts w:cs="Times New Roman"/>
      <w:sz w:val="24"/>
      <w:szCs w:val="24"/>
      <w:lang w:eastAsia="ar-SA" w:bidi="ar-SA"/>
    </w:rPr>
  </w:style>
  <w:style w:type="paragraph" w:styleId="Subtitle">
    <w:name w:val="Subtitle"/>
    <w:basedOn w:val="Normal"/>
    <w:next w:val="Normal"/>
    <w:link w:val="SubtitleChar"/>
    <w:uiPriority w:val="99"/>
    <w:qFormat/>
    <w:rsid w:val="00AD6F1B"/>
    <w:pPr>
      <w:spacing w:after="60"/>
      <w:jc w:val="center"/>
      <w:outlineLvl w:val="1"/>
    </w:pPr>
    <w:rPr>
      <w:rFonts w:ascii="Cambria" w:hAnsi="Cambria" w:cs="Cambria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AD6F1B"/>
    <w:rPr>
      <w:rFonts w:ascii="Cambria" w:hAnsi="Cambria" w:cs="Cambria"/>
      <w:sz w:val="24"/>
      <w:szCs w:val="24"/>
    </w:rPr>
  </w:style>
  <w:style w:type="paragraph" w:customStyle="1" w:styleId="ConsPlusTitle">
    <w:name w:val="ConsPlusTitle"/>
    <w:uiPriority w:val="99"/>
    <w:rsid w:val="00AD6F1B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rsid w:val="00940349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940349"/>
    <w:rPr>
      <w:rFonts w:cs="Times New Roman"/>
    </w:rPr>
  </w:style>
  <w:style w:type="paragraph" w:customStyle="1" w:styleId="ConsPlusNormal">
    <w:name w:val="ConsPlusNormal"/>
    <w:uiPriority w:val="99"/>
    <w:rsid w:val="00940349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2">
    <w:name w:val="Стиль2"/>
    <w:basedOn w:val="1"/>
    <w:uiPriority w:val="99"/>
    <w:rsid w:val="00940349"/>
  </w:style>
  <w:style w:type="paragraph" w:customStyle="1" w:styleId="1">
    <w:name w:val="Стиль1"/>
    <w:basedOn w:val="Normal"/>
    <w:uiPriority w:val="99"/>
    <w:rsid w:val="00940349"/>
    <w:pPr>
      <w:widowControl/>
      <w:tabs>
        <w:tab w:val="num" w:pos="927"/>
      </w:tabs>
      <w:autoSpaceDE w:val="0"/>
      <w:autoSpaceDN w:val="0"/>
      <w:adjustRightInd w:val="0"/>
      <w:spacing w:before="120"/>
      <w:ind w:firstLine="567"/>
      <w:jc w:val="both"/>
      <w:outlineLvl w:val="5"/>
    </w:pPr>
    <w:rPr>
      <w:sz w:val="24"/>
      <w:szCs w:val="24"/>
    </w:rPr>
  </w:style>
  <w:style w:type="paragraph" w:customStyle="1" w:styleId="a">
    <w:name w:val="Заголовок статьи"/>
    <w:basedOn w:val="Normal"/>
    <w:next w:val="Normal"/>
    <w:uiPriority w:val="99"/>
    <w:rsid w:val="00940349"/>
    <w:pPr>
      <w:widowControl/>
      <w:autoSpaceDE w:val="0"/>
      <w:autoSpaceDN w:val="0"/>
      <w:adjustRightInd w:val="0"/>
      <w:ind w:left="1612" w:hanging="892"/>
      <w:jc w:val="both"/>
    </w:pPr>
    <w:rPr>
      <w:rFonts w:ascii="Arial" w:hAnsi="Arial" w:cs="Arial"/>
      <w:sz w:val="24"/>
      <w:szCs w:val="24"/>
    </w:rPr>
  </w:style>
  <w:style w:type="paragraph" w:customStyle="1" w:styleId="ConsPlusNonformat">
    <w:name w:val="ConsPlusNonformat"/>
    <w:uiPriority w:val="99"/>
    <w:rsid w:val="00FE293B"/>
    <w:pPr>
      <w:widowControl w:val="0"/>
      <w:suppressAutoHyphens/>
      <w:autoSpaceDE w:val="0"/>
    </w:pPr>
    <w:rPr>
      <w:rFonts w:ascii="Courier New" w:hAnsi="Courier New" w:cs="Courier New"/>
      <w:sz w:val="20"/>
      <w:szCs w:val="20"/>
      <w:lang w:eastAsia="ar-SA"/>
    </w:rPr>
  </w:style>
  <w:style w:type="paragraph" w:styleId="Header">
    <w:name w:val="header"/>
    <w:basedOn w:val="Normal"/>
    <w:link w:val="HeaderChar1"/>
    <w:uiPriority w:val="99"/>
    <w:rsid w:val="00FE293B"/>
    <w:pPr>
      <w:widowControl/>
      <w:tabs>
        <w:tab w:val="center" w:pos="4677"/>
        <w:tab w:val="right" w:pos="9355"/>
      </w:tabs>
      <w:suppressAutoHyphens/>
    </w:pPr>
    <w:rPr>
      <w:sz w:val="24"/>
      <w:szCs w:val="24"/>
      <w:lang w:eastAsia="ar-SA"/>
    </w:rPr>
  </w:style>
  <w:style w:type="character" w:customStyle="1" w:styleId="HeaderChar">
    <w:name w:val="Header Char"/>
    <w:basedOn w:val="DefaultParagraphFont"/>
    <w:link w:val="Header"/>
    <w:uiPriority w:val="99"/>
    <w:locked/>
    <w:rsid w:val="004C5B6A"/>
    <w:rPr>
      <w:rFonts w:cs="Times New Roman"/>
      <w:sz w:val="24"/>
      <w:szCs w:val="24"/>
      <w:lang w:val="ru-RU" w:eastAsia="ar-SA" w:bidi="ar-SA"/>
    </w:rPr>
  </w:style>
  <w:style w:type="character" w:customStyle="1" w:styleId="HeaderChar1">
    <w:name w:val="Header Char1"/>
    <w:basedOn w:val="DefaultParagraphFont"/>
    <w:link w:val="Header"/>
    <w:uiPriority w:val="99"/>
    <w:locked/>
    <w:rsid w:val="00FE293B"/>
    <w:rPr>
      <w:rFonts w:cs="Times New Roman"/>
      <w:sz w:val="24"/>
      <w:szCs w:val="24"/>
      <w:lang w:eastAsia="ar-SA" w:bidi="ar-SA"/>
    </w:rPr>
  </w:style>
  <w:style w:type="paragraph" w:customStyle="1" w:styleId="ConsNormal">
    <w:name w:val="ConsNormal"/>
    <w:uiPriority w:val="99"/>
    <w:rsid w:val="00432137"/>
    <w:pPr>
      <w:autoSpaceDE w:val="0"/>
      <w:autoSpaceDN w:val="0"/>
      <w:adjustRightInd w:val="0"/>
      <w:ind w:right="19772" w:firstLine="720"/>
    </w:pPr>
    <w:rPr>
      <w:rFonts w:ascii="Arial" w:hAnsi="Arial" w:cs="Arial"/>
      <w:sz w:val="28"/>
      <w:szCs w:val="28"/>
    </w:rPr>
  </w:style>
  <w:style w:type="character" w:styleId="PageNumber">
    <w:name w:val="page number"/>
    <w:basedOn w:val="DefaultParagraphFont"/>
    <w:uiPriority w:val="99"/>
    <w:rsid w:val="00432137"/>
    <w:rPr>
      <w:rFonts w:cs="Times New Roman"/>
    </w:rPr>
  </w:style>
  <w:style w:type="paragraph" w:styleId="BodyText2">
    <w:name w:val="Body Text 2"/>
    <w:basedOn w:val="Normal"/>
    <w:link w:val="BodyText2Char"/>
    <w:uiPriority w:val="99"/>
    <w:rsid w:val="00432137"/>
    <w:pPr>
      <w:widowControl/>
      <w:jc w:val="center"/>
    </w:pPr>
    <w:rPr>
      <w:b/>
      <w:bCs/>
      <w:sz w:val="28"/>
      <w:szCs w:val="28"/>
    </w:rPr>
  </w:style>
  <w:style w:type="character" w:customStyle="1" w:styleId="BodyText2Char">
    <w:name w:val="Body Text 2 Char"/>
    <w:basedOn w:val="DefaultParagraphFont"/>
    <w:link w:val="BodyText2"/>
    <w:uiPriority w:val="99"/>
    <w:locked/>
    <w:rsid w:val="00432137"/>
    <w:rPr>
      <w:rFonts w:cs="Times New Roman"/>
      <w:b/>
      <w:bCs/>
      <w:sz w:val="24"/>
      <w:szCs w:val="24"/>
    </w:rPr>
  </w:style>
  <w:style w:type="paragraph" w:styleId="BodyText3">
    <w:name w:val="Body Text 3"/>
    <w:basedOn w:val="Normal"/>
    <w:link w:val="BodyText3Char"/>
    <w:uiPriority w:val="99"/>
    <w:rsid w:val="00432137"/>
    <w:pPr>
      <w:widowControl/>
      <w:jc w:val="center"/>
    </w:pPr>
    <w:rPr>
      <w:b/>
      <w:bCs/>
      <w:sz w:val="24"/>
      <w:szCs w:val="24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432137"/>
    <w:rPr>
      <w:rFonts w:cs="Times New Roman"/>
      <w:b/>
      <w:bCs/>
      <w:sz w:val="24"/>
      <w:szCs w:val="24"/>
    </w:rPr>
  </w:style>
  <w:style w:type="paragraph" w:styleId="Footer">
    <w:name w:val="footer"/>
    <w:basedOn w:val="Normal"/>
    <w:link w:val="FooterChar"/>
    <w:uiPriority w:val="99"/>
    <w:rsid w:val="00432137"/>
    <w:pPr>
      <w:widowControl/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locked/>
    <w:rsid w:val="00432137"/>
    <w:rPr>
      <w:rFonts w:cs="Times New Roman"/>
      <w:sz w:val="24"/>
      <w:szCs w:val="24"/>
    </w:rPr>
  </w:style>
  <w:style w:type="paragraph" w:styleId="NormalWeb">
    <w:name w:val="Normal (Web)"/>
    <w:basedOn w:val="Normal"/>
    <w:uiPriority w:val="99"/>
    <w:rsid w:val="00432137"/>
    <w:pPr>
      <w:widowControl/>
      <w:spacing w:before="100" w:beforeAutospacing="1" w:after="100" w:afterAutospacing="1"/>
    </w:pPr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43213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432137"/>
    <w:rPr>
      <w:rFonts w:ascii="Tahoma" w:hAnsi="Tahoma" w:cs="Tahoma"/>
      <w:sz w:val="16"/>
      <w:szCs w:val="16"/>
    </w:rPr>
  </w:style>
  <w:style w:type="paragraph" w:styleId="DocumentMap">
    <w:name w:val="Document Map"/>
    <w:basedOn w:val="Normal"/>
    <w:link w:val="DocumentMapChar"/>
    <w:uiPriority w:val="99"/>
    <w:semiHidden/>
    <w:rsid w:val="00432137"/>
    <w:pPr>
      <w:shd w:val="clear" w:color="auto" w:fill="000080"/>
    </w:pPr>
    <w:rPr>
      <w:rFonts w:ascii="Tahoma" w:hAnsi="Tahoma" w:cs="Tahoma"/>
    </w:rPr>
  </w:style>
  <w:style w:type="character" w:customStyle="1" w:styleId="DocumentMapChar">
    <w:name w:val="Document Map Char"/>
    <w:basedOn w:val="DefaultParagraphFont"/>
    <w:link w:val="DocumentMap"/>
    <w:uiPriority w:val="99"/>
    <w:locked/>
    <w:rsid w:val="00432137"/>
    <w:rPr>
      <w:rFonts w:ascii="Tahoma" w:hAnsi="Tahoma" w:cs="Tahoma"/>
      <w:shd w:val="clear" w:color="auto" w:fill="000080"/>
    </w:rPr>
  </w:style>
  <w:style w:type="table" w:styleId="TableGrid">
    <w:name w:val="Table Grid"/>
    <w:basedOn w:val="TableNormal"/>
    <w:uiPriority w:val="99"/>
    <w:rsid w:val="00347314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lk">
    <w:name w:val="blk"/>
    <w:basedOn w:val="DefaultParagraphFont"/>
    <w:uiPriority w:val="99"/>
    <w:rsid w:val="00311301"/>
    <w:rPr>
      <w:rFonts w:cs="Times New Roman"/>
    </w:rPr>
  </w:style>
  <w:style w:type="character" w:customStyle="1" w:styleId="5">
    <w:name w:val="Знак Знак5"/>
    <w:basedOn w:val="DefaultParagraphFont"/>
    <w:uiPriority w:val="99"/>
    <w:rsid w:val="00ED2762"/>
    <w:rPr>
      <w:rFonts w:cs="Times New Roman"/>
      <w:sz w:val="24"/>
      <w:szCs w:val="24"/>
      <w:lang w:eastAsia="ar-SA" w:bidi="ar-SA"/>
    </w:rPr>
  </w:style>
  <w:style w:type="character" w:customStyle="1" w:styleId="52">
    <w:name w:val="Знак Знак52"/>
    <w:basedOn w:val="DefaultParagraphFont"/>
    <w:uiPriority w:val="99"/>
    <w:rsid w:val="00653C4A"/>
    <w:rPr>
      <w:rFonts w:cs="Times New Roman"/>
      <w:sz w:val="24"/>
      <w:szCs w:val="24"/>
      <w:lang w:eastAsia="ar-SA" w:bidi="ar-SA"/>
    </w:rPr>
  </w:style>
  <w:style w:type="character" w:customStyle="1" w:styleId="51">
    <w:name w:val="Знак Знак51"/>
    <w:basedOn w:val="DefaultParagraphFont"/>
    <w:uiPriority w:val="99"/>
    <w:rsid w:val="00531E0B"/>
    <w:rPr>
      <w:rFonts w:cs="Times New Roman"/>
      <w:sz w:val="24"/>
      <w:szCs w:val="24"/>
      <w:lang w:eastAsia="ar-SA" w:bidi="ar-SA"/>
    </w:rPr>
  </w:style>
  <w:style w:type="paragraph" w:customStyle="1" w:styleId="ConsPlusCell">
    <w:name w:val="ConsPlusCell"/>
    <w:uiPriority w:val="99"/>
    <w:rsid w:val="00CD58F3"/>
    <w:pPr>
      <w:widowControl w:val="0"/>
      <w:autoSpaceDE w:val="0"/>
      <w:autoSpaceDN w:val="0"/>
      <w:adjustRightInd w:val="0"/>
    </w:pPr>
    <w:rPr>
      <w:rFonts w:ascii="Calibri" w:hAnsi="Calibri" w:cs="Calibri"/>
    </w:rPr>
  </w:style>
  <w:style w:type="paragraph" w:customStyle="1" w:styleId="10">
    <w:name w:val="Знак Знак Знак Знак Знак1 Знак Знак Знак Знак Знак Знак Знак Знак Знак Знак Знак Знак Знак Знак Знак Знак"/>
    <w:basedOn w:val="Normal"/>
    <w:uiPriority w:val="99"/>
    <w:rsid w:val="004C5B6A"/>
    <w:pPr>
      <w:widowControl/>
      <w:spacing w:after="160" w:line="240" w:lineRule="exact"/>
    </w:pPr>
    <w:rPr>
      <w:rFonts w:ascii="Arial" w:hAnsi="Arial" w:cs="Arial"/>
      <w:lang w:val="fr-FR" w:eastAsia="en-US"/>
    </w:rPr>
  </w:style>
  <w:style w:type="paragraph" w:styleId="ListParagraph">
    <w:name w:val="List Paragraph"/>
    <w:basedOn w:val="Normal"/>
    <w:uiPriority w:val="99"/>
    <w:qFormat/>
    <w:rsid w:val="00575CDB"/>
    <w:pPr>
      <w:ind w:left="708"/>
    </w:pPr>
  </w:style>
  <w:style w:type="paragraph" w:customStyle="1" w:styleId="ConsPlusTitlePage">
    <w:name w:val="ConsPlusTitlePage"/>
    <w:uiPriority w:val="99"/>
    <w:rsid w:val="00D9338E"/>
    <w:pPr>
      <w:widowControl w:val="0"/>
      <w:autoSpaceDE w:val="0"/>
      <w:autoSpaceDN w:val="0"/>
    </w:pPr>
    <w:rPr>
      <w:rFonts w:ascii="Tahoma" w:hAnsi="Tahoma" w:cs="Tahoma"/>
      <w:sz w:val="20"/>
      <w:szCs w:val="20"/>
    </w:rPr>
  </w:style>
  <w:style w:type="character" w:customStyle="1" w:styleId="8">
    <w:name w:val="Знак Знак8"/>
    <w:basedOn w:val="DefaultParagraphFont"/>
    <w:uiPriority w:val="99"/>
    <w:locked/>
    <w:rsid w:val="005C7F40"/>
    <w:rPr>
      <w:rFonts w:cs="Times New Roman"/>
      <w:sz w:val="24"/>
      <w:szCs w:val="24"/>
      <w:lang w:val="ru-RU" w:eastAsia="ar-SA" w:bidi="ar-SA"/>
    </w:rPr>
  </w:style>
  <w:style w:type="character" w:customStyle="1" w:styleId="7">
    <w:name w:val="Знак Знак7"/>
    <w:basedOn w:val="DefaultParagraphFont"/>
    <w:uiPriority w:val="99"/>
    <w:locked/>
    <w:rsid w:val="005C7F40"/>
    <w:rPr>
      <w:rFonts w:ascii="Cambria" w:hAnsi="Cambria" w:cs="Times New Roman"/>
      <w:sz w:val="24"/>
      <w:szCs w:val="24"/>
      <w:lang w:val="ru-RU" w:eastAsia="ru-RU" w:bidi="ar-SA"/>
    </w:rPr>
  </w:style>
  <w:style w:type="character" w:customStyle="1" w:styleId="9">
    <w:name w:val="Знак Знак9"/>
    <w:basedOn w:val="DefaultParagraphFont"/>
    <w:uiPriority w:val="99"/>
    <w:locked/>
    <w:rsid w:val="000C5250"/>
    <w:rPr>
      <w:rFonts w:cs="Times New Roman"/>
      <w:sz w:val="28"/>
      <w:szCs w:val="28"/>
      <w:lang w:val="ru-RU" w:eastAsia="ar-SA" w:bidi="ar-SA"/>
    </w:rPr>
  </w:style>
  <w:style w:type="character" w:customStyle="1" w:styleId="53">
    <w:name w:val="Знак Знак53"/>
    <w:basedOn w:val="DefaultParagraphFont"/>
    <w:uiPriority w:val="99"/>
    <w:locked/>
    <w:rsid w:val="000C5250"/>
    <w:rPr>
      <w:rFonts w:cs="Times New Roman"/>
      <w:sz w:val="24"/>
      <w:szCs w:val="24"/>
      <w:lang w:val="ru-RU" w:eastAsia="ar-SA" w:bidi="ar-SA"/>
    </w:rPr>
  </w:style>
  <w:style w:type="character" w:styleId="Hyperlink">
    <w:name w:val="Hyperlink"/>
    <w:basedOn w:val="DefaultParagraphFont"/>
    <w:uiPriority w:val="99"/>
    <w:locked/>
    <w:rsid w:val="000704BF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63047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047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047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047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047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047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047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047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047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047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047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047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047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047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047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047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047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047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047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047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047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047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047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04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04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04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04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04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04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04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04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047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047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047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047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047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047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047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047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047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047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047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047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047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047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1504</TotalTime>
  <Pages>29</Pages>
  <Words>7254</Words>
  <Characters>-32766</Characters>
  <Application>Microsoft Office Outlook</Application>
  <DocSecurity>0</DocSecurity>
  <Lines>0</Lines>
  <Paragraphs>0</Paragraphs>
  <ScaleCrop>false</ScaleCrop>
  <Company>Дом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Wowan</dc:creator>
  <cp:keywords/>
  <dc:description/>
  <cp:lastModifiedBy>Наталья</cp:lastModifiedBy>
  <cp:revision>47</cp:revision>
  <cp:lastPrinted>2021-03-16T07:10:00Z</cp:lastPrinted>
  <dcterms:created xsi:type="dcterms:W3CDTF">2019-12-30T10:27:00Z</dcterms:created>
  <dcterms:modified xsi:type="dcterms:W3CDTF">2021-03-16T07:11:00Z</dcterms:modified>
</cp:coreProperties>
</file>