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E26" w:rsidRDefault="002C6E26" w:rsidP="004E404F">
      <w:pPr>
        <w:jc w:val="center"/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ППО (вектор) черная" style="position:absolute;left:0;text-align:left;margin-left:207pt;margin-top:-36pt;width:57.25pt;height:69.7pt;z-index:251658240;visibility:visible">
            <v:imagedata r:id="rId5" o:title=""/>
            <w10:wrap type="square"/>
          </v:shape>
        </w:pict>
      </w:r>
    </w:p>
    <w:p w:rsidR="002C6E26" w:rsidRDefault="002C6E26" w:rsidP="004E404F"/>
    <w:p w:rsidR="002C6E26" w:rsidRDefault="002C6E26" w:rsidP="004E404F"/>
    <w:tbl>
      <w:tblPr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2C6E26">
        <w:trPr>
          <w:trHeight w:val="397"/>
        </w:trPr>
        <w:tc>
          <w:tcPr>
            <w:tcW w:w="9606" w:type="dxa"/>
          </w:tcPr>
          <w:p w:rsidR="002C6E26" w:rsidRDefault="002C6E26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2C6E26">
        <w:tc>
          <w:tcPr>
            <w:tcW w:w="9606" w:type="dxa"/>
          </w:tcPr>
          <w:p w:rsidR="002C6E26" w:rsidRPr="00A50CE9" w:rsidRDefault="002C6E26" w:rsidP="00F3401E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A50CE9"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2C6E26" w:rsidRPr="00A50CE9" w:rsidRDefault="002C6E26" w:rsidP="00E263FF">
            <w:pPr>
              <w:widowControl/>
              <w:rPr>
                <w:b/>
                <w:sz w:val="36"/>
                <w:szCs w:val="36"/>
              </w:rPr>
            </w:pPr>
            <w:r w:rsidRPr="00A50CE9">
              <w:rPr>
                <w:b/>
                <w:sz w:val="36"/>
                <w:szCs w:val="36"/>
              </w:rPr>
              <w:t>СЕЛЬСКОГО ПОСЕЛЕНИЯ</w:t>
            </w:r>
            <w:r>
              <w:rPr>
                <w:b/>
                <w:sz w:val="36"/>
                <w:szCs w:val="36"/>
              </w:rPr>
              <w:t xml:space="preserve"> ШЕЙНСКИЙ</w:t>
            </w:r>
            <w:r w:rsidRPr="00A50CE9">
              <w:rPr>
                <w:b/>
                <w:sz w:val="36"/>
                <w:szCs w:val="36"/>
              </w:rPr>
              <w:t xml:space="preserve"> СЕЛЬСОВЕТ</w:t>
            </w:r>
          </w:p>
          <w:p w:rsidR="002C6E26" w:rsidRDefault="002C6E26" w:rsidP="00F3401E">
            <w:pPr>
              <w:widowControl/>
              <w:jc w:val="center"/>
              <w:rPr>
                <w:b/>
                <w:sz w:val="36"/>
              </w:rPr>
            </w:pPr>
            <w:r w:rsidRPr="00A50CE9">
              <w:rPr>
                <w:b/>
                <w:sz w:val="36"/>
                <w:szCs w:val="36"/>
              </w:rPr>
              <w:t>ПАЧЕЛМСКОГО РАЙОНА ПЕНЗЕНСКОЙ ОБЛАСТИ</w:t>
            </w:r>
          </w:p>
        </w:tc>
      </w:tr>
      <w:tr w:rsidR="002C6E26">
        <w:trPr>
          <w:trHeight w:val="397"/>
        </w:trPr>
        <w:tc>
          <w:tcPr>
            <w:tcW w:w="9606" w:type="dxa"/>
          </w:tcPr>
          <w:p w:rsidR="002C6E26" w:rsidRDefault="002C6E26">
            <w:pPr>
              <w:widowControl/>
              <w:jc w:val="both"/>
              <w:rPr>
                <w:sz w:val="24"/>
              </w:rPr>
            </w:pPr>
          </w:p>
        </w:tc>
      </w:tr>
      <w:tr w:rsidR="002C6E26">
        <w:tc>
          <w:tcPr>
            <w:tcW w:w="9606" w:type="dxa"/>
          </w:tcPr>
          <w:p w:rsidR="002C6E26" w:rsidRDefault="002C6E26">
            <w:pPr>
              <w:pStyle w:val="Heading3"/>
            </w:pPr>
            <w:r>
              <w:rPr>
                <w:sz w:val="28"/>
              </w:rPr>
              <w:t>РЕШЕНИЕ</w:t>
            </w:r>
          </w:p>
        </w:tc>
      </w:tr>
      <w:tr w:rsidR="002C6E26">
        <w:trPr>
          <w:trHeight w:val="340"/>
        </w:trPr>
        <w:tc>
          <w:tcPr>
            <w:tcW w:w="9606" w:type="dxa"/>
            <w:vAlign w:val="center"/>
          </w:tcPr>
          <w:p w:rsidR="002C6E26" w:rsidRDefault="002C6E26">
            <w:pPr>
              <w:pStyle w:val="Heading3"/>
            </w:pPr>
          </w:p>
        </w:tc>
      </w:tr>
    </w:tbl>
    <w:p w:rsidR="002C6E26" w:rsidRDefault="002C6E26" w:rsidP="004E404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2C6E26">
        <w:trPr>
          <w:jc w:val="center"/>
        </w:trPr>
        <w:tc>
          <w:tcPr>
            <w:tcW w:w="284" w:type="dxa"/>
            <w:vAlign w:val="bottom"/>
          </w:tcPr>
          <w:p w:rsidR="002C6E26" w:rsidRDefault="002C6E26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C6E26" w:rsidRDefault="002C6E26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25.12.2020</w:t>
            </w:r>
          </w:p>
        </w:tc>
        <w:tc>
          <w:tcPr>
            <w:tcW w:w="397" w:type="dxa"/>
          </w:tcPr>
          <w:p w:rsidR="002C6E26" w:rsidRDefault="002C6E26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C6E26" w:rsidRDefault="002C6E26" w:rsidP="00E263FF">
            <w:pPr>
              <w:widowControl/>
              <w:rPr>
                <w:sz w:val="24"/>
              </w:rPr>
            </w:pPr>
            <w:r>
              <w:rPr>
                <w:sz w:val="24"/>
              </w:rPr>
              <w:t>07-23/3</w:t>
            </w:r>
          </w:p>
        </w:tc>
      </w:tr>
      <w:tr w:rsidR="002C6E26">
        <w:trPr>
          <w:jc w:val="center"/>
        </w:trPr>
        <w:tc>
          <w:tcPr>
            <w:tcW w:w="4650" w:type="dxa"/>
            <w:gridSpan w:val="4"/>
          </w:tcPr>
          <w:p w:rsidR="002C6E26" w:rsidRDefault="002C6E26">
            <w:pPr>
              <w:widowControl/>
              <w:jc w:val="center"/>
              <w:rPr>
                <w:sz w:val="10"/>
              </w:rPr>
            </w:pPr>
          </w:p>
          <w:p w:rsidR="002C6E26" w:rsidRDefault="002C6E26" w:rsidP="005574D8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с. Шейно</w:t>
            </w:r>
          </w:p>
        </w:tc>
      </w:tr>
    </w:tbl>
    <w:p w:rsidR="002C6E26" w:rsidRDefault="002C6E26" w:rsidP="004E404F">
      <w:pPr>
        <w:jc w:val="center"/>
        <w:rPr>
          <w:sz w:val="24"/>
          <w:szCs w:val="24"/>
        </w:rPr>
      </w:pPr>
    </w:p>
    <w:p w:rsidR="002C6E26" w:rsidRDefault="002C6E26" w:rsidP="004E404F">
      <w:pPr>
        <w:rPr>
          <w:b/>
          <w:sz w:val="26"/>
          <w:szCs w:val="26"/>
        </w:rPr>
      </w:pPr>
    </w:p>
    <w:p w:rsidR="002C6E26" w:rsidRPr="003A372A" w:rsidRDefault="002C6E26" w:rsidP="00E263FF">
      <w:pPr>
        <w:shd w:val="clear" w:color="auto" w:fill="FFFFFF"/>
        <w:spacing w:line="278" w:lineRule="exact"/>
        <w:ind w:right="25"/>
        <w:jc w:val="center"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>О внесении изменений  в решение Комитета местного самоуправления Шейнского сельсовета Пачелмского района Пензенской области от 06.11.2012 № 05-29/1   « О Р</w:t>
      </w:r>
      <w:r w:rsidRPr="003A372A">
        <w:rPr>
          <w:b/>
          <w:bCs/>
          <w:color w:val="000000"/>
          <w:spacing w:val="-6"/>
          <w:sz w:val="28"/>
          <w:szCs w:val="28"/>
        </w:rPr>
        <w:t xml:space="preserve">евизионной комиссии </w:t>
      </w:r>
      <w:r>
        <w:rPr>
          <w:b/>
          <w:bCs/>
          <w:color w:val="000000"/>
          <w:spacing w:val="-6"/>
          <w:sz w:val="28"/>
          <w:szCs w:val="28"/>
        </w:rPr>
        <w:t xml:space="preserve">Шейнского </w:t>
      </w:r>
      <w:r w:rsidRPr="003A372A">
        <w:rPr>
          <w:b/>
          <w:bCs/>
          <w:color w:val="000000"/>
          <w:spacing w:val="-6"/>
          <w:sz w:val="28"/>
          <w:szCs w:val="28"/>
        </w:rPr>
        <w:t>сельсовета</w:t>
      </w:r>
      <w:r>
        <w:rPr>
          <w:b/>
          <w:bCs/>
          <w:color w:val="000000"/>
          <w:spacing w:val="-6"/>
          <w:sz w:val="28"/>
          <w:szCs w:val="28"/>
        </w:rPr>
        <w:t xml:space="preserve"> Пачелмского района Пензенской  области» (с последующими изменениями) </w:t>
      </w:r>
    </w:p>
    <w:p w:rsidR="002C6E26" w:rsidRPr="003A372A" w:rsidRDefault="002C6E26" w:rsidP="00E263FF">
      <w:pPr>
        <w:shd w:val="clear" w:color="auto" w:fill="FFFFFF"/>
        <w:spacing w:line="278" w:lineRule="exact"/>
        <w:ind w:left="3197" w:right="1382" w:hanging="1378"/>
        <w:jc w:val="both"/>
        <w:rPr>
          <w:bCs/>
          <w:color w:val="000000"/>
          <w:spacing w:val="-6"/>
          <w:sz w:val="28"/>
          <w:szCs w:val="28"/>
        </w:rPr>
      </w:pPr>
    </w:p>
    <w:p w:rsidR="002C6E26" w:rsidRPr="000F3292" w:rsidRDefault="002C6E26" w:rsidP="00E263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протест прокурора Пачелмского района от 14.12.2020 № 07-21-2020 на отдельный пункт Положения о Ревизионной комиссии Шейнского сельсовета Пачелмского района Пензенской области, утвержденного  решением Комитета местного самоуправления Шейнского сельсовета от 06.11.2012 № 05-29/1 (с последующими изменениями), в соответствии с </w:t>
      </w:r>
      <w:r w:rsidRPr="000F3292">
        <w:rPr>
          <w:sz w:val="28"/>
          <w:szCs w:val="28"/>
        </w:rPr>
        <w:t>Федеральными законами от 06.10.2003 №</w:t>
      </w:r>
      <w:r>
        <w:rPr>
          <w:sz w:val="28"/>
          <w:szCs w:val="28"/>
        </w:rPr>
        <w:t xml:space="preserve"> </w:t>
      </w:r>
      <w:r w:rsidRPr="000F3292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от 07.02.2011 </w:t>
      </w:r>
      <w:r>
        <w:rPr>
          <w:sz w:val="28"/>
          <w:szCs w:val="28"/>
        </w:rPr>
        <w:t xml:space="preserve"> </w:t>
      </w:r>
      <w:r w:rsidRPr="000F3292">
        <w:rPr>
          <w:sz w:val="28"/>
          <w:szCs w:val="28"/>
        </w:rPr>
        <w:t xml:space="preserve">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>
        <w:rPr>
          <w:sz w:val="28"/>
          <w:szCs w:val="28"/>
        </w:rPr>
        <w:t xml:space="preserve">Законом Пензенской области от 10.10.2007 №1390-ЗПО «О муниципальной службе в Пензенской области», </w:t>
      </w:r>
      <w:r w:rsidRPr="000F3292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сельского поселения</w:t>
      </w:r>
      <w:r w:rsidRPr="000F3292">
        <w:rPr>
          <w:sz w:val="28"/>
          <w:szCs w:val="28"/>
        </w:rPr>
        <w:t xml:space="preserve"> </w:t>
      </w:r>
      <w:r>
        <w:rPr>
          <w:sz w:val="28"/>
          <w:szCs w:val="28"/>
        </w:rPr>
        <w:t>Шейнский  сельсовет Пачелмского района Пензенской области</w:t>
      </w:r>
      <w:r w:rsidRPr="000F3292">
        <w:rPr>
          <w:sz w:val="28"/>
          <w:szCs w:val="28"/>
        </w:rPr>
        <w:t>,</w:t>
      </w:r>
    </w:p>
    <w:p w:rsidR="002C6E26" w:rsidRDefault="002C6E26" w:rsidP="00E263FF">
      <w:pPr>
        <w:shd w:val="clear" w:color="auto" w:fill="FFFFFF"/>
        <w:spacing w:before="269" w:line="274" w:lineRule="exact"/>
        <w:ind w:left="5" w:hanging="5"/>
        <w:jc w:val="center"/>
        <w:rPr>
          <w:b/>
          <w:color w:val="000000"/>
          <w:spacing w:val="-4"/>
          <w:sz w:val="28"/>
          <w:szCs w:val="28"/>
        </w:rPr>
      </w:pPr>
      <w:r w:rsidRPr="000F3292">
        <w:rPr>
          <w:b/>
          <w:color w:val="000000"/>
          <w:spacing w:val="-4"/>
          <w:sz w:val="28"/>
          <w:szCs w:val="28"/>
        </w:rPr>
        <w:t xml:space="preserve">Комитет местного самоуправления </w:t>
      </w:r>
      <w:r>
        <w:rPr>
          <w:b/>
          <w:color w:val="000000"/>
          <w:spacing w:val="-4"/>
          <w:sz w:val="28"/>
          <w:szCs w:val="28"/>
        </w:rPr>
        <w:t xml:space="preserve">Шейнского </w:t>
      </w:r>
      <w:r w:rsidRPr="000F3292">
        <w:rPr>
          <w:b/>
          <w:color w:val="000000"/>
          <w:spacing w:val="-4"/>
          <w:sz w:val="28"/>
          <w:szCs w:val="28"/>
        </w:rPr>
        <w:t xml:space="preserve"> сельсовета Пачелмского района Пензенской области решил:</w:t>
      </w:r>
    </w:p>
    <w:p w:rsidR="002C6E26" w:rsidRPr="000F3292" w:rsidRDefault="002C6E26" w:rsidP="00E263FF">
      <w:pPr>
        <w:shd w:val="clear" w:color="auto" w:fill="FFFFFF"/>
        <w:spacing w:before="269" w:line="274" w:lineRule="exact"/>
        <w:ind w:left="5" w:hanging="5"/>
        <w:jc w:val="center"/>
        <w:rPr>
          <w:b/>
          <w:sz w:val="28"/>
          <w:szCs w:val="28"/>
        </w:rPr>
      </w:pPr>
    </w:p>
    <w:p w:rsidR="002C6E26" w:rsidRPr="0086116E" w:rsidRDefault="002C6E26" w:rsidP="00E263FF">
      <w:pPr>
        <w:ind w:firstLine="709"/>
        <w:jc w:val="both"/>
        <w:rPr>
          <w:sz w:val="28"/>
          <w:szCs w:val="28"/>
        </w:rPr>
      </w:pPr>
      <w:r>
        <w:t xml:space="preserve"> </w:t>
      </w:r>
      <w:r w:rsidRPr="0086116E">
        <w:rPr>
          <w:sz w:val="28"/>
          <w:szCs w:val="28"/>
        </w:rPr>
        <w:t>1.</w:t>
      </w:r>
      <w:r>
        <w:rPr>
          <w:sz w:val="28"/>
          <w:szCs w:val="28"/>
        </w:rPr>
        <w:t xml:space="preserve"> Протест прокурора Пачелмского  района Пензенской области на отдельный пункт Положения о Ревизионной комиссии</w:t>
      </w:r>
      <w:r w:rsidRPr="0086116E">
        <w:rPr>
          <w:sz w:val="28"/>
          <w:szCs w:val="28"/>
        </w:rPr>
        <w:t xml:space="preserve"> </w:t>
      </w:r>
      <w:r>
        <w:rPr>
          <w:sz w:val="28"/>
          <w:szCs w:val="28"/>
        </w:rPr>
        <w:t>Шейнского</w:t>
      </w:r>
      <w:r w:rsidRPr="0086116E">
        <w:rPr>
          <w:sz w:val="28"/>
          <w:szCs w:val="28"/>
        </w:rPr>
        <w:t xml:space="preserve">  сельсовета Пачелм</w:t>
      </w:r>
      <w:r>
        <w:rPr>
          <w:sz w:val="28"/>
          <w:szCs w:val="28"/>
        </w:rPr>
        <w:t>ского района Пензенской области, утвержденного решением Комитета местного самоуправления Шейнского сельсовета от 06.11.2012 № 05-29/1 (с последующими изменениями), удовлетворить.</w:t>
      </w:r>
    </w:p>
    <w:p w:rsidR="002C6E26" w:rsidRDefault="002C6E26" w:rsidP="00E263FF">
      <w:pPr>
        <w:ind w:firstLine="709"/>
        <w:jc w:val="both"/>
        <w:rPr>
          <w:sz w:val="28"/>
          <w:szCs w:val="28"/>
        </w:rPr>
      </w:pPr>
      <w:r w:rsidRPr="0086116E">
        <w:rPr>
          <w:sz w:val="28"/>
          <w:szCs w:val="28"/>
        </w:rPr>
        <w:t xml:space="preserve">2. </w:t>
      </w:r>
      <w:r>
        <w:rPr>
          <w:sz w:val="28"/>
          <w:szCs w:val="28"/>
        </w:rPr>
        <w:t>Внести изменения в отдельный пункт Положения о Ревизионной комиссии Шейнского сельсовета Пачелмского района Пензенской области, утвержденного  решением Комитета местного самоуправления Шейнского сельсовета от 06.11.2012 № 05-29/1 (с последующими изменениями) (далее - Положение).</w:t>
      </w:r>
    </w:p>
    <w:p w:rsidR="002C6E26" w:rsidRDefault="002C6E26" w:rsidP="00E263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пункт 3.1. Положения изложить в следующей редакции:</w:t>
      </w:r>
    </w:p>
    <w:p w:rsidR="002C6E26" w:rsidRDefault="002C6E26" w:rsidP="00E263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«3.1.</w:t>
      </w:r>
      <w:r w:rsidRPr="00CB2CB8">
        <w:t xml:space="preserve"> </w:t>
      </w:r>
      <w:r>
        <w:rPr>
          <w:sz w:val="28"/>
          <w:szCs w:val="28"/>
        </w:rPr>
        <w:t>На должность председателя Ревизионной комиссии</w:t>
      </w:r>
      <w:r w:rsidRPr="00CB2CB8">
        <w:rPr>
          <w:sz w:val="28"/>
          <w:szCs w:val="28"/>
        </w:rPr>
        <w:t xml:space="preserve"> назначаются граждане Российской Федерации, имеющие высшее образование </w:t>
      </w:r>
      <w:r>
        <w:rPr>
          <w:sz w:val="28"/>
          <w:szCs w:val="28"/>
        </w:rPr>
        <w:t xml:space="preserve">не ниже уровня специалитета, магистратуры </w:t>
      </w:r>
      <w:r w:rsidRPr="00CB2CB8">
        <w:rPr>
          <w:sz w:val="28"/>
          <w:szCs w:val="28"/>
        </w:rPr>
        <w:t>и</w:t>
      </w:r>
      <w:r>
        <w:rPr>
          <w:sz w:val="28"/>
          <w:szCs w:val="28"/>
        </w:rPr>
        <w:t xml:space="preserve"> наличия не менее трех лет стажа муниципальной службы либо стажа работы по специальности, направлению подготовки».</w:t>
      </w:r>
    </w:p>
    <w:p w:rsidR="002C6E26" w:rsidRPr="0086116E" w:rsidRDefault="002C6E26" w:rsidP="00E263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6116E">
        <w:rPr>
          <w:sz w:val="28"/>
          <w:szCs w:val="28"/>
        </w:rPr>
        <w:t xml:space="preserve">Опубликовать настоящее решение в информационном бюллетене </w:t>
      </w:r>
      <w:r>
        <w:rPr>
          <w:sz w:val="28"/>
          <w:szCs w:val="28"/>
        </w:rPr>
        <w:t>Шейнского сельсовета Пачелмского района Пензенской области «Шейнские вести»</w:t>
      </w:r>
      <w:r w:rsidRPr="0086116E">
        <w:rPr>
          <w:sz w:val="28"/>
          <w:szCs w:val="28"/>
        </w:rPr>
        <w:t>.</w:t>
      </w:r>
    </w:p>
    <w:p w:rsidR="002C6E26" w:rsidRDefault="002C6E26" w:rsidP="00E263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</w:t>
      </w:r>
      <w:r w:rsidRPr="0086116E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2C6E26" w:rsidRPr="0086116E" w:rsidRDefault="002C6E26" w:rsidP="00E263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выполнением настоящего  решения возложить на главу Шейнского сельсовета Пачелмского района Пензенской области.</w:t>
      </w:r>
    </w:p>
    <w:p w:rsidR="002C6E26" w:rsidRDefault="002C6E26" w:rsidP="00E263FF">
      <w:pPr>
        <w:shd w:val="clear" w:color="auto" w:fill="FFFFFF"/>
        <w:tabs>
          <w:tab w:val="left" w:pos="720"/>
        </w:tabs>
        <w:ind w:firstLine="720"/>
        <w:jc w:val="both"/>
        <w:rPr>
          <w:color w:val="000000"/>
          <w:spacing w:val="-4"/>
          <w:sz w:val="28"/>
          <w:szCs w:val="28"/>
        </w:rPr>
      </w:pPr>
    </w:p>
    <w:p w:rsidR="002C6E26" w:rsidRPr="003A372A" w:rsidRDefault="002C6E26" w:rsidP="00E263FF">
      <w:pPr>
        <w:shd w:val="clear" w:color="auto" w:fill="FFFFFF"/>
        <w:tabs>
          <w:tab w:val="left" w:pos="720"/>
        </w:tabs>
        <w:ind w:firstLine="720"/>
        <w:jc w:val="both"/>
        <w:rPr>
          <w:color w:val="000000"/>
          <w:spacing w:val="-4"/>
          <w:sz w:val="28"/>
          <w:szCs w:val="28"/>
        </w:rPr>
      </w:pPr>
    </w:p>
    <w:p w:rsidR="002C6E26" w:rsidRDefault="002C6E26" w:rsidP="00E263FF">
      <w:pPr>
        <w:shd w:val="clear" w:color="auto" w:fill="FFFFFF"/>
        <w:tabs>
          <w:tab w:val="left" w:pos="720"/>
        </w:tabs>
        <w:spacing w:line="274" w:lineRule="exact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Глава Шейнского сельсовета  </w:t>
      </w:r>
    </w:p>
    <w:p w:rsidR="002C6E26" w:rsidRDefault="002C6E26" w:rsidP="00E263FF">
      <w:pPr>
        <w:shd w:val="clear" w:color="auto" w:fill="FFFFFF"/>
        <w:tabs>
          <w:tab w:val="left" w:pos="720"/>
        </w:tabs>
        <w:spacing w:line="274" w:lineRule="exact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Пачелмского района   Пензенской области                                     Л.Б.Ерохина                                                                       </w:t>
      </w:r>
    </w:p>
    <w:p w:rsidR="002C6E26" w:rsidRPr="005717D5" w:rsidRDefault="002C6E26" w:rsidP="00E263FF">
      <w:pPr>
        <w:shd w:val="clear" w:color="auto" w:fill="FFFFFF"/>
        <w:tabs>
          <w:tab w:val="left" w:pos="720"/>
        </w:tabs>
        <w:spacing w:line="274" w:lineRule="exact"/>
        <w:jc w:val="both"/>
        <w:rPr>
          <w:color w:val="000000"/>
          <w:spacing w:val="-4"/>
          <w:sz w:val="28"/>
          <w:szCs w:val="28"/>
        </w:rPr>
        <w:sectPr w:rsidR="002C6E26" w:rsidRPr="005717D5" w:rsidSect="00A51B42">
          <w:pgSz w:w="11909" w:h="16834"/>
          <w:pgMar w:top="1134" w:right="567" w:bottom="1134" w:left="1701" w:header="720" w:footer="720" w:gutter="0"/>
          <w:cols w:space="60"/>
          <w:noEndnote/>
        </w:sectPr>
      </w:pPr>
    </w:p>
    <w:p w:rsidR="002C6E26" w:rsidRDefault="002C6E26" w:rsidP="00E263FF">
      <w:pPr>
        <w:rPr>
          <w:sz w:val="30"/>
        </w:rPr>
      </w:pPr>
    </w:p>
    <w:p w:rsidR="002C6E26" w:rsidRDefault="002C6E26" w:rsidP="00E263FF"/>
    <w:p w:rsidR="002C6E26" w:rsidRDefault="002C6E26" w:rsidP="00E263FF"/>
    <w:p w:rsidR="002C6E26" w:rsidRDefault="002C6E26" w:rsidP="004E404F"/>
    <w:sectPr w:rsidR="002C6E26" w:rsidSect="00E263F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A58C9"/>
    <w:multiLevelType w:val="hybridMultilevel"/>
    <w:tmpl w:val="C3CE4B4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4911"/>
    <w:rsid w:val="00063C33"/>
    <w:rsid w:val="000A5C66"/>
    <w:rsid w:val="000B7902"/>
    <w:rsid w:val="000C1859"/>
    <w:rsid w:val="000F3292"/>
    <w:rsid w:val="00103DF1"/>
    <w:rsid w:val="00110EF3"/>
    <w:rsid w:val="00152D64"/>
    <w:rsid w:val="00156348"/>
    <w:rsid w:val="001B6EF9"/>
    <w:rsid w:val="001E5F57"/>
    <w:rsid w:val="00227AC4"/>
    <w:rsid w:val="00241F34"/>
    <w:rsid w:val="00264F4E"/>
    <w:rsid w:val="002C6E26"/>
    <w:rsid w:val="002E69AE"/>
    <w:rsid w:val="002F2621"/>
    <w:rsid w:val="00306DB7"/>
    <w:rsid w:val="003256EA"/>
    <w:rsid w:val="0037204B"/>
    <w:rsid w:val="00390D8B"/>
    <w:rsid w:val="003A372A"/>
    <w:rsid w:val="003C78E7"/>
    <w:rsid w:val="003E064F"/>
    <w:rsid w:val="00415F00"/>
    <w:rsid w:val="0049753D"/>
    <w:rsid w:val="004A7178"/>
    <w:rsid w:val="004C5D5B"/>
    <w:rsid w:val="004E404F"/>
    <w:rsid w:val="005574D8"/>
    <w:rsid w:val="005717D5"/>
    <w:rsid w:val="00574EB9"/>
    <w:rsid w:val="00632C6C"/>
    <w:rsid w:val="00661590"/>
    <w:rsid w:val="006B205D"/>
    <w:rsid w:val="006B41DC"/>
    <w:rsid w:val="00727FB5"/>
    <w:rsid w:val="007761B0"/>
    <w:rsid w:val="0079055D"/>
    <w:rsid w:val="007D7660"/>
    <w:rsid w:val="007E4BB2"/>
    <w:rsid w:val="0086116E"/>
    <w:rsid w:val="00873E44"/>
    <w:rsid w:val="008B3A39"/>
    <w:rsid w:val="008C6AE6"/>
    <w:rsid w:val="008D088A"/>
    <w:rsid w:val="009204FE"/>
    <w:rsid w:val="0095126F"/>
    <w:rsid w:val="00957F36"/>
    <w:rsid w:val="00993D8C"/>
    <w:rsid w:val="009D50B6"/>
    <w:rsid w:val="00A0581E"/>
    <w:rsid w:val="00A50CE9"/>
    <w:rsid w:val="00A51B42"/>
    <w:rsid w:val="00A55C03"/>
    <w:rsid w:val="00A71065"/>
    <w:rsid w:val="00AB2BA4"/>
    <w:rsid w:val="00AD6188"/>
    <w:rsid w:val="00AE5F90"/>
    <w:rsid w:val="00AF4911"/>
    <w:rsid w:val="00B03782"/>
    <w:rsid w:val="00C15FE4"/>
    <w:rsid w:val="00C173C5"/>
    <w:rsid w:val="00C30657"/>
    <w:rsid w:val="00C36F76"/>
    <w:rsid w:val="00C66E89"/>
    <w:rsid w:val="00C72506"/>
    <w:rsid w:val="00CB2CB8"/>
    <w:rsid w:val="00DD768D"/>
    <w:rsid w:val="00E17DFF"/>
    <w:rsid w:val="00E263FF"/>
    <w:rsid w:val="00E841D0"/>
    <w:rsid w:val="00EA1A8C"/>
    <w:rsid w:val="00ED2E77"/>
    <w:rsid w:val="00F0135E"/>
    <w:rsid w:val="00F24CE7"/>
    <w:rsid w:val="00F3401E"/>
    <w:rsid w:val="00FA3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04F"/>
    <w:pPr>
      <w:widowControl w:val="0"/>
    </w:pPr>
    <w:rPr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04F"/>
    <w:pPr>
      <w:keepNext/>
      <w:widowControl/>
      <w:jc w:val="center"/>
      <w:outlineLvl w:val="2"/>
    </w:pPr>
    <w:rPr>
      <w:b/>
      <w:sz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AF491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1E5F5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841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95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76;&#1084;&#1080;&#1085;&#1080;&#1089;&#1090;&#1088;&#1072;&#1094;&#1080;&#1103;\&#1052;&#1086;&#1080;%20&#1076;&#1086;&#1082;&#1091;&#1084;&#1077;&#1085;&#1090;&#1099;\&#1041;&#1083;&#1072;&#1085;&#1082;&#1080;\&#1056;&#1045;&#1064;&#1045;&#1053;&#1048;&#1045;%20&#1050;&#1052;&#105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КМС</Template>
  <TotalTime>10</TotalTime>
  <Pages>3</Pages>
  <Words>421</Words>
  <Characters>2404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Wowan</dc:creator>
  <cp:keywords/>
  <dc:description/>
  <cp:lastModifiedBy>Наталья</cp:lastModifiedBy>
  <cp:revision>7</cp:revision>
  <cp:lastPrinted>2015-02-26T10:33:00Z</cp:lastPrinted>
  <dcterms:created xsi:type="dcterms:W3CDTF">2020-12-17T09:52:00Z</dcterms:created>
  <dcterms:modified xsi:type="dcterms:W3CDTF">2020-12-23T10:17:00Z</dcterms:modified>
</cp:coreProperties>
</file>