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522" w:rsidRPr="007C3F24" w:rsidRDefault="00CF7522" w:rsidP="004E404F">
      <w:pPr>
        <w:jc w:val="center"/>
        <w:rPr>
          <w:b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 ППО (вектор) черная" style="position:absolute;left:0;text-align:left;margin-left:207pt;margin-top:-27pt;width:57.25pt;height:69.7pt;z-index:251658240;visibility:visible">
            <v:imagedata r:id="rId6" o:title=""/>
            <w10:wrap type="square"/>
          </v:shape>
        </w:pict>
      </w:r>
    </w:p>
    <w:p w:rsidR="00CF7522" w:rsidRPr="0060554B" w:rsidRDefault="00CF7522" w:rsidP="004E404F"/>
    <w:p w:rsidR="00CF7522" w:rsidRPr="0060554B" w:rsidRDefault="00CF7522" w:rsidP="004E404F"/>
    <w:tbl>
      <w:tblPr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CF7522" w:rsidRPr="0060554B">
        <w:trPr>
          <w:trHeight w:val="397"/>
        </w:trPr>
        <w:tc>
          <w:tcPr>
            <w:tcW w:w="9606" w:type="dxa"/>
          </w:tcPr>
          <w:p w:rsidR="00CF7522" w:rsidRPr="0060554B" w:rsidRDefault="00CF7522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CF7522" w:rsidRPr="0060554B">
        <w:tc>
          <w:tcPr>
            <w:tcW w:w="9606" w:type="dxa"/>
          </w:tcPr>
          <w:p w:rsidR="00CF7522" w:rsidRPr="0060554B" w:rsidRDefault="00CF7522">
            <w:pPr>
              <w:widowControl/>
              <w:jc w:val="center"/>
              <w:rPr>
                <w:b/>
                <w:sz w:val="36"/>
                <w:szCs w:val="36"/>
              </w:rPr>
            </w:pPr>
            <w:r w:rsidRPr="0060554B">
              <w:rPr>
                <w:b/>
                <w:sz w:val="36"/>
                <w:szCs w:val="36"/>
              </w:rPr>
              <w:t>КОМИТЕТ МЕСТНОГО САМОУПРАВЛЕНИЯ</w:t>
            </w:r>
          </w:p>
          <w:p w:rsidR="00CF7522" w:rsidRPr="0060554B" w:rsidRDefault="00CF7522" w:rsidP="007C3F24">
            <w:pPr>
              <w:widowControl/>
              <w:rPr>
                <w:b/>
                <w:sz w:val="36"/>
                <w:szCs w:val="36"/>
              </w:rPr>
            </w:pPr>
            <w:r w:rsidRPr="0060554B">
              <w:rPr>
                <w:b/>
                <w:sz w:val="36"/>
                <w:szCs w:val="36"/>
              </w:rPr>
              <w:t>СЕЛЬСКОГО ПОСЕЛЕНИЯ</w:t>
            </w:r>
            <w:r>
              <w:rPr>
                <w:b/>
                <w:sz w:val="36"/>
                <w:szCs w:val="36"/>
              </w:rPr>
              <w:t xml:space="preserve"> ШЕЙНСКИЙ</w:t>
            </w:r>
            <w:r w:rsidRPr="0060554B">
              <w:rPr>
                <w:b/>
                <w:sz w:val="36"/>
                <w:szCs w:val="36"/>
              </w:rPr>
              <w:t xml:space="preserve"> СЕЛЬСОВЕТ</w:t>
            </w:r>
          </w:p>
          <w:p w:rsidR="00CF7522" w:rsidRPr="0060554B" w:rsidRDefault="00CF7522">
            <w:pPr>
              <w:widowControl/>
              <w:jc w:val="center"/>
              <w:rPr>
                <w:b/>
                <w:sz w:val="36"/>
              </w:rPr>
            </w:pPr>
            <w:r w:rsidRPr="0060554B">
              <w:rPr>
                <w:b/>
                <w:sz w:val="36"/>
                <w:szCs w:val="36"/>
              </w:rPr>
              <w:t>ПАЧЕЛМСКОГО РАЙОНА ПЕНЗЕНСКОЙ ОБЛАСТИ</w:t>
            </w:r>
          </w:p>
        </w:tc>
      </w:tr>
      <w:tr w:rsidR="00CF7522" w:rsidRPr="0060554B">
        <w:trPr>
          <w:trHeight w:val="397"/>
        </w:trPr>
        <w:tc>
          <w:tcPr>
            <w:tcW w:w="9606" w:type="dxa"/>
          </w:tcPr>
          <w:p w:rsidR="00CF7522" w:rsidRPr="0060554B" w:rsidRDefault="00CF7522">
            <w:pPr>
              <w:widowControl/>
              <w:jc w:val="both"/>
              <w:rPr>
                <w:sz w:val="24"/>
              </w:rPr>
            </w:pPr>
          </w:p>
        </w:tc>
      </w:tr>
      <w:tr w:rsidR="00CF7522" w:rsidRPr="0060554B">
        <w:tc>
          <w:tcPr>
            <w:tcW w:w="9606" w:type="dxa"/>
          </w:tcPr>
          <w:p w:rsidR="00CF7522" w:rsidRPr="0060554B" w:rsidRDefault="00CF7522">
            <w:pPr>
              <w:pStyle w:val="Heading3"/>
            </w:pPr>
            <w:r w:rsidRPr="0060554B">
              <w:rPr>
                <w:sz w:val="28"/>
              </w:rPr>
              <w:t>Р</w:t>
            </w:r>
            <w:r>
              <w:rPr>
                <w:sz w:val="28"/>
              </w:rPr>
              <w:t>ЕШЕНИЕ</w:t>
            </w:r>
          </w:p>
        </w:tc>
      </w:tr>
      <w:tr w:rsidR="00CF7522" w:rsidRPr="0060554B">
        <w:trPr>
          <w:trHeight w:val="340"/>
        </w:trPr>
        <w:tc>
          <w:tcPr>
            <w:tcW w:w="9606" w:type="dxa"/>
            <w:vAlign w:val="center"/>
          </w:tcPr>
          <w:p w:rsidR="00CF7522" w:rsidRPr="0060554B" w:rsidRDefault="00CF7522">
            <w:pPr>
              <w:pStyle w:val="Heading3"/>
            </w:pPr>
          </w:p>
        </w:tc>
      </w:tr>
    </w:tbl>
    <w:p w:rsidR="00CF7522" w:rsidRPr="0060554B" w:rsidRDefault="00CF7522" w:rsidP="004E404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CF7522" w:rsidRPr="0060554B">
        <w:trPr>
          <w:jc w:val="center"/>
        </w:trPr>
        <w:tc>
          <w:tcPr>
            <w:tcW w:w="284" w:type="dxa"/>
            <w:vAlign w:val="bottom"/>
          </w:tcPr>
          <w:p w:rsidR="00CF7522" w:rsidRPr="0060554B" w:rsidRDefault="00CF7522">
            <w:pPr>
              <w:widowControl/>
              <w:rPr>
                <w:sz w:val="24"/>
              </w:rPr>
            </w:pPr>
            <w:r w:rsidRPr="0060554B"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F7522" w:rsidRPr="0060554B" w:rsidRDefault="00CF7522" w:rsidP="00F829CE">
            <w:pPr>
              <w:widowControl/>
              <w:rPr>
                <w:sz w:val="24"/>
              </w:rPr>
            </w:pPr>
            <w:r>
              <w:rPr>
                <w:sz w:val="24"/>
              </w:rPr>
              <w:t>15.03.2021</w:t>
            </w:r>
          </w:p>
        </w:tc>
        <w:tc>
          <w:tcPr>
            <w:tcW w:w="397" w:type="dxa"/>
          </w:tcPr>
          <w:p w:rsidR="00CF7522" w:rsidRPr="0060554B" w:rsidRDefault="00CF7522">
            <w:pPr>
              <w:widowControl/>
              <w:jc w:val="center"/>
              <w:rPr>
                <w:sz w:val="24"/>
              </w:rPr>
            </w:pPr>
            <w:r w:rsidRPr="0060554B"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F7522" w:rsidRPr="0060554B" w:rsidRDefault="00CF7522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04-27/3</w:t>
            </w:r>
          </w:p>
        </w:tc>
      </w:tr>
      <w:tr w:rsidR="00CF7522" w:rsidRPr="0060554B">
        <w:trPr>
          <w:jc w:val="center"/>
        </w:trPr>
        <w:tc>
          <w:tcPr>
            <w:tcW w:w="4650" w:type="dxa"/>
            <w:gridSpan w:val="4"/>
          </w:tcPr>
          <w:p w:rsidR="00CF7522" w:rsidRPr="0060554B" w:rsidRDefault="00CF7522">
            <w:pPr>
              <w:widowControl/>
              <w:jc w:val="center"/>
              <w:rPr>
                <w:sz w:val="10"/>
              </w:rPr>
            </w:pPr>
          </w:p>
          <w:p w:rsidR="00CF7522" w:rsidRPr="0060554B" w:rsidRDefault="00CF7522" w:rsidP="005574D8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с. Шейно</w:t>
            </w:r>
          </w:p>
        </w:tc>
      </w:tr>
    </w:tbl>
    <w:p w:rsidR="00CF7522" w:rsidRPr="0060554B" w:rsidRDefault="00CF7522" w:rsidP="004E404F">
      <w:pPr>
        <w:jc w:val="center"/>
        <w:rPr>
          <w:sz w:val="24"/>
          <w:szCs w:val="24"/>
        </w:rPr>
      </w:pPr>
    </w:p>
    <w:p w:rsidR="00CF7522" w:rsidRDefault="00CF7522" w:rsidP="00677485">
      <w:pPr>
        <w:jc w:val="both"/>
        <w:rPr>
          <w:sz w:val="28"/>
          <w:szCs w:val="28"/>
        </w:rPr>
      </w:pPr>
    </w:p>
    <w:p w:rsidR="00CF7522" w:rsidRPr="0020788C" w:rsidRDefault="00CF7522" w:rsidP="00F829CE">
      <w:pPr>
        <w:jc w:val="center"/>
        <w:rPr>
          <w:b/>
          <w:sz w:val="28"/>
          <w:szCs w:val="28"/>
        </w:rPr>
      </w:pPr>
      <w:r w:rsidRPr="0020788C">
        <w:rPr>
          <w:b/>
          <w:sz w:val="28"/>
          <w:szCs w:val="28"/>
        </w:rPr>
        <w:t>Об утверждении Перечня информации о деятельности Комитета местного самоуправления Шейнского сельсовета  Пачелмского района Пензенской области, размещаемой в информационно-телекоммуникационной сети «Интернет»</w:t>
      </w:r>
    </w:p>
    <w:p w:rsidR="00CF7522" w:rsidRPr="0020788C" w:rsidRDefault="00CF7522" w:rsidP="00F829CE">
      <w:pPr>
        <w:jc w:val="both"/>
        <w:rPr>
          <w:sz w:val="28"/>
          <w:szCs w:val="28"/>
        </w:rPr>
      </w:pPr>
    </w:p>
    <w:p w:rsidR="00CF7522" w:rsidRPr="0020788C" w:rsidRDefault="00CF7522" w:rsidP="00F829CE">
      <w:pPr>
        <w:jc w:val="both"/>
        <w:rPr>
          <w:sz w:val="28"/>
          <w:szCs w:val="28"/>
        </w:rPr>
      </w:pPr>
      <w:r w:rsidRPr="0020788C">
        <w:rPr>
          <w:sz w:val="28"/>
          <w:szCs w:val="28"/>
        </w:rPr>
        <w:tab/>
        <w:t>Руководствуясь Федеральным законом от 09.02.2009 №8-ФЗ «Об обеспечении доступа к информации о деятельности государственных органов и органов местного самоуправления», ст. 20 Устава сельского поселения Шейнский сельсовет Пачелмского района Пензенской области,  решением Комитета местного самоуправления Шейнского сельсовета Пачелмского района Пензенской области от 03.08.2011  № 06-9/1  «Об утверждении Положения об обеспечении доступа к информации о деятельности органов местного самоуправления Шейнского сельсовета Пачелмского района» (с последующими изменениями и дополнениями),  рассмотрев  представление Прокуратуры Пачелмского района Пензенской области от 29.01.2021 №7-20-2021 «Об устранении нарушений закона»,</w:t>
      </w:r>
    </w:p>
    <w:p w:rsidR="00CF7522" w:rsidRPr="0020788C" w:rsidRDefault="00CF7522" w:rsidP="00F829CE">
      <w:pPr>
        <w:jc w:val="both"/>
        <w:rPr>
          <w:sz w:val="28"/>
          <w:szCs w:val="28"/>
        </w:rPr>
      </w:pPr>
    </w:p>
    <w:p w:rsidR="00CF7522" w:rsidRPr="0020788C" w:rsidRDefault="00CF7522" w:rsidP="00F829CE">
      <w:pPr>
        <w:jc w:val="center"/>
        <w:rPr>
          <w:b/>
          <w:sz w:val="28"/>
          <w:szCs w:val="28"/>
        </w:rPr>
      </w:pPr>
      <w:r w:rsidRPr="0020788C">
        <w:rPr>
          <w:b/>
          <w:sz w:val="28"/>
          <w:szCs w:val="28"/>
        </w:rPr>
        <w:t xml:space="preserve">Комитет местного самоуправления Шейнского сельсовета </w:t>
      </w:r>
    </w:p>
    <w:p w:rsidR="00CF7522" w:rsidRPr="0020788C" w:rsidRDefault="00CF7522" w:rsidP="00F829CE">
      <w:pPr>
        <w:jc w:val="center"/>
        <w:rPr>
          <w:b/>
          <w:sz w:val="28"/>
          <w:szCs w:val="28"/>
        </w:rPr>
      </w:pPr>
      <w:r w:rsidRPr="0020788C">
        <w:rPr>
          <w:b/>
          <w:sz w:val="28"/>
          <w:szCs w:val="28"/>
        </w:rPr>
        <w:t>Пачелмского района Пензенской области решил :</w:t>
      </w:r>
    </w:p>
    <w:p w:rsidR="00CF7522" w:rsidRPr="0020788C" w:rsidRDefault="00CF7522" w:rsidP="00F829CE">
      <w:pPr>
        <w:widowControl/>
        <w:jc w:val="both"/>
        <w:rPr>
          <w:sz w:val="28"/>
          <w:szCs w:val="28"/>
        </w:rPr>
      </w:pPr>
      <w:r w:rsidRPr="0020788C">
        <w:rPr>
          <w:sz w:val="28"/>
          <w:szCs w:val="28"/>
        </w:rPr>
        <w:tab/>
        <w:t>1. Утвердить  Перечень  информации о деятельности Комитета местного самоуправления Шейнского сельсовета  Пачелмского района Пензенской области, размещаемой в информационно-телекоммуникационной сети «Интернет» согласно приложению.</w:t>
      </w:r>
    </w:p>
    <w:p w:rsidR="00CF7522" w:rsidRPr="0020788C" w:rsidRDefault="00CF7522" w:rsidP="00F829CE">
      <w:pPr>
        <w:widowControl/>
        <w:jc w:val="both"/>
        <w:rPr>
          <w:sz w:val="28"/>
          <w:szCs w:val="28"/>
        </w:rPr>
      </w:pPr>
      <w:r w:rsidRPr="0020788C">
        <w:rPr>
          <w:sz w:val="28"/>
          <w:szCs w:val="28"/>
        </w:rPr>
        <w:tab/>
        <w:t>2. Установить, что  размещение информации о деятельности   Комитета местного самоуправления Шейнского сельсовета Пачелмского района Пензенской области в соответствии с утвержденным настоящим решением перечнем, в соответствии с ч.13 ст.20 Устава сельского поселения Шейнский сельсовет Пачелмского района Пензенской области, осуществляет Администрация Шейнского сельсовета  Пачелмского района Пензенской области.</w:t>
      </w:r>
    </w:p>
    <w:p w:rsidR="00CF7522" w:rsidRPr="0020788C" w:rsidRDefault="00CF7522" w:rsidP="00F829CE">
      <w:pPr>
        <w:widowControl/>
        <w:jc w:val="both"/>
        <w:rPr>
          <w:sz w:val="28"/>
          <w:szCs w:val="28"/>
        </w:rPr>
      </w:pPr>
      <w:r w:rsidRPr="0020788C">
        <w:rPr>
          <w:sz w:val="28"/>
          <w:szCs w:val="28"/>
        </w:rPr>
        <w:tab/>
        <w:t>3.  Настоящее решение опубликовать в информационном бюллетене Шейнского сельсовета Пачелмского района Пензенской области  «Шейнские вести», разместить на официальном сайте Администрации Шейнского сельсовета  Пачелмского района Пензенской области в информационно-телекоммуникационной сети «Интернет».</w:t>
      </w:r>
    </w:p>
    <w:p w:rsidR="00CF7522" w:rsidRPr="0020788C" w:rsidRDefault="00CF7522" w:rsidP="00F829CE">
      <w:pPr>
        <w:widowControl/>
        <w:jc w:val="both"/>
        <w:rPr>
          <w:sz w:val="28"/>
          <w:szCs w:val="28"/>
        </w:rPr>
      </w:pPr>
      <w:r w:rsidRPr="0020788C">
        <w:rPr>
          <w:sz w:val="28"/>
          <w:szCs w:val="28"/>
        </w:rPr>
        <w:tab/>
        <w:t>4. Настоящее решение вступает в силу после его официального опубликования.</w:t>
      </w:r>
    </w:p>
    <w:p w:rsidR="00CF7522" w:rsidRPr="0020788C" w:rsidRDefault="00CF7522" w:rsidP="00F829CE">
      <w:pPr>
        <w:widowControl/>
        <w:jc w:val="both"/>
        <w:rPr>
          <w:sz w:val="28"/>
          <w:szCs w:val="28"/>
        </w:rPr>
      </w:pPr>
      <w:r w:rsidRPr="0020788C">
        <w:rPr>
          <w:sz w:val="28"/>
          <w:szCs w:val="28"/>
        </w:rPr>
        <w:tab/>
        <w:t>5. Контроль за исполнением настоящего решения возложить на главу администрации Шейнского сельсовета  Пачелмского района Пензенской области.</w:t>
      </w:r>
    </w:p>
    <w:p w:rsidR="00CF7522" w:rsidRPr="0020788C" w:rsidRDefault="00CF7522" w:rsidP="00F829CE">
      <w:pPr>
        <w:widowControl/>
        <w:jc w:val="both"/>
        <w:rPr>
          <w:sz w:val="28"/>
          <w:szCs w:val="28"/>
        </w:rPr>
      </w:pPr>
    </w:p>
    <w:p w:rsidR="00CF7522" w:rsidRPr="0020788C" w:rsidRDefault="00CF7522" w:rsidP="00F829CE">
      <w:pPr>
        <w:widowControl/>
        <w:jc w:val="both"/>
        <w:rPr>
          <w:sz w:val="28"/>
          <w:szCs w:val="28"/>
        </w:rPr>
      </w:pPr>
    </w:p>
    <w:p w:rsidR="00CF7522" w:rsidRPr="0020788C" w:rsidRDefault="00CF7522" w:rsidP="0020788C">
      <w:pPr>
        <w:rPr>
          <w:sz w:val="28"/>
          <w:szCs w:val="28"/>
        </w:rPr>
      </w:pPr>
      <w:r w:rsidRPr="0020788C">
        <w:rPr>
          <w:sz w:val="28"/>
          <w:szCs w:val="28"/>
        </w:rPr>
        <w:t xml:space="preserve">Глава Шейнского сельсовета </w:t>
      </w:r>
    </w:p>
    <w:p w:rsidR="00CF7522" w:rsidRPr="0020788C" w:rsidRDefault="00CF7522" w:rsidP="0020788C">
      <w:pPr>
        <w:rPr>
          <w:sz w:val="28"/>
          <w:szCs w:val="28"/>
        </w:rPr>
      </w:pPr>
      <w:r w:rsidRPr="0020788C">
        <w:rPr>
          <w:sz w:val="28"/>
          <w:szCs w:val="28"/>
        </w:rPr>
        <w:t>Пачелмского района  Пензенской области                                   Л.Б.Ерохина</w:t>
      </w:r>
    </w:p>
    <w:p w:rsidR="00CF7522" w:rsidRPr="0020788C" w:rsidRDefault="00CF7522" w:rsidP="00F829CE">
      <w:pPr>
        <w:widowControl/>
        <w:tabs>
          <w:tab w:val="left" w:pos="8370"/>
        </w:tabs>
        <w:jc w:val="right"/>
        <w:rPr>
          <w:sz w:val="28"/>
          <w:szCs w:val="28"/>
        </w:rPr>
      </w:pPr>
    </w:p>
    <w:p w:rsidR="00CF7522" w:rsidRPr="0020788C" w:rsidRDefault="00CF7522" w:rsidP="00F829CE">
      <w:pPr>
        <w:widowControl/>
        <w:tabs>
          <w:tab w:val="left" w:pos="8370"/>
        </w:tabs>
        <w:jc w:val="right"/>
        <w:rPr>
          <w:sz w:val="28"/>
          <w:szCs w:val="28"/>
        </w:rPr>
      </w:pPr>
    </w:p>
    <w:p w:rsidR="00CF7522" w:rsidRPr="0020788C" w:rsidRDefault="00CF7522" w:rsidP="00F829CE">
      <w:pPr>
        <w:widowControl/>
        <w:tabs>
          <w:tab w:val="left" w:pos="8370"/>
        </w:tabs>
        <w:jc w:val="right"/>
        <w:rPr>
          <w:sz w:val="28"/>
          <w:szCs w:val="28"/>
        </w:rPr>
      </w:pPr>
    </w:p>
    <w:p w:rsidR="00CF7522" w:rsidRPr="0020788C" w:rsidRDefault="00CF7522" w:rsidP="00F829CE">
      <w:pPr>
        <w:widowControl/>
        <w:tabs>
          <w:tab w:val="left" w:pos="8370"/>
        </w:tabs>
        <w:jc w:val="right"/>
        <w:rPr>
          <w:sz w:val="28"/>
          <w:szCs w:val="28"/>
        </w:rPr>
      </w:pPr>
    </w:p>
    <w:p w:rsidR="00CF7522" w:rsidRPr="0020788C" w:rsidRDefault="00CF7522" w:rsidP="00F829CE">
      <w:pPr>
        <w:widowControl/>
        <w:tabs>
          <w:tab w:val="left" w:pos="8370"/>
        </w:tabs>
        <w:jc w:val="right"/>
        <w:rPr>
          <w:sz w:val="28"/>
          <w:szCs w:val="28"/>
        </w:rPr>
      </w:pPr>
    </w:p>
    <w:p w:rsidR="00CF7522" w:rsidRPr="0020788C" w:rsidRDefault="00CF7522" w:rsidP="00F829CE">
      <w:pPr>
        <w:widowControl/>
        <w:tabs>
          <w:tab w:val="left" w:pos="8370"/>
        </w:tabs>
        <w:jc w:val="right"/>
        <w:rPr>
          <w:sz w:val="28"/>
          <w:szCs w:val="28"/>
        </w:rPr>
      </w:pPr>
    </w:p>
    <w:p w:rsidR="00CF7522" w:rsidRPr="0020788C" w:rsidRDefault="00CF7522" w:rsidP="00F829CE">
      <w:pPr>
        <w:widowControl/>
        <w:tabs>
          <w:tab w:val="left" w:pos="8370"/>
        </w:tabs>
        <w:jc w:val="right"/>
        <w:rPr>
          <w:sz w:val="28"/>
          <w:szCs w:val="28"/>
        </w:rPr>
      </w:pPr>
    </w:p>
    <w:p w:rsidR="00CF7522" w:rsidRPr="0020788C" w:rsidRDefault="00CF7522" w:rsidP="00F829CE">
      <w:pPr>
        <w:widowControl/>
        <w:tabs>
          <w:tab w:val="left" w:pos="8370"/>
        </w:tabs>
        <w:jc w:val="right"/>
        <w:rPr>
          <w:sz w:val="28"/>
          <w:szCs w:val="28"/>
        </w:rPr>
      </w:pPr>
    </w:p>
    <w:p w:rsidR="00CF7522" w:rsidRPr="0020788C" w:rsidRDefault="00CF7522" w:rsidP="00F829CE">
      <w:pPr>
        <w:widowControl/>
        <w:tabs>
          <w:tab w:val="left" w:pos="8370"/>
        </w:tabs>
        <w:jc w:val="right"/>
        <w:rPr>
          <w:sz w:val="28"/>
          <w:szCs w:val="28"/>
        </w:rPr>
      </w:pPr>
    </w:p>
    <w:p w:rsidR="00CF7522" w:rsidRPr="0020788C" w:rsidRDefault="00CF7522" w:rsidP="00F829CE">
      <w:pPr>
        <w:widowControl/>
        <w:tabs>
          <w:tab w:val="left" w:pos="8370"/>
        </w:tabs>
        <w:jc w:val="right"/>
        <w:rPr>
          <w:sz w:val="28"/>
          <w:szCs w:val="28"/>
        </w:rPr>
      </w:pPr>
    </w:p>
    <w:p w:rsidR="00CF7522" w:rsidRPr="0020788C" w:rsidRDefault="00CF7522" w:rsidP="00F829CE">
      <w:pPr>
        <w:widowControl/>
        <w:tabs>
          <w:tab w:val="left" w:pos="8370"/>
        </w:tabs>
        <w:jc w:val="right"/>
        <w:rPr>
          <w:sz w:val="28"/>
          <w:szCs w:val="28"/>
        </w:rPr>
      </w:pPr>
    </w:p>
    <w:p w:rsidR="00CF7522" w:rsidRPr="0020788C" w:rsidRDefault="00CF7522" w:rsidP="00F829CE">
      <w:pPr>
        <w:widowControl/>
        <w:tabs>
          <w:tab w:val="left" w:pos="8370"/>
        </w:tabs>
        <w:jc w:val="right"/>
        <w:rPr>
          <w:sz w:val="28"/>
          <w:szCs w:val="28"/>
        </w:rPr>
      </w:pPr>
    </w:p>
    <w:p w:rsidR="00CF7522" w:rsidRPr="0020788C" w:rsidRDefault="00CF7522" w:rsidP="00F829CE">
      <w:pPr>
        <w:widowControl/>
        <w:tabs>
          <w:tab w:val="left" w:pos="8370"/>
        </w:tabs>
        <w:jc w:val="right"/>
        <w:rPr>
          <w:sz w:val="28"/>
          <w:szCs w:val="28"/>
        </w:rPr>
      </w:pPr>
    </w:p>
    <w:p w:rsidR="00CF7522" w:rsidRPr="0020788C" w:rsidRDefault="00CF7522" w:rsidP="00F829CE">
      <w:pPr>
        <w:widowControl/>
        <w:tabs>
          <w:tab w:val="left" w:pos="8370"/>
        </w:tabs>
        <w:jc w:val="right"/>
        <w:rPr>
          <w:sz w:val="28"/>
          <w:szCs w:val="28"/>
        </w:rPr>
      </w:pPr>
    </w:p>
    <w:p w:rsidR="00CF7522" w:rsidRPr="0020788C" w:rsidRDefault="00CF7522" w:rsidP="00F829CE">
      <w:pPr>
        <w:widowControl/>
        <w:tabs>
          <w:tab w:val="left" w:pos="8370"/>
        </w:tabs>
        <w:jc w:val="right"/>
        <w:rPr>
          <w:sz w:val="28"/>
          <w:szCs w:val="28"/>
        </w:rPr>
      </w:pPr>
    </w:p>
    <w:p w:rsidR="00CF7522" w:rsidRPr="0020788C" w:rsidRDefault="00CF7522" w:rsidP="00F829CE">
      <w:pPr>
        <w:widowControl/>
        <w:tabs>
          <w:tab w:val="left" w:pos="8370"/>
        </w:tabs>
        <w:jc w:val="right"/>
        <w:rPr>
          <w:sz w:val="28"/>
          <w:szCs w:val="28"/>
        </w:rPr>
      </w:pPr>
    </w:p>
    <w:p w:rsidR="00CF7522" w:rsidRDefault="00CF7522" w:rsidP="00F829CE">
      <w:pPr>
        <w:widowControl/>
        <w:tabs>
          <w:tab w:val="left" w:pos="8370"/>
        </w:tabs>
        <w:jc w:val="right"/>
        <w:rPr>
          <w:sz w:val="30"/>
        </w:rPr>
      </w:pPr>
    </w:p>
    <w:p w:rsidR="00CF7522" w:rsidRDefault="00CF7522" w:rsidP="00F829CE">
      <w:pPr>
        <w:widowControl/>
        <w:tabs>
          <w:tab w:val="left" w:pos="8370"/>
        </w:tabs>
        <w:jc w:val="right"/>
        <w:rPr>
          <w:sz w:val="30"/>
        </w:rPr>
      </w:pPr>
    </w:p>
    <w:p w:rsidR="00CF7522" w:rsidRDefault="00CF7522" w:rsidP="00F829CE">
      <w:pPr>
        <w:widowControl/>
        <w:tabs>
          <w:tab w:val="left" w:pos="8370"/>
        </w:tabs>
        <w:jc w:val="right"/>
        <w:rPr>
          <w:sz w:val="30"/>
        </w:rPr>
      </w:pPr>
    </w:p>
    <w:p w:rsidR="00CF7522" w:rsidRDefault="00CF7522" w:rsidP="00F829CE">
      <w:pPr>
        <w:widowControl/>
        <w:tabs>
          <w:tab w:val="left" w:pos="8370"/>
        </w:tabs>
        <w:jc w:val="right"/>
        <w:rPr>
          <w:sz w:val="30"/>
        </w:rPr>
      </w:pPr>
    </w:p>
    <w:p w:rsidR="00CF7522" w:rsidRDefault="00CF7522" w:rsidP="00F829CE">
      <w:pPr>
        <w:widowControl/>
        <w:tabs>
          <w:tab w:val="left" w:pos="8370"/>
        </w:tabs>
        <w:jc w:val="right"/>
        <w:rPr>
          <w:sz w:val="30"/>
        </w:rPr>
      </w:pPr>
    </w:p>
    <w:p w:rsidR="00CF7522" w:rsidRDefault="00CF7522" w:rsidP="00F829CE">
      <w:pPr>
        <w:widowControl/>
        <w:tabs>
          <w:tab w:val="left" w:pos="8370"/>
        </w:tabs>
        <w:jc w:val="right"/>
        <w:rPr>
          <w:sz w:val="30"/>
        </w:rPr>
      </w:pPr>
    </w:p>
    <w:p w:rsidR="00CF7522" w:rsidRDefault="00CF7522" w:rsidP="00F829CE">
      <w:pPr>
        <w:widowControl/>
        <w:tabs>
          <w:tab w:val="left" w:pos="8370"/>
        </w:tabs>
        <w:jc w:val="right"/>
        <w:rPr>
          <w:sz w:val="30"/>
        </w:rPr>
      </w:pPr>
    </w:p>
    <w:p w:rsidR="00CF7522" w:rsidRDefault="00CF7522" w:rsidP="00F829CE">
      <w:pPr>
        <w:widowControl/>
        <w:tabs>
          <w:tab w:val="left" w:pos="8370"/>
        </w:tabs>
        <w:jc w:val="right"/>
        <w:rPr>
          <w:sz w:val="30"/>
        </w:rPr>
      </w:pPr>
    </w:p>
    <w:p w:rsidR="00CF7522" w:rsidRDefault="00CF7522" w:rsidP="00F829CE">
      <w:pPr>
        <w:widowControl/>
        <w:tabs>
          <w:tab w:val="left" w:pos="8370"/>
        </w:tabs>
        <w:jc w:val="right"/>
        <w:rPr>
          <w:sz w:val="30"/>
        </w:rPr>
      </w:pPr>
    </w:p>
    <w:p w:rsidR="00CF7522" w:rsidRDefault="00CF7522" w:rsidP="00F829CE">
      <w:pPr>
        <w:widowControl/>
        <w:tabs>
          <w:tab w:val="left" w:pos="8370"/>
        </w:tabs>
        <w:jc w:val="right"/>
        <w:rPr>
          <w:sz w:val="30"/>
        </w:rPr>
      </w:pPr>
    </w:p>
    <w:p w:rsidR="00CF7522" w:rsidRDefault="00CF7522" w:rsidP="00F829CE">
      <w:pPr>
        <w:widowControl/>
        <w:tabs>
          <w:tab w:val="left" w:pos="8370"/>
        </w:tabs>
        <w:jc w:val="right"/>
        <w:rPr>
          <w:sz w:val="30"/>
        </w:rPr>
      </w:pPr>
    </w:p>
    <w:p w:rsidR="00CF7522" w:rsidRDefault="00CF7522" w:rsidP="00F829CE">
      <w:pPr>
        <w:widowControl/>
        <w:tabs>
          <w:tab w:val="left" w:pos="8370"/>
        </w:tabs>
        <w:jc w:val="right"/>
        <w:rPr>
          <w:sz w:val="30"/>
        </w:rPr>
      </w:pPr>
    </w:p>
    <w:p w:rsidR="00CF7522" w:rsidRDefault="00CF7522" w:rsidP="00F829CE">
      <w:pPr>
        <w:widowControl/>
        <w:tabs>
          <w:tab w:val="left" w:pos="8370"/>
        </w:tabs>
        <w:jc w:val="right"/>
        <w:rPr>
          <w:sz w:val="30"/>
        </w:rPr>
      </w:pPr>
    </w:p>
    <w:p w:rsidR="00CF7522" w:rsidRDefault="00CF7522" w:rsidP="00F829CE">
      <w:pPr>
        <w:widowControl/>
        <w:tabs>
          <w:tab w:val="left" w:pos="8370"/>
        </w:tabs>
        <w:jc w:val="right"/>
        <w:rPr>
          <w:sz w:val="30"/>
        </w:rPr>
      </w:pPr>
    </w:p>
    <w:p w:rsidR="00CF7522" w:rsidRPr="00AF0829" w:rsidRDefault="00CF7522" w:rsidP="00F829CE">
      <w:pPr>
        <w:widowControl/>
        <w:tabs>
          <w:tab w:val="left" w:pos="8370"/>
        </w:tabs>
        <w:jc w:val="right"/>
        <w:rPr>
          <w:sz w:val="24"/>
          <w:szCs w:val="24"/>
        </w:rPr>
      </w:pPr>
      <w:r w:rsidRPr="00AF0829">
        <w:rPr>
          <w:sz w:val="24"/>
          <w:szCs w:val="24"/>
        </w:rPr>
        <w:t>УТВЕРЖДЕН</w:t>
      </w:r>
    </w:p>
    <w:p w:rsidR="00CF7522" w:rsidRPr="00AF0829" w:rsidRDefault="00CF7522" w:rsidP="00F829CE">
      <w:pPr>
        <w:widowControl/>
        <w:tabs>
          <w:tab w:val="left" w:pos="8370"/>
        </w:tabs>
        <w:jc w:val="right"/>
        <w:rPr>
          <w:sz w:val="24"/>
          <w:szCs w:val="24"/>
        </w:rPr>
      </w:pPr>
      <w:r>
        <w:rPr>
          <w:sz w:val="24"/>
          <w:szCs w:val="24"/>
        </w:rPr>
        <w:t>решением Комитета местного самоуправления</w:t>
      </w:r>
    </w:p>
    <w:p w:rsidR="00CF7522" w:rsidRDefault="00CF7522" w:rsidP="00F829CE">
      <w:pPr>
        <w:widowControl/>
        <w:tabs>
          <w:tab w:val="left" w:pos="8370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Шейнского сельсовета Пачелмского района</w:t>
      </w:r>
    </w:p>
    <w:p w:rsidR="00CF7522" w:rsidRPr="00AF0829" w:rsidRDefault="00CF7522" w:rsidP="00F829CE">
      <w:pPr>
        <w:widowControl/>
        <w:tabs>
          <w:tab w:val="left" w:pos="8370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от 15.03.2021 № 04-27/3</w:t>
      </w:r>
    </w:p>
    <w:p w:rsidR="00CF7522" w:rsidRPr="00AF0829" w:rsidRDefault="00CF7522" w:rsidP="00F829CE">
      <w:pPr>
        <w:widowControl/>
        <w:rPr>
          <w:b/>
          <w:sz w:val="24"/>
          <w:szCs w:val="24"/>
        </w:rPr>
      </w:pPr>
    </w:p>
    <w:p w:rsidR="00CF7522" w:rsidRPr="00AF0829" w:rsidRDefault="00CF7522" w:rsidP="00F829CE">
      <w:pPr>
        <w:jc w:val="center"/>
        <w:rPr>
          <w:sz w:val="24"/>
          <w:szCs w:val="24"/>
        </w:rPr>
      </w:pPr>
    </w:p>
    <w:p w:rsidR="00CF7522" w:rsidRDefault="00CF7522" w:rsidP="00677485">
      <w:pPr>
        <w:jc w:val="both"/>
        <w:rPr>
          <w:b/>
          <w:sz w:val="24"/>
          <w:szCs w:val="24"/>
        </w:rPr>
      </w:pPr>
    </w:p>
    <w:p w:rsidR="00CF7522" w:rsidRDefault="00CF7522" w:rsidP="00101DA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 информации о деятельности Комитета местного самоуправления Шейнского сельсовета  Пачелмского района Пензенской области, размещаемой в информационно-телекоммуникационной сети «Интернет»</w:t>
      </w:r>
    </w:p>
    <w:p w:rsidR="00CF7522" w:rsidRDefault="00CF7522" w:rsidP="00101DA1">
      <w:pPr>
        <w:widowControl/>
        <w:spacing w:line="192" w:lineRule="auto"/>
        <w:jc w:val="both"/>
        <w:rPr>
          <w:b/>
          <w:sz w:val="24"/>
          <w:szCs w:val="24"/>
        </w:rPr>
      </w:pPr>
    </w:p>
    <w:p w:rsidR="00CF7522" w:rsidRDefault="00CF7522" w:rsidP="00101DA1">
      <w:pPr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CF7522" w:rsidRDefault="00CF7522" w:rsidP="00101DA1">
      <w:pPr>
        <w:widowControl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7"/>
        <w:gridCol w:w="4927"/>
      </w:tblGrid>
      <w:tr w:rsidR="00CF7522" w:rsidTr="00101DA1">
        <w:tc>
          <w:tcPr>
            <w:tcW w:w="4927" w:type="dxa"/>
          </w:tcPr>
          <w:p w:rsidR="00CF7522" w:rsidRDefault="00CF7522">
            <w:pPr>
              <w:widowControl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Перечень информации</w:t>
            </w:r>
          </w:p>
        </w:tc>
        <w:tc>
          <w:tcPr>
            <w:tcW w:w="4927" w:type="dxa"/>
          </w:tcPr>
          <w:p w:rsidR="00CF7522" w:rsidRDefault="00CF7522">
            <w:pPr>
              <w:widowControl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Периодичность размещения</w:t>
            </w:r>
          </w:p>
        </w:tc>
      </w:tr>
      <w:tr w:rsidR="00CF7522" w:rsidTr="00101DA1">
        <w:tc>
          <w:tcPr>
            <w:tcW w:w="9854" w:type="dxa"/>
            <w:gridSpan w:val="2"/>
          </w:tcPr>
          <w:p w:rsidR="00CF7522" w:rsidRDefault="00CF7522">
            <w:pPr>
              <w:widowControl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Общая  информация о Комитете местного самоуправления Шейнского сельсовета  Пачелмского района Пензенской области (далее – КМС), в том числе:</w:t>
            </w:r>
          </w:p>
        </w:tc>
      </w:tr>
      <w:tr w:rsidR="00CF7522" w:rsidTr="00101DA1">
        <w:tc>
          <w:tcPr>
            <w:tcW w:w="4927" w:type="dxa"/>
          </w:tcPr>
          <w:p w:rsidR="00CF7522" w:rsidRDefault="00CF7522">
            <w:pPr>
              <w:widowControl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а)  полное и сокращенное наименование КМС, структура, почтовый адрес, адрес электронной почты (при наличии), номера телефонов справочной  службы</w:t>
            </w:r>
          </w:p>
        </w:tc>
        <w:tc>
          <w:tcPr>
            <w:tcW w:w="4927" w:type="dxa"/>
          </w:tcPr>
          <w:p w:rsidR="00CF7522" w:rsidRDefault="00CF7522">
            <w:pPr>
              <w:widowControl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CF7522" w:rsidTr="00101DA1">
        <w:tc>
          <w:tcPr>
            <w:tcW w:w="4927" w:type="dxa"/>
          </w:tcPr>
          <w:p w:rsidR="00CF7522" w:rsidRDefault="00CF7522">
            <w:pPr>
              <w:widowControl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б) сведения о полномочиях КМС, задачах и функциях его комиссий, а также перечень законов и иных нормативных правовых актов, определяющих эти полномочия, задачи и функции</w:t>
            </w:r>
          </w:p>
        </w:tc>
        <w:tc>
          <w:tcPr>
            <w:tcW w:w="4927" w:type="dxa"/>
          </w:tcPr>
          <w:p w:rsidR="00CF7522" w:rsidRDefault="00CF7522">
            <w:pPr>
              <w:widowControl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CF7522" w:rsidTr="00101DA1">
        <w:tc>
          <w:tcPr>
            <w:tcW w:w="4927" w:type="dxa"/>
          </w:tcPr>
          <w:p w:rsidR="00CF7522" w:rsidRDefault="00CF7522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сведения о Председателе КМС, заместителе Председателя КМС (фамилии, имена, отчества, а также при согласии указанных лиц иные сведения о них).</w:t>
            </w:r>
          </w:p>
          <w:p w:rsidR="00CF7522" w:rsidRDefault="00CF7522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CF7522" w:rsidRDefault="00CF7522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г) состав КМС</w:t>
            </w:r>
          </w:p>
          <w:p w:rsidR="00CF7522" w:rsidRDefault="00CF7522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CF7522" w:rsidRDefault="00CF7522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CF7522" w:rsidRDefault="00CF7522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д) сведения  о комиссиях КМС;</w:t>
            </w:r>
          </w:p>
          <w:p w:rsidR="00CF7522" w:rsidRDefault="00CF7522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CF7522" w:rsidRDefault="00CF7522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CF7522" w:rsidRDefault="00CF7522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CF7522" w:rsidRDefault="00CF7522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CF7522" w:rsidRDefault="00CF7522">
            <w:pPr>
              <w:widowControl/>
              <w:rPr>
                <w:b/>
                <w:sz w:val="24"/>
                <w:szCs w:val="24"/>
              </w:rPr>
            </w:pPr>
          </w:p>
          <w:p w:rsidR="00CF7522" w:rsidRDefault="00CF7522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е) описание компетенции, задач и функций комиссий, образованных в КМС</w:t>
            </w:r>
          </w:p>
        </w:tc>
        <w:tc>
          <w:tcPr>
            <w:tcW w:w="4927" w:type="dxa"/>
          </w:tcPr>
          <w:p w:rsidR="00CF7522" w:rsidRDefault="00CF7522">
            <w:pPr>
              <w:pStyle w:val="formattext"/>
              <w:jc w:val="both"/>
            </w:pPr>
            <w:r>
              <w:t>в течение 5 рабочих дней со дня изменения информации</w:t>
            </w:r>
          </w:p>
          <w:p w:rsidR="00CF7522" w:rsidRDefault="00CF7522">
            <w:pPr>
              <w:pStyle w:val="formattext"/>
              <w:jc w:val="both"/>
            </w:pPr>
          </w:p>
          <w:p w:rsidR="00CF7522" w:rsidRDefault="00CF7522">
            <w:pPr>
              <w:pStyle w:val="formattext"/>
              <w:jc w:val="both"/>
            </w:pPr>
            <w:r>
              <w:t>поддерживается в актуальном состоянии</w:t>
            </w:r>
          </w:p>
          <w:p w:rsidR="00CF7522" w:rsidRDefault="00CF7522">
            <w:pPr>
              <w:pStyle w:val="formattext"/>
              <w:jc w:val="both"/>
            </w:pPr>
          </w:p>
          <w:p w:rsidR="00CF7522" w:rsidRDefault="00CF7522">
            <w:pPr>
              <w:pStyle w:val="formattext"/>
              <w:jc w:val="both"/>
            </w:pPr>
            <w:r>
              <w:t>в течение 5 рабочих дней со дня подписания правового акта о создании комиссии</w:t>
            </w:r>
          </w:p>
          <w:p w:rsidR="00CF7522" w:rsidRDefault="00CF7522">
            <w:pPr>
              <w:pStyle w:val="formattext"/>
              <w:jc w:val="both"/>
            </w:pPr>
          </w:p>
          <w:p w:rsidR="00CF7522" w:rsidRDefault="00CF7522">
            <w:pPr>
              <w:pStyle w:val="formattext"/>
              <w:jc w:val="both"/>
            </w:pPr>
          </w:p>
          <w:p w:rsidR="00CF7522" w:rsidRDefault="00CF7522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5 рабочих дней со дня подписания акта, утвердившего компетенцию комиссии</w:t>
            </w:r>
          </w:p>
        </w:tc>
      </w:tr>
      <w:tr w:rsidR="00CF7522" w:rsidTr="00101DA1">
        <w:tc>
          <w:tcPr>
            <w:tcW w:w="4927" w:type="dxa"/>
          </w:tcPr>
          <w:p w:rsidR="00CF7522" w:rsidRDefault="00CF7522">
            <w:pPr>
              <w:widowControl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ж) сведения о средствах массовой информации, учрежденных КМС (при наличии)</w:t>
            </w:r>
          </w:p>
        </w:tc>
        <w:tc>
          <w:tcPr>
            <w:tcW w:w="4927" w:type="dxa"/>
          </w:tcPr>
          <w:p w:rsidR="00CF7522" w:rsidRDefault="00CF7522">
            <w:pPr>
              <w:widowControl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5 рабочих дней со дня регистрации средства массовой информации; поддерживается в актуальном состоянии</w:t>
            </w:r>
          </w:p>
        </w:tc>
      </w:tr>
      <w:tr w:rsidR="00CF7522" w:rsidTr="00101DA1">
        <w:tc>
          <w:tcPr>
            <w:tcW w:w="9854" w:type="dxa"/>
            <w:gridSpan w:val="2"/>
          </w:tcPr>
          <w:p w:rsidR="00CF7522" w:rsidRDefault="00CF7522">
            <w:pPr>
              <w:widowControl/>
              <w:autoSpaceDE w:val="0"/>
              <w:autoSpaceDN w:val="0"/>
              <w:adjustRightInd w:val="0"/>
              <w:ind w:firstLine="720"/>
              <w:jc w:val="center"/>
              <w:rPr>
                <w:b/>
                <w:sz w:val="24"/>
                <w:szCs w:val="24"/>
              </w:rPr>
            </w:pPr>
            <w:bookmarkStart w:id="0" w:name="sub_1312"/>
            <w:r>
              <w:rPr>
                <w:b/>
                <w:sz w:val="24"/>
                <w:szCs w:val="24"/>
              </w:rPr>
              <w:t>2. Информация  о нормотворческой деятельности КМС, в том числе:</w:t>
            </w:r>
            <w:bookmarkEnd w:id="0"/>
          </w:p>
          <w:p w:rsidR="00CF7522" w:rsidRDefault="00CF7522">
            <w:pPr>
              <w:widowControl/>
              <w:rPr>
                <w:b/>
                <w:sz w:val="24"/>
                <w:szCs w:val="24"/>
              </w:rPr>
            </w:pPr>
          </w:p>
        </w:tc>
      </w:tr>
      <w:tr w:rsidR="00CF7522" w:rsidTr="00101DA1">
        <w:tc>
          <w:tcPr>
            <w:tcW w:w="4927" w:type="dxa"/>
          </w:tcPr>
          <w:p w:rsidR="00CF7522" w:rsidRDefault="00CF7522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муниципальные правовые акты, изданные КМС,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нормативных правовых актов, муниципальных правовых актов в случаях, установленных законодательством Российской Федерации;</w:t>
            </w:r>
          </w:p>
          <w:p w:rsidR="00CF7522" w:rsidRDefault="00CF7522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CF7522" w:rsidRDefault="00CF7522">
            <w:pPr>
              <w:pStyle w:val="formattext"/>
              <w:rPr>
                <w:b/>
                <w:color w:val="7030A0"/>
              </w:rPr>
            </w:pPr>
            <w:r>
              <w:rPr>
                <w:color w:val="7030A0"/>
              </w:rPr>
              <w:t xml:space="preserve">в течение 5 рабочих дней со дня принятия муниципального правового акта </w:t>
            </w:r>
          </w:p>
        </w:tc>
      </w:tr>
      <w:tr w:rsidR="00CF7522" w:rsidTr="00101DA1">
        <w:tc>
          <w:tcPr>
            <w:tcW w:w="4927" w:type="dxa"/>
          </w:tcPr>
          <w:p w:rsidR="00CF7522" w:rsidRDefault="00CF7522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тексты проектов муниципальных правовых актов, внесенных в КМС;</w:t>
            </w:r>
          </w:p>
          <w:p w:rsidR="00CF7522" w:rsidRDefault="00CF7522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CF7522" w:rsidRDefault="00CF7522">
            <w:pPr>
              <w:pStyle w:val="formattext"/>
            </w:pPr>
            <w:r>
              <w:t>в течение 7 рабочих дней с момента направления проекта муниципального правового акта в  КМС</w:t>
            </w:r>
          </w:p>
          <w:p w:rsidR="00CF7522" w:rsidRDefault="00CF7522">
            <w:pPr>
              <w:widowControl/>
              <w:rPr>
                <w:b/>
                <w:sz w:val="24"/>
                <w:szCs w:val="24"/>
              </w:rPr>
            </w:pPr>
          </w:p>
        </w:tc>
      </w:tr>
      <w:tr w:rsidR="00CF7522" w:rsidTr="00101DA1">
        <w:tc>
          <w:tcPr>
            <w:tcW w:w="4927" w:type="dxa"/>
          </w:tcPr>
          <w:p w:rsidR="00CF7522" w:rsidRDefault="00CF7522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установленные формы обращений, заявлений и иных документов, принимаемых КМС к рассмотрению в соответствии с законами и иными нормативными правовыми актами, муниципальными правовыми актами</w:t>
            </w:r>
          </w:p>
          <w:p w:rsidR="00CF7522" w:rsidRDefault="00CF7522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CF7522" w:rsidRDefault="00CF7522">
            <w:pPr>
              <w:widowControl/>
              <w:autoSpaceDE w:val="0"/>
              <w:autoSpaceDN w:val="0"/>
              <w:adjustRightInd w:val="0"/>
              <w:ind w:firstLine="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поддерживается в актуальном состоянии.</w:t>
            </w:r>
          </w:p>
          <w:p w:rsidR="00CF7522" w:rsidRDefault="00CF7522">
            <w:pPr>
              <w:widowControl/>
              <w:rPr>
                <w:b/>
                <w:sz w:val="24"/>
                <w:szCs w:val="24"/>
              </w:rPr>
            </w:pPr>
          </w:p>
        </w:tc>
      </w:tr>
      <w:tr w:rsidR="00CF7522" w:rsidTr="00101DA1">
        <w:tc>
          <w:tcPr>
            <w:tcW w:w="4927" w:type="dxa"/>
          </w:tcPr>
          <w:p w:rsidR="00CF7522" w:rsidRDefault="00CF7522">
            <w:pPr>
              <w:widowControl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г) порядок обжалования нормативных правовых актов и иных решений, принятых КМС, муниципальных правовых актов</w:t>
            </w:r>
          </w:p>
        </w:tc>
        <w:tc>
          <w:tcPr>
            <w:tcW w:w="4927" w:type="dxa"/>
          </w:tcPr>
          <w:p w:rsidR="00CF7522" w:rsidRDefault="00CF7522">
            <w:pPr>
              <w:widowControl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CF7522" w:rsidTr="00101DA1">
        <w:tc>
          <w:tcPr>
            <w:tcW w:w="4927" w:type="dxa"/>
          </w:tcPr>
          <w:p w:rsidR="00CF7522" w:rsidRDefault="00CF7522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д)</w:t>
            </w:r>
            <w:r>
              <w:rPr>
                <w:sz w:val="24"/>
                <w:szCs w:val="24"/>
              </w:rPr>
              <w:t xml:space="preserve"> информация об участии КМС в целевых и иных программах, международном сотрудничестве, включая официальные тексты соответствующих международных договоров Российской Федерации, а также о мероприятиях, проводимых КМС, в том числе сведения об официальных визитах и о рабочих поездках руководителей и официальных делегаций КМС</w:t>
            </w:r>
          </w:p>
          <w:p w:rsidR="00CF7522" w:rsidRDefault="00CF7522">
            <w:pPr>
              <w:widowControl/>
              <w:rPr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CF7522" w:rsidRDefault="00CF7522">
            <w:pPr>
              <w:widowControl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CF7522" w:rsidTr="00101DA1">
        <w:tc>
          <w:tcPr>
            <w:tcW w:w="4927" w:type="dxa"/>
          </w:tcPr>
          <w:p w:rsidR="00CF7522" w:rsidRDefault="00CF7522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bookmarkStart w:id="1" w:name="sub_1314"/>
            <w:r>
              <w:rPr>
                <w:sz w:val="24"/>
                <w:szCs w:val="24"/>
              </w:rPr>
              <w:t>е) информация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иная  информация, подлежащая доведению КМС  до сведения граждан и организаций в соответствии с федеральными законами, законами субъектов Российской Федерации</w:t>
            </w:r>
            <w:bookmarkEnd w:id="1"/>
          </w:p>
          <w:p w:rsidR="00CF7522" w:rsidRDefault="00CF752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927" w:type="dxa"/>
          </w:tcPr>
          <w:p w:rsidR="00CF7522" w:rsidRDefault="00CF7522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сроки установленные федеральными законами, законами субъектов Российской Федерации, муниципальными правовыми актами  Шейнского сельсовета Пачелмского района</w:t>
            </w:r>
          </w:p>
          <w:p w:rsidR="00CF7522" w:rsidRDefault="00CF7522">
            <w:pPr>
              <w:widowControl/>
              <w:rPr>
                <w:sz w:val="24"/>
                <w:szCs w:val="24"/>
              </w:rPr>
            </w:pPr>
          </w:p>
        </w:tc>
      </w:tr>
      <w:tr w:rsidR="00CF7522" w:rsidTr="00101DA1">
        <w:tc>
          <w:tcPr>
            <w:tcW w:w="4927" w:type="dxa"/>
          </w:tcPr>
          <w:p w:rsidR="00CF7522" w:rsidRDefault="00CF7522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ж) информация  о результатах проверок, проведенных КМС, в пределах их полномочий, а также о результатах проверок, проведенных в КМС;</w:t>
            </w:r>
          </w:p>
          <w:p w:rsidR="00CF7522" w:rsidRDefault="00CF752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927" w:type="dxa"/>
          </w:tcPr>
          <w:p w:rsidR="00CF7522" w:rsidRDefault="00CF7522">
            <w:pPr>
              <w:pStyle w:val="formattext"/>
            </w:pPr>
            <w:r>
              <w:t>в течение 5 рабочих дней со дня  оформления   результата  проверки;</w:t>
            </w:r>
          </w:p>
          <w:p w:rsidR="00CF7522" w:rsidRDefault="00CF7522">
            <w:pPr>
              <w:pStyle w:val="formattext"/>
            </w:pPr>
            <w:r>
              <w:t>в течение 5 рабочих дней со дня  получения  результата  проверки КМС</w:t>
            </w:r>
          </w:p>
          <w:p w:rsidR="00CF7522" w:rsidRDefault="00CF7522">
            <w:pPr>
              <w:widowControl/>
              <w:rPr>
                <w:b/>
                <w:sz w:val="24"/>
                <w:szCs w:val="24"/>
              </w:rPr>
            </w:pPr>
          </w:p>
        </w:tc>
      </w:tr>
      <w:tr w:rsidR="00CF7522" w:rsidTr="00101DA1">
        <w:tc>
          <w:tcPr>
            <w:tcW w:w="4927" w:type="dxa"/>
          </w:tcPr>
          <w:p w:rsidR="00CF7522" w:rsidRDefault="00CF7522">
            <w:pPr>
              <w:widowControl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з) тексты официальных выступлений и заявлений руководителя и заместителя руководителя КМС</w:t>
            </w:r>
          </w:p>
        </w:tc>
        <w:tc>
          <w:tcPr>
            <w:tcW w:w="4927" w:type="dxa"/>
          </w:tcPr>
          <w:p w:rsidR="00CF7522" w:rsidRDefault="00CF7522">
            <w:pPr>
              <w:widowControl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3 рабочих дней с момента официального выступления или официального заявления</w:t>
            </w:r>
          </w:p>
        </w:tc>
      </w:tr>
      <w:tr w:rsidR="00CF7522" w:rsidTr="00101DA1">
        <w:tc>
          <w:tcPr>
            <w:tcW w:w="9854" w:type="dxa"/>
            <w:gridSpan w:val="2"/>
          </w:tcPr>
          <w:p w:rsidR="00CF7522" w:rsidRDefault="00CF7522">
            <w:pPr>
              <w:widowControl/>
              <w:autoSpaceDE w:val="0"/>
              <w:autoSpaceDN w:val="0"/>
              <w:adjustRightInd w:val="0"/>
              <w:ind w:firstLine="7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 Статистическая информация  о деятельности КМС, в том числе:</w:t>
            </w:r>
          </w:p>
          <w:p w:rsidR="00CF7522" w:rsidRDefault="00CF7522">
            <w:pPr>
              <w:widowControl/>
              <w:rPr>
                <w:b/>
                <w:sz w:val="24"/>
                <w:szCs w:val="24"/>
              </w:rPr>
            </w:pPr>
          </w:p>
        </w:tc>
      </w:tr>
      <w:tr w:rsidR="00CF7522" w:rsidTr="00101DA1">
        <w:tc>
          <w:tcPr>
            <w:tcW w:w="4927" w:type="dxa"/>
          </w:tcPr>
          <w:p w:rsidR="00CF7522" w:rsidRDefault="00CF7522">
            <w:pPr>
              <w:widowControl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а) 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КМС</w:t>
            </w:r>
          </w:p>
        </w:tc>
        <w:tc>
          <w:tcPr>
            <w:tcW w:w="4927" w:type="dxa"/>
          </w:tcPr>
          <w:p w:rsidR="00CF7522" w:rsidRDefault="00CF7522">
            <w:pPr>
              <w:widowControl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CF7522" w:rsidTr="00101DA1">
        <w:tc>
          <w:tcPr>
            <w:tcW w:w="4927" w:type="dxa"/>
          </w:tcPr>
          <w:p w:rsidR="00CF7522" w:rsidRDefault="00CF7522">
            <w:pPr>
              <w:widowControl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б) 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</w:t>
            </w:r>
          </w:p>
        </w:tc>
        <w:tc>
          <w:tcPr>
            <w:tcW w:w="4927" w:type="dxa"/>
          </w:tcPr>
          <w:p w:rsidR="00CF7522" w:rsidRPr="008F1C6F" w:rsidRDefault="00CF7522">
            <w:pPr>
              <w:widowControl/>
              <w:rPr>
                <w:sz w:val="24"/>
                <w:szCs w:val="24"/>
              </w:rPr>
            </w:pPr>
            <w:r w:rsidRPr="008F1C6F">
              <w:rPr>
                <w:sz w:val="24"/>
                <w:szCs w:val="24"/>
              </w:rPr>
              <w:t>в течение 3 рабочих дней со дня принятия решения</w:t>
            </w:r>
          </w:p>
        </w:tc>
      </w:tr>
      <w:tr w:rsidR="00CF7522" w:rsidTr="00101DA1">
        <w:tc>
          <w:tcPr>
            <w:tcW w:w="9854" w:type="dxa"/>
            <w:gridSpan w:val="2"/>
          </w:tcPr>
          <w:p w:rsidR="00CF7522" w:rsidRDefault="00CF7522">
            <w:pPr>
              <w:widowControl/>
              <w:autoSpaceDE w:val="0"/>
              <w:autoSpaceDN w:val="0"/>
              <w:adjustRightInd w:val="0"/>
              <w:ind w:firstLine="720"/>
              <w:jc w:val="center"/>
              <w:rPr>
                <w:b/>
                <w:sz w:val="24"/>
                <w:szCs w:val="24"/>
              </w:rPr>
            </w:pPr>
            <w:bookmarkStart w:id="2" w:name="sub_1319"/>
            <w:r>
              <w:rPr>
                <w:b/>
                <w:sz w:val="24"/>
                <w:szCs w:val="24"/>
              </w:rPr>
              <w:t xml:space="preserve">4. </w:t>
            </w:r>
            <w:hyperlink r:id="rId7" w:history="1">
              <w:r w:rsidRPr="008F1C6F">
                <w:rPr>
                  <w:rStyle w:val="Hyperlink"/>
                  <w:b/>
                  <w:color w:val="auto"/>
                  <w:sz w:val="24"/>
                  <w:szCs w:val="24"/>
                </w:rPr>
                <w:t>Информация</w:t>
              </w:r>
            </w:hyperlink>
            <w:r w:rsidRPr="008F1C6F">
              <w:rPr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sz w:val="24"/>
                <w:szCs w:val="24"/>
              </w:rPr>
              <w:t>о работе КМС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      </w:r>
            <w:bookmarkEnd w:id="2"/>
          </w:p>
          <w:p w:rsidR="00CF7522" w:rsidRDefault="00CF7522">
            <w:pPr>
              <w:widowControl/>
              <w:rPr>
                <w:sz w:val="24"/>
                <w:szCs w:val="24"/>
              </w:rPr>
            </w:pPr>
          </w:p>
        </w:tc>
      </w:tr>
      <w:tr w:rsidR="00CF7522" w:rsidTr="00101DA1">
        <w:tc>
          <w:tcPr>
            <w:tcW w:w="4927" w:type="dxa"/>
          </w:tcPr>
          <w:p w:rsidR="00CF7522" w:rsidRDefault="00CF7522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</w:t>
            </w:r>
          </w:p>
          <w:p w:rsidR="00CF7522" w:rsidRDefault="00CF7522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27" w:type="dxa"/>
          </w:tcPr>
          <w:p w:rsidR="00CF7522" w:rsidRDefault="00CF7522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5 рабочих дней с момента утверждения порядка; поддерживается в актуальном состоянии</w:t>
            </w:r>
          </w:p>
        </w:tc>
      </w:tr>
      <w:tr w:rsidR="00CF7522" w:rsidTr="00101DA1">
        <w:tc>
          <w:tcPr>
            <w:tcW w:w="4927" w:type="dxa"/>
          </w:tcPr>
          <w:p w:rsidR="00CF7522" w:rsidRDefault="00CF7522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фамилия, имя и отчество должностного лица КМС, к полномочиям которого отнесены организация приема граждан, в том числе представителей организаций, общественных объединений, государственных органов и органов местного самоуправления, обеспечение рассмотрения их обращений, а также номер телефона, по которому можно получить информацию справочного характера</w:t>
            </w:r>
          </w:p>
        </w:tc>
        <w:tc>
          <w:tcPr>
            <w:tcW w:w="4927" w:type="dxa"/>
          </w:tcPr>
          <w:p w:rsidR="00CF7522" w:rsidRDefault="00CF7522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5 дней со дня назначения на должность</w:t>
            </w:r>
          </w:p>
        </w:tc>
      </w:tr>
      <w:tr w:rsidR="00CF7522" w:rsidTr="00101DA1">
        <w:tc>
          <w:tcPr>
            <w:tcW w:w="4927" w:type="dxa"/>
          </w:tcPr>
          <w:p w:rsidR="00CF7522" w:rsidRDefault="00CF7522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в) обзоры обращений лиц, указанных в подпункте "а" настоящего пункта, а также обобщенную информацию о результатах рассмотрения этих обращений и принятых мерах</w:t>
            </w:r>
          </w:p>
        </w:tc>
        <w:tc>
          <w:tcPr>
            <w:tcW w:w="4927" w:type="dxa"/>
          </w:tcPr>
          <w:p w:rsidR="00CF7522" w:rsidRDefault="00CF7522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ежегодно,  до 1 марта текущего года</w:t>
            </w:r>
          </w:p>
        </w:tc>
      </w:tr>
    </w:tbl>
    <w:p w:rsidR="00CF7522" w:rsidRDefault="00CF7522" w:rsidP="00101DA1">
      <w:pPr>
        <w:widowControl/>
        <w:rPr>
          <w:sz w:val="24"/>
          <w:szCs w:val="24"/>
        </w:rPr>
      </w:pPr>
    </w:p>
    <w:p w:rsidR="00CF7522" w:rsidRDefault="00CF7522" w:rsidP="00101DA1">
      <w:pPr>
        <w:pStyle w:val="formattext"/>
      </w:pPr>
      <w:bookmarkStart w:id="3" w:name="sub_13117"/>
    </w:p>
    <w:p w:rsidR="00CF7522" w:rsidRDefault="00CF7522" w:rsidP="00101DA1">
      <w:pPr>
        <w:pStyle w:val="formattext"/>
        <w:jc w:val="both"/>
        <w:rPr>
          <w:b/>
        </w:rPr>
      </w:pPr>
      <w:r>
        <w:tab/>
      </w:r>
      <w:bookmarkEnd w:id="3"/>
    </w:p>
    <w:p w:rsidR="00CF7522" w:rsidRDefault="00CF7522" w:rsidP="00101DA1"/>
    <w:p w:rsidR="00CF7522" w:rsidRDefault="00CF7522" w:rsidP="00101DA1"/>
    <w:p w:rsidR="00CF7522" w:rsidRDefault="00CF7522" w:rsidP="00101DA1"/>
    <w:p w:rsidR="00CF7522" w:rsidRDefault="00CF7522" w:rsidP="00101DA1"/>
    <w:p w:rsidR="00CF7522" w:rsidRDefault="00CF7522" w:rsidP="00101DA1"/>
    <w:p w:rsidR="00CF7522" w:rsidRDefault="00CF7522" w:rsidP="00101DA1">
      <w:pPr>
        <w:rPr>
          <w:sz w:val="30"/>
        </w:rPr>
      </w:pPr>
    </w:p>
    <w:p w:rsidR="00CF7522" w:rsidRDefault="00CF7522" w:rsidP="00101DA1"/>
    <w:p w:rsidR="00CF7522" w:rsidRDefault="00CF7522" w:rsidP="00101DA1"/>
    <w:p w:rsidR="00CF7522" w:rsidRPr="0060554B" w:rsidRDefault="00CF7522" w:rsidP="00677485">
      <w:pPr>
        <w:jc w:val="both"/>
        <w:rPr>
          <w:sz w:val="28"/>
          <w:szCs w:val="28"/>
        </w:rPr>
      </w:pPr>
    </w:p>
    <w:sectPr w:rsidR="00CF7522" w:rsidRPr="0060554B" w:rsidSect="00B807B2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522" w:rsidRDefault="00CF7522">
      <w:r>
        <w:separator/>
      </w:r>
    </w:p>
  </w:endnote>
  <w:endnote w:type="continuationSeparator" w:id="1">
    <w:p w:rsidR="00CF7522" w:rsidRDefault="00CF75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522" w:rsidRDefault="00CF7522" w:rsidP="00061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7522" w:rsidRDefault="00CF7522" w:rsidP="00B807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522" w:rsidRDefault="00CF7522" w:rsidP="000610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CF7522" w:rsidRDefault="00CF7522" w:rsidP="00B807B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522" w:rsidRDefault="00CF7522">
      <w:r>
        <w:separator/>
      </w:r>
    </w:p>
  </w:footnote>
  <w:footnote w:type="continuationSeparator" w:id="1">
    <w:p w:rsidR="00CF7522" w:rsidRDefault="00CF75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3F7A"/>
    <w:rsid w:val="00061095"/>
    <w:rsid w:val="00063C33"/>
    <w:rsid w:val="000653AA"/>
    <w:rsid w:val="00101DA1"/>
    <w:rsid w:val="00137932"/>
    <w:rsid w:val="001E2B68"/>
    <w:rsid w:val="0020788C"/>
    <w:rsid w:val="00295196"/>
    <w:rsid w:val="002F2621"/>
    <w:rsid w:val="00391DFD"/>
    <w:rsid w:val="003A1482"/>
    <w:rsid w:val="003C78E7"/>
    <w:rsid w:val="003D77EB"/>
    <w:rsid w:val="00411E86"/>
    <w:rsid w:val="004503A5"/>
    <w:rsid w:val="00484B2B"/>
    <w:rsid w:val="0049459D"/>
    <w:rsid w:val="004E404F"/>
    <w:rsid w:val="004F2DC8"/>
    <w:rsid w:val="004F55C0"/>
    <w:rsid w:val="00535FA3"/>
    <w:rsid w:val="005407B4"/>
    <w:rsid w:val="005574D8"/>
    <w:rsid w:val="0060554B"/>
    <w:rsid w:val="006756AB"/>
    <w:rsid w:val="00677485"/>
    <w:rsid w:val="007024AA"/>
    <w:rsid w:val="00716D35"/>
    <w:rsid w:val="00727FB5"/>
    <w:rsid w:val="007C3F24"/>
    <w:rsid w:val="007F5ABF"/>
    <w:rsid w:val="00804EE3"/>
    <w:rsid w:val="00805489"/>
    <w:rsid w:val="008543DC"/>
    <w:rsid w:val="00873F7A"/>
    <w:rsid w:val="00881F8A"/>
    <w:rsid w:val="008E5963"/>
    <w:rsid w:val="008F1C6F"/>
    <w:rsid w:val="00931C2F"/>
    <w:rsid w:val="00966B25"/>
    <w:rsid w:val="009D62ED"/>
    <w:rsid w:val="00A211ED"/>
    <w:rsid w:val="00A517E8"/>
    <w:rsid w:val="00A92C03"/>
    <w:rsid w:val="00AA3C64"/>
    <w:rsid w:val="00AD76ED"/>
    <w:rsid w:val="00AE5F90"/>
    <w:rsid w:val="00AF0829"/>
    <w:rsid w:val="00B22850"/>
    <w:rsid w:val="00B55FF4"/>
    <w:rsid w:val="00B807B2"/>
    <w:rsid w:val="00BE226C"/>
    <w:rsid w:val="00CF7522"/>
    <w:rsid w:val="00D14E24"/>
    <w:rsid w:val="00D610C2"/>
    <w:rsid w:val="00DA103C"/>
    <w:rsid w:val="00DD47D6"/>
    <w:rsid w:val="00E3680E"/>
    <w:rsid w:val="00E408E0"/>
    <w:rsid w:val="00E96E0B"/>
    <w:rsid w:val="00EA40BD"/>
    <w:rsid w:val="00F82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04F"/>
    <w:pPr>
      <w:widowControl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3F7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E404F"/>
    <w:pPr>
      <w:keepNext/>
      <w:widowControl/>
      <w:jc w:val="center"/>
      <w:outlineLvl w:val="2"/>
    </w:pPr>
    <w:rPr>
      <w:b/>
      <w:sz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3F7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543DC"/>
    <w:rPr>
      <w:rFonts w:ascii="Cambria" w:hAnsi="Cambria" w:cs="Times New Roman"/>
      <w:b/>
      <w:bCs/>
      <w:sz w:val="26"/>
      <w:szCs w:val="26"/>
    </w:rPr>
  </w:style>
  <w:style w:type="character" w:customStyle="1" w:styleId="a">
    <w:name w:val="Цветовое выделение"/>
    <w:uiPriority w:val="99"/>
    <w:rsid w:val="00873F7A"/>
    <w:rPr>
      <w:b/>
      <w:color w:val="26282F"/>
    </w:rPr>
  </w:style>
  <w:style w:type="character" w:customStyle="1" w:styleId="a0">
    <w:name w:val="Гипертекстовая ссылка"/>
    <w:uiPriority w:val="99"/>
    <w:rsid w:val="00873F7A"/>
    <w:rPr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873F7A"/>
    <w:pPr>
      <w:autoSpaceDE w:val="0"/>
      <w:autoSpaceDN w:val="0"/>
      <w:adjustRightInd w:val="0"/>
      <w:spacing w:before="75"/>
      <w:ind w:left="170"/>
      <w:jc w:val="both"/>
    </w:pPr>
    <w:rPr>
      <w:rFonts w:ascii="Times New Roman CYR" w:hAnsi="Times New Roman CYR" w:cs="Times New Roman CYR"/>
      <w:color w:val="353842"/>
      <w:sz w:val="24"/>
      <w:szCs w:val="24"/>
    </w:rPr>
  </w:style>
  <w:style w:type="paragraph" w:customStyle="1" w:styleId="a2">
    <w:name w:val="Информация о версии"/>
    <w:basedOn w:val="a1"/>
    <w:next w:val="Normal"/>
    <w:uiPriority w:val="99"/>
    <w:rsid w:val="00873F7A"/>
    <w:rPr>
      <w:i/>
      <w:iCs/>
    </w:rPr>
  </w:style>
  <w:style w:type="paragraph" w:customStyle="1" w:styleId="a3">
    <w:name w:val="Информация об изменениях"/>
    <w:basedOn w:val="Normal"/>
    <w:next w:val="Normal"/>
    <w:uiPriority w:val="99"/>
    <w:rsid w:val="00873F7A"/>
    <w:pPr>
      <w:autoSpaceDE w:val="0"/>
      <w:autoSpaceDN w:val="0"/>
      <w:adjustRightInd w:val="0"/>
      <w:spacing w:before="180"/>
      <w:ind w:left="360" w:right="360"/>
      <w:jc w:val="both"/>
    </w:pPr>
    <w:rPr>
      <w:rFonts w:ascii="Times New Roman CYR" w:hAnsi="Times New Roman CYR" w:cs="Times New Roman CYR"/>
      <w:color w:val="353842"/>
    </w:rPr>
  </w:style>
  <w:style w:type="paragraph" w:customStyle="1" w:styleId="a4">
    <w:name w:val="Нормальный (таблица)"/>
    <w:basedOn w:val="Normal"/>
    <w:next w:val="Normal"/>
    <w:uiPriority w:val="99"/>
    <w:rsid w:val="00873F7A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5">
    <w:name w:val="Подзаголовок для информации об изменениях"/>
    <w:basedOn w:val="Normal"/>
    <w:next w:val="Normal"/>
    <w:uiPriority w:val="99"/>
    <w:rsid w:val="00873F7A"/>
    <w:pPr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b/>
      <w:bCs/>
      <w:color w:val="353842"/>
    </w:rPr>
  </w:style>
  <w:style w:type="paragraph" w:customStyle="1" w:styleId="a6">
    <w:name w:val="Прижатый влево"/>
    <w:basedOn w:val="Normal"/>
    <w:next w:val="Normal"/>
    <w:uiPriority w:val="99"/>
    <w:rsid w:val="00873F7A"/>
    <w:pPr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customStyle="1" w:styleId="formattext">
    <w:name w:val="formattext"/>
    <w:basedOn w:val="Normal"/>
    <w:uiPriority w:val="99"/>
    <w:rsid w:val="00F829CE"/>
    <w:pPr>
      <w:widowControl/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basedOn w:val="DefaultParagraphFont"/>
    <w:uiPriority w:val="99"/>
    <w:rsid w:val="00101DA1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B807B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5FD3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B807B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58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garantf1://73325687.100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76;&#1084;&#1080;&#1085;&#1080;&#1089;&#1090;&#1088;&#1072;&#1094;&#1080;&#1103;\&#1052;&#1086;&#1080;%20&#1076;&#1086;&#1082;&#1091;&#1084;&#1077;&#1085;&#1090;&#1099;\&#1041;&#1083;&#1072;&#1085;&#1082;&#1080;\&#1056;&#1045;&#1064;&#1045;&#1053;&#1048;&#1045;%20&#1050;&#1052;&#1057;%20&#1057;.&#1055;.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КМС С.П.</Template>
  <TotalTime>23</TotalTime>
  <Pages>6</Pages>
  <Words>1233</Words>
  <Characters>7032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Наталья</cp:lastModifiedBy>
  <cp:revision>9</cp:revision>
  <dcterms:created xsi:type="dcterms:W3CDTF">2021-02-17T05:04:00Z</dcterms:created>
  <dcterms:modified xsi:type="dcterms:W3CDTF">2021-03-15T10:24:00Z</dcterms:modified>
</cp:coreProperties>
</file>