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9FF" w:rsidRDefault="007819FF" w:rsidP="00C12A11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3in;margin-top:-9pt;width:57.25pt;height:69.7pt;z-index:251658240;visibility:visible">
            <v:imagedata r:id="rId7" o:title=""/>
            <w10:wrap type="square"/>
          </v:shape>
        </w:pict>
      </w:r>
      <w: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7819FF" w:rsidRDefault="007819FF" w:rsidP="00C12A11"/>
    <w:p w:rsidR="007819FF" w:rsidRDefault="007819FF" w:rsidP="00C12A11"/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7819FF" w:rsidTr="00C12A11">
        <w:trPr>
          <w:trHeight w:val="397"/>
        </w:trPr>
        <w:tc>
          <w:tcPr>
            <w:tcW w:w="9606" w:type="dxa"/>
          </w:tcPr>
          <w:p w:rsidR="007819FF" w:rsidRDefault="007819FF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7819FF" w:rsidTr="00C12A11">
        <w:tc>
          <w:tcPr>
            <w:tcW w:w="9606" w:type="dxa"/>
          </w:tcPr>
          <w:p w:rsidR="007819FF" w:rsidRDefault="007819FF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7819FF" w:rsidRDefault="007819FF" w:rsidP="00C12A11">
            <w:pPr>
              <w:widowControl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СЕЛЬСКОГО ПОСЕЛЕНИЯ ШЕЙНСКИЙ СЕЛЬСОВЕТ</w:t>
            </w:r>
          </w:p>
          <w:p w:rsidR="007819FF" w:rsidRDefault="007819FF">
            <w:pPr>
              <w:widowControl/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7819FF" w:rsidTr="00C12A11">
        <w:trPr>
          <w:trHeight w:val="397"/>
        </w:trPr>
        <w:tc>
          <w:tcPr>
            <w:tcW w:w="9606" w:type="dxa"/>
          </w:tcPr>
          <w:p w:rsidR="007819FF" w:rsidRDefault="007819FF">
            <w:pPr>
              <w:widowControl/>
              <w:jc w:val="both"/>
              <w:rPr>
                <w:sz w:val="24"/>
              </w:rPr>
            </w:pPr>
          </w:p>
        </w:tc>
      </w:tr>
      <w:tr w:rsidR="007819FF" w:rsidTr="00C12A11">
        <w:tc>
          <w:tcPr>
            <w:tcW w:w="9606" w:type="dxa"/>
          </w:tcPr>
          <w:p w:rsidR="007819FF" w:rsidRDefault="007819FF">
            <w:pPr>
              <w:pStyle w:val="Heading3"/>
            </w:pPr>
            <w:r>
              <w:rPr>
                <w:sz w:val="28"/>
              </w:rPr>
              <w:t>РЕШЕНИЕ</w:t>
            </w:r>
          </w:p>
        </w:tc>
      </w:tr>
      <w:tr w:rsidR="007819FF" w:rsidTr="00C12A11">
        <w:trPr>
          <w:trHeight w:val="340"/>
        </w:trPr>
        <w:tc>
          <w:tcPr>
            <w:tcW w:w="9606" w:type="dxa"/>
            <w:vAlign w:val="center"/>
          </w:tcPr>
          <w:p w:rsidR="007819FF" w:rsidRDefault="007819FF">
            <w:pPr>
              <w:pStyle w:val="Heading3"/>
            </w:pPr>
          </w:p>
        </w:tc>
      </w:tr>
    </w:tbl>
    <w:p w:rsidR="007819FF" w:rsidRDefault="007819FF" w:rsidP="00C12A11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7819FF" w:rsidTr="00C12A11">
        <w:trPr>
          <w:jc w:val="center"/>
        </w:trPr>
        <w:tc>
          <w:tcPr>
            <w:tcW w:w="284" w:type="dxa"/>
            <w:vAlign w:val="bottom"/>
          </w:tcPr>
          <w:p w:rsidR="007819FF" w:rsidRDefault="007819FF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19FF" w:rsidRDefault="007819F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25.11.2020</w:t>
            </w:r>
          </w:p>
        </w:tc>
        <w:tc>
          <w:tcPr>
            <w:tcW w:w="397" w:type="dxa"/>
          </w:tcPr>
          <w:p w:rsidR="007819FF" w:rsidRDefault="007819F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19FF" w:rsidRDefault="007819F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04-21/3</w:t>
            </w:r>
          </w:p>
        </w:tc>
      </w:tr>
      <w:tr w:rsidR="007819FF" w:rsidTr="00C12A11">
        <w:trPr>
          <w:jc w:val="center"/>
        </w:trPr>
        <w:tc>
          <w:tcPr>
            <w:tcW w:w="4650" w:type="dxa"/>
            <w:gridSpan w:val="4"/>
          </w:tcPr>
          <w:p w:rsidR="007819FF" w:rsidRDefault="007819FF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7819FF" w:rsidRDefault="007819F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 Шейно </w:t>
            </w:r>
          </w:p>
        </w:tc>
      </w:tr>
    </w:tbl>
    <w:p w:rsidR="007819FF" w:rsidRDefault="007819FF" w:rsidP="00C12A11">
      <w:pPr>
        <w:jc w:val="center"/>
      </w:pPr>
      <w:r>
        <w:t xml:space="preserve">                                                                                          </w:t>
      </w:r>
    </w:p>
    <w:p w:rsidR="007819FF" w:rsidRDefault="007819FF" w:rsidP="00C12A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проекте решения Комитета местного самоуправления Шейнского сельсовета Пачелмского района Пензенской области </w:t>
      </w:r>
    </w:p>
    <w:p w:rsidR="007819FF" w:rsidRDefault="007819FF" w:rsidP="00C12A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  бюджете Шейнского сельсовета Пачелмского района Пензенской области на 2021  и плановый период 2022 и 2023 годов» </w:t>
      </w:r>
    </w:p>
    <w:p w:rsidR="007819FF" w:rsidRDefault="007819FF" w:rsidP="00C12A11">
      <w:pPr>
        <w:jc w:val="center"/>
        <w:rPr>
          <w:b/>
          <w:sz w:val="24"/>
          <w:szCs w:val="24"/>
        </w:rPr>
      </w:pPr>
    </w:p>
    <w:p w:rsidR="007819FF" w:rsidRDefault="007819FF" w:rsidP="00C12A11">
      <w:pPr>
        <w:pStyle w:val="Title"/>
        <w:jc w:val="both"/>
        <w:rPr>
          <w:bCs/>
          <w:sz w:val="24"/>
          <w:szCs w:val="24"/>
        </w:rPr>
      </w:pPr>
      <w:r>
        <w:rPr>
          <w:b/>
          <w:bCs/>
          <w:sz w:val="24"/>
        </w:rPr>
        <w:tab/>
      </w:r>
      <w:r>
        <w:rPr>
          <w:bCs/>
          <w:sz w:val="24"/>
        </w:rPr>
        <w:t>В соответствии  с Федеральным законом   от 06.10.2003 № 131-ФЗ «Об общих  принципах организации местного  самоуправления в  Российской Федерации»,  ст. 20  Устава Шейнского сельсовета   Пачелмского района Пензенской области,</w:t>
      </w:r>
    </w:p>
    <w:p w:rsidR="007819FF" w:rsidRDefault="007819FF" w:rsidP="00C12A11">
      <w:pPr>
        <w:pStyle w:val="Subtitle"/>
        <w:rPr>
          <w:lang w:eastAsia="ar-SA"/>
        </w:rPr>
      </w:pPr>
    </w:p>
    <w:p w:rsidR="007819FF" w:rsidRDefault="007819FF" w:rsidP="00C12A11">
      <w:pPr>
        <w:pStyle w:val="BodyText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Комитет местного самоуправления Шейнского сельсовета </w:t>
      </w:r>
    </w:p>
    <w:p w:rsidR="007819FF" w:rsidRDefault="007819FF" w:rsidP="00C12A11">
      <w:pPr>
        <w:pStyle w:val="BodyText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Пачелмского района Пензенской области решил:</w:t>
      </w:r>
    </w:p>
    <w:p w:rsidR="007819FF" w:rsidRDefault="007819FF" w:rsidP="00C12A11">
      <w:pPr>
        <w:pStyle w:val="BodyText"/>
        <w:rPr>
          <w:sz w:val="24"/>
        </w:rPr>
      </w:pPr>
    </w:p>
    <w:p w:rsidR="007819FF" w:rsidRDefault="007819FF" w:rsidP="00C12A1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Одобрить проект решения Комитета местного самоуправления Шейнского сельсовета Пачелмского района Пензенской области «О бюджете Шейнского сельсовета Пачелмского района Пензенской области на 2021 год и плановый период 2022 и 2023 годов» согласно приложению.</w:t>
      </w:r>
    </w:p>
    <w:p w:rsidR="007819FF" w:rsidRDefault="007819FF" w:rsidP="00C12A1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Провести публичное слушание по проекту  решения  Комитета местного самоуправления Шейнского сельсовета   Пачелмского района Пензенской области «О бюджете Шейнского сельсовета Пачелмского района Пензенской области на 2021 год и плановый период 202 и 2023 годов»  25 декабря 2020 года.</w:t>
      </w:r>
    </w:p>
    <w:p w:rsidR="007819FF" w:rsidRDefault="007819FF" w:rsidP="00C12A1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Место проведения публичных слушаний: администрация Шейнского сельсовета Пачелмского района Пензенской области: с. Шейно, ул. Гагарина, д. 12, Пачелмский район, Пензенская область в 10-00 часов.</w:t>
      </w:r>
    </w:p>
    <w:p w:rsidR="007819FF" w:rsidRDefault="007819FF" w:rsidP="00C12A1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 Утвердить организационный комитет по проведению публичных слушаний:</w:t>
      </w:r>
    </w:p>
    <w:p w:rsidR="007819FF" w:rsidRDefault="007819FF" w:rsidP="00C12A1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Ерохина Л.Б. - депутат от избирательного округа № 1;</w:t>
      </w:r>
    </w:p>
    <w:p w:rsidR="007819FF" w:rsidRDefault="007819FF" w:rsidP="00C12A1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 Серов В.В. - депутат от избирательного округа № 3;</w:t>
      </w:r>
    </w:p>
    <w:p w:rsidR="007819FF" w:rsidRDefault="007819FF" w:rsidP="00C12A1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 Шаркова Н.А.- депутат от избирательного округа № 4;</w:t>
      </w:r>
    </w:p>
    <w:p w:rsidR="007819FF" w:rsidRDefault="007819FF" w:rsidP="00C12A1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  Мурашкин В.С. - депутат от избирательного округа № 6;</w:t>
      </w:r>
    </w:p>
    <w:p w:rsidR="007819FF" w:rsidRDefault="007819FF" w:rsidP="00C12A1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Танцерева Г.В. - бухгалтер администрации Шейнского сельсовета (по согласованию);</w:t>
      </w:r>
    </w:p>
    <w:p w:rsidR="007819FF" w:rsidRDefault="007819FF" w:rsidP="00C12A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4. Первое заседание организационного комитета провести 1 декабря</w:t>
      </w:r>
      <w:r>
        <w:rPr>
          <w:spacing w:val="-20"/>
          <w:sz w:val="24"/>
          <w:szCs w:val="24"/>
        </w:rPr>
        <w:t xml:space="preserve">  2020  года.</w:t>
      </w:r>
    </w:p>
    <w:p w:rsidR="007819FF" w:rsidRDefault="007819FF" w:rsidP="00C12A11">
      <w:pPr>
        <w:pStyle w:val="BodyText"/>
        <w:rPr>
          <w:sz w:val="24"/>
          <w:szCs w:val="24"/>
        </w:rPr>
      </w:pPr>
      <w:r>
        <w:rPr>
          <w:sz w:val="24"/>
        </w:rPr>
        <w:t xml:space="preserve">      5. Организационному комитету:</w:t>
      </w:r>
    </w:p>
    <w:p w:rsidR="007819FF" w:rsidRDefault="007819FF" w:rsidP="00C12A11">
      <w:pPr>
        <w:pStyle w:val="BodyText"/>
        <w:rPr>
          <w:sz w:val="24"/>
        </w:rPr>
      </w:pPr>
      <w:r>
        <w:rPr>
          <w:sz w:val="24"/>
        </w:rPr>
        <w:tab/>
        <w:t>5.1. Организовать публичное слушание по проекту решения  Комитета местного самоуправления Шейнского сельсовета Пачелмского района Пензенской области «О бюджете Шейнского сельсовета Пачелмского района Пензенской области на 2021 год и плановый период 202 и 2023 годов»  с приглашением  жителей Шейнского сельсовета  Пачелмского района Пензенской области, представителей  общественных  организаций, органов  местного самоуправления Шейнского сельсовета  Пачелмского района Пензенской области и  иных  заинтересованных лиц.</w:t>
      </w:r>
    </w:p>
    <w:p w:rsidR="007819FF" w:rsidRDefault="007819FF" w:rsidP="00C12A11">
      <w:pPr>
        <w:pStyle w:val="BodyText"/>
        <w:rPr>
          <w:sz w:val="24"/>
        </w:rPr>
      </w:pPr>
      <w:r>
        <w:rPr>
          <w:sz w:val="24"/>
        </w:rPr>
        <w:tab/>
        <w:t>5.2. Опубликовать проект решения  Комитета местного самоуправления Шейнского сельсовета Пачелмского  района Пензенской области  «О бюджете Шейнского сельсовета Пачелмского района Пензенской области на 2021 год и плановый период 2022 и 2023 годов»  в информационном бюллетене Шейнского сельсовета Пачелмского района Пензенской области «Шейнские вести».</w:t>
      </w:r>
    </w:p>
    <w:p w:rsidR="007819FF" w:rsidRDefault="007819FF" w:rsidP="00C12A11">
      <w:pPr>
        <w:pStyle w:val="BodyText"/>
        <w:rPr>
          <w:sz w:val="24"/>
        </w:rPr>
      </w:pPr>
      <w:r>
        <w:rPr>
          <w:sz w:val="24"/>
        </w:rPr>
        <w:t xml:space="preserve">          5.3. Опубликовать сообщение  о назначении даты  публичного слушания  в информационном бюллетене Шейнского сельсовета Пачелмского района Пензенской области  «Шейнские вести».</w:t>
      </w:r>
    </w:p>
    <w:p w:rsidR="007819FF" w:rsidRDefault="007819FF" w:rsidP="00C12A11">
      <w:pPr>
        <w:pStyle w:val="BodyText"/>
        <w:rPr>
          <w:sz w:val="24"/>
        </w:rPr>
      </w:pPr>
      <w:r>
        <w:rPr>
          <w:sz w:val="24"/>
        </w:rPr>
        <w:tab/>
        <w:t>5.4. Результаты  публичного слушания  представить в  Комитет местного самоуправления Шейнского сельсовета  Пачелмского района Пензенской области.</w:t>
      </w:r>
    </w:p>
    <w:p w:rsidR="007819FF" w:rsidRDefault="007819FF" w:rsidP="00C12A11">
      <w:pPr>
        <w:pStyle w:val="BodyText"/>
        <w:rPr>
          <w:sz w:val="24"/>
        </w:rPr>
      </w:pPr>
      <w:r>
        <w:rPr>
          <w:sz w:val="24"/>
        </w:rPr>
        <w:tab/>
        <w:t>6. Установить, что  предложения  граждан по проекту  решения  Комитета местного самоуправления Шейнского сельсовета  Пачелмского района Пензенской области   «О бюджете Шейнского сельсовета Пачелмского района Пензенской области на 2021 год и плановый период 2022 и 2023 годов»  принимаются в  письменном  виде по адресу:  с. Шейно, ул. Гагарина,  д. 12,  Пачелмского района, Пензенской области  с  25  ноября 2020 года по 25  декабря 2020 года.</w:t>
      </w:r>
    </w:p>
    <w:p w:rsidR="007819FF" w:rsidRDefault="007819FF" w:rsidP="00C12A11">
      <w:pPr>
        <w:pStyle w:val="BodyText"/>
        <w:ind w:firstLine="567"/>
        <w:rPr>
          <w:sz w:val="24"/>
        </w:rPr>
      </w:pPr>
      <w:r>
        <w:rPr>
          <w:sz w:val="24"/>
        </w:rPr>
        <w:t>7. Направить настоящее  решение в постоянную комиссию Комитета местного самоуправления Шейнского сельсовета  Пачелмского района Пензенской области по бюджетной, налоговой и экономической политике и Контрольно-счетную комиссию Пачелмского района Пензенской области  для дачи заключения.</w:t>
      </w:r>
    </w:p>
    <w:p w:rsidR="007819FF" w:rsidRDefault="007819FF" w:rsidP="00C12A11">
      <w:pPr>
        <w:pStyle w:val="BodyText"/>
        <w:ind w:firstLine="567"/>
        <w:rPr>
          <w:sz w:val="24"/>
        </w:rPr>
      </w:pPr>
      <w:r>
        <w:rPr>
          <w:sz w:val="24"/>
        </w:rPr>
        <w:t>8. Контроль  за исполнением настоящего  решения  возложить на постоянную комиссию Комитета местного самоуправления Шейнского сельсовета  Пачелмского района Пензенской области по бюджетной, налоговой и экономической политике.</w:t>
      </w:r>
    </w:p>
    <w:p w:rsidR="007819FF" w:rsidRDefault="007819FF" w:rsidP="00C12A11">
      <w:pPr>
        <w:pStyle w:val="BodyText"/>
        <w:rPr>
          <w:sz w:val="24"/>
        </w:rPr>
      </w:pPr>
    </w:p>
    <w:p w:rsidR="007819FF" w:rsidRDefault="007819FF" w:rsidP="00C12A11">
      <w:pPr>
        <w:pStyle w:val="BodyText"/>
        <w:rPr>
          <w:sz w:val="24"/>
        </w:rPr>
      </w:pPr>
    </w:p>
    <w:p w:rsidR="007819FF" w:rsidRDefault="007819FF" w:rsidP="00C12A11">
      <w:pPr>
        <w:pStyle w:val="BodyText"/>
        <w:rPr>
          <w:sz w:val="24"/>
        </w:rPr>
      </w:pPr>
    </w:p>
    <w:p w:rsidR="007819FF" w:rsidRDefault="007819FF" w:rsidP="00C12A11">
      <w:pPr>
        <w:pStyle w:val="BodyText"/>
        <w:rPr>
          <w:sz w:val="24"/>
        </w:rPr>
      </w:pPr>
      <w:r>
        <w:rPr>
          <w:sz w:val="24"/>
        </w:rPr>
        <w:t xml:space="preserve">Глава Шейнского сельсовета  </w:t>
      </w:r>
    </w:p>
    <w:p w:rsidR="007819FF" w:rsidRDefault="007819FF" w:rsidP="00C12A11">
      <w:pPr>
        <w:pStyle w:val="BodyText"/>
        <w:jc w:val="left"/>
        <w:rPr>
          <w:sz w:val="24"/>
        </w:rPr>
      </w:pPr>
      <w:r>
        <w:rPr>
          <w:sz w:val="24"/>
        </w:rPr>
        <w:t>Пачелмского района Пензенской области                                Л.Б.Ерохина</w:t>
      </w:r>
    </w:p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/>
    <w:p w:rsidR="007819FF" w:rsidRDefault="007819FF" w:rsidP="00C12A11">
      <w:pPr>
        <w:pStyle w:val="BodyText"/>
        <w:jc w:val="right"/>
        <w:rPr>
          <w:sz w:val="24"/>
        </w:rPr>
      </w:pPr>
      <w:r>
        <w:rPr>
          <w:sz w:val="24"/>
        </w:rPr>
        <w:t>Приложение</w:t>
      </w:r>
    </w:p>
    <w:p w:rsidR="007819FF" w:rsidRDefault="007819FF" w:rsidP="00C12A11">
      <w:pPr>
        <w:pStyle w:val="BodyText"/>
        <w:jc w:val="right"/>
        <w:rPr>
          <w:sz w:val="24"/>
        </w:rPr>
      </w:pPr>
      <w:r>
        <w:rPr>
          <w:sz w:val="24"/>
        </w:rPr>
        <w:t>к решению Комитета местного самоуправления</w:t>
      </w:r>
    </w:p>
    <w:p w:rsidR="007819FF" w:rsidRDefault="007819FF" w:rsidP="00C12A11">
      <w:pPr>
        <w:pStyle w:val="BodyText"/>
        <w:jc w:val="right"/>
        <w:rPr>
          <w:sz w:val="24"/>
        </w:rPr>
      </w:pPr>
      <w:r>
        <w:rPr>
          <w:sz w:val="24"/>
        </w:rPr>
        <w:t xml:space="preserve">Шейнского сельсовета </w:t>
      </w:r>
    </w:p>
    <w:p w:rsidR="007819FF" w:rsidRDefault="007819FF" w:rsidP="00C12A11">
      <w:pPr>
        <w:pStyle w:val="BodyText"/>
        <w:jc w:val="right"/>
        <w:rPr>
          <w:sz w:val="24"/>
        </w:rPr>
      </w:pPr>
      <w:r>
        <w:rPr>
          <w:sz w:val="24"/>
        </w:rPr>
        <w:t>Пачелмского района Пензенской области</w:t>
      </w:r>
    </w:p>
    <w:p w:rsidR="007819FF" w:rsidRDefault="007819FF" w:rsidP="00C12A11">
      <w:pPr>
        <w:pStyle w:val="BodyText"/>
        <w:jc w:val="right"/>
        <w:rPr>
          <w:sz w:val="24"/>
        </w:rPr>
      </w:pPr>
      <w:r>
        <w:rPr>
          <w:sz w:val="24"/>
        </w:rPr>
        <w:t xml:space="preserve"> от 25.11.2020 № 04-21/3</w:t>
      </w:r>
    </w:p>
    <w:p w:rsidR="007819FF" w:rsidRDefault="007819FF" w:rsidP="00C12A11">
      <w:pPr>
        <w:pStyle w:val="BodyText"/>
        <w:rPr>
          <w:sz w:val="24"/>
        </w:rPr>
      </w:pPr>
      <w:r>
        <w:rPr>
          <w:sz w:val="24"/>
        </w:rPr>
        <w:t>ПРОЕКТ</w:t>
      </w:r>
    </w:p>
    <w:p w:rsidR="007819FF" w:rsidRPr="00C62533" w:rsidRDefault="007819FF" w:rsidP="00C12A11">
      <w:pPr>
        <w:jc w:val="right"/>
        <w:rPr>
          <w:sz w:val="24"/>
          <w:szCs w:val="24"/>
        </w:rPr>
      </w:pPr>
      <w:r>
        <w:t xml:space="preserve">                                 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7819FF" w:rsidRPr="0043557C" w:rsidTr="00450E76">
        <w:trPr>
          <w:trHeight w:val="397"/>
        </w:trPr>
        <w:tc>
          <w:tcPr>
            <w:tcW w:w="9606" w:type="dxa"/>
          </w:tcPr>
          <w:p w:rsidR="007819FF" w:rsidRPr="0043557C" w:rsidRDefault="007819FF" w:rsidP="00450E76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</w:t>
            </w:r>
          </w:p>
        </w:tc>
      </w:tr>
      <w:tr w:rsidR="007819FF" w:rsidRPr="0043557C" w:rsidTr="00450E76">
        <w:tc>
          <w:tcPr>
            <w:tcW w:w="9606" w:type="dxa"/>
          </w:tcPr>
          <w:p w:rsidR="007819FF" w:rsidRPr="0043557C" w:rsidRDefault="007819FF" w:rsidP="00450E76">
            <w:pPr>
              <w:widowControl/>
              <w:jc w:val="center"/>
              <w:rPr>
                <w:b/>
                <w:bCs/>
                <w:sz w:val="36"/>
                <w:szCs w:val="36"/>
              </w:rPr>
            </w:pPr>
            <w:r w:rsidRPr="0043557C">
              <w:rPr>
                <w:b/>
                <w:bCs/>
                <w:sz w:val="36"/>
                <w:szCs w:val="36"/>
              </w:rPr>
              <w:t>КОМИТЕТ МЕСТНОГО САМОУПРАВЛЕНИЯ</w:t>
            </w:r>
          </w:p>
          <w:p w:rsidR="007819FF" w:rsidRPr="0043557C" w:rsidRDefault="007819FF" w:rsidP="00450E76">
            <w:pPr>
              <w:widowControl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СЕЛЬСКОГО ПОСЕЛЕНИЯ </w:t>
            </w:r>
            <w:r w:rsidRPr="0043557C">
              <w:rPr>
                <w:b/>
                <w:bCs/>
                <w:sz w:val="36"/>
                <w:szCs w:val="36"/>
              </w:rPr>
              <w:t>ШЕЙНСК</w:t>
            </w:r>
            <w:r>
              <w:rPr>
                <w:b/>
                <w:bCs/>
                <w:sz w:val="36"/>
                <w:szCs w:val="36"/>
              </w:rPr>
              <w:t xml:space="preserve">ИЙ </w:t>
            </w:r>
            <w:r w:rsidRPr="0043557C">
              <w:rPr>
                <w:b/>
                <w:bCs/>
                <w:sz w:val="36"/>
                <w:szCs w:val="36"/>
              </w:rPr>
              <w:t>СЕЛЬСОВЕТ</w:t>
            </w:r>
          </w:p>
          <w:p w:rsidR="007819FF" w:rsidRPr="0043557C" w:rsidRDefault="007819FF" w:rsidP="00450E76">
            <w:pPr>
              <w:widowControl/>
              <w:jc w:val="center"/>
              <w:rPr>
                <w:b/>
                <w:bCs/>
                <w:sz w:val="36"/>
                <w:szCs w:val="36"/>
              </w:rPr>
            </w:pPr>
            <w:r w:rsidRPr="0043557C">
              <w:rPr>
                <w:b/>
                <w:bCs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7819FF" w:rsidRPr="0043557C" w:rsidTr="00450E76">
        <w:trPr>
          <w:trHeight w:val="397"/>
        </w:trPr>
        <w:tc>
          <w:tcPr>
            <w:tcW w:w="9606" w:type="dxa"/>
          </w:tcPr>
          <w:p w:rsidR="007819FF" w:rsidRPr="0043557C" w:rsidRDefault="007819FF" w:rsidP="00450E76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7819FF" w:rsidRPr="0043557C" w:rsidTr="00450E76">
        <w:tc>
          <w:tcPr>
            <w:tcW w:w="9606" w:type="dxa"/>
          </w:tcPr>
          <w:p w:rsidR="007819FF" w:rsidRPr="0043557C" w:rsidRDefault="007819FF" w:rsidP="00450E76">
            <w:pPr>
              <w:pStyle w:val="Heading3"/>
            </w:pPr>
            <w:r w:rsidRPr="0043557C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ЕШЕНИЕ</w:t>
            </w:r>
          </w:p>
        </w:tc>
      </w:tr>
      <w:tr w:rsidR="007819FF" w:rsidRPr="0043557C" w:rsidTr="00450E76">
        <w:trPr>
          <w:trHeight w:val="340"/>
        </w:trPr>
        <w:tc>
          <w:tcPr>
            <w:tcW w:w="9606" w:type="dxa"/>
            <w:vAlign w:val="center"/>
          </w:tcPr>
          <w:p w:rsidR="007819FF" w:rsidRPr="0043557C" w:rsidRDefault="007819FF" w:rsidP="00450E76">
            <w:pPr>
              <w:pStyle w:val="Heading3"/>
            </w:pPr>
          </w:p>
        </w:tc>
      </w:tr>
    </w:tbl>
    <w:p w:rsidR="007819FF" w:rsidRPr="0043557C" w:rsidRDefault="007819FF" w:rsidP="00C12A11">
      <w:pPr>
        <w:jc w:val="right"/>
      </w:pPr>
      <w:r w:rsidRPr="0043557C">
        <w:t xml:space="preserve">                            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7819FF" w:rsidRPr="0043557C" w:rsidTr="00450E76">
        <w:trPr>
          <w:jc w:val="center"/>
        </w:trPr>
        <w:tc>
          <w:tcPr>
            <w:tcW w:w="284" w:type="dxa"/>
            <w:vAlign w:val="bottom"/>
          </w:tcPr>
          <w:p w:rsidR="007819FF" w:rsidRPr="0043557C" w:rsidRDefault="007819FF" w:rsidP="00450E76">
            <w:pPr>
              <w:widowControl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19FF" w:rsidRPr="0043557C" w:rsidRDefault="007819FF" w:rsidP="00450E76">
            <w:pPr>
              <w:widowControl/>
              <w:tabs>
                <w:tab w:val="left" w:pos="8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43557C">
              <w:rPr>
                <w:sz w:val="24"/>
                <w:szCs w:val="24"/>
              </w:rPr>
              <w:tab/>
            </w:r>
          </w:p>
        </w:tc>
        <w:tc>
          <w:tcPr>
            <w:tcW w:w="397" w:type="dxa"/>
          </w:tcPr>
          <w:p w:rsidR="007819FF" w:rsidRPr="0043557C" w:rsidRDefault="007819FF" w:rsidP="00450E76">
            <w:pPr>
              <w:widowControl/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№</w:t>
            </w:r>
            <w:r w:rsidRPr="0043557C"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19FF" w:rsidRPr="0043557C" w:rsidRDefault="007819FF" w:rsidP="00450E7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7819FF" w:rsidRPr="0043557C" w:rsidTr="00450E76">
        <w:trPr>
          <w:jc w:val="center"/>
        </w:trPr>
        <w:tc>
          <w:tcPr>
            <w:tcW w:w="4650" w:type="dxa"/>
            <w:gridSpan w:val="4"/>
          </w:tcPr>
          <w:p w:rsidR="007819FF" w:rsidRPr="0043557C" w:rsidRDefault="007819FF" w:rsidP="00450E76">
            <w:pPr>
              <w:widowControl/>
              <w:jc w:val="center"/>
              <w:rPr>
                <w:sz w:val="10"/>
                <w:szCs w:val="10"/>
              </w:rPr>
            </w:pPr>
            <w:r w:rsidRPr="0043557C">
              <w:rPr>
                <w:sz w:val="24"/>
                <w:szCs w:val="24"/>
              </w:rPr>
              <w:t xml:space="preserve"> </w:t>
            </w:r>
          </w:p>
          <w:p w:rsidR="007819FF" w:rsidRPr="0043557C" w:rsidRDefault="007819FF" w:rsidP="00450E76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43557C">
              <w:rPr>
                <w:sz w:val="24"/>
                <w:szCs w:val="24"/>
              </w:rPr>
              <w:t xml:space="preserve">с. Шейно </w:t>
            </w:r>
          </w:p>
          <w:p w:rsidR="007819FF" w:rsidRPr="0043557C" w:rsidRDefault="007819FF" w:rsidP="00450E76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7819FF" w:rsidRDefault="007819FF" w:rsidP="00C12A11">
      <w:pPr>
        <w:rPr>
          <w:b/>
          <w:bCs/>
          <w:sz w:val="24"/>
          <w:szCs w:val="24"/>
        </w:rPr>
      </w:pPr>
    </w:p>
    <w:p w:rsidR="007819FF" w:rsidRPr="0043557C" w:rsidRDefault="007819FF" w:rsidP="00124B75">
      <w:pPr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>О  бюджете Шейнского сельсовета Пачелмского района Пензенской области</w:t>
      </w:r>
    </w:p>
    <w:p w:rsidR="007819FF" w:rsidRPr="0043557C" w:rsidRDefault="007819FF" w:rsidP="00124B7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на 2021</w:t>
      </w:r>
      <w:r w:rsidRPr="0043557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и плановый период 2022</w:t>
      </w:r>
      <w:r w:rsidRPr="0043557C">
        <w:rPr>
          <w:b/>
          <w:bCs/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2023 годов</w:t>
      </w:r>
      <w:r w:rsidRPr="0043557C">
        <w:rPr>
          <w:b/>
          <w:bCs/>
          <w:sz w:val="24"/>
          <w:szCs w:val="24"/>
        </w:rPr>
        <w:t xml:space="preserve"> </w:t>
      </w:r>
    </w:p>
    <w:p w:rsidR="007819FF" w:rsidRPr="0043557C" w:rsidRDefault="007819FF" w:rsidP="00124B75">
      <w:pPr>
        <w:jc w:val="center"/>
        <w:rPr>
          <w:b/>
          <w:bCs/>
          <w:sz w:val="24"/>
          <w:szCs w:val="24"/>
        </w:rPr>
      </w:pPr>
    </w:p>
    <w:p w:rsidR="007819FF" w:rsidRPr="0043557C" w:rsidRDefault="007819FF" w:rsidP="00124B75">
      <w:pPr>
        <w:ind w:firstLine="709"/>
        <w:jc w:val="both"/>
        <w:rPr>
          <w:sz w:val="24"/>
          <w:szCs w:val="24"/>
        </w:rPr>
      </w:pPr>
      <w:r w:rsidRPr="0043557C">
        <w:rPr>
          <w:sz w:val="24"/>
          <w:szCs w:val="24"/>
        </w:rPr>
        <w:t>В соответствии со ст. 28 Федерального закона от 06.10.2003 №131-ФЗ «Об общих принципах организации местного самоуправления в Российской Федерации»,</w:t>
      </w:r>
    </w:p>
    <w:p w:rsidR="007819FF" w:rsidRDefault="007819FF" w:rsidP="00124B75">
      <w:pPr>
        <w:ind w:firstLine="709"/>
        <w:jc w:val="both"/>
        <w:rPr>
          <w:sz w:val="24"/>
          <w:szCs w:val="24"/>
        </w:rPr>
      </w:pPr>
      <w:r w:rsidRPr="0043557C">
        <w:rPr>
          <w:sz w:val="24"/>
          <w:szCs w:val="24"/>
        </w:rPr>
        <w:t>ст.ст.   39,40  Устава Шейнского сельсовета Пачелмского района Пензенской области,</w:t>
      </w:r>
    </w:p>
    <w:p w:rsidR="007819FF" w:rsidRPr="0043557C" w:rsidRDefault="007819FF" w:rsidP="00124B75">
      <w:pPr>
        <w:ind w:firstLine="709"/>
        <w:jc w:val="both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Комитет местного самоуправления Шейнского сельсовета </w:t>
      </w:r>
    </w:p>
    <w:p w:rsidR="007819FF" w:rsidRDefault="007819FF" w:rsidP="00124B75">
      <w:pPr>
        <w:pStyle w:val="BodyText"/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>Пачелмского района Пензенской области решил:</w:t>
      </w:r>
    </w:p>
    <w:p w:rsidR="007819FF" w:rsidRPr="0043557C" w:rsidRDefault="007819FF" w:rsidP="00124B75">
      <w:pPr>
        <w:pStyle w:val="BodyText"/>
        <w:jc w:val="center"/>
        <w:rPr>
          <w:b/>
          <w:bCs/>
          <w:sz w:val="24"/>
          <w:szCs w:val="24"/>
        </w:rPr>
      </w:pPr>
    </w:p>
    <w:p w:rsidR="007819FF" w:rsidRPr="0043557C" w:rsidRDefault="007819FF" w:rsidP="00124B75">
      <w:pPr>
        <w:pStyle w:val="BodyText"/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     Статья 1. Основные характеристики бюджета Шейнского  сельсовета Пачелмского </w:t>
      </w:r>
      <w:r>
        <w:rPr>
          <w:b/>
          <w:bCs/>
          <w:sz w:val="24"/>
          <w:szCs w:val="24"/>
        </w:rPr>
        <w:t>района Пензенской области на 2021</w:t>
      </w:r>
      <w:r w:rsidRPr="0043557C">
        <w:rPr>
          <w:b/>
          <w:bCs/>
          <w:sz w:val="24"/>
          <w:szCs w:val="24"/>
        </w:rPr>
        <w:t xml:space="preserve"> и плановый </w:t>
      </w:r>
      <w:r>
        <w:rPr>
          <w:b/>
          <w:bCs/>
          <w:sz w:val="24"/>
          <w:szCs w:val="24"/>
        </w:rPr>
        <w:t>период 2022</w:t>
      </w:r>
      <w:r w:rsidRPr="0043557C">
        <w:rPr>
          <w:b/>
          <w:bCs/>
          <w:sz w:val="24"/>
          <w:szCs w:val="24"/>
        </w:rPr>
        <w:t xml:space="preserve"> и 202</w:t>
      </w:r>
      <w:r>
        <w:rPr>
          <w:b/>
          <w:bCs/>
          <w:sz w:val="24"/>
          <w:szCs w:val="24"/>
        </w:rPr>
        <w:t>3</w:t>
      </w:r>
      <w:r w:rsidRPr="0043557C">
        <w:rPr>
          <w:b/>
          <w:bCs/>
          <w:sz w:val="24"/>
          <w:szCs w:val="24"/>
        </w:rPr>
        <w:t xml:space="preserve"> годов</w:t>
      </w:r>
    </w:p>
    <w:p w:rsidR="007819FF" w:rsidRPr="0043557C" w:rsidRDefault="007819FF" w:rsidP="00124B75">
      <w:pPr>
        <w:pStyle w:val="BodyText"/>
        <w:rPr>
          <w:b/>
          <w:bCs/>
          <w:sz w:val="24"/>
          <w:szCs w:val="24"/>
        </w:rPr>
      </w:pP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>
        <w:rPr>
          <w:sz w:val="24"/>
          <w:szCs w:val="24"/>
        </w:rPr>
        <w:t>1.</w:t>
      </w:r>
      <w:r w:rsidRPr="0043557C">
        <w:rPr>
          <w:sz w:val="24"/>
          <w:szCs w:val="24"/>
        </w:rPr>
        <w:t xml:space="preserve">Утвердить основные характеристики бюджета Шейнского  сельсовета Пачелмского </w:t>
      </w:r>
      <w:r>
        <w:rPr>
          <w:sz w:val="24"/>
          <w:szCs w:val="24"/>
        </w:rPr>
        <w:t>района Пензенской области на 2021</w:t>
      </w:r>
      <w:r w:rsidRPr="0043557C">
        <w:rPr>
          <w:sz w:val="24"/>
          <w:szCs w:val="24"/>
        </w:rPr>
        <w:t xml:space="preserve">  год: </w:t>
      </w: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 xml:space="preserve">1) прогнозируемый общий объем доходов бюджета Шейнского сельсовета Пачелмского района Пензенской области в сумме    </w:t>
      </w:r>
      <w:r>
        <w:rPr>
          <w:sz w:val="24"/>
          <w:szCs w:val="24"/>
        </w:rPr>
        <w:t xml:space="preserve">3984,0 </w:t>
      </w:r>
      <w:r w:rsidRPr="0043557C">
        <w:rPr>
          <w:sz w:val="24"/>
          <w:szCs w:val="24"/>
        </w:rPr>
        <w:t xml:space="preserve">тыс. рублей; </w:t>
      </w: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 xml:space="preserve">2) общий объем расходов </w:t>
      </w:r>
      <w:r w:rsidRPr="007B2E3D">
        <w:rPr>
          <w:sz w:val="24"/>
          <w:szCs w:val="24"/>
        </w:rPr>
        <w:t xml:space="preserve">бюджета  Шейнского   сельсовета Пачелмского района Пензенской области в сумме   </w:t>
      </w:r>
      <w:r>
        <w:rPr>
          <w:sz w:val="24"/>
          <w:szCs w:val="24"/>
        </w:rPr>
        <w:t>3989,0</w:t>
      </w:r>
      <w:r w:rsidRPr="0043557C">
        <w:rPr>
          <w:sz w:val="24"/>
          <w:szCs w:val="24"/>
        </w:rPr>
        <w:t xml:space="preserve"> тыс. рублей</w:t>
      </w: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3) верхний предел муниципального</w:t>
      </w:r>
      <w:r>
        <w:rPr>
          <w:sz w:val="24"/>
          <w:szCs w:val="24"/>
        </w:rPr>
        <w:t xml:space="preserve"> </w:t>
      </w:r>
      <w:r w:rsidRPr="007B2E3D">
        <w:rPr>
          <w:sz w:val="24"/>
          <w:szCs w:val="24"/>
        </w:rPr>
        <w:t>внутреннего</w:t>
      </w:r>
      <w:r w:rsidRPr="0043557C">
        <w:rPr>
          <w:sz w:val="24"/>
          <w:szCs w:val="24"/>
        </w:rPr>
        <w:t xml:space="preserve"> долга Шейнского сельсовета Пачелмского района</w:t>
      </w:r>
      <w:r>
        <w:rPr>
          <w:sz w:val="24"/>
          <w:szCs w:val="24"/>
        </w:rPr>
        <w:t xml:space="preserve"> Пензенской области на 01.01.2022</w:t>
      </w:r>
      <w:r w:rsidRPr="0043557C">
        <w:rPr>
          <w:sz w:val="24"/>
          <w:szCs w:val="24"/>
        </w:rPr>
        <w:t xml:space="preserve"> года – 0,0 тыс. руб.,  верхний предел</w:t>
      </w:r>
      <w:r w:rsidRPr="0043557C">
        <w:rPr>
          <w:color w:val="FF0000"/>
          <w:sz w:val="24"/>
          <w:szCs w:val="24"/>
        </w:rPr>
        <w:t xml:space="preserve"> </w:t>
      </w:r>
      <w:r w:rsidRPr="0043557C"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  <w:r w:rsidRPr="007B2E3D">
        <w:rPr>
          <w:sz w:val="24"/>
          <w:szCs w:val="24"/>
        </w:rPr>
        <w:t>внутреннего</w:t>
      </w:r>
      <w:r>
        <w:rPr>
          <w:color w:val="FF0000"/>
          <w:sz w:val="24"/>
          <w:szCs w:val="24"/>
        </w:rPr>
        <w:t xml:space="preserve"> </w:t>
      </w:r>
      <w:r w:rsidRPr="0043557C">
        <w:rPr>
          <w:sz w:val="24"/>
          <w:szCs w:val="24"/>
        </w:rPr>
        <w:t xml:space="preserve"> долга по муниципальным гарантиям Шейнского сельсовета Пачелмского района Пензенской области соответствует нулевому значению;</w:t>
      </w: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4) прогнозируемый дефицит бюджета Шейнского сельсовета Пачелмского райо</w:t>
      </w:r>
      <w:r>
        <w:rPr>
          <w:sz w:val="24"/>
          <w:szCs w:val="24"/>
        </w:rPr>
        <w:t xml:space="preserve">на Пензенской области в </w:t>
      </w:r>
      <w:r w:rsidRPr="00CD265B">
        <w:rPr>
          <w:sz w:val="24"/>
          <w:szCs w:val="24"/>
        </w:rPr>
        <w:t xml:space="preserve">сумме  </w:t>
      </w:r>
      <w:r>
        <w:rPr>
          <w:sz w:val="24"/>
          <w:szCs w:val="24"/>
        </w:rPr>
        <w:t>5</w:t>
      </w:r>
      <w:r w:rsidRPr="00CD265B">
        <w:rPr>
          <w:sz w:val="24"/>
          <w:szCs w:val="24"/>
        </w:rPr>
        <w:t>,0</w:t>
      </w:r>
      <w:r w:rsidRPr="0043557C">
        <w:rPr>
          <w:sz w:val="24"/>
          <w:szCs w:val="24"/>
        </w:rPr>
        <w:t xml:space="preserve"> тыс. рублей.</w:t>
      </w: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5) размер резервного фонда администрации Шейнского  сельсовета Пачелмского райо</w:t>
      </w:r>
      <w:r>
        <w:rPr>
          <w:sz w:val="24"/>
          <w:szCs w:val="24"/>
        </w:rPr>
        <w:t>на Пензенской области  в сумме 4</w:t>
      </w:r>
      <w:r w:rsidRPr="0043557C">
        <w:rPr>
          <w:sz w:val="24"/>
          <w:szCs w:val="24"/>
        </w:rPr>
        <w:t>,0 тыс. рублей.</w:t>
      </w: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2. Утвердить основные характеристики бюджета Шейнского сельсовета Пачелмского р</w:t>
      </w:r>
      <w:r>
        <w:rPr>
          <w:sz w:val="24"/>
          <w:szCs w:val="24"/>
        </w:rPr>
        <w:t>айона Пензенской области на 2022 год и на 2023</w:t>
      </w:r>
      <w:r w:rsidRPr="0043557C">
        <w:rPr>
          <w:sz w:val="24"/>
          <w:szCs w:val="24"/>
        </w:rPr>
        <w:t xml:space="preserve"> год:</w:t>
      </w: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 xml:space="preserve">1) прогнозируемый общий объем доходов бюджета Шейнского сельсовета Пачелмского  </w:t>
      </w:r>
      <w:r>
        <w:rPr>
          <w:sz w:val="24"/>
          <w:szCs w:val="24"/>
        </w:rPr>
        <w:t>района Пензенской области на 2022</w:t>
      </w:r>
      <w:r w:rsidRPr="0043557C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3761,6</w:t>
      </w:r>
      <w:r w:rsidRPr="0043557C">
        <w:rPr>
          <w:sz w:val="24"/>
          <w:szCs w:val="24"/>
        </w:rPr>
        <w:t xml:space="preserve"> тыс.</w:t>
      </w:r>
      <w:r>
        <w:rPr>
          <w:sz w:val="24"/>
          <w:szCs w:val="24"/>
        </w:rPr>
        <w:t>рублей и на 2023</w:t>
      </w:r>
      <w:r w:rsidRPr="0043557C">
        <w:rPr>
          <w:sz w:val="24"/>
          <w:szCs w:val="24"/>
        </w:rPr>
        <w:t xml:space="preserve"> год в </w:t>
      </w:r>
      <w:r>
        <w:rPr>
          <w:sz w:val="24"/>
          <w:szCs w:val="24"/>
        </w:rPr>
        <w:t>сумме 3873,9</w:t>
      </w:r>
      <w:r w:rsidRPr="0043557C">
        <w:rPr>
          <w:sz w:val="24"/>
          <w:szCs w:val="24"/>
        </w:rPr>
        <w:t xml:space="preserve"> тыс.рублей;</w:t>
      </w: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2) общий объем расходов бюджета Шейнского   сельсовета Пачелмского р</w:t>
      </w:r>
      <w:r>
        <w:rPr>
          <w:sz w:val="24"/>
          <w:szCs w:val="24"/>
        </w:rPr>
        <w:t>айона Пензенской области  на 2022</w:t>
      </w:r>
      <w:r w:rsidRPr="0043557C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3766,6</w:t>
      </w:r>
      <w:r w:rsidRPr="0043557C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Pr="0043557C">
        <w:rPr>
          <w:sz w:val="24"/>
          <w:szCs w:val="24"/>
        </w:rPr>
        <w:t>рублей,</w:t>
      </w:r>
      <w:r>
        <w:rPr>
          <w:sz w:val="24"/>
          <w:szCs w:val="24"/>
        </w:rPr>
        <w:t xml:space="preserve"> в том числе условно –утвержденные расходы в сумме 94,2 тыс.рублей,</w:t>
      </w:r>
      <w:r w:rsidRPr="0043557C">
        <w:rPr>
          <w:sz w:val="24"/>
          <w:szCs w:val="24"/>
        </w:rPr>
        <w:t xml:space="preserve"> </w:t>
      </w:r>
      <w:r>
        <w:rPr>
          <w:sz w:val="24"/>
          <w:szCs w:val="24"/>
          <w:shd w:val="clear" w:color="auto" w:fill="FFFFFF"/>
        </w:rPr>
        <w:t xml:space="preserve"> и  на 2022</w:t>
      </w:r>
      <w:r w:rsidRPr="0043557C">
        <w:rPr>
          <w:sz w:val="24"/>
          <w:szCs w:val="24"/>
          <w:shd w:val="clear" w:color="auto" w:fill="FFFFFF"/>
        </w:rPr>
        <w:t xml:space="preserve"> год в сумме </w:t>
      </w:r>
      <w:r>
        <w:rPr>
          <w:sz w:val="24"/>
          <w:szCs w:val="24"/>
          <w:shd w:val="clear" w:color="auto" w:fill="FFFFFF"/>
        </w:rPr>
        <w:t xml:space="preserve">3878,9 </w:t>
      </w:r>
      <w:r w:rsidRPr="0043557C">
        <w:rPr>
          <w:sz w:val="24"/>
          <w:szCs w:val="24"/>
          <w:shd w:val="clear" w:color="auto" w:fill="FFFFFF"/>
        </w:rPr>
        <w:t xml:space="preserve"> тыс.рублей</w:t>
      </w:r>
      <w:r>
        <w:rPr>
          <w:sz w:val="24"/>
          <w:szCs w:val="24"/>
          <w:shd w:val="clear" w:color="auto" w:fill="FFFFFF"/>
        </w:rPr>
        <w:t>, в том числе условно-утвержденные расходы в сумме 193,9 тыс.руб</w:t>
      </w:r>
      <w:r w:rsidRPr="0043557C">
        <w:rPr>
          <w:sz w:val="24"/>
          <w:szCs w:val="24"/>
        </w:rPr>
        <w:t xml:space="preserve">; </w:t>
      </w: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3) верхний предел муниципального</w:t>
      </w:r>
      <w:r>
        <w:rPr>
          <w:sz w:val="24"/>
          <w:szCs w:val="24"/>
        </w:rPr>
        <w:t xml:space="preserve"> </w:t>
      </w:r>
      <w:r w:rsidRPr="007B2E3D">
        <w:rPr>
          <w:sz w:val="24"/>
          <w:szCs w:val="24"/>
        </w:rPr>
        <w:t>внутреннего</w:t>
      </w:r>
      <w:r>
        <w:rPr>
          <w:color w:val="FF0000"/>
          <w:sz w:val="24"/>
          <w:szCs w:val="24"/>
        </w:rPr>
        <w:t xml:space="preserve"> </w:t>
      </w:r>
      <w:r w:rsidRPr="0043557C">
        <w:rPr>
          <w:sz w:val="24"/>
          <w:szCs w:val="24"/>
        </w:rPr>
        <w:t xml:space="preserve">  долга Шейнского сельсовета Пачелмского района Пензенской области </w:t>
      </w:r>
      <w:r>
        <w:rPr>
          <w:sz w:val="24"/>
          <w:szCs w:val="24"/>
        </w:rPr>
        <w:t>на 01.01.2023</w:t>
      </w:r>
      <w:r w:rsidRPr="0043557C">
        <w:rPr>
          <w:sz w:val="24"/>
          <w:szCs w:val="24"/>
        </w:rPr>
        <w:t xml:space="preserve"> года, на 01.01.202</w:t>
      </w:r>
      <w:r>
        <w:rPr>
          <w:sz w:val="24"/>
          <w:szCs w:val="24"/>
        </w:rPr>
        <w:t>4</w:t>
      </w:r>
      <w:r w:rsidRPr="0043557C">
        <w:rPr>
          <w:sz w:val="24"/>
          <w:szCs w:val="24"/>
        </w:rPr>
        <w:t xml:space="preserve"> года и верхний предел муниципального</w:t>
      </w:r>
      <w:r>
        <w:rPr>
          <w:color w:val="FF0000"/>
          <w:sz w:val="24"/>
          <w:szCs w:val="24"/>
        </w:rPr>
        <w:t xml:space="preserve"> </w:t>
      </w:r>
      <w:r w:rsidRPr="007B2E3D">
        <w:rPr>
          <w:sz w:val="24"/>
          <w:szCs w:val="24"/>
        </w:rPr>
        <w:t>внутреннего</w:t>
      </w:r>
      <w:r>
        <w:rPr>
          <w:color w:val="FF0000"/>
          <w:sz w:val="24"/>
          <w:szCs w:val="24"/>
        </w:rPr>
        <w:t xml:space="preserve"> </w:t>
      </w:r>
      <w:r w:rsidRPr="0043557C">
        <w:rPr>
          <w:sz w:val="24"/>
          <w:szCs w:val="24"/>
        </w:rPr>
        <w:t xml:space="preserve"> долга по муниципальным гарантиям Шейнского сельсовета Пачелмского района Пензенской области соответствуют нулевому значению;</w:t>
      </w: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 xml:space="preserve">4) прогнозируемый дефицит бюджета Шейнского сельсовета Пачелмского </w:t>
      </w:r>
      <w:r>
        <w:rPr>
          <w:sz w:val="24"/>
          <w:szCs w:val="24"/>
        </w:rPr>
        <w:t>района Пензенской области на 2022 год в сумме  5</w:t>
      </w:r>
      <w:r w:rsidRPr="0043557C">
        <w:rPr>
          <w:sz w:val="24"/>
          <w:szCs w:val="24"/>
        </w:rPr>
        <w:t>,0 тыс.</w:t>
      </w:r>
      <w:r>
        <w:rPr>
          <w:sz w:val="24"/>
          <w:szCs w:val="24"/>
        </w:rPr>
        <w:t>рублей  и на 2023 год в сумме 5</w:t>
      </w:r>
      <w:r w:rsidRPr="0043557C">
        <w:rPr>
          <w:sz w:val="24"/>
          <w:szCs w:val="24"/>
        </w:rPr>
        <w:t xml:space="preserve">,0 тыс. рублей. </w:t>
      </w: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5)  размер  резервного фонда администрации Шейнского  сельсовета Пачелмского р</w:t>
      </w:r>
      <w:r>
        <w:rPr>
          <w:sz w:val="24"/>
          <w:szCs w:val="24"/>
        </w:rPr>
        <w:t>айона Пензенской области  на 2022 год в сумме 4</w:t>
      </w:r>
      <w:r w:rsidRPr="0043557C">
        <w:rPr>
          <w:sz w:val="24"/>
          <w:szCs w:val="24"/>
        </w:rPr>
        <w:t>,0 тыс.руб.,</w:t>
      </w:r>
      <w:r>
        <w:rPr>
          <w:sz w:val="24"/>
          <w:szCs w:val="24"/>
        </w:rPr>
        <w:t xml:space="preserve"> на 2023 год в сумме 4</w:t>
      </w:r>
      <w:r w:rsidRPr="0043557C">
        <w:rPr>
          <w:sz w:val="24"/>
          <w:szCs w:val="24"/>
        </w:rPr>
        <w:t>,0 тыс.руб.</w:t>
      </w:r>
    </w:p>
    <w:p w:rsidR="007819FF" w:rsidRPr="0043557C" w:rsidRDefault="007819FF" w:rsidP="00C12A11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jc w:val="center"/>
        <w:rPr>
          <w:b/>
          <w:bCs/>
          <w:sz w:val="24"/>
          <w:szCs w:val="24"/>
        </w:rPr>
      </w:pPr>
    </w:p>
    <w:p w:rsidR="007819FF" w:rsidRPr="0043557C" w:rsidRDefault="007819FF" w:rsidP="00124B75">
      <w:pPr>
        <w:pStyle w:val="BodyText"/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         Статья 2. Источники финансирования дефицита бюджета Шейнского сельсовета Пачелмского района Пензенской области</w:t>
      </w:r>
    </w:p>
    <w:p w:rsidR="007819FF" w:rsidRPr="0043557C" w:rsidRDefault="007819FF" w:rsidP="00124B75">
      <w:pPr>
        <w:pStyle w:val="BodyText"/>
        <w:jc w:val="center"/>
        <w:rPr>
          <w:sz w:val="24"/>
          <w:szCs w:val="24"/>
        </w:rPr>
      </w:pPr>
    </w:p>
    <w:p w:rsidR="007819FF" w:rsidRPr="0043557C" w:rsidRDefault="007819FF" w:rsidP="00124B75">
      <w:pPr>
        <w:tabs>
          <w:tab w:val="left" w:pos="6795"/>
        </w:tabs>
        <w:jc w:val="both"/>
        <w:rPr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      </w:t>
      </w:r>
      <w:r w:rsidRPr="0043557C">
        <w:rPr>
          <w:sz w:val="24"/>
          <w:szCs w:val="24"/>
        </w:rPr>
        <w:t xml:space="preserve"> Утвердить источники финансирования дефицита бюджета Шейнского сельсовета Пачелмского р</w:t>
      </w:r>
      <w:r>
        <w:rPr>
          <w:sz w:val="24"/>
          <w:szCs w:val="24"/>
        </w:rPr>
        <w:t>айона Пензенской области на 2021 год и плановый период 2022</w:t>
      </w:r>
      <w:r w:rsidRPr="0043557C">
        <w:rPr>
          <w:sz w:val="24"/>
          <w:szCs w:val="24"/>
        </w:rPr>
        <w:t xml:space="preserve"> и 202</w:t>
      </w:r>
      <w:r>
        <w:rPr>
          <w:sz w:val="24"/>
          <w:szCs w:val="24"/>
        </w:rPr>
        <w:t>3</w:t>
      </w:r>
      <w:r w:rsidRPr="0043557C">
        <w:rPr>
          <w:sz w:val="24"/>
          <w:szCs w:val="24"/>
        </w:rPr>
        <w:t xml:space="preserve"> годов согласно приложению  1 к настоящему Решению.</w:t>
      </w:r>
    </w:p>
    <w:p w:rsidR="007819FF" w:rsidRPr="0043557C" w:rsidRDefault="007819FF" w:rsidP="00124B75">
      <w:pPr>
        <w:tabs>
          <w:tab w:val="left" w:pos="6795"/>
        </w:tabs>
        <w:jc w:val="both"/>
        <w:rPr>
          <w:sz w:val="24"/>
          <w:szCs w:val="24"/>
        </w:rPr>
      </w:pPr>
    </w:p>
    <w:p w:rsidR="007819FF" w:rsidRPr="0043557C" w:rsidRDefault="007819FF" w:rsidP="00124B75">
      <w:pPr>
        <w:tabs>
          <w:tab w:val="left" w:pos="6795"/>
        </w:tabs>
        <w:jc w:val="both"/>
        <w:rPr>
          <w:sz w:val="24"/>
          <w:szCs w:val="24"/>
        </w:rPr>
      </w:pPr>
    </w:p>
    <w:p w:rsidR="007819FF" w:rsidRPr="0043557C" w:rsidRDefault="007819FF" w:rsidP="00124B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57C">
        <w:rPr>
          <w:rFonts w:ascii="Times New Roman" w:hAnsi="Times New Roman" w:cs="Times New Roman"/>
          <w:b/>
          <w:bCs/>
          <w:sz w:val="24"/>
          <w:szCs w:val="24"/>
        </w:rPr>
        <w:t xml:space="preserve">    Статья  3. Дополнительные основания и иные условия предоставления отсрочек, рассрочек, инвестиционных налоговых кредитов, а также льготы по налогам, сборам и неналоговым доходам</w:t>
      </w:r>
    </w:p>
    <w:p w:rsidR="007819FF" w:rsidRPr="0043557C" w:rsidRDefault="007819FF" w:rsidP="00124B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19FF" w:rsidRPr="0043557C" w:rsidRDefault="007819FF" w:rsidP="00124B75">
      <w:pPr>
        <w:tabs>
          <w:tab w:val="left" w:pos="679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Отказаться от принятия в 2021-2023</w:t>
      </w:r>
      <w:r w:rsidRPr="0043557C">
        <w:rPr>
          <w:sz w:val="24"/>
          <w:szCs w:val="24"/>
        </w:rPr>
        <w:t xml:space="preserve"> годах муниципальных нормативных правовых актов, устанавливающих дополнительные основания и иные условия предоставления отсрочек, рассрочек, инвестиционных налоговых кредитов сверх предусмотренных частью первой Налогового кодекса Российской Федерации, а также льготы по местным налогам, сборам и неналоговым доходам.</w:t>
      </w:r>
    </w:p>
    <w:p w:rsidR="007819FF" w:rsidRPr="0043557C" w:rsidRDefault="007819FF" w:rsidP="00124B75">
      <w:pPr>
        <w:tabs>
          <w:tab w:val="left" w:pos="6795"/>
        </w:tabs>
        <w:ind w:firstLine="709"/>
        <w:jc w:val="both"/>
        <w:rPr>
          <w:sz w:val="24"/>
          <w:szCs w:val="24"/>
        </w:rPr>
      </w:pPr>
    </w:p>
    <w:p w:rsidR="007819FF" w:rsidRPr="0043557C" w:rsidRDefault="007819FF" w:rsidP="00124B75">
      <w:pPr>
        <w:tabs>
          <w:tab w:val="left" w:pos="6795"/>
        </w:tabs>
        <w:ind w:firstLine="567"/>
        <w:jc w:val="center"/>
        <w:rPr>
          <w:b/>
          <w:bCs/>
          <w:sz w:val="24"/>
          <w:szCs w:val="24"/>
        </w:rPr>
      </w:pPr>
    </w:p>
    <w:p w:rsidR="007819FF" w:rsidRPr="0043557C" w:rsidRDefault="007819FF" w:rsidP="00124B75">
      <w:pPr>
        <w:tabs>
          <w:tab w:val="left" w:pos="6795"/>
        </w:tabs>
        <w:ind w:firstLine="567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     Статья 4. Главные администраторы доходов бюджета Шейнского сельсовета Пачелмского района Пензенской области</w:t>
      </w:r>
    </w:p>
    <w:p w:rsidR="007819FF" w:rsidRPr="0043557C" w:rsidRDefault="007819FF" w:rsidP="00124B75">
      <w:pPr>
        <w:pStyle w:val="BodyText"/>
        <w:rPr>
          <w:b/>
          <w:bCs/>
          <w:sz w:val="24"/>
          <w:szCs w:val="24"/>
          <w:lang w:eastAsia="ru-RU"/>
        </w:rPr>
      </w:pP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1. Утвердить перечень главных администраторов доходов бюджета Шейнского сельсовета Пачелмского района Пензенской области  согласно приложению  2 к настоящему решению.</w:t>
      </w: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2. Закрепить доходы бюджета Шейнского  сельсовета Пачелмского района Пензенской области за главными администраторами доходов бюджета согласно приложению 3 к настоящему решению.</w:t>
      </w: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 xml:space="preserve">3. Администрирование доходов бюджета Шейнского сельсовета Пачелмского района Пензенской области от предоставления дотаций  осуществляется Финансовым отделом администрации Пачелмского района Пензенской области согласно решению Собрания представителей Пачелмского района </w:t>
      </w:r>
      <w:r>
        <w:rPr>
          <w:sz w:val="24"/>
          <w:szCs w:val="24"/>
        </w:rPr>
        <w:t>Пензенской области от 27.12.2018</w:t>
      </w:r>
      <w:r w:rsidRPr="0043557C">
        <w:rPr>
          <w:sz w:val="24"/>
          <w:szCs w:val="24"/>
        </w:rPr>
        <w:t>__№_3-78/3__, постановления  Администрации Пачелмского района Пензенской области от 29.12.2014 № 410 «О порядке осуществления органами местного самоуправления Пачелмского района и (или) находящимися в их ведении бюджетными учреждениями бюджетных полномочий главных администраторов доходов бюджетов бюджетной системы Российской Федерации (с изменениями), Соглашения между Администрацией Пачелмского района Пензенской области и администрацией Шейнского сельсовета Пачелмского района Пензенской области</w:t>
      </w:r>
      <w:r w:rsidRPr="0043557C">
        <w:rPr>
          <w:color w:val="FF0000"/>
          <w:sz w:val="24"/>
          <w:szCs w:val="24"/>
        </w:rPr>
        <w:t xml:space="preserve"> </w:t>
      </w:r>
      <w:r w:rsidRPr="0043557C">
        <w:rPr>
          <w:sz w:val="24"/>
          <w:szCs w:val="24"/>
        </w:rPr>
        <w:t>по организации исполнения бюджета Шейнского сельсовета Пачелмского района Пензенской области.</w:t>
      </w:r>
    </w:p>
    <w:p w:rsidR="007819FF" w:rsidRPr="0043557C" w:rsidRDefault="007819FF" w:rsidP="00124B75">
      <w:pPr>
        <w:tabs>
          <w:tab w:val="left" w:pos="6795"/>
        </w:tabs>
        <w:ind w:firstLine="567"/>
        <w:jc w:val="center"/>
        <w:rPr>
          <w:b/>
          <w:bCs/>
          <w:sz w:val="24"/>
          <w:szCs w:val="24"/>
        </w:rPr>
      </w:pPr>
    </w:p>
    <w:p w:rsidR="007819FF" w:rsidRPr="0043557C" w:rsidRDefault="007819FF" w:rsidP="00124B75">
      <w:pPr>
        <w:tabs>
          <w:tab w:val="left" w:pos="6795"/>
        </w:tabs>
        <w:ind w:firstLine="567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    Статья 5. Главные администраторы</w:t>
      </w:r>
      <w:r w:rsidRPr="0043557C">
        <w:rPr>
          <w:b/>
          <w:bCs/>
          <w:color w:val="FF0000"/>
          <w:sz w:val="24"/>
          <w:szCs w:val="24"/>
        </w:rPr>
        <w:t xml:space="preserve"> </w:t>
      </w:r>
      <w:r w:rsidRPr="0043557C">
        <w:rPr>
          <w:b/>
          <w:bCs/>
          <w:sz w:val="24"/>
          <w:szCs w:val="24"/>
        </w:rPr>
        <w:t>источников финансирования  дефицита бюджета Шейнского сельсовета Пачелмского района Пензенской области</w:t>
      </w:r>
    </w:p>
    <w:p w:rsidR="007819FF" w:rsidRPr="0043557C" w:rsidRDefault="007819FF" w:rsidP="00124B75">
      <w:pPr>
        <w:pStyle w:val="BodyText"/>
        <w:rPr>
          <w:b/>
          <w:bCs/>
          <w:sz w:val="24"/>
          <w:szCs w:val="24"/>
          <w:lang w:eastAsia="ru-RU"/>
        </w:rPr>
      </w:pP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1. Утвердить перечень главных администраторов источников финансирования дефицита бюджета Шейнского сельсовета Пачелмского района Пензенской области. согласно приложению  4 к настоящему решению.</w:t>
      </w: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2. Закрепить источники финансирования дефицита бюджета Шейнского  сельсовета Пачелмского района Пензенской области  за главными администраторами источников финансирования дефицита</w:t>
      </w:r>
      <w:r w:rsidRPr="0043557C">
        <w:rPr>
          <w:color w:val="FF0000"/>
          <w:sz w:val="24"/>
          <w:szCs w:val="24"/>
        </w:rPr>
        <w:t xml:space="preserve"> </w:t>
      </w:r>
      <w:r w:rsidRPr="0043557C">
        <w:rPr>
          <w:sz w:val="24"/>
          <w:szCs w:val="24"/>
        </w:rPr>
        <w:t>бюджета согласно приложению 5 к настоящему решению.</w:t>
      </w: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ind w:firstLine="567"/>
        <w:jc w:val="center"/>
        <w:rPr>
          <w:b/>
          <w:bCs/>
          <w:sz w:val="24"/>
          <w:szCs w:val="24"/>
        </w:rPr>
      </w:pPr>
    </w:p>
    <w:p w:rsidR="007819FF" w:rsidRPr="0043557C" w:rsidRDefault="007819FF" w:rsidP="00124B75">
      <w:pPr>
        <w:pStyle w:val="BodyText"/>
        <w:ind w:firstLine="567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  Статья 6. Объем поступлений в бюджет Шейнского сельсовета Пачелмского района Пензенской обл</w:t>
      </w:r>
      <w:r>
        <w:rPr>
          <w:b/>
          <w:bCs/>
          <w:sz w:val="24"/>
          <w:szCs w:val="24"/>
        </w:rPr>
        <w:t>асти по видам доходов на 2021</w:t>
      </w:r>
      <w:r w:rsidRPr="0043557C">
        <w:rPr>
          <w:b/>
          <w:bCs/>
          <w:sz w:val="24"/>
          <w:szCs w:val="24"/>
        </w:rPr>
        <w:t xml:space="preserve"> год и  плановый п</w:t>
      </w:r>
      <w:r>
        <w:rPr>
          <w:b/>
          <w:bCs/>
          <w:sz w:val="24"/>
          <w:szCs w:val="24"/>
        </w:rPr>
        <w:t>ериод 2022</w:t>
      </w:r>
      <w:r w:rsidRPr="0043557C">
        <w:rPr>
          <w:b/>
          <w:bCs/>
          <w:sz w:val="24"/>
          <w:szCs w:val="24"/>
        </w:rPr>
        <w:t xml:space="preserve"> и 202</w:t>
      </w:r>
      <w:r>
        <w:rPr>
          <w:b/>
          <w:bCs/>
          <w:sz w:val="24"/>
          <w:szCs w:val="24"/>
        </w:rPr>
        <w:t>3</w:t>
      </w:r>
      <w:r w:rsidRPr="0043557C">
        <w:rPr>
          <w:b/>
          <w:bCs/>
          <w:sz w:val="24"/>
          <w:szCs w:val="24"/>
        </w:rPr>
        <w:t xml:space="preserve"> годов</w:t>
      </w:r>
    </w:p>
    <w:p w:rsidR="007819FF" w:rsidRPr="0043557C" w:rsidRDefault="007819FF" w:rsidP="00124B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57C">
        <w:rPr>
          <w:rFonts w:ascii="Times New Roman" w:hAnsi="Times New Roman" w:cs="Times New Roman"/>
          <w:sz w:val="24"/>
          <w:szCs w:val="24"/>
        </w:rPr>
        <w:t xml:space="preserve">  Утвердить объем поступлений в бюджет Шейнского сельсовета Пачелмского района Пензенской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по видам доходов на 2021</w:t>
      </w:r>
      <w:r w:rsidRPr="0043557C">
        <w:rPr>
          <w:rFonts w:ascii="Times New Roman" w:hAnsi="Times New Roman" w:cs="Times New Roman"/>
          <w:sz w:val="24"/>
          <w:szCs w:val="24"/>
        </w:rPr>
        <w:t xml:space="preserve"> год и  плановый период 20</w:t>
      </w:r>
      <w:r>
        <w:rPr>
          <w:rFonts w:ascii="Times New Roman" w:hAnsi="Times New Roman" w:cs="Times New Roman"/>
          <w:sz w:val="24"/>
          <w:szCs w:val="24"/>
        </w:rPr>
        <w:t>22 и 2023</w:t>
      </w:r>
      <w:r w:rsidRPr="0043557C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7819FF" w:rsidRPr="0043557C" w:rsidRDefault="007819FF" w:rsidP="00124B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57C">
        <w:rPr>
          <w:rFonts w:ascii="Times New Roman" w:hAnsi="Times New Roman" w:cs="Times New Roman"/>
          <w:sz w:val="24"/>
          <w:szCs w:val="24"/>
        </w:rPr>
        <w:t>- объем налоговых и неналоговых доходов согласно приложению 6 к настоящему решению;</w:t>
      </w:r>
    </w:p>
    <w:p w:rsidR="007819FF" w:rsidRPr="0043557C" w:rsidRDefault="007819FF" w:rsidP="00124B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57C">
        <w:rPr>
          <w:rFonts w:ascii="Times New Roman" w:hAnsi="Times New Roman" w:cs="Times New Roman"/>
          <w:sz w:val="24"/>
          <w:szCs w:val="24"/>
        </w:rPr>
        <w:t>- объем безвозмездных поступлений согласно приложению 7 к настоящему решению  , из них объе</w:t>
      </w:r>
      <w:r>
        <w:rPr>
          <w:rFonts w:ascii="Times New Roman" w:hAnsi="Times New Roman" w:cs="Times New Roman"/>
          <w:sz w:val="24"/>
          <w:szCs w:val="24"/>
        </w:rPr>
        <w:t>м межбюджетных трансфертов в 2021</w:t>
      </w:r>
      <w:r w:rsidRPr="0043557C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CD265B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1563,0 тыс. рублей, в 2022</w:t>
      </w:r>
      <w:r w:rsidRPr="00CD265B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>
        <w:rPr>
          <w:rFonts w:ascii="Times New Roman" w:hAnsi="Times New Roman" w:cs="Times New Roman"/>
          <w:sz w:val="24"/>
          <w:szCs w:val="24"/>
        </w:rPr>
        <w:t>1319,6 тыс. рублей., в 2023</w:t>
      </w:r>
      <w:r w:rsidRPr="00CD265B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>
        <w:rPr>
          <w:rFonts w:ascii="Times New Roman" w:hAnsi="Times New Roman" w:cs="Times New Roman"/>
          <w:sz w:val="24"/>
          <w:szCs w:val="24"/>
        </w:rPr>
        <w:t>1321,9</w:t>
      </w:r>
      <w:r w:rsidRPr="00CD265B">
        <w:rPr>
          <w:rFonts w:ascii="Times New Roman" w:hAnsi="Times New Roman" w:cs="Times New Roman"/>
          <w:sz w:val="24"/>
          <w:szCs w:val="24"/>
        </w:rPr>
        <w:t xml:space="preserve">  тыс. рублей.</w:t>
      </w:r>
    </w:p>
    <w:p w:rsidR="007819FF" w:rsidRPr="0043557C" w:rsidRDefault="007819FF" w:rsidP="00124B7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19FF" w:rsidRPr="0043557C" w:rsidRDefault="007819FF" w:rsidP="00124B75">
      <w:pPr>
        <w:pStyle w:val="a"/>
        <w:ind w:left="0" w:firstLine="720"/>
        <w:jc w:val="center"/>
        <w:rPr>
          <w:rFonts w:ascii="Times New Roman" w:hAnsi="Times New Roman" w:cs="Times New Roman"/>
          <w:b/>
          <w:bCs/>
        </w:rPr>
      </w:pPr>
    </w:p>
    <w:p w:rsidR="007819FF" w:rsidRPr="0043557C" w:rsidRDefault="007819FF" w:rsidP="00124B75">
      <w:pPr>
        <w:pStyle w:val="a"/>
        <w:ind w:left="0" w:firstLine="720"/>
        <w:rPr>
          <w:rFonts w:ascii="Times New Roman" w:hAnsi="Times New Roman" w:cs="Times New Roman"/>
          <w:b/>
          <w:bCs/>
        </w:rPr>
      </w:pPr>
      <w:r w:rsidRPr="0043557C">
        <w:rPr>
          <w:rFonts w:ascii="Times New Roman" w:hAnsi="Times New Roman" w:cs="Times New Roman"/>
          <w:b/>
          <w:bCs/>
        </w:rPr>
        <w:t xml:space="preserve">   Статья 7. Бюджетные ассигнования бюджета Шейнского сельсовета Пачелмского района Пензенской области</w:t>
      </w:r>
    </w:p>
    <w:p w:rsidR="007819FF" w:rsidRPr="0043557C" w:rsidRDefault="007819FF" w:rsidP="00124B75">
      <w:pPr>
        <w:jc w:val="both"/>
        <w:rPr>
          <w:sz w:val="24"/>
          <w:szCs w:val="24"/>
        </w:rPr>
      </w:pPr>
    </w:p>
    <w:p w:rsidR="007819FF" w:rsidRPr="0043557C" w:rsidRDefault="007819FF" w:rsidP="00124B75">
      <w:pPr>
        <w:ind w:firstLine="709"/>
        <w:jc w:val="both"/>
        <w:rPr>
          <w:sz w:val="24"/>
          <w:szCs w:val="24"/>
        </w:rPr>
      </w:pPr>
      <w:r w:rsidRPr="0043557C">
        <w:rPr>
          <w:sz w:val="24"/>
          <w:szCs w:val="24"/>
        </w:rPr>
        <w:t>1. Утвердить общий объем бюджетных ассигнований на исполнение публичных</w:t>
      </w:r>
      <w:r>
        <w:rPr>
          <w:sz w:val="24"/>
          <w:szCs w:val="24"/>
        </w:rPr>
        <w:t xml:space="preserve"> нормативных обязательств на 2021</w:t>
      </w:r>
      <w:r w:rsidRPr="0043557C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19,5 тыс. рублей. на 2022</w:t>
      </w:r>
      <w:r w:rsidRPr="0043557C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19,5 тыс. рублей и на 2023</w:t>
      </w:r>
      <w:r w:rsidRPr="0043557C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19,5</w:t>
      </w:r>
      <w:r w:rsidRPr="0043557C">
        <w:rPr>
          <w:sz w:val="24"/>
          <w:szCs w:val="24"/>
        </w:rPr>
        <w:t xml:space="preserve"> тыс. рублей.</w:t>
      </w:r>
    </w:p>
    <w:p w:rsidR="007819FF" w:rsidRPr="0043557C" w:rsidRDefault="007819FF" w:rsidP="00124B75">
      <w:pPr>
        <w:ind w:firstLine="709"/>
        <w:jc w:val="both"/>
        <w:rPr>
          <w:sz w:val="24"/>
          <w:szCs w:val="24"/>
        </w:rPr>
      </w:pPr>
      <w:r w:rsidRPr="0043557C">
        <w:rPr>
          <w:sz w:val="24"/>
          <w:szCs w:val="24"/>
        </w:rPr>
        <w:t>2.Утвердить:</w:t>
      </w:r>
    </w:p>
    <w:p w:rsidR="007819FF" w:rsidRPr="0043557C" w:rsidRDefault="007819FF" w:rsidP="00124B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557C">
        <w:rPr>
          <w:rFonts w:ascii="Times New Roman" w:hAnsi="Times New Roman" w:cs="Times New Roman"/>
          <w:sz w:val="24"/>
          <w:szCs w:val="24"/>
        </w:rPr>
        <w:t>1) распределен</w:t>
      </w:r>
      <w:r>
        <w:rPr>
          <w:rFonts w:ascii="Times New Roman" w:hAnsi="Times New Roman" w:cs="Times New Roman"/>
          <w:sz w:val="24"/>
          <w:szCs w:val="24"/>
        </w:rPr>
        <w:t xml:space="preserve">ие бюджетных ассигнований на 2021 год и плановый период 2022 и 2023 </w:t>
      </w:r>
      <w:r w:rsidRPr="0043557C">
        <w:rPr>
          <w:rFonts w:ascii="Times New Roman" w:hAnsi="Times New Roman" w:cs="Times New Roman"/>
          <w:sz w:val="24"/>
          <w:szCs w:val="24"/>
        </w:rPr>
        <w:t>годов по разделам (Рз), подразделам (Пр), целевым статьям (ЦСР)(муниципальным программам и непрограммным направлениям деятельности), группам (группам и подгруппам) видов расходов (Вр) классификации расходов бюджета Шейнского сельсовета Пачелмского района Пензенской области согласно приложению 8 к настоящему Решению;</w:t>
      </w:r>
    </w:p>
    <w:p w:rsidR="007819FF" w:rsidRPr="0043557C" w:rsidRDefault="007819FF" w:rsidP="00124B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19FF" w:rsidRPr="00581694" w:rsidRDefault="007819FF" w:rsidP="00124B7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1694">
        <w:rPr>
          <w:rFonts w:ascii="Times New Roman" w:hAnsi="Times New Roman" w:cs="Times New Roman"/>
          <w:color w:val="000000"/>
          <w:sz w:val="24"/>
          <w:szCs w:val="24"/>
        </w:rPr>
        <w:t>2) ведомственную структуру (Вед) расходов бюджета Шейнского сельсовета Пачелмского р</w:t>
      </w:r>
      <w:r>
        <w:rPr>
          <w:rFonts w:ascii="Times New Roman" w:hAnsi="Times New Roman" w:cs="Times New Roman"/>
          <w:color w:val="000000"/>
          <w:sz w:val="24"/>
          <w:szCs w:val="24"/>
        </w:rPr>
        <w:t>айона Пензенской области на 2021 год и  плановый период 2022</w:t>
      </w:r>
      <w:r w:rsidRPr="002176EE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2023</w:t>
      </w:r>
      <w:r w:rsidRPr="00581694">
        <w:rPr>
          <w:rFonts w:ascii="Times New Roman" w:hAnsi="Times New Roman" w:cs="Times New Roman"/>
          <w:color w:val="000000"/>
          <w:sz w:val="24"/>
          <w:szCs w:val="24"/>
        </w:rPr>
        <w:t xml:space="preserve"> годов согласно приложению  9 к настоящему Решению;</w:t>
      </w:r>
    </w:p>
    <w:p w:rsidR="007819FF" w:rsidRPr="00581694" w:rsidRDefault="007819FF" w:rsidP="00124B7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19FF" w:rsidRPr="0043557C" w:rsidRDefault="007819FF" w:rsidP="00124B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1694">
        <w:rPr>
          <w:color w:val="000000"/>
          <w:sz w:val="24"/>
          <w:szCs w:val="24"/>
        </w:rPr>
        <w:t xml:space="preserve"> </w:t>
      </w:r>
      <w:r w:rsidRPr="00581694"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Pr="0043557C">
        <w:rPr>
          <w:rFonts w:ascii="Times New Roman" w:hAnsi="Times New Roman" w:cs="Times New Roman"/>
          <w:sz w:val="24"/>
          <w:szCs w:val="24"/>
        </w:rPr>
        <w:t xml:space="preserve"> распределение бюджетных ассигнований по целевым статьям (ЦСР) (муниципальным программам и непрограммным направлениям деятельности), группам (группам и подгруппам) видов расходов (Вр) классификации расходов бюджета Шейнского сельсовета Пачелмского р</w:t>
      </w:r>
      <w:r>
        <w:rPr>
          <w:rFonts w:ascii="Times New Roman" w:hAnsi="Times New Roman" w:cs="Times New Roman"/>
          <w:sz w:val="24"/>
          <w:szCs w:val="24"/>
        </w:rPr>
        <w:t>айона Пензенской области  на 2021 год и плановый период 2022</w:t>
      </w:r>
      <w:r w:rsidRPr="0043557C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3557C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</w:t>
      </w:r>
    </w:p>
    <w:p w:rsidR="007819FF" w:rsidRPr="0043557C" w:rsidRDefault="007819FF" w:rsidP="00124B75">
      <w:pPr>
        <w:pStyle w:val="a"/>
        <w:ind w:left="0" w:firstLine="720"/>
        <w:jc w:val="center"/>
        <w:rPr>
          <w:rFonts w:ascii="Times New Roman" w:hAnsi="Times New Roman" w:cs="Times New Roman"/>
          <w:b/>
          <w:bCs/>
        </w:rPr>
      </w:pPr>
    </w:p>
    <w:p w:rsidR="007819FF" w:rsidRPr="0043557C" w:rsidRDefault="007819FF" w:rsidP="00124B75">
      <w:pPr>
        <w:pStyle w:val="a"/>
        <w:ind w:left="0" w:firstLine="0"/>
        <w:rPr>
          <w:rFonts w:ascii="Times New Roman" w:hAnsi="Times New Roman" w:cs="Times New Roman"/>
          <w:b/>
          <w:bCs/>
        </w:rPr>
      </w:pPr>
      <w:r w:rsidRPr="0043557C">
        <w:rPr>
          <w:rFonts w:ascii="Times New Roman" w:hAnsi="Times New Roman" w:cs="Times New Roman"/>
          <w:b/>
          <w:bCs/>
        </w:rPr>
        <w:t xml:space="preserve">                Статья 8. Межбюджетные трансферты бюджету Пачелмского района   Пензенской области</w:t>
      </w:r>
    </w:p>
    <w:p w:rsidR="007819FF" w:rsidRPr="0043557C" w:rsidRDefault="007819FF" w:rsidP="00124B75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43557C">
        <w:rPr>
          <w:sz w:val="24"/>
          <w:szCs w:val="24"/>
        </w:rPr>
        <w:t>Утвердить распределение  межбюджетных трансфертов бюджету Пачелмского района Пензенской области из бюджета Шейнского сельсовета  Пачелмского р</w:t>
      </w:r>
      <w:r>
        <w:rPr>
          <w:sz w:val="24"/>
          <w:szCs w:val="24"/>
        </w:rPr>
        <w:t>айона Пензенской области на 2021 год и  плановый период  2022 и 2023</w:t>
      </w:r>
      <w:r w:rsidRPr="0043557C">
        <w:rPr>
          <w:sz w:val="24"/>
          <w:szCs w:val="24"/>
        </w:rPr>
        <w:t xml:space="preserve"> годов согласно приложению 11 к настоящему Решению.</w:t>
      </w:r>
    </w:p>
    <w:p w:rsidR="007819FF" w:rsidRPr="0043557C" w:rsidRDefault="007819FF" w:rsidP="00124B75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43557C">
        <w:rPr>
          <w:sz w:val="24"/>
          <w:szCs w:val="24"/>
        </w:rPr>
        <w:t>Утвердить объем межбюджетных трансфертов  бюджету Пачелмского района Пензенской области из бюджета Шейнского сельсовета  Пачелмского р</w:t>
      </w:r>
      <w:r>
        <w:rPr>
          <w:sz w:val="24"/>
          <w:szCs w:val="24"/>
        </w:rPr>
        <w:t>айона Пензенской области на 2021</w:t>
      </w:r>
      <w:r w:rsidRPr="0043557C">
        <w:rPr>
          <w:sz w:val="24"/>
          <w:szCs w:val="24"/>
        </w:rPr>
        <w:t xml:space="preserve"> год в </w:t>
      </w:r>
      <w:r w:rsidRPr="00CD265B">
        <w:rPr>
          <w:sz w:val="24"/>
          <w:szCs w:val="24"/>
        </w:rPr>
        <w:t xml:space="preserve">сумме </w:t>
      </w:r>
      <w:r>
        <w:rPr>
          <w:sz w:val="24"/>
          <w:szCs w:val="24"/>
        </w:rPr>
        <w:t>402,7 тыс. рублей , на  2022</w:t>
      </w:r>
      <w:r w:rsidRPr="00CD265B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402,7 тыс. рублей, на  2023</w:t>
      </w:r>
      <w:r w:rsidRPr="00CD265B">
        <w:rPr>
          <w:sz w:val="24"/>
          <w:szCs w:val="24"/>
        </w:rPr>
        <w:t xml:space="preserve"> год  в сумме</w:t>
      </w:r>
      <w:r w:rsidRPr="0043557C">
        <w:rPr>
          <w:sz w:val="24"/>
          <w:szCs w:val="24"/>
        </w:rPr>
        <w:t xml:space="preserve"> </w:t>
      </w:r>
      <w:r>
        <w:rPr>
          <w:sz w:val="24"/>
          <w:szCs w:val="24"/>
        </w:rPr>
        <w:t>402,7</w:t>
      </w:r>
      <w:r w:rsidRPr="0043557C">
        <w:rPr>
          <w:sz w:val="24"/>
          <w:szCs w:val="24"/>
        </w:rPr>
        <w:t xml:space="preserve"> тыс.руб.</w:t>
      </w:r>
    </w:p>
    <w:p w:rsidR="007819FF" w:rsidRPr="0043557C" w:rsidRDefault="007819FF" w:rsidP="00124B75">
      <w:pPr>
        <w:jc w:val="both"/>
        <w:rPr>
          <w:sz w:val="24"/>
          <w:szCs w:val="24"/>
        </w:rPr>
      </w:pPr>
    </w:p>
    <w:p w:rsidR="007819FF" w:rsidRPr="0043557C" w:rsidRDefault="007819FF" w:rsidP="00124B75">
      <w:pPr>
        <w:pStyle w:val="Heading4"/>
        <w:keepLines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819FF" w:rsidRPr="0043557C" w:rsidRDefault="007819FF" w:rsidP="00124B75">
      <w:pPr>
        <w:pStyle w:val="Heading4"/>
        <w:keepLines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557C">
        <w:rPr>
          <w:rFonts w:ascii="Times New Roman" w:hAnsi="Times New Roman" w:cs="Times New Roman"/>
          <w:sz w:val="24"/>
          <w:szCs w:val="24"/>
        </w:rPr>
        <w:t xml:space="preserve">  Статья 9.  Бюджетные ассигнования муниципального дорожного фонда  Шейнского сельсовета Пачелмского района Пензенской области </w:t>
      </w:r>
      <w:r>
        <w:rPr>
          <w:rFonts w:ascii="Times New Roman" w:hAnsi="Times New Roman" w:cs="Times New Roman"/>
          <w:sz w:val="24"/>
          <w:szCs w:val="24"/>
        </w:rPr>
        <w:t>на 2021 год и плановый период 2022-2023 годов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9FF" w:rsidRPr="0043557C" w:rsidRDefault="007819FF" w:rsidP="00124B75"/>
    <w:p w:rsidR="007819FF" w:rsidRPr="0043557C" w:rsidRDefault="007819FF" w:rsidP="00124B75">
      <w:pPr>
        <w:pStyle w:val="1"/>
        <w:tabs>
          <w:tab w:val="clear" w:pos="927"/>
        </w:tabs>
        <w:spacing w:before="0"/>
        <w:ind w:firstLine="0"/>
      </w:pPr>
      <w:r w:rsidRPr="0043557C">
        <w:t>1.Утвердить объем бюджетных ассигнований дорожного фонда Шейнского сельсовета Пачелмского района  Пензенской области</w:t>
      </w:r>
    </w:p>
    <w:p w:rsidR="007819FF" w:rsidRPr="0043557C" w:rsidRDefault="007819FF" w:rsidP="00124B75">
      <w:pPr>
        <w:pStyle w:val="1"/>
        <w:tabs>
          <w:tab w:val="clear" w:pos="927"/>
        </w:tabs>
        <w:spacing w:before="0"/>
        <w:ind w:left="709" w:firstLine="0"/>
      </w:pPr>
      <w:r>
        <w:t>- на 2021</w:t>
      </w:r>
      <w:r w:rsidRPr="0043557C">
        <w:t xml:space="preserve"> год в сумме </w:t>
      </w:r>
      <w:r>
        <w:t>723,0</w:t>
      </w:r>
      <w:r w:rsidRPr="0043557C">
        <w:t xml:space="preserve"> тыс. рублей; </w:t>
      </w:r>
    </w:p>
    <w:p w:rsidR="007819FF" w:rsidRPr="0043557C" w:rsidRDefault="007819FF" w:rsidP="00124B75">
      <w:pPr>
        <w:pStyle w:val="1"/>
        <w:tabs>
          <w:tab w:val="clear" w:pos="927"/>
        </w:tabs>
        <w:spacing w:before="0"/>
        <w:ind w:left="709" w:firstLine="0"/>
      </w:pPr>
      <w:r>
        <w:t>–на 2022</w:t>
      </w:r>
      <w:r w:rsidRPr="0043557C">
        <w:t xml:space="preserve"> год в сумме </w:t>
      </w:r>
      <w:r>
        <w:t>733,0</w:t>
      </w:r>
      <w:r w:rsidRPr="0043557C">
        <w:t xml:space="preserve"> тыс. рублей;</w:t>
      </w:r>
    </w:p>
    <w:p w:rsidR="007819FF" w:rsidRPr="0043557C" w:rsidRDefault="007819FF" w:rsidP="00124B75">
      <w:pPr>
        <w:pStyle w:val="1"/>
        <w:tabs>
          <w:tab w:val="clear" w:pos="927"/>
        </w:tabs>
        <w:spacing w:before="0"/>
        <w:ind w:left="709" w:firstLine="0"/>
      </w:pPr>
      <w:r>
        <w:t>–на  2023</w:t>
      </w:r>
      <w:r w:rsidRPr="0043557C">
        <w:t xml:space="preserve"> год в сумме </w:t>
      </w:r>
      <w:r>
        <w:t>743</w:t>
      </w:r>
      <w:r w:rsidRPr="0043557C">
        <w:t>,0 тыс.рублей;</w:t>
      </w:r>
    </w:p>
    <w:p w:rsidR="007819FF" w:rsidRPr="0043557C" w:rsidRDefault="007819FF" w:rsidP="00124B75">
      <w:pPr>
        <w:pStyle w:val="1"/>
        <w:spacing w:before="60"/>
        <w:ind w:firstLine="0"/>
      </w:pPr>
      <w:r w:rsidRPr="0043557C">
        <w:t xml:space="preserve">2. </w:t>
      </w:r>
      <w:r w:rsidRPr="0029469D">
        <w:t xml:space="preserve">Установить, что ассигнования дорожного фонда, указанные в части 1 настоящей статьи, направляются на финансирование расходов, предусмотренных </w:t>
      </w:r>
      <w:r w:rsidRPr="00E27F95">
        <w:t>Порядком формирования и использования бюджетных ассигнований муниципального дорожного фонда Шейнского сельсовета Пачелмского района Пензенской области, утв</w:t>
      </w:r>
      <w:r w:rsidRPr="0029469D">
        <w:t xml:space="preserve">ержденного решением Комитета местного самоуправления Шейнского сельсовета Пачелмского района Пензенской области  № 07-53/1 от 27.12.2013 </w:t>
      </w:r>
      <w:r w:rsidRPr="0029469D">
        <w:rPr>
          <w:color w:val="000000"/>
        </w:rPr>
        <w:t>( с изменениями и дополнениями).».</w:t>
      </w:r>
    </w:p>
    <w:p w:rsidR="007819FF" w:rsidRPr="0043557C" w:rsidRDefault="007819FF" w:rsidP="00124B75">
      <w:pPr>
        <w:pStyle w:val="1"/>
        <w:spacing w:before="0"/>
        <w:ind w:firstLine="0"/>
        <w:jc w:val="center"/>
        <w:rPr>
          <w:b/>
          <w:bCs/>
        </w:rPr>
      </w:pPr>
    </w:p>
    <w:p w:rsidR="007819FF" w:rsidRPr="0043557C" w:rsidRDefault="007819FF" w:rsidP="00124B75">
      <w:pPr>
        <w:pStyle w:val="1"/>
        <w:spacing w:before="0"/>
        <w:ind w:firstLine="0"/>
        <w:rPr>
          <w:b/>
          <w:bCs/>
        </w:rPr>
      </w:pPr>
      <w:r w:rsidRPr="0043557C">
        <w:rPr>
          <w:b/>
          <w:bCs/>
        </w:rPr>
        <w:t xml:space="preserve">          Статья 10. Муниципальные </w:t>
      </w:r>
      <w:r w:rsidRPr="007B2E3D">
        <w:rPr>
          <w:b/>
          <w:bCs/>
        </w:rPr>
        <w:t>внутренние</w:t>
      </w:r>
      <w:r>
        <w:rPr>
          <w:b/>
          <w:bCs/>
          <w:color w:val="FF0000"/>
        </w:rPr>
        <w:t xml:space="preserve"> </w:t>
      </w:r>
      <w:r w:rsidRPr="0043557C">
        <w:rPr>
          <w:b/>
          <w:bCs/>
        </w:rPr>
        <w:t>заимствования Шейнского сельсовета Пачелмского района Пензенской области, муниципальный  долг Шейнского сельсовета  Пачелмского района Пензенской области и предоставление муниципальных гарантий  Шейнского сельсовета Пачелмского района Пензенской области</w:t>
      </w:r>
    </w:p>
    <w:p w:rsidR="007819FF" w:rsidRPr="0043557C" w:rsidRDefault="007819FF" w:rsidP="00124B75">
      <w:pPr>
        <w:pStyle w:val="BodyText"/>
        <w:rPr>
          <w:b/>
          <w:bCs/>
          <w:sz w:val="24"/>
          <w:szCs w:val="24"/>
          <w:lang w:eastAsia="ru-RU"/>
        </w:rPr>
      </w:pPr>
    </w:p>
    <w:p w:rsidR="007819FF" w:rsidRPr="007B2E3D" w:rsidRDefault="007819FF" w:rsidP="00124B75">
      <w:pPr>
        <w:pStyle w:val="BodyText"/>
        <w:jc w:val="center"/>
        <w:rPr>
          <w:b/>
          <w:bCs/>
          <w:sz w:val="24"/>
          <w:szCs w:val="24"/>
          <w:lang w:eastAsia="ru-RU"/>
        </w:rPr>
      </w:pPr>
    </w:p>
    <w:p w:rsidR="007819FF" w:rsidRPr="007B2E3D" w:rsidRDefault="007819FF" w:rsidP="00124B75">
      <w:pPr>
        <w:pStyle w:val="BodyText"/>
        <w:rPr>
          <w:sz w:val="24"/>
          <w:szCs w:val="24"/>
        </w:rPr>
      </w:pPr>
      <w:r w:rsidRPr="007B2E3D">
        <w:rPr>
          <w:sz w:val="24"/>
          <w:szCs w:val="24"/>
        </w:rPr>
        <w:t>1. Утвердить Программу муниципальных внутренних  заимствований Шейнского сельсовета Пачелмского р</w:t>
      </w:r>
      <w:r>
        <w:rPr>
          <w:sz w:val="24"/>
          <w:szCs w:val="24"/>
        </w:rPr>
        <w:t>айона Пензенской области на 2021 год  и плановый период 2022 и 2023</w:t>
      </w:r>
      <w:r w:rsidRPr="007B2E3D">
        <w:rPr>
          <w:sz w:val="24"/>
          <w:szCs w:val="24"/>
        </w:rPr>
        <w:t xml:space="preserve"> годов  согласно приложению 12  к настоящему решению.</w:t>
      </w:r>
    </w:p>
    <w:p w:rsidR="007819FF" w:rsidRPr="007B2E3D" w:rsidRDefault="007819FF" w:rsidP="00124B75">
      <w:pPr>
        <w:pStyle w:val="BodyText"/>
        <w:rPr>
          <w:sz w:val="24"/>
          <w:szCs w:val="24"/>
        </w:rPr>
      </w:pPr>
      <w:r w:rsidRPr="007B2E3D">
        <w:rPr>
          <w:sz w:val="24"/>
          <w:szCs w:val="24"/>
        </w:rPr>
        <w:t xml:space="preserve">2. Утвердить  </w:t>
      </w:r>
      <w:r>
        <w:rPr>
          <w:sz w:val="24"/>
          <w:szCs w:val="24"/>
        </w:rPr>
        <w:t>Программу  муниципальных гарантий Шейнского сельсовета Пачелмского района Пензенской области в валюте Российской Федерации на 2021 год и плановый период 2022 и 2023 одов согласно приложению 13 к настоящему решению</w:t>
      </w:r>
      <w:r w:rsidRPr="007B2E3D">
        <w:rPr>
          <w:sz w:val="24"/>
          <w:szCs w:val="24"/>
        </w:rPr>
        <w:t>;</w:t>
      </w:r>
    </w:p>
    <w:p w:rsidR="007819FF" w:rsidRPr="007B2E3D" w:rsidRDefault="007819FF" w:rsidP="00124B75">
      <w:pPr>
        <w:pStyle w:val="BodyText"/>
        <w:rPr>
          <w:sz w:val="24"/>
          <w:szCs w:val="24"/>
        </w:rPr>
      </w:pPr>
      <w:r w:rsidRPr="007B2E3D">
        <w:rPr>
          <w:sz w:val="24"/>
          <w:szCs w:val="24"/>
        </w:rPr>
        <w:t>3.. Утвердить  объем расходов на обслуживание муниципального</w:t>
      </w:r>
      <w:r>
        <w:rPr>
          <w:sz w:val="24"/>
          <w:szCs w:val="24"/>
        </w:rPr>
        <w:t xml:space="preserve"> внутреннего</w:t>
      </w:r>
      <w:r w:rsidRPr="007B2E3D">
        <w:rPr>
          <w:sz w:val="24"/>
          <w:szCs w:val="24"/>
        </w:rPr>
        <w:t xml:space="preserve">  долга Шейнского сельсовета Пачелмского района Пензенской области на 2021</w:t>
      </w:r>
      <w:r>
        <w:rPr>
          <w:sz w:val="24"/>
          <w:szCs w:val="24"/>
        </w:rPr>
        <w:t>год</w:t>
      </w:r>
      <w:r w:rsidRPr="007B2E3D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плановый период </w:t>
      </w:r>
      <w:r w:rsidRPr="007B2E3D">
        <w:rPr>
          <w:sz w:val="24"/>
          <w:szCs w:val="24"/>
        </w:rPr>
        <w:t>2022</w:t>
      </w:r>
      <w:r>
        <w:rPr>
          <w:sz w:val="24"/>
          <w:szCs w:val="24"/>
        </w:rPr>
        <w:t xml:space="preserve">и 2023 </w:t>
      </w:r>
      <w:r w:rsidRPr="007B2E3D">
        <w:rPr>
          <w:sz w:val="24"/>
          <w:szCs w:val="24"/>
        </w:rPr>
        <w:t xml:space="preserve"> годов в сумме 0,0 тыс. рублей;</w:t>
      </w:r>
    </w:p>
    <w:p w:rsidR="007819FF" w:rsidRPr="0043557C" w:rsidRDefault="007819FF" w:rsidP="00124B75">
      <w:pPr>
        <w:pStyle w:val="1"/>
        <w:numPr>
          <w:ilvl w:val="5"/>
          <w:numId w:val="0"/>
        </w:numPr>
        <w:jc w:val="center"/>
        <w:rPr>
          <w:b/>
          <w:bCs/>
        </w:rPr>
      </w:pPr>
    </w:p>
    <w:p w:rsidR="007819FF" w:rsidRPr="0043557C" w:rsidRDefault="007819FF" w:rsidP="00124B75">
      <w:pPr>
        <w:pStyle w:val="1"/>
        <w:numPr>
          <w:ilvl w:val="5"/>
          <w:numId w:val="0"/>
        </w:numPr>
        <w:jc w:val="center"/>
        <w:rPr>
          <w:b/>
          <w:bCs/>
        </w:rPr>
      </w:pPr>
      <w:r w:rsidRPr="0043557C">
        <w:rPr>
          <w:b/>
          <w:bCs/>
        </w:rPr>
        <w:t xml:space="preserve">            Статья 11. Особенности исполнения бюджета Шейнского сельсовета Пачелмского района  Пензенской области</w:t>
      </w:r>
    </w:p>
    <w:p w:rsidR="007819FF" w:rsidRPr="0043557C" w:rsidRDefault="007819FF" w:rsidP="00124B75">
      <w:pPr>
        <w:pStyle w:val="BodyText"/>
        <w:rPr>
          <w:b/>
          <w:bCs/>
          <w:sz w:val="24"/>
          <w:szCs w:val="24"/>
          <w:lang w:eastAsia="ru-RU"/>
        </w:rPr>
      </w:pPr>
    </w:p>
    <w:p w:rsidR="007819FF" w:rsidRPr="0043557C" w:rsidRDefault="007819FF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1. Установить, что расходы бюджета Шейнского сельсовета Пачелмского района Пензенской области финансируются по мере фактического поступления доходов в бюджет Шейнского сельсовета Пачелмского района  Пензенской области  и с учетом его дефицита.</w:t>
      </w:r>
    </w:p>
    <w:p w:rsidR="007819FF" w:rsidRPr="0043557C" w:rsidRDefault="007819FF" w:rsidP="00124B75">
      <w:pPr>
        <w:pStyle w:val="1"/>
        <w:spacing w:before="0"/>
        <w:ind w:firstLine="0"/>
      </w:pPr>
      <w:r w:rsidRPr="0043557C">
        <w:t xml:space="preserve">            2. Установить, что в первоочередном порядке из бюджета Шейнского сельсовета Пачелмского района Пензенской области финансируются расходы по выплате заработной платы с начислениями (денежного довольствия), надбавок к ней, стипендий; на уплату налогов, сборов и иных обязательных платежей в бюджеты бюджетной системы Российской Федерации; на предоставление мер социальной поддержки отдельным категориям граждан согласно законодательству Российской Федерации и (или) законодательству Пензенской области;  на оплату коммунальных платежей; на проведение выборов и референдумов, а также расходы из резервного фонда администрации Шейнского сельсовета Пачелмского района Пензенской области и по погашению муниципального долга Шейнского сельсовета Пачелмского района Пензенской области.</w:t>
      </w:r>
    </w:p>
    <w:p w:rsidR="007819FF" w:rsidRPr="0043557C" w:rsidRDefault="007819FF" w:rsidP="00124B75">
      <w:pPr>
        <w:pStyle w:val="BodyText"/>
        <w:tabs>
          <w:tab w:val="left" w:pos="660"/>
        </w:tabs>
        <w:jc w:val="left"/>
        <w:rPr>
          <w:b/>
          <w:bCs/>
          <w:sz w:val="24"/>
          <w:szCs w:val="24"/>
        </w:rPr>
      </w:pPr>
    </w:p>
    <w:p w:rsidR="007819FF" w:rsidRPr="0043557C" w:rsidRDefault="007819FF" w:rsidP="00124B75">
      <w:pPr>
        <w:pStyle w:val="BodyText"/>
        <w:tabs>
          <w:tab w:val="left" w:pos="660"/>
        </w:tabs>
        <w:jc w:val="left"/>
        <w:rPr>
          <w:b/>
          <w:bCs/>
          <w:sz w:val="24"/>
          <w:szCs w:val="24"/>
        </w:rPr>
      </w:pPr>
    </w:p>
    <w:p w:rsidR="007819FF" w:rsidRPr="0043557C" w:rsidRDefault="007819FF" w:rsidP="00124B75">
      <w:pPr>
        <w:pStyle w:val="BodyText"/>
        <w:tabs>
          <w:tab w:val="left" w:pos="660"/>
        </w:tabs>
        <w:jc w:val="left"/>
        <w:rPr>
          <w:b/>
          <w:bCs/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                Статья 12. Вступление в силу настоящего решения</w:t>
      </w:r>
    </w:p>
    <w:p w:rsidR="007819FF" w:rsidRPr="0043557C" w:rsidRDefault="007819FF" w:rsidP="00124B75">
      <w:pPr>
        <w:pStyle w:val="BodyText"/>
        <w:jc w:val="center"/>
        <w:rPr>
          <w:b/>
          <w:bCs/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 </w:t>
      </w:r>
      <w:r w:rsidRPr="0043557C">
        <w:rPr>
          <w:sz w:val="24"/>
          <w:szCs w:val="24"/>
        </w:rPr>
        <w:t>Настоящее решение</w:t>
      </w:r>
      <w:r>
        <w:rPr>
          <w:sz w:val="24"/>
          <w:szCs w:val="24"/>
        </w:rPr>
        <w:t xml:space="preserve"> вступает в силу с 1 января  2021</w:t>
      </w:r>
      <w:r w:rsidRPr="0043557C">
        <w:rPr>
          <w:sz w:val="24"/>
          <w:szCs w:val="24"/>
        </w:rPr>
        <w:t xml:space="preserve">  года.</w:t>
      </w: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b/>
          <w:bCs/>
          <w:sz w:val="24"/>
          <w:szCs w:val="24"/>
        </w:rPr>
      </w:pPr>
      <w:r w:rsidRPr="0043557C">
        <w:rPr>
          <w:sz w:val="24"/>
          <w:szCs w:val="24"/>
        </w:rPr>
        <w:t xml:space="preserve">                    </w:t>
      </w:r>
      <w:r w:rsidRPr="0043557C">
        <w:rPr>
          <w:b/>
          <w:bCs/>
          <w:sz w:val="24"/>
          <w:szCs w:val="24"/>
        </w:rPr>
        <w:t>Статья 13. Публикация</w:t>
      </w:r>
    </w:p>
    <w:p w:rsidR="007819FF" w:rsidRPr="0043557C" w:rsidRDefault="007819FF" w:rsidP="00124B75">
      <w:pPr>
        <w:pStyle w:val="BodyText"/>
        <w:rPr>
          <w:b/>
          <w:bCs/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</w:t>
      </w:r>
      <w:r w:rsidRPr="0043557C">
        <w:rPr>
          <w:sz w:val="24"/>
          <w:szCs w:val="24"/>
        </w:rPr>
        <w:t>Опубликовать настоящее решение в информационном бюллетене «Шейнские вести».</w:t>
      </w: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jc w:val="left"/>
        <w:rPr>
          <w:sz w:val="24"/>
          <w:szCs w:val="24"/>
        </w:rPr>
      </w:pPr>
      <w:r w:rsidRPr="0043557C">
        <w:rPr>
          <w:sz w:val="24"/>
          <w:szCs w:val="24"/>
        </w:rPr>
        <w:t>Глава  Шейнского сельсовета</w:t>
      </w:r>
    </w:p>
    <w:p w:rsidR="007819FF" w:rsidRPr="0043557C" w:rsidRDefault="007819FF" w:rsidP="00124B75">
      <w:pPr>
        <w:pStyle w:val="BodyText"/>
        <w:jc w:val="left"/>
        <w:rPr>
          <w:sz w:val="24"/>
          <w:szCs w:val="24"/>
        </w:rPr>
      </w:pPr>
      <w:r w:rsidRPr="0043557C">
        <w:rPr>
          <w:sz w:val="24"/>
          <w:szCs w:val="24"/>
        </w:rPr>
        <w:t xml:space="preserve">Пачелмского района Пензенской области                                                             </w:t>
      </w:r>
      <w:r>
        <w:rPr>
          <w:sz w:val="24"/>
          <w:szCs w:val="24"/>
        </w:rPr>
        <w:t>Л.Б.Ерохина</w:t>
      </w:r>
    </w:p>
    <w:p w:rsidR="007819FF" w:rsidRPr="0043557C" w:rsidRDefault="007819FF" w:rsidP="00124B75">
      <w:pPr>
        <w:pStyle w:val="BodyText"/>
        <w:jc w:val="righ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jc w:val="righ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Default="007819FF" w:rsidP="00124B75">
      <w:pPr>
        <w:pStyle w:val="BodyText"/>
        <w:rPr>
          <w:sz w:val="24"/>
          <w:szCs w:val="24"/>
        </w:rPr>
      </w:pPr>
    </w:p>
    <w:p w:rsidR="007819FF" w:rsidRDefault="007819FF" w:rsidP="00124B75">
      <w:pPr>
        <w:pStyle w:val="BodyText"/>
        <w:rPr>
          <w:sz w:val="24"/>
          <w:szCs w:val="24"/>
        </w:rPr>
      </w:pPr>
    </w:p>
    <w:p w:rsidR="007819FF" w:rsidRDefault="007819FF" w:rsidP="00124B75">
      <w:pPr>
        <w:pStyle w:val="BodyText"/>
        <w:rPr>
          <w:sz w:val="24"/>
          <w:szCs w:val="24"/>
        </w:rPr>
      </w:pPr>
    </w:p>
    <w:p w:rsidR="007819FF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rPr>
          <w:sz w:val="24"/>
          <w:szCs w:val="24"/>
        </w:rPr>
      </w:pPr>
    </w:p>
    <w:p w:rsidR="007819FF" w:rsidRPr="0043557C" w:rsidRDefault="007819FF" w:rsidP="00124B75">
      <w:pPr>
        <w:pStyle w:val="BodyTex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Приложение  1</w:t>
      </w:r>
    </w:p>
    <w:p w:rsidR="007819FF" w:rsidRPr="0043557C" w:rsidRDefault="007819FF" w:rsidP="00124B75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к решению Комитета местного</w:t>
      </w:r>
    </w:p>
    <w:p w:rsidR="007819FF" w:rsidRPr="0043557C" w:rsidRDefault="007819FF" w:rsidP="00124B75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 самоуправления Шейнского сельсовета</w:t>
      </w:r>
    </w:p>
    <w:p w:rsidR="007819FF" w:rsidRPr="0043557C" w:rsidRDefault="007819FF" w:rsidP="00124B75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Пачелмского района Пензенской области</w:t>
      </w:r>
    </w:p>
    <w:p w:rsidR="007819FF" w:rsidRPr="00CD265B" w:rsidRDefault="007819FF" w:rsidP="00BE2B9E">
      <w:pPr>
        <w:jc w:val="right"/>
      </w:pPr>
      <w:r>
        <w:t>от  №</w:t>
      </w:r>
      <w:r w:rsidRPr="00CD265B">
        <w:t xml:space="preserve">  </w:t>
      </w:r>
    </w:p>
    <w:p w:rsidR="007819FF" w:rsidRPr="00BE2B9E" w:rsidRDefault="007819FF" w:rsidP="00124B75">
      <w:pPr>
        <w:jc w:val="right"/>
        <w:rPr>
          <w:color w:val="FF0000"/>
        </w:rPr>
      </w:pPr>
      <w:r w:rsidRPr="00BE2B9E">
        <w:rPr>
          <w:color w:val="FF0000"/>
        </w:rPr>
        <w:t xml:space="preserve">  </w:t>
      </w:r>
    </w:p>
    <w:p w:rsidR="007819FF" w:rsidRPr="0043557C" w:rsidRDefault="007819FF" w:rsidP="00124B75">
      <w:pPr>
        <w:jc w:val="right"/>
      </w:pPr>
    </w:p>
    <w:p w:rsidR="007819FF" w:rsidRPr="0043557C" w:rsidRDefault="007819FF" w:rsidP="00124B75">
      <w:pPr>
        <w:pStyle w:val="BodyText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Источники  финансирования  дефицита бюджета  Шейнского   сельсовета  Пачелмского </w:t>
      </w:r>
      <w:r>
        <w:rPr>
          <w:b/>
          <w:bCs/>
          <w:sz w:val="24"/>
          <w:szCs w:val="24"/>
        </w:rPr>
        <w:t>района Пензенской области на 2021 год и  плановый период 2022 и 2023</w:t>
      </w:r>
      <w:r w:rsidRPr="0043557C">
        <w:rPr>
          <w:b/>
          <w:bCs/>
          <w:sz w:val="24"/>
          <w:szCs w:val="24"/>
        </w:rPr>
        <w:t xml:space="preserve"> годов</w:t>
      </w:r>
      <w:r>
        <w:rPr>
          <w:b/>
          <w:bCs/>
          <w:sz w:val="24"/>
          <w:szCs w:val="24"/>
        </w:rPr>
        <w:t>.</w:t>
      </w:r>
    </w:p>
    <w:p w:rsidR="007819FF" w:rsidRPr="0043557C" w:rsidRDefault="007819FF" w:rsidP="00124B75">
      <w:pPr>
        <w:pStyle w:val="BodyText"/>
        <w:jc w:val="center"/>
        <w:rPr>
          <w:b/>
          <w:bCs/>
          <w:sz w:val="24"/>
          <w:szCs w:val="24"/>
        </w:rPr>
      </w:pPr>
    </w:p>
    <w:tbl>
      <w:tblPr>
        <w:tblW w:w="9747" w:type="dxa"/>
        <w:tblInd w:w="-106" w:type="dxa"/>
        <w:tblLook w:val="00A0"/>
      </w:tblPr>
      <w:tblGrid>
        <w:gridCol w:w="2628"/>
        <w:gridCol w:w="3742"/>
        <w:gridCol w:w="1109"/>
        <w:gridCol w:w="1151"/>
        <w:gridCol w:w="1117"/>
      </w:tblGrid>
      <w:tr w:rsidR="007819FF" w:rsidRPr="0043557C" w:rsidTr="00124B75">
        <w:trPr>
          <w:trHeight w:val="225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9FF" w:rsidRPr="0043557C" w:rsidRDefault="007819FF" w:rsidP="00124B75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Код источника финансирования по КИВФ,КИВнФ</w:t>
            </w:r>
          </w:p>
        </w:tc>
        <w:tc>
          <w:tcPr>
            <w:tcW w:w="374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819FF" w:rsidRPr="0043557C" w:rsidRDefault="007819FF" w:rsidP="00124B75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Наименование показателя</w:t>
            </w:r>
          </w:p>
        </w:tc>
        <w:tc>
          <w:tcPr>
            <w:tcW w:w="3377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7819FF" w:rsidRPr="0043557C" w:rsidRDefault="007819FF" w:rsidP="00124B75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Сумма,</w:t>
            </w:r>
          </w:p>
          <w:p w:rsidR="007819FF" w:rsidRPr="0043557C" w:rsidRDefault="007819FF" w:rsidP="00124B75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 xml:space="preserve">тысяч рублей              </w:t>
            </w:r>
          </w:p>
        </w:tc>
      </w:tr>
      <w:tr w:rsidR="007819FF" w:rsidRPr="0043557C" w:rsidTr="00124B75">
        <w:trPr>
          <w:trHeight w:val="208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9FF" w:rsidRPr="0043557C" w:rsidRDefault="007819FF" w:rsidP="00124B75">
            <w:pPr>
              <w:widowControl/>
              <w:rPr>
                <w:b/>
                <w:bCs/>
              </w:rPr>
            </w:pPr>
          </w:p>
        </w:tc>
        <w:tc>
          <w:tcPr>
            <w:tcW w:w="374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9FF" w:rsidRPr="0043557C" w:rsidRDefault="007819FF" w:rsidP="00124B75">
            <w:pPr>
              <w:widowControl/>
              <w:rPr>
                <w:b/>
                <w:b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167E8B" w:rsidRDefault="007819FF" w:rsidP="00124B7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20</w:t>
            </w:r>
            <w:r>
              <w:rPr>
                <w:b/>
                <w:bCs/>
              </w:rPr>
              <w:t>21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24B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19FF" w:rsidRPr="0043557C" w:rsidRDefault="007819FF" w:rsidP="00124B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  <w:r w:rsidRPr="0043557C">
              <w:rPr>
                <w:b/>
                <w:bCs/>
              </w:rPr>
              <w:t xml:space="preserve">      </w:t>
            </w:r>
          </w:p>
        </w:tc>
      </w:tr>
      <w:tr w:rsidR="007819FF" w:rsidRPr="0043557C" w:rsidTr="00124B75">
        <w:trPr>
          <w:trHeight w:val="60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819FF" w:rsidRPr="0043557C" w:rsidRDefault="007819FF" w:rsidP="00124B75">
            <w:r w:rsidRPr="0043557C">
              <w:t>000 01 00 00 00 00 0000 000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9FF" w:rsidRPr="0043557C" w:rsidRDefault="007819FF" w:rsidP="00124B75">
            <w:r w:rsidRPr="0043557C">
              <w:t>Источники внутреннего финансирования дефицитов бюджетов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2176EE">
            <w:pPr>
              <w:jc w:val="center"/>
            </w:pPr>
            <w:r>
              <w:t>5,0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819FF" w:rsidRPr="0043557C" w:rsidRDefault="007819FF" w:rsidP="00124B75">
            <w:pPr>
              <w:jc w:val="center"/>
            </w:pPr>
            <w:r>
              <w:t>5</w:t>
            </w:r>
            <w:r w:rsidRPr="0043557C">
              <w:t>,0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19FF" w:rsidRPr="0043557C" w:rsidRDefault="007819FF" w:rsidP="00124B75">
            <w:pPr>
              <w:jc w:val="center"/>
            </w:pPr>
            <w:r>
              <w:t>5</w:t>
            </w:r>
            <w:r w:rsidRPr="0043557C">
              <w:t>,0</w:t>
            </w:r>
          </w:p>
        </w:tc>
      </w:tr>
      <w:tr w:rsidR="007819FF" w:rsidRPr="0043557C" w:rsidTr="00124B75">
        <w:trPr>
          <w:trHeight w:val="645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819FF" w:rsidRPr="0043557C" w:rsidRDefault="007819FF" w:rsidP="00124B75">
            <w:r w:rsidRPr="0043557C">
              <w:t>000 01 05 00 00 00 0000 000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9FF" w:rsidRPr="0043557C" w:rsidRDefault="007819FF" w:rsidP="00124B75">
            <w:r w:rsidRPr="0043557C">
              <w:t xml:space="preserve">  </w:t>
            </w:r>
            <w:r w:rsidRPr="0043557C">
              <w:rPr>
                <w:rStyle w:val="blk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0704BF">
            <w:pPr>
              <w:jc w:val="center"/>
            </w:pPr>
            <w:r>
              <w:t>5,0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819FF" w:rsidRPr="0043557C" w:rsidRDefault="007819FF" w:rsidP="00124B75">
            <w:pPr>
              <w:jc w:val="center"/>
            </w:pPr>
            <w:r>
              <w:t>5</w:t>
            </w:r>
            <w:r w:rsidRPr="0043557C">
              <w:t>,0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19FF" w:rsidRPr="0043557C" w:rsidRDefault="007819FF" w:rsidP="00124B75">
            <w:pPr>
              <w:jc w:val="center"/>
            </w:pPr>
            <w:r>
              <w:t>5</w:t>
            </w:r>
            <w:r w:rsidRPr="0043557C">
              <w:t>,0</w:t>
            </w:r>
          </w:p>
        </w:tc>
      </w:tr>
      <w:tr w:rsidR="007819FF" w:rsidRPr="0043557C" w:rsidTr="00124B75">
        <w:trPr>
          <w:trHeight w:val="48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819FF" w:rsidRPr="0043557C" w:rsidRDefault="007819FF" w:rsidP="00124B75">
            <w:r w:rsidRPr="0043557C">
              <w:t>000 01 05 02 00 00 0000 500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9FF" w:rsidRPr="0043557C" w:rsidRDefault="007819FF" w:rsidP="00124B75">
            <w:r w:rsidRPr="0043557C">
              <w:t xml:space="preserve">  </w:t>
            </w:r>
            <w:r w:rsidRPr="0043557C">
              <w:rPr>
                <w:rStyle w:val="blk"/>
              </w:rPr>
              <w:t>Увеличение прочих остатков средств бюджетов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124B75">
            <w:pPr>
              <w:jc w:val="center"/>
            </w:pPr>
            <w:r w:rsidRPr="0043557C">
              <w:t>-</w:t>
            </w:r>
            <w:r>
              <w:t>3984,0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819FF" w:rsidRPr="0043557C" w:rsidRDefault="007819FF" w:rsidP="000704BF">
            <w:pPr>
              <w:jc w:val="center"/>
            </w:pPr>
            <w:r>
              <w:t>-3761,6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19FF" w:rsidRPr="0043557C" w:rsidRDefault="007819FF" w:rsidP="00124B75">
            <w:pPr>
              <w:jc w:val="center"/>
            </w:pPr>
            <w:r>
              <w:t>-3873,9</w:t>
            </w:r>
          </w:p>
        </w:tc>
      </w:tr>
      <w:tr w:rsidR="007819FF" w:rsidRPr="0043557C" w:rsidTr="00124B75">
        <w:trPr>
          <w:trHeight w:val="45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819FF" w:rsidRPr="0043557C" w:rsidRDefault="007819FF" w:rsidP="00124B75">
            <w:r w:rsidRPr="0047046C">
              <w:t>901</w:t>
            </w:r>
            <w:r w:rsidRPr="0043557C">
              <w:t xml:space="preserve"> 01 05 02 01 10 0000 510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9FF" w:rsidRPr="0043557C" w:rsidRDefault="007819FF" w:rsidP="00124B75">
            <w:r w:rsidRPr="0043557C">
              <w:t xml:space="preserve">  </w:t>
            </w:r>
            <w:r w:rsidRPr="0043557C">
              <w:rPr>
                <w:rStyle w:val="blk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124B75">
            <w:pPr>
              <w:jc w:val="center"/>
            </w:pPr>
            <w:r>
              <w:t>-3984,0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819FF" w:rsidRPr="0043557C" w:rsidRDefault="007819FF" w:rsidP="000704BF">
            <w:pPr>
              <w:jc w:val="center"/>
            </w:pPr>
            <w:r>
              <w:t>-3761,6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19FF" w:rsidRPr="0043557C" w:rsidRDefault="007819FF" w:rsidP="00124B75">
            <w:pPr>
              <w:jc w:val="center"/>
            </w:pPr>
            <w:r>
              <w:t>-3873,9</w:t>
            </w:r>
          </w:p>
        </w:tc>
      </w:tr>
      <w:tr w:rsidR="007819FF" w:rsidRPr="0043557C" w:rsidTr="00124B75">
        <w:trPr>
          <w:trHeight w:val="51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819FF" w:rsidRPr="0043557C" w:rsidRDefault="007819FF" w:rsidP="00124B75">
            <w:r w:rsidRPr="0043557C">
              <w:t>000 01 05 02 00 00 0000 600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9FF" w:rsidRPr="0043557C" w:rsidRDefault="007819FF" w:rsidP="00124B75">
            <w:r w:rsidRPr="0043557C">
              <w:t xml:space="preserve">  </w:t>
            </w:r>
            <w:r w:rsidRPr="0043557C">
              <w:rPr>
                <w:rStyle w:val="blk"/>
              </w:rPr>
              <w:t>Уменьшение прочих остатков средств бюджетов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124B75">
            <w:pPr>
              <w:jc w:val="center"/>
            </w:pPr>
            <w:r>
              <w:t>3989,0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819FF" w:rsidRPr="0043557C" w:rsidRDefault="007819FF" w:rsidP="00124B75">
            <w:pPr>
              <w:jc w:val="center"/>
            </w:pPr>
            <w:r>
              <w:t>3766,6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19FF" w:rsidRPr="0043557C" w:rsidRDefault="007819FF" w:rsidP="00124B75"/>
          <w:p w:rsidR="007819FF" w:rsidRPr="0043557C" w:rsidRDefault="007819FF" w:rsidP="000704BF">
            <w:r>
              <w:t xml:space="preserve">   3878,9</w:t>
            </w:r>
          </w:p>
        </w:tc>
      </w:tr>
      <w:tr w:rsidR="007819FF" w:rsidRPr="0043557C" w:rsidTr="00124B75">
        <w:trPr>
          <w:trHeight w:val="615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819FF" w:rsidRPr="0043557C" w:rsidRDefault="007819FF" w:rsidP="00124B75">
            <w:r w:rsidRPr="0047046C">
              <w:t>901</w:t>
            </w:r>
            <w:r w:rsidRPr="004E62F5">
              <w:rPr>
                <w:color w:val="FF0000"/>
              </w:rPr>
              <w:t xml:space="preserve"> </w:t>
            </w:r>
            <w:r w:rsidRPr="0043557C">
              <w:t>01 05 02 01 10 0000 610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19FF" w:rsidRPr="0043557C" w:rsidRDefault="007819FF" w:rsidP="00124B75">
            <w:r w:rsidRPr="0043557C">
              <w:t xml:space="preserve">  </w:t>
            </w:r>
            <w:r w:rsidRPr="0043557C">
              <w:rPr>
                <w:rStyle w:val="blk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124B75">
            <w:pPr>
              <w:jc w:val="center"/>
            </w:pPr>
            <w:r>
              <w:t>3989,0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819FF" w:rsidRPr="0043557C" w:rsidRDefault="007819FF" w:rsidP="00124B75">
            <w:pPr>
              <w:jc w:val="center"/>
            </w:pPr>
            <w:r>
              <w:t>3766,6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19FF" w:rsidRPr="0043557C" w:rsidRDefault="007819FF" w:rsidP="00124B75"/>
          <w:p w:rsidR="007819FF" w:rsidRPr="0043557C" w:rsidRDefault="007819FF" w:rsidP="000704BF">
            <w:r>
              <w:t xml:space="preserve">   3878,9</w:t>
            </w:r>
          </w:p>
        </w:tc>
      </w:tr>
    </w:tbl>
    <w:p w:rsidR="007819FF" w:rsidRPr="0043557C" w:rsidRDefault="007819FF" w:rsidP="00432137">
      <w:pPr>
        <w:jc w:val="both"/>
      </w:pPr>
    </w:p>
    <w:p w:rsidR="007819FF" w:rsidRPr="0043557C" w:rsidRDefault="007819FF" w:rsidP="00053334">
      <w:pPr>
        <w:pStyle w:val="BodyText"/>
        <w:jc w:val="right"/>
        <w:rPr>
          <w:color w:val="FF0000"/>
          <w:sz w:val="20"/>
          <w:szCs w:val="20"/>
        </w:rPr>
      </w:pPr>
      <w:r w:rsidRPr="0043557C">
        <w:rPr>
          <w:sz w:val="20"/>
          <w:szCs w:val="20"/>
        </w:rPr>
        <w:t>Приложение  2</w:t>
      </w:r>
    </w:p>
    <w:p w:rsidR="007819FF" w:rsidRPr="0043557C" w:rsidRDefault="007819FF" w:rsidP="00053334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к решению Комитета местного</w:t>
      </w:r>
    </w:p>
    <w:p w:rsidR="007819FF" w:rsidRPr="0043557C" w:rsidRDefault="007819FF" w:rsidP="00053334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 самоуправления Шейнского сельсовета</w:t>
      </w:r>
    </w:p>
    <w:p w:rsidR="007819FF" w:rsidRPr="0043557C" w:rsidRDefault="007819FF" w:rsidP="00053334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Пачелмского района Пензенской области                                                                                                  </w:t>
      </w:r>
    </w:p>
    <w:p w:rsidR="007819FF" w:rsidRPr="0043557C" w:rsidRDefault="007819FF" w:rsidP="005C0AD1">
      <w:pPr>
        <w:jc w:val="right"/>
      </w:pPr>
      <w:r w:rsidRPr="0043557C">
        <w:t xml:space="preserve">от </w:t>
      </w:r>
      <w:r>
        <w:t xml:space="preserve">  </w:t>
      </w:r>
      <w:r w:rsidRPr="0043557C">
        <w:t xml:space="preserve">№ </w:t>
      </w:r>
      <w:r>
        <w:t xml:space="preserve"> </w:t>
      </w:r>
    </w:p>
    <w:p w:rsidR="007819FF" w:rsidRPr="0043557C" w:rsidRDefault="007819FF" w:rsidP="00432137">
      <w:pPr>
        <w:pStyle w:val="BodyText"/>
        <w:spacing w:line="240" w:lineRule="exact"/>
        <w:jc w:val="right"/>
        <w:rPr>
          <w:sz w:val="16"/>
          <w:szCs w:val="16"/>
        </w:rPr>
      </w:pPr>
    </w:p>
    <w:p w:rsidR="007819FF" w:rsidRPr="0043557C" w:rsidRDefault="007819FF" w:rsidP="00432137">
      <w:pPr>
        <w:pStyle w:val="BodyText"/>
        <w:spacing w:line="240" w:lineRule="exact"/>
        <w:jc w:val="right"/>
        <w:rPr>
          <w:sz w:val="16"/>
          <w:szCs w:val="16"/>
        </w:rPr>
      </w:pPr>
    </w:p>
    <w:p w:rsidR="007819FF" w:rsidRPr="0043557C" w:rsidRDefault="007819FF" w:rsidP="006E78B5">
      <w:pPr>
        <w:jc w:val="center"/>
      </w:pPr>
      <w:r w:rsidRPr="0043557C">
        <w:rPr>
          <w:b/>
          <w:bCs/>
          <w:sz w:val="24"/>
          <w:szCs w:val="24"/>
        </w:rPr>
        <w:t xml:space="preserve">Перечень  главных администраторов доходов бюджета Шейнского сельсовета Пачелмского района Пензенской области </w:t>
      </w:r>
      <w:r>
        <w:rPr>
          <w:b/>
          <w:bCs/>
          <w:sz w:val="24"/>
          <w:szCs w:val="24"/>
        </w:rPr>
        <w:t>.</w:t>
      </w:r>
    </w:p>
    <w:p w:rsidR="007819FF" w:rsidRPr="0043557C" w:rsidRDefault="007819FF" w:rsidP="00432137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5580"/>
        <w:gridCol w:w="3159"/>
      </w:tblGrid>
      <w:tr w:rsidR="007819FF" w:rsidRPr="0043557C">
        <w:trPr>
          <w:trHeight w:val="390"/>
        </w:trPr>
        <w:tc>
          <w:tcPr>
            <w:tcW w:w="900" w:type="dxa"/>
            <w:vAlign w:val="center"/>
          </w:tcPr>
          <w:p w:rsidR="007819FF" w:rsidRPr="0043557C" w:rsidRDefault="007819FF" w:rsidP="00C871ED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№</w:t>
            </w:r>
          </w:p>
          <w:p w:rsidR="007819FF" w:rsidRPr="0043557C" w:rsidRDefault="007819FF" w:rsidP="00C871ED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п\п</w:t>
            </w:r>
          </w:p>
        </w:tc>
        <w:tc>
          <w:tcPr>
            <w:tcW w:w="5580" w:type="dxa"/>
            <w:vAlign w:val="center"/>
          </w:tcPr>
          <w:p w:rsidR="007819FF" w:rsidRPr="0043557C" w:rsidRDefault="007819FF" w:rsidP="00C871ED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Наименование администраторов</w:t>
            </w:r>
          </w:p>
        </w:tc>
        <w:tc>
          <w:tcPr>
            <w:tcW w:w="3159" w:type="dxa"/>
            <w:vAlign w:val="center"/>
          </w:tcPr>
          <w:p w:rsidR="007819FF" w:rsidRPr="0043557C" w:rsidRDefault="007819FF" w:rsidP="00C871ED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Код главного</w:t>
            </w:r>
          </w:p>
          <w:p w:rsidR="007819FF" w:rsidRPr="0043557C" w:rsidRDefault="007819FF" w:rsidP="00C871ED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администратора</w:t>
            </w:r>
          </w:p>
        </w:tc>
      </w:tr>
      <w:tr w:rsidR="007819FF" w:rsidRPr="0043557C">
        <w:trPr>
          <w:trHeight w:val="720"/>
        </w:trPr>
        <w:tc>
          <w:tcPr>
            <w:tcW w:w="900" w:type="dxa"/>
            <w:vAlign w:val="center"/>
          </w:tcPr>
          <w:p w:rsidR="007819FF" w:rsidRPr="0043557C" w:rsidRDefault="007819FF" w:rsidP="00455FFC">
            <w:pPr>
              <w:jc w:val="center"/>
            </w:pPr>
            <w:r w:rsidRPr="0043557C">
              <w:t>1.</w:t>
            </w:r>
          </w:p>
        </w:tc>
        <w:tc>
          <w:tcPr>
            <w:tcW w:w="5580" w:type="dxa"/>
            <w:vAlign w:val="center"/>
          </w:tcPr>
          <w:p w:rsidR="007819FF" w:rsidRPr="0043557C" w:rsidRDefault="007819FF" w:rsidP="00033DD4">
            <w:r w:rsidRPr="0043557C">
              <w:t>Администрация Шейнского сельсовета Пачелмского района Пензенской области</w:t>
            </w:r>
          </w:p>
        </w:tc>
        <w:tc>
          <w:tcPr>
            <w:tcW w:w="3159" w:type="dxa"/>
            <w:vAlign w:val="center"/>
          </w:tcPr>
          <w:p w:rsidR="007819FF" w:rsidRPr="0043557C" w:rsidRDefault="007819FF" w:rsidP="004626D2">
            <w:pPr>
              <w:jc w:val="center"/>
            </w:pPr>
            <w:r w:rsidRPr="0043557C">
              <w:t>901</w:t>
            </w:r>
          </w:p>
        </w:tc>
      </w:tr>
    </w:tbl>
    <w:p w:rsidR="007819FF" w:rsidRPr="0043557C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Pr="00DF42F2" w:rsidRDefault="007819FF" w:rsidP="000704BF">
      <w:pPr>
        <w:pStyle w:val="BodyText"/>
        <w:jc w:val="right"/>
        <w:rPr>
          <w:sz w:val="20"/>
          <w:szCs w:val="20"/>
        </w:rPr>
      </w:pPr>
      <w:r w:rsidRPr="00DF42F2">
        <w:rPr>
          <w:sz w:val="20"/>
          <w:szCs w:val="20"/>
        </w:rPr>
        <w:t>Приложение  3</w:t>
      </w:r>
    </w:p>
    <w:p w:rsidR="007819FF" w:rsidRPr="00DF42F2" w:rsidRDefault="007819FF" w:rsidP="000704BF">
      <w:pPr>
        <w:pStyle w:val="BodyText"/>
        <w:spacing w:line="240" w:lineRule="exact"/>
        <w:jc w:val="right"/>
        <w:rPr>
          <w:sz w:val="20"/>
          <w:szCs w:val="20"/>
        </w:rPr>
      </w:pPr>
      <w:r w:rsidRPr="00DF42F2">
        <w:rPr>
          <w:sz w:val="20"/>
          <w:szCs w:val="20"/>
        </w:rPr>
        <w:t>к решению Комитета местного</w:t>
      </w:r>
    </w:p>
    <w:p w:rsidR="007819FF" w:rsidRPr="00DF42F2" w:rsidRDefault="007819FF" w:rsidP="000704BF">
      <w:pPr>
        <w:pStyle w:val="BodyText"/>
        <w:spacing w:line="240" w:lineRule="exact"/>
        <w:jc w:val="right"/>
        <w:rPr>
          <w:sz w:val="20"/>
          <w:szCs w:val="20"/>
        </w:rPr>
      </w:pPr>
      <w:r w:rsidRPr="00DF42F2">
        <w:rPr>
          <w:sz w:val="20"/>
          <w:szCs w:val="20"/>
        </w:rPr>
        <w:t xml:space="preserve"> самоуправления </w:t>
      </w:r>
      <w:r>
        <w:rPr>
          <w:sz w:val="20"/>
          <w:szCs w:val="20"/>
        </w:rPr>
        <w:t>Шейнского</w:t>
      </w:r>
      <w:r w:rsidRPr="00DF42F2">
        <w:rPr>
          <w:sz w:val="20"/>
          <w:szCs w:val="20"/>
        </w:rPr>
        <w:t xml:space="preserve"> сельсовета</w:t>
      </w:r>
    </w:p>
    <w:p w:rsidR="007819FF" w:rsidRPr="00DF42F2" w:rsidRDefault="007819FF" w:rsidP="000704BF">
      <w:pPr>
        <w:pStyle w:val="BodyText"/>
        <w:spacing w:line="240" w:lineRule="exact"/>
        <w:jc w:val="right"/>
        <w:rPr>
          <w:sz w:val="20"/>
          <w:szCs w:val="20"/>
        </w:rPr>
      </w:pPr>
      <w:r w:rsidRPr="00DF42F2">
        <w:rPr>
          <w:sz w:val="20"/>
          <w:szCs w:val="20"/>
        </w:rPr>
        <w:t xml:space="preserve">Пачелмского района Пензенской области                                                                                                  </w:t>
      </w:r>
    </w:p>
    <w:p w:rsidR="007819FF" w:rsidRPr="00DF42F2" w:rsidRDefault="007819FF" w:rsidP="000704BF">
      <w:pPr>
        <w:jc w:val="right"/>
      </w:pPr>
      <w:r w:rsidRPr="00DF42F2">
        <w:t xml:space="preserve">                       от   ________          № _________</w:t>
      </w:r>
    </w:p>
    <w:p w:rsidR="007819FF" w:rsidRPr="00DF42F2" w:rsidRDefault="007819FF" w:rsidP="000704BF">
      <w:pPr>
        <w:jc w:val="right"/>
        <w:rPr>
          <w:sz w:val="24"/>
          <w:szCs w:val="24"/>
        </w:rPr>
      </w:pPr>
    </w:p>
    <w:p w:rsidR="007819FF" w:rsidRPr="00DF42F2" w:rsidRDefault="007819FF" w:rsidP="000704BF">
      <w:pPr>
        <w:jc w:val="right"/>
      </w:pPr>
    </w:p>
    <w:p w:rsidR="007819FF" w:rsidRPr="00DF42F2" w:rsidRDefault="007819FF" w:rsidP="000704BF">
      <w:pPr>
        <w:pStyle w:val="BodyText"/>
        <w:ind w:firstLine="540"/>
        <w:jc w:val="center"/>
        <w:rPr>
          <w:b/>
          <w:bCs/>
          <w:sz w:val="24"/>
          <w:szCs w:val="24"/>
        </w:rPr>
      </w:pPr>
      <w:r w:rsidRPr="00DF42F2">
        <w:rPr>
          <w:b/>
          <w:bCs/>
          <w:sz w:val="24"/>
          <w:szCs w:val="24"/>
        </w:rPr>
        <w:t xml:space="preserve">Доходы бюджета </w:t>
      </w:r>
      <w:r>
        <w:rPr>
          <w:b/>
          <w:bCs/>
          <w:sz w:val="24"/>
          <w:szCs w:val="24"/>
        </w:rPr>
        <w:t>Шейнского</w:t>
      </w:r>
      <w:r w:rsidRPr="00DF42F2">
        <w:rPr>
          <w:b/>
          <w:bCs/>
          <w:sz w:val="24"/>
          <w:szCs w:val="24"/>
        </w:rPr>
        <w:t xml:space="preserve"> сельсовета Пачелмского района Пензенской области, закрепленные за главными  администраторами доходов бюджета  </w:t>
      </w:r>
    </w:p>
    <w:p w:rsidR="007819FF" w:rsidRPr="00DF42F2" w:rsidRDefault="007819FF" w:rsidP="000704BF">
      <w:pPr>
        <w:pStyle w:val="BodyText"/>
        <w:ind w:firstLine="540"/>
        <w:jc w:val="center"/>
        <w:rPr>
          <w:b/>
          <w:bCs/>
          <w:sz w:val="24"/>
          <w:szCs w:val="24"/>
        </w:rPr>
      </w:pPr>
      <w:r w:rsidRPr="00DF42F2">
        <w:rPr>
          <w:b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4"/>
        <w:gridCol w:w="2852"/>
        <w:gridCol w:w="27"/>
        <w:gridCol w:w="5676"/>
      </w:tblGrid>
      <w:tr w:rsidR="007819FF" w:rsidRPr="00DF42F2" w:rsidTr="00D04589">
        <w:trPr>
          <w:trHeight w:val="2086"/>
        </w:trPr>
        <w:tc>
          <w:tcPr>
            <w:tcW w:w="1084" w:type="dxa"/>
            <w:vAlign w:val="center"/>
          </w:tcPr>
          <w:p w:rsidR="007819FF" w:rsidRPr="00DF42F2" w:rsidRDefault="007819FF" w:rsidP="00D04589">
            <w:pPr>
              <w:jc w:val="center"/>
            </w:pPr>
            <w:r w:rsidRPr="00DF42F2">
              <w:rPr>
                <w:b/>
                <w:bCs/>
              </w:rPr>
              <w:t>Код главного администратора доходов бюджета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jc w:val="center"/>
              <w:rPr>
                <w:b/>
                <w:bCs/>
              </w:rPr>
            </w:pPr>
            <w:r w:rsidRPr="00DF42F2">
              <w:rPr>
                <w:b/>
                <w:bCs/>
              </w:rPr>
              <w:t>Код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jc w:val="center"/>
              <w:rPr>
                <w:b/>
                <w:bCs/>
              </w:rPr>
            </w:pPr>
          </w:p>
          <w:p w:rsidR="007819FF" w:rsidRPr="00DF42F2" w:rsidRDefault="007819FF" w:rsidP="00D04589">
            <w:pPr>
              <w:jc w:val="center"/>
              <w:rPr>
                <w:b/>
                <w:bCs/>
              </w:rPr>
            </w:pPr>
            <w:r w:rsidRPr="00DF42F2">
              <w:rPr>
                <w:b/>
                <w:bCs/>
              </w:rPr>
              <w:t>Наименования главных администраторов и кодов поступлений в бюджет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5676" w:type="dxa"/>
          </w:tcPr>
          <w:p w:rsidR="007819FF" w:rsidRPr="00DF42F2" w:rsidRDefault="007819FF" w:rsidP="000704BF">
            <w:pPr>
              <w:pStyle w:val="Body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Шейнского</w:t>
            </w:r>
            <w:r w:rsidRPr="00DF42F2">
              <w:rPr>
                <w:b/>
                <w:sz w:val="20"/>
                <w:szCs w:val="20"/>
              </w:rPr>
              <w:t xml:space="preserve"> сельсовета Пачелмского района Пензенской области</w:t>
            </w:r>
          </w:p>
        </w:tc>
      </w:tr>
      <w:tr w:rsidR="007819FF" w:rsidRPr="00DF42F2" w:rsidTr="00D04589">
        <w:trPr>
          <w:trHeight w:val="1276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1 08 04020 01 0000 110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  <w:lang w:val="en-US"/>
              </w:rPr>
            </w:pPr>
            <w:r w:rsidRPr="00DF42F2">
              <w:rPr>
                <w:sz w:val="20"/>
                <w:szCs w:val="20"/>
                <w:lang w:val="en-US"/>
              </w:rPr>
              <w:t>1 08 07175 01 0000 110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  <w:lang w:val="en-US"/>
              </w:rPr>
            </w:pPr>
            <w:r w:rsidRPr="00DF42F2"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  <w:lang w:val="en-US"/>
              </w:rPr>
            </w:pPr>
            <w:r w:rsidRPr="00DF42F2">
              <w:rPr>
                <w:sz w:val="20"/>
                <w:szCs w:val="20"/>
                <w:lang w:val="en-US"/>
              </w:rPr>
              <w:t>1 11 02033 10 0000 120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Доходы от размещения временно свободных средств бюджетов  сельских поселений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  <w:lang w:val="en-US"/>
              </w:rPr>
            </w:pPr>
            <w:r w:rsidRPr="00DF42F2"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1 11 05025 10 0000 120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1 11 05035 10 0000 120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1 11 05075 10 0000 120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BodyText"/>
              <w:rPr>
                <w:rStyle w:val="blk"/>
                <w:sz w:val="20"/>
                <w:szCs w:val="20"/>
              </w:rPr>
            </w:pPr>
            <w:r w:rsidRPr="00DF42F2">
              <w:rPr>
                <w:rStyle w:val="blk"/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1 11 05325 10 0000 120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rStyle w:val="blk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1 11 09035 10 0000 120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Доходы от эксплуатации и использования  имущества                автомобильных дорог, находящихся в  собственности                             сельских поселений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1 11 09045 10 0000 120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rPr>
                <w:bCs/>
              </w:rPr>
            </w:pPr>
            <w:r w:rsidRPr="00DF42F2">
              <w:rPr>
                <w:bCs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widowControl/>
              <w:autoSpaceDE w:val="0"/>
              <w:autoSpaceDN w:val="0"/>
              <w:adjustRightInd w:val="0"/>
            </w:pPr>
            <w:r w:rsidRPr="00DF42F2">
              <w:t>1 13 01540 10 0000 130</w:t>
            </w:r>
          </w:p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5676" w:type="dxa"/>
          </w:tcPr>
          <w:p w:rsidR="007819FF" w:rsidRPr="00DF42F2" w:rsidRDefault="007819FF" w:rsidP="00D04589">
            <w:pPr>
              <w:widowControl/>
              <w:autoSpaceDE w:val="0"/>
              <w:autoSpaceDN w:val="0"/>
              <w:adjustRightInd w:val="0"/>
              <w:jc w:val="both"/>
            </w:pPr>
            <w:r w:rsidRPr="00DF42F2"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  <w:p w:rsidR="007819FF" w:rsidRPr="00DF42F2" w:rsidRDefault="007819FF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7819FF" w:rsidRPr="00DF42F2" w:rsidRDefault="007819FF" w:rsidP="00D04589">
            <w:r w:rsidRPr="00DF42F2">
              <w:t>1 13 01995 10 0000 130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jc w:val="both"/>
            </w:pPr>
            <w:r w:rsidRPr="00DF42F2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r w:rsidRPr="00DF42F2">
              <w:t>1 13 02065 10 0000 130</w:t>
            </w:r>
          </w:p>
        </w:tc>
        <w:tc>
          <w:tcPr>
            <w:tcW w:w="5676" w:type="dxa"/>
          </w:tcPr>
          <w:p w:rsidR="007819FF" w:rsidRPr="00DF42F2" w:rsidRDefault="007819FF" w:rsidP="00D04589">
            <w:r w:rsidRPr="00DF42F2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1 13 02995 10 0000 130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rPr>
                <w:bCs/>
              </w:rPr>
            </w:pPr>
            <w:r w:rsidRPr="00DF42F2">
              <w:rPr>
                <w:bCs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1 14 02052 10 0000 410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rPr>
                <w:bCs/>
              </w:rPr>
            </w:pPr>
            <w:r w:rsidRPr="00DF42F2">
              <w:rPr>
                <w:bCs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rPr>
                <w:lang w:val="en-US"/>
              </w:rPr>
            </w:pPr>
            <w:r w:rsidRPr="00DF42F2">
              <w:rPr>
                <w:lang w:val="en-US"/>
              </w:rPr>
              <w:t xml:space="preserve">114 02052 10 </w:t>
            </w:r>
            <w:r w:rsidRPr="00DF42F2">
              <w:t>0000</w:t>
            </w:r>
            <w:r w:rsidRPr="00DF42F2">
              <w:rPr>
                <w:lang w:val="en-US"/>
              </w:rPr>
              <w:t xml:space="preserve"> 440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jc w:val="both"/>
            </w:pPr>
            <w:r w:rsidRPr="00DF42F2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1 14 02053 10 0000 410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Доходы    от    реализации    иного    имущества,  находящегося   в   собственности сельских   поселений (за исключением  имущества  муниципальных бюджетных и                  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rPr>
                <w:bCs/>
                <w:lang w:val="en-US"/>
              </w:rPr>
            </w:pPr>
            <w:r w:rsidRPr="00DF42F2">
              <w:rPr>
                <w:bCs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1 14 02053 10 0000 440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Доходы    от    реализации    иного    имущества, находящегося  в   собственности сельских  поселений   (за исключением  имущества  муниципальных бюджетных и  автономных учреждений,  а  также   имущества   муниципальных унитарных предприятий, в том числе  казенных),  в                          части   реализации   материальных   запасов    по указанному имуществу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 xml:space="preserve">114 06025 10 0000 430 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 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  <w:lang w:val="en-US"/>
              </w:rPr>
            </w:pPr>
            <w:r w:rsidRPr="00DF42F2"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1 14 06325 10 0000 430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Плата за увеличение 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 поселений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</w:t>
            </w:r>
            <w:r w:rsidRPr="00DF42F2">
              <w:rPr>
                <w:sz w:val="20"/>
                <w:szCs w:val="20"/>
                <w:lang w:val="en-US"/>
              </w:rPr>
              <w:t xml:space="preserve"> </w:t>
            </w:r>
            <w:r w:rsidRPr="00DF42F2">
              <w:rPr>
                <w:sz w:val="20"/>
                <w:szCs w:val="20"/>
              </w:rPr>
              <w:t>15 02050 10 0000 140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autoSpaceDE w:val="0"/>
              <w:autoSpaceDN w:val="0"/>
              <w:adjustRightInd w:val="0"/>
              <w:jc w:val="both"/>
            </w:pPr>
            <w:r w:rsidRPr="00DF42F2">
              <w:t>Платежи, взимаемые органами местного самоуправления (организациями) сельских  поселений за выполнение определенных функций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widowControl/>
              <w:autoSpaceDE w:val="0"/>
              <w:autoSpaceDN w:val="0"/>
              <w:adjustRightInd w:val="0"/>
            </w:pPr>
            <w:r w:rsidRPr="00DF42F2">
              <w:t>1 16 07010 10 0000 140</w:t>
            </w:r>
          </w:p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5676" w:type="dxa"/>
          </w:tcPr>
          <w:p w:rsidR="007819FF" w:rsidRPr="00DF42F2" w:rsidRDefault="007819FF" w:rsidP="00D04589">
            <w:pPr>
              <w:widowControl/>
              <w:autoSpaceDE w:val="0"/>
              <w:autoSpaceDN w:val="0"/>
              <w:adjustRightInd w:val="0"/>
              <w:jc w:val="both"/>
            </w:pPr>
            <w:r w:rsidRPr="00DF42F2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  <w:p w:rsidR="007819FF" w:rsidRPr="00DF42F2" w:rsidRDefault="007819FF" w:rsidP="00D04589">
            <w:pPr>
              <w:autoSpaceDE w:val="0"/>
              <w:autoSpaceDN w:val="0"/>
              <w:adjustRightInd w:val="0"/>
              <w:jc w:val="both"/>
            </w:pP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1 16 07090 10 0000 140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 xml:space="preserve">901               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1 16 09040 10 0000 140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7819FF" w:rsidRPr="00DF42F2" w:rsidRDefault="007819FF" w:rsidP="00D04589">
            <w:pPr>
              <w:autoSpaceDE w:val="0"/>
              <w:autoSpaceDN w:val="0"/>
              <w:adjustRightInd w:val="0"/>
            </w:pPr>
            <w:r w:rsidRPr="00DF42F2">
              <w:t>1 16 01104 01 0000 140</w:t>
            </w:r>
          </w:p>
          <w:p w:rsidR="007819FF" w:rsidRPr="00DF42F2" w:rsidRDefault="007819FF" w:rsidP="00D04589">
            <w:pPr>
              <w:autoSpaceDE w:val="0"/>
              <w:autoSpaceDN w:val="0"/>
              <w:adjustRightInd w:val="0"/>
            </w:pPr>
          </w:p>
        </w:tc>
        <w:tc>
          <w:tcPr>
            <w:tcW w:w="5676" w:type="dxa"/>
          </w:tcPr>
          <w:p w:rsidR="007819FF" w:rsidRPr="00DF42F2" w:rsidRDefault="007819FF" w:rsidP="00D04589">
            <w:pPr>
              <w:autoSpaceDE w:val="0"/>
              <w:autoSpaceDN w:val="0"/>
              <w:adjustRightInd w:val="0"/>
              <w:jc w:val="both"/>
            </w:pPr>
            <w:r w:rsidRPr="00DF42F2">
              <w:t xml:space="preserve">Административные штрафы, установленные </w:t>
            </w:r>
            <w:hyperlink r:id="rId8" w:history="1">
              <w:r w:rsidRPr="00DF42F2">
                <w:rPr>
                  <w:rStyle w:val="Hyperlink"/>
                </w:rPr>
                <w:t>Главой 10</w:t>
              </w:r>
            </w:hyperlink>
            <w:r w:rsidRPr="00DF42F2"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819FF" w:rsidRPr="00DF42F2" w:rsidTr="00D04589">
        <w:trPr>
          <w:trHeight w:val="872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bCs/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7819FF" w:rsidRPr="00DF42F2" w:rsidRDefault="007819FF" w:rsidP="00D04589">
            <w:pPr>
              <w:jc w:val="both"/>
              <w:rPr>
                <w:bCs/>
              </w:rPr>
            </w:pPr>
            <w:r w:rsidRPr="00DF42F2">
              <w:t>1 16 01074 01 0000 140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jc w:val="both"/>
              <w:rPr>
                <w:bCs/>
              </w:rPr>
            </w:pPr>
            <w:r w:rsidRPr="00DF42F2">
              <w:t>Административные штрафы, установленные  Главой 7 Кодекса Российской Федерации 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7819FF" w:rsidRPr="00DF42F2" w:rsidRDefault="007819FF" w:rsidP="00D04589">
            <w:pPr>
              <w:jc w:val="both"/>
            </w:pPr>
            <w:r w:rsidRPr="00DF42F2">
              <w:t xml:space="preserve">1 16 01084 01 0000 140 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ind w:left="-69"/>
              <w:jc w:val="both"/>
            </w:pPr>
            <w:r w:rsidRPr="00DF42F2">
              <w:t xml:space="preserve">Административные штрафы, установленные  Главой 8 Кодекса Российской Федерации 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 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1 16 10123 01 0051 140</w:t>
            </w:r>
          </w:p>
        </w:tc>
        <w:tc>
          <w:tcPr>
            <w:tcW w:w="5703" w:type="dxa"/>
            <w:gridSpan w:val="2"/>
          </w:tcPr>
          <w:p w:rsidR="007819FF" w:rsidRPr="00DF42F2" w:rsidRDefault="007819FF" w:rsidP="00D04589">
            <w:pPr>
              <w:pStyle w:val="ConsPlusTitlePage"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Доходы от денежных взысканий (штрафов), поступившие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1 16 10031 10 0000 140</w:t>
            </w:r>
          </w:p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</w:p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</w:p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</w:p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</w:p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3" w:type="dxa"/>
            <w:gridSpan w:val="2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1 16 10032 10 0000 140</w:t>
            </w:r>
          </w:p>
        </w:tc>
        <w:tc>
          <w:tcPr>
            <w:tcW w:w="5703" w:type="dxa"/>
            <w:gridSpan w:val="2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1 16 10061 10 0000 140</w:t>
            </w:r>
          </w:p>
        </w:tc>
        <w:tc>
          <w:tcPr>
            <w:tcW w:w="5703" w:type="dxa"/>
            <w:gridSpan w:val="2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1 16 10062 10 0000 140</w:t>
            </w:r>
          </w:p>
        </w:tc>
        <w:tc>
          <w:tcPr>
            <w:tcW w:w="5703" w:type="dxa"/>
            <w:gridSpan w:val="2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1 16 10081 10 0000 140</w:t>
            </w:r>
          </w:p>
        </w:tc>
        <w:tc>
          <w:tcPr>
            <w:tcW w:w="5703" w:type="dxa"/>
            <w:gridSpan w:val="2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1 16 10082 10 0000 140</w:t>
            </w:r>
          </w:p>
        </w:tc>
        <w:tc>
          <w:tcPr>
            <w:tcW w:w="5703" w:type="dxa"/>
            <w:gridSpan w:val="2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1 16 10100 10 0000 140</w:t>
            </w:r>
          </w:p>
        </w:tc>
        <w:tc>
          <w:tcPr>
            <w:tcW w:w="5703" w:type="dxa"/>
            <w:gridSpan w:val="2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1 16 10123 01 0000 140</w:t>
            </w:r>
          </w:p>
        </w:tc>
        <w:tc>
          <w:tcPr>
            <w:tcW w:w="5703" w:type="dxa"/>
            <w:gridSpan w:val="2"/>
          </w:tcPr>
          <w:p w:rsidR="007819FF" w:rsidRPr="00DF42F2" w:rsidRDefault="007819FF" w:rsidP="00D04589">
            <w:pPr>
              <w:widowControl/>
              <w:autoSpaceDE w:val="0"/>
              <w:autoSpaceDN w:val="0"/>
              <w:adjustRightInd w:val="0"/>
              <w:jc w:val="both"/>
            </w:pPr>
            <w:r w:rsidRPr="00DF42F2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7819FF" w:rsidRPr="00DF42F2" w:rsidRDefault="007819FF" w:rsidP="00D0458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1 17 01050 10 0000 180</w:t>
            </w:r>
          </w:p>
        </w:tc>
        <w:tc>
          <w:tcPr>
            <w:tcW w:w="5703" w:type="dxa"/>
            <w:gridSpan w:val="2"/>
          </w:tcPr>
          <w:p w:rsidR="007819FF" w:rsidRPr="00DF42F2" w:rsidRDefault="007819FF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1 17 05050 10 0000 180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901 </w:t>
            </w:r>
          </w:p>
        </w:tc>
        <w:tc>
          <w:tcPr>
            <w:tcW w:w="2879" w:type="dxa"/>
            <w:gridSpan w:val="2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2 02 25576 10 0000 150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TitlePage"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2 02 29999 10 0000 150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Прочие субсидии бюджетам сельских поселений*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2 02 35118 10 0000 150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202 40014 10 0000 150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widowControl/>
              <w:autoSpaceDE w:val="0"/>
              <w:autoSpaceDN w:val="0"/>
              <w:adjustRightInd w:val="0"/>
              <w:jc w:val="both"/>
            </w:pPr>
            <w:r w:rsidRPr="00DF42F2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819FF" w:rsidRPr="00DF42F2" w:rsidRDefault="007819FF" w:rsidP="00D04589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  <w:lang w:val="en-US"/>
              </w:rPr>
            </w:pPr>
            <w:r w:rsidRPr="00DF42F2"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2 02 49999 10 0000 150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Nonformat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 *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widowControl/>
            </w:pPr>
            <w:r w:rsidRPr="00DF42F2">
              <w:t>2 02 49999 10 0000 150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Nonformat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 ( обеспечение сбалансированности бюджетов)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pPr>
              <w:widowControl/>
            </w:pPr>
            <w:r w:rsidRPr="00DF42F2">
              <w:t>2 02 49999 10 0000 150</w:t>
            </w:r>
          </w:p>
        </w:tc>
        <w:tc>
          <w:tcPr>
            <w:tcW w:w="5676" w:type="dxa"/>
          </w:tcPr>
          <w:p w:rsidR="007819FF" w:rsidRPr="00DF42F2" w:rsidRDefault="007819FF" w:rsidP="00D04589">
            <w:pPr>
              <w:pStyle w:val="ConsPlusNonformat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Прочие межбюджетные трансферты передаваемые бюджетам сельских поселений на премирование территорий победителей конкурса на звание самое благоустроенное муниципальное образование Пензенской области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Header"/>
              <w:rPr>
                <w:sz w:val="20"/>
                <w:szCs w:val="20"/>
                <w:lang w:val="en-US"/>
              </w:rPr>
            </w:pPr>
            <w:r w:rsidRPr="00DF42F2"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r w:rsidRPr="00DF42F2">
              <w:t>2 07 05030 10 0000 1</w:t>
            </w:r>
            <w:r w:rsidRPr="00DF42F2">
              <w:rPr>
                <w:lang w:val="en-US"/>
              </w:rPr>
              <w:t>5</w:t>
            </w:r>
            <w:r w:rsidRPr="00DF42F2">
              <w:t>0</w:t>
            </w:r>
          </w:p>
        </w:tc>
        <w:tc>
          <w:tcPr>
            <w:tcW w:w="5676" w:type="dxa"/>
          </w:tcPr>
          <w:p w:rsidR="007819FF" w:rsidRPr="00DF42F2" w:rsidRDefault="007819FF" w:rsidP="00D04589">
            <w:r w:rsidRPr="00DF42F2">
              <w:t>Прочие безвозмездные поступления в бюджеты сельских поселений</w:t>
            </w:r>
          </w:p>
        </w:tc>
      </w:tr>
      <w:tr w:rsidR="007819FF" w:rsidRPr="00DF42F2" w:rsidTr="00D04589">
        <w:trPr>
          <w:trHeight w:val="355"/>
        </w:trPr>
        <w:tc>
          <w:tcPr>
            <w:tcW w:w="1084" w:type="dxa"/>
          </w:tcPr>
          <w:p w:rsidR="007819FF" w:rsidRPr="00DF42F2" w:rsidRDefault="007819FF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7819FF" w:rsidRPr="00DF42F2" w:rsidRDefault="007819FF" w:rsidP="00D04589">
            <w:r w:rsidRPr="00DF42F2">
              <w:rPr>
                <w:lang w:val="en-US"/>
              </w:rPr>
              <w:t>2</w:t>
            </w:r>
            <w:r w:rsidRPr="00DF42F2">
              <w:t xml:space="preserve"> 19 60010 10 0000 150</w:t>
            </w:r>
          </w:p>
        </w:tc>
        <w:tc>
          <w:tcPr>
            <w:tcW w:w="5676" w:type="dxa"/>
          </w:tcPr>
          <w:p w:rsidR="007819FF" w:rsidRPr="00DF42F2" w:rsidRDefault="007819FF" w:rsidP="00D04589">
            <w:r w:rsidRPr="00DF42F2">
              <w:t>Возврат 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7819FF" w:rsidRPr="00DF42F2" w:rsidRDefault="007819FF" w:rsidP="000704BF">
      <w:pPr>
        <w:pStyle w:val="BodyText"/>
        <w:ind w:firstLine="540"/>
        <w:jc w:val="center"/>
        <w:rPr>
          <w:b/>
          <w:bCs/>
          <w:sz w:val="20"/>
          <w:szCs w:val="20"/>
        </w:rPr>
      </w:pPr>
    </w:p>
    <w:p w:rsidR="007819FF" w:rsidRPr="00DF42F2" w:rsidRDefault="007819FF" w:rsidP="000704BF">
      <w:pPr>
        <w:ind w:firstLine="540"/>
        <w:jc w:val="both"/>
      </w:pPr>
      <w:r w:rsidRPr="00DF42F2">
        <w:t>* Администрирование поступлений по всем подвидам дохода осуществляется главным администратором, указанным в группировочном коде классификации.</w:t>
      </w: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8B0594">
      <w:pPr>
        <w:pStyle w:val="BodyText"/>
        <w:rPr>
          <w:sz w:val="16"/>
          <w:szCs w:val="16"/>
        </w:rPr>
      </w:pPr>
    </w:p>
    <w:p w:rsidR="007819FF" w:rsidRDefault="007819FF" w:rsidP="00CD265B">
      <w:pPr>
        <w:pStyle w:val="BodyText"/>
        <w:rPr>
          <w:sz w:val="20"/>
          <w:szCs w:val="20"/>
        </w:rPr>
        <w:sectPr w:rsidR="007819FF" w:rsidSect="00CF42E1">
          <w:pgSz w:w="11906" w:h="16838"/>
          <w:pgMar w:top="1134" w:right="567" w:bottom="1077" w:left="1701" w:header="709" w:footer="709" w:gutter="0"/>
          <w:cols w:space="708"/>
          <w:docGrid w:linePitch="360"/>
        </w:sectPr>
      </w:pPr>
    </w:p>
    <w:p w:rsidR="007819FF" w:rsidRPr="0043557C" w:rsidRDefault="007819FF" w:rsidP="00016BBA">
      <w:pPr>
        <w:pStyle w:val="BodyText"/>
        <w:spacing w:line="240" w:lineRule="exact"/>
      </w:pPr>
      <w:r w:rsidRPr="00FE4FB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</w:t>
      </w:r>
    </w:p>
    <w:tbl>
      <w:tblPr>
        <w:tblW w:w="5000" w:type="pct"/>
        <w:tblInd w:w="2" w:type="dxa"/>
        <w:tblLook w:val="0000"/>
      </w:tblPr>
      <w:tblGrid>
        <w:gridCol w:w="9854"/>
      </w:tblGrid>
      <w:tr w:rsidR="007819FF" w:rsidRPr="0043557C">
        <w:tc>
          <w:tcPr>
            <w:tcW w:w="5000" w:type="pct"/>
            <w:noWrap/>
          </w:tcPr>
          <w:p w:rsidR="007819FF" w:rsidRDefault="007819FF" w:rsidP="00016BBA">
            <w:pPr>
              <w:ind w:left="1430"/>
              <w:jc w:val="right"/>
            </w:pPr>
            <w:r w:rsidRPr="0043557C">
              <w:t xml:space="preserve">                    </w:t>
            </w:r>
            <w:r>
              <w:t xml:space="preserve">                            </w:t>
            </w:r>
          </w:p>
          <w:p w:rsidR="007819FF" w:rsidRPr="0043557C" w:rsidRDefault="007819FF" w:rsidP="00B7797E">
            <w:pPr>
              <w:ind w:left="1430"/>
              <w:jc w:val="right"/>
            </w:pPr>
            <w:r w:rsidRPr="0043557C">
              <w:t xml:space="preserve">                  Приложение   4</w:t>
            </w:r>
          </w:p>
        </w:tc>
      </w:tr>
      <w:tr w:rsidR="007819FF" w:rsidRPr="0043557C">
        <w:tc>
          <w:tcPr>
            <w:tcW w:w="5000" w:type="pct"/>
            <w:noWrap/>
          </w:tcPr>
          <w:p w:rsidR="007819FF" w:rsidRPr="0043557C" w:rsidRDefault="007819FF" w:rsidP="00B7797E">
            <w:pPr>
              <w:tabs>
                <w:tab w:val="left" w:pos="6620"/>
              </w:tabs>
              <w:jc w:val="right"/>
            </w:pPr>
            <w:r w:rsidRPr="0043557C">
              <w:t xml:space="preserve">к решению Комитета местного самоуправления </w:t>
            </w:r>
          </w:p>
        </w:tc>
      </w:tr>
      <w:tr w:rsidR="007819FF" w:rsidRPr="0043557C">
        <w:tc>
          <w:tcPr>
            <w:tcW w:w="5000" w:type="pct"/>
            <w:noWrap/>
          </w:tcPr>
          <w:p w:rsidR="007819FF" w:rsidRPr="0043557C" w:rsidRDefault="007819FF" w:rsidP="00B7797E">
            <w:pPr>
              <w:tabs>
                <w:tab w:val="left" w:pos="6620"/>
              </w:tabs>
              <w:jc w:val="right"/>
            </w:pPr>
            <w:r w:rsidRPr="0043557C">
              <w:t>Шейнского сельсовета</w:t>
            </w:r>
          </w:p>
        </w:tc>
      </w:tr>
      <w:tr w:rsidR="007819FF" w:rsidRPr="0043557C">
        <w:tc>
          <w:tcPr>
            <w:tcW w:w="5000" w:type="pct"/>
            <w:noWrap/>
          </w:tcPr>
          <w:p w:rsidR="007819FF" w:rsidRPr="0043557C" w:rsidRDefault="007819FF" w:rsidP="00B7797E">
            <w:pPr>
              <w:tabs>
                <w:tab w:val="left" w:pos="6620"/>
              </w:tabs>
              <w:jc w:val="right"/>
            </w:pPr>
            <w:r w:rsidRPr="0043557C">
              <w:t xml:space="preserve">Пачелмского района  Пензенской области </w:t>
            </w:r>
          </w:p>
        </w:tc>
      </w:tr>
      <w:tr w:rsidR="007819FF" w:rsidRPr="0043557C">
        <w:tc>
          <w:tcPr>
            <w:tcW w:w="5000" w:type="pct"/>
            <w:noWrap/>
          </w:tcPr>
          <w:p w:rsidR="007819FF" w:rsidRPr="0043557C" w:rsidRDefault="007819FF" w:rsidP="005C0AD1">
            <w:pPr>
              <w:jc w:val="right"/>
            </w:pPr>
            <w:r w:rsidRPr="0043557C">
              <w:t xml:space="preserve">от </w:t>
            </w:r>
            <w:r>
              <w:t xml:space="preserve">  </w:t>
            </w:r>
            <w:r w:rsidRPr="0043557C">
              <w:t xml:space="preserve">№ </w:t>
            </w:r>
            <w:r>
              <w:t xml:space="preserve"> </w:t>
            </w:r>
          </w:p>
          <w:p w:rsidR="007819FF" w:rsidRPr="0043557C" w:rsidRDefault="007819FF" w:rsidP="00B7797E">
            <w:pPr>
              <w:tabs>
                <w:tab w:val="left" w:pos="6620"/>
              </w:tabs>
              <w:jc w:val="right"/>
            </w:pPr>
          </w:p>
          <w:p w:rsidR="007819FF" w:rsidRPr="0043557C" w:rsidRDefault="007819FF" w:rsidP="005C0AD1">
            <w:pPr>
              <w:tabs>
                <w:tab w:val="left" w:pos="6620"/>
              </w:tabs>
            </w:pPr>
          </w:p>
        </w:tc>
      </w:tr>
    </w:tbl>
    <w:p w:rsidR="007819FF" w:rsidRPr="00707EC8" w:rsidRDefault="007819FF" w:rsidP="003C42A1">
      <w:pPr>
        <w:pStyle w:val="BodyText"/>
        <w:jc w:val="center"/>
        <w:rPr>
          <w:b/>
          <w:bCs/>
          <w:sz w:val="22"/>
          <w:szCs w:val="22"/>
        </w:rPr>
      </w:pPr>
      <w:r w:rsidRPr="00707EC8">
        <w:rPr>
          <w:b/>
          <w:bCs/>
          <w:sz w:val="24"/>
          <w:szCs w:val="24"/>
        </w:rPr>
        <w:t>Перечень главных администраторов источников финансирования дефицита бюджета Шейнского сельсовета Пачелмского района Пензенской области.</w:t>
      </w:r>
    </w:p>
    <w:p w:rsidR="007819FF" w:rsidRPr="0043557C" w:rsidRDefault="007819FF" w:rsidP="003C42A1">
      <w:pPr>
        <w:pStyle w:val="BodyText"/>
        <w:jc w:val="center"/>
        <w:rPr>
          <w:b/>
          <w:bCs/>
          <w:sz w:val="22"/>
          <w:szCs w:val="22"/>
        </w:rPr>
      </w:pPr>
    </w:p>
    <w:tbl>
      <w:tblPr>
        <w:tblW w:w="992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7371"/>
        <w:gridCol w:w="1842"/>
      </w:tblGrid>
      <w:tr w:rsidR="007819FF" w:rsidRPr="004355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7819FF" w:rsidRPr="0043557C" w:rsidRDefault="007819FF" w:rsidP="00B7797E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 xml:space="preserve">№ </w:t>
            </w:r>
          </w:p>
          <w:p w:rsidR="007819FF" w:rsidRPr="0043557C" w:rsidRDefault="007819FF" w:rsidP="00B7797E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п/п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B7797E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B7797E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Код главного администратора</w:t>
            </w:r>
          </w:p>
        </w:tc>
      </w:tr>
      <w:tr w:rsidR="007819FF" w:rsidRPr="004355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819FF" w:rsidRPr="0043557C" w:rsidRDefault="007819FF" w:rsidP="003C42A1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19FF" w:rsidRPr="0043557C" w:rsidRDefault="007819FF" w:rsidP="00B779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Администрация Шейнского сельсовета Пачелмского района Пензенской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9FF" w:rsidRPr="0043557C" w:rsidRDefault="007819FF" w:rsidP="00B7797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901</w:t>
            </w:r>
          </w:p>
        </w:tc>
      </w:tr>
    </w:tbl>
    <w:p w:rsidR="007819FF" w:rsidRPr="0043557C" w:rsidRDefault="007819FF" w:rsidP="003C42A1">
      <w:pPr>
        <w:snapToGrid w:val="0"/>
        <w:ind w:right="64"/>
        <w:jc w:val="center"/>
        <w:rPr>
          <w:b/>
          <w:bCs/>
          <w:sz w:val="22"/>
          <w:szCs w:val="22"/>
        </w:rPr>
      </w:pPr>
    </w:p>
    <w:p w:rsidR="007819FF" w:rsidRPr="0043557C" w:rsidRDefault="007819FF" w:rsidP="00432137">
      <w:pPr>
        <w:pStyle w:val="BodyText"/>
        <w:spacing w:line="240" w:lineRule="exact"/>
        <w:rPr>
          <w:sz w:val="16"/>
          <w:szCs w:val="16"/>
        </w:rPr>
      </w:pPr>
    </w:p>
    <w:p w:rsidR="007819FF" w:rsidRDefault="007819FF" w:rsidP="00CF42E1"/>
    <w:p w:rsidR="007819FF" w:rsidRDefault="007819FF" w:rsidP="00CF42E1"/>
    <w:p w:rsidR="007819FF" w:rsidRPr="0043557C" w:rsidRDefault="007819FF" w:rsidP="00CF42E1"/>
    <w:p w:rsidR="007819FF" w:rsidRPr="0043557C" w:rsidRDefault="007819FF" w:rsidP="00BB3158">
      <w:pPr>
        <w:pStyle w:val="BodyTex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Приложение  5</w:t>
      </w:r>
    </w:p>
    <w:p w:rsidR="007819FF" w:rsidRPr="0043557C" w:rsidRDefault="007819FF" w:rsidP="00BB3158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к решению Комитета местного</w:t>
      </w:r>
    </w:p>
    <w:p w:rsidR="007819FF" w:rsidRPr="0043557C" w:rsidRDefault="007819FF" w:rsidP="00BB3158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 самоуправления Шейнского сельсовета</w:t>
      </w:r>
    </w:p>
    <w:p w:rsidR="007819FF" w:rsidRPr="0043557C" w:rsidRDefault="007819FF" w:rsidP="00BB3158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Пачелмского района Пензенской области                                                                                                  </w:t>
      </w:r>
    </w:p>
    <w:p w:rsidR="007819FF" w:rsidRPr="0043557C" w:rsidRDefault="007819FF" w:rsidP="005C0AD1">
      <w:pPr>
        <w:jc w:val="right"/>
      </w:pPr>
      <w:r w:rsidRPr="0043557C">
        <w:t xml:space="preserve">                       </w:t>
      </w:r>
      <w:r>
        <w:t>о</w:t>
      </w:r>
      <w:r w:rsidRPr="0043557C">
        <w:t>т</w:t>
      </w:r>
      <w:r>
        <w:t xml:space="preserve"> 25.12.2019</w:t>
      </w:r>
      <w:r w:rsidRPr="0043557C">
        <w:t xml:space="preserve"> </w:t>
      </w:r>
      <w:r>
        <w:t xml:space="preserve"> </w:t>
      </w:r>
      <w:r w:rsidRPr="0043557C">
        <w:t xml:space="preserve">№ </w:t>
      </w:r>
      <w:r>
        <w:t xml:space="preserve">08-6/3 </w:t>
      </w:r>
    </w:p>
    <w:p w:rsidR="007819FF" w:rsidRPr="0043557C" w:rsidRDefault="007819FF" w:rsidP="008B0594">
      <w:pPr>
        <w:jc w:val="right"/>
      </w:pPr>
    </w:p>
    <w:p w:rsidR="007819FF" w:rsidRPr="0043557C" w:rsidRDefault="007819FF" w:rsidP="00BB3158">
      <w:pPr>
        <w:jc w:val="right"/>
      </w:pPr>
    </w:p>
    <w:p w:rsidR="007819FF" w:rsidRPr="0043557C" w:rsidRDefault="007819FF" w:rsidP="00BB3158">
      <w:pPr>
        <w:pStyle w:val="BodyText"/>
        <w:ind w:firstLine="540"/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Источники финансирования дефицита бюджета Шейнского сельсовета Пачелмского района Пензенской области , закрепленные за главными  администраторами </w:t>
      </w:r>
      <w:r w:rsidRPr="00FB4F77">
        <w:rPr>
          <w:b/>
          <w:bCs/>
          <w:sz w:val="24"/>
          <w:szCs w:val="24"/>
        </w:rPr>
        <w:t>источников финансирования дефицита бюджета</w:t>
      </w:r>
      <w:r w:rsidRPr="0043557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.</w:t>
      </w:r>
    </w:p>
    <w:p w:rsidR="007819FF" w:rsidRPr="0043557C" w:rsidRDefault="007819FF" w:rsidP="00BB3158">
      <w:pPr>
        <w:pStyle w:val="BodyText"/>
        <w:ind w:firstLine="540"/>
        <w:jc w:val="center"/>
        <w:rPr>
          <w:b/>
          <w:bCs/>
          <w:sz w:val="24"/>
          <w:szCs w:val="24"/>
        </w:rPr>
      </w:pPr>
    </w:p>
    <w:p w:rsidR="007819FF" w:rsidRPr="0043557C" w:rsidRDefault="007819FF" w:rsidP="00F74BB6">
      <w:pPr>
        <w:pStyle w:val="BodyText"/>
        <w:rPr>
          <w:b/>
          <w:bCs/>
          <w:sz w:val="24"/>
          <w:szCs w:val="24"/>
        </w:rPr>
      </w:pPr>
    </w:p>
    <w:tbl>
      <w:tblPr>
        <w:tblW w:w="9639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83"/>
        <w:gridCol w:w="2945"/>
        <w:gridCol w:w="5911"/>
      </w:tblGrid>
      <w:tr w:rsidR="007819FF" w:rsidRPr="0043557C">
        <w:trPr>
          <w:trHeight w:val="840"/>
          <w:tblHeader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9FF" w:rsidRPr="0043557C" w:rsidRDefault="007819FF" w:rsidP="00CF743C">
            <w:pPr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 xml:space="preserve">Код главного администратора </w:t>
            </w:r>
            <w:r w:rsidRPr="0043557C">
              <w:rPr>
                <w:sz w:val="24"/>
                <w:szCs w:val="24"/>
              </w:rPr>
              <w:br/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9FF" w:rsidRPr="0043557C" w:rsidRDefault="007819FF" w:rsidP="00CF74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Код поступлений в бюджет, группы,</w:t>
            </w:r>
          </w:p>
          <w:p w:rsidR="007819FF" w:rsidRPr="0043557C" w:rsidRDefault="007819FF" w:rsidP="00CF74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подгруппы, статьи, подстатьи,</w:t>
            </w:r>
          </w:p>
          <w:p w:rsidR="007819FF" w:rsidRPr="0043557C" w:rsidRDefault="007819FF" w:rsidP="00CF74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элемента, подвида, аналитической</w:t>
            </w:r>
          </w:p>
          <w:p w:rsidR="007819FF" w:rsidRPr="0043557C" w:rsidRDefault="007819FF" w:rsidP="00CF74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группы вида источников</w:t>
            </w:r>
          </w:p>
          <w:p w:rsidR="007819FF" w:rsidRPr="0043557C" w:rsidRDefault="007819FF" w:rsidP="00CF743C">
            <w:pPr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финансирования дефицитов бюджетов</w:t>
            </w:r>
          </w:p>
        </w:tc>
        <w:tc>
          <w:tcPr>
            <w:tcW w:w="5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9FF" w:rsidRPr="0043557C" w:rsidRDefault="007819FF" w:rsidP="00CF743C">
            <w:pPr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Наименование</w:t>
            </w:r>
          </w:p>
        </w:tc>
      </w:tr>
      <w:tr w:rsidR="007819FF" w:rsidRPr="0043557C">
        <w:trPr>
          <w:trHeight w:val="240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9FF" w:rsidRPr="0043557C" w:rsidRDefault="007819FF" w:rsidP="00455FFC">
            <w:pPr>
              <w:spacing w:before="240"/>
              <w:rPr>
                <w:b/>
                <w:bCs/>
              </w:rPr>
            </w:pPr>
            <w:r w:rsidRPr="0043557C">
              <w:rPr>
                <w:b/>
                <w:bCs/>
              </w:rPr>
              <w:t>901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9FF" w:rsidRPr="0043557C" w:rsidRDefault="007819FF" w:rsidP="00455FFC">
            <w:pPr>
              <w:spacing w:before="240"/>
              <w:rPr>
                <w:b/>
                <w:bCs/>
              </w:rPr>
            </w:pPr>
          </w:p>
        </w:tc>
        <w:tc>
          <w:tcPr>
            <w:tcW w:w="5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9FF" w:rsidRPr="0043557C" w:rsidRDefault="007819FF" w:rsidP="00033DD4">
            <w:pPr>
              <w:spacing w:before="240"/>
              <w:rPr>
                <w:b/>
                <w:bCs/>
              </w:rPr>
            </w:pPr>
            <w:r w:rsidRPr="0043557C">
              <w:rPr>
                <w:b/>
                <w:bCs/>
              </w:rPr>
              <w:t>Администрация Шейнского сельсовета Пачелмского района Пензенской области</w:t>
            </w:r>
          </w:p>
        </w:tc>
      </w:tr>
      <w:tr w:rsidR="007819FF" w:rsidRPr="0043557C">
        <w:trPr>
          <w:trHeight w:val="720"/>
        </w:trPr>
        <w:tc>
          <w:tcPr>
            <w:tcW w:w="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19FF" w:rsidRPr="0043557C" w:rsidRDefault="007819FF" w:rsidP="00420934">
            <w:r w:rsidRPr="0043557C">
              <w:t>901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19FF" w:rsidRPr="0043557C" w:rsidRDefault="007819FF" w:rsidP="00420934">
            <w:r w:rsidRPr="0043557C">
              <w:t>01 05 02 01 10 0000 510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19FF" w:rsidRPr="0043557C" w:rsidRDefault="007819FF" w:rsidP="00455FFC">
            <w:r w:rsidRPr="0043557C">
              <w:t xml:space="preserve">Увеличение прочих остатков денежных средств бюджетов сельских поселений </w:t>
            </w:r>
          </w:p>
        </w:tc>
      </w:tr>
      <w:tr w:rsidR="007819FF" w:rsidRPr="0043557C">
        <w:trPr>
          <w:trHeight w:val="330"/>
        </w:trPr>
        <w:tc>
          <w:tcPr>
            <w:tcW w:w="7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9FF" w:rsidRPr="0043557C" w:rsidRDefault="007819FF" w:rsidP="00420934">
            <w:r w:rsidRPr="0043557C">
              <w:t>901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9FF" w:rsidRPr="0043557C" w:rsidRDefault="007819FF" w:rsidP="00420934">
            <w:r w:rsidRPr="0043557C">
              <w:t>01 05 02 01 10 0000 610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9FF" w:rsidRPr="0043557C" w:rsidRDefault="007819FF" w:rsidP="00455FFC">
            <w:r w:rsidRPr="0043557C">
              <w:t>Уменьшение прочих остатков денежных средств бюджетов сельских поселений</w:t>
            </w:r>
          </w:p>
        </w:tc>
      </w:tr>
    </w:tbl>
    <w:p w:rsidR="007819FF" w:rsidRDefault="007819FF" w:rsidP="00575AA2">
      <w:pPr>
        <w:pStyle w:val="BodyText"/>
        <w:rPr>
          <w:sz w:val="24"/>
          <w:szCs w:val="24"/>
        </w:rPr>
      </w:pPr>
    </w:p>
    <w:p w:rsidR="007819FF" w:rsidRDefault="007819FF" w:rsidP="00575AA2">
      <w:pPr>
        <w:pStyle w:val="BodyText"/>
        <w:rPr>
          <w:sz w:val="24"/>
          <w:szCs w:val="24"/>
        </w:rPr>
      </w:pPr>
    </w:p>
    <w:p w:rsidR="007819FF" w:rsidRDefault="007819FF" w:rsidP="00575AA2">
      <w:pPr>
        <w:pStyle w:val="BodyText"/>
        <w:rPr>
          <w:sz w:val="24"/>
          <w:szCs w:val="24"/>
        </w:rPr>
      </w:pPr>
    </w:p>
    <w:p w:rsidR="007819FF" w:rsidRDefault="007819FF" w:rsidP="00575AA2">
      <w:pPr>
        <w:pStyle w:val="BodyText"/>
        <w:rPr>
          <w:sz w:val="24"/>
          <w:szCs w:val="24"/>
        </w:rPr>
      </w:pPr>
    </w:p>
    <w:p w:rsidR="007819FF" w:rsidRDefault="007819FF" w:rsidP="00575AA2">
      <w:pPr>
        <w:pStyle w:val="BodyText"/>
        <w:rPr>
          <w:sz w:val="24"/>
          <w:szCs w:val="24"/>
        </w:rPr>
      </w:pPr>
    </w:p>
    <w:p w:rsidR="007819FF" w:rsidRPr="0043557C" w:rsidRDefault="007819FF" w:rsidP="00575AA2">
      <w:pPr>
        <w:pStyle w:val="BodyText"/>
        <w:rPr>
          <w:sz w:val="24"/>
          <w:szCs w:val="24"/>
        </w:rPr>
      </w:pPr>
    </w:p>
    <w:p w:rsidR="007819FF" w:rsidRPr="0043557C" w:rsidRDefault="007819FF" w:rsidP="009D7710">
      <w:pPr>
        <w:pStyle w:val="Heading8"/>
        <w:spacing w:after="120"/>
        <w:rPr>
          <w:b w:val="0"/>
          <w:bCs w:val="0"/>
          <w:sz w:val="20"/>
          <w:szCs w:val="20"/>
        </w:rPr>
      </w:pPr>
      <w:r w:rsidRPr="0043557C">
        <w:rPr>
          <w:b w:val="0"/>
          <w:bCs w:val="0"/>
          <w:sz w:val="20"/>
          <w:szCs w:val="20"/>
        </w:rPr>
        <w:t>Приложение 6</w:t>
      </w:r>
    </w:p>
    <w:p w:rsidR="007819FF" w:rsidRPr="0043557C" w:rsidRDefault="007819FF" w:rsidP="009D7710">
      <w:pPr>
        <w:tabs>
          <w:tab w:val="left" w:pos="6620"/>
        </w:tabs>
        <w:jc w:val="right"/>
      </w:pPr>
      <w:r w:rsidRPr="0043557C">
        <w:t xml:space="preserve">к решению Комитета местного самоуправления </w:t>
      </w:r>
    </w:p>
    <w:p w:rsidR="007819FF" w:rsidRPr="0043557C" w:rsidRDefault="007819FF" w:rsidP="009D7710">
      <w:pPr>
        <w:tabs>
          <w:tab w:val="left" w:pos="6620"/>
        </w:tabs>
        <w:jc w:val="right"/>
      </w:pPr>
      <w:r w:rsidRPr="0043557C">
        <w:t>Шейнского сельсовета</w:t>
      </w:r>
    </w:p>
    <w:p w:rsidR="007819FF" w:rsidRPr="0043557C" w:rsidRDefault="007819FF" w:rsidP="009D7710">
      <w:pPr>
        <w:tabs>
          <w:tab w:val="left" w:pos="6620"/>
        </w:tabs>
        <w:jc w:val="right"/>
      </w:pPr>
      <w:r w:rsidRPr="0043557C">
        <w:t xml:space="preserve">Пачелмского района  Пензенской области </w:t>
      </w:r>
    </w:p>
    <w:p w:rsidR="007819FF" w:rsidRPr="0043557C" w:rsidRDefault="007819FF" w:rsidP="005C0AD1">
      <w:pPr>
        <w:jc w:val="right"/>
      </w:pPr>
      <w:r>
        <w:t>о</w:t>
      </w:r>
      <w:r w:rsidRPr="0043557C">
        <w:t>т</w:t>
      </w:r>
      <w:r>
        <w:t xml:space="preserve">  </w:t>
      </w:r>
      <w:r w:rsidRPr="0043557C">
        <w:t xml:space="preserve"> </w:t>
      </w:r>
      <w:r>
        <w:t xml:space="preserve">  </w:t>
      </w:r>
      <w:r w:rsidRPr="0043557C">
        <w:t>№</w:t>
      </w:r>
      <w:r>
        <w:t xml:space="preserve"> </w:t>
      </w:r>
    </w:p>
    <w:p w:rsidR="007819FF" w:rsidRPr="0043557C" w:rsidRDefault="007819FF" w:rsidP="009A52BE">
      <w:pPr>
        <w:tabs>
          <w:tab w:val="left" w:pos="6620"/>
        </w:tabs>
      </w:pPr>
    </w:p>
    <w:p w:rsidR="007819FF" w:rsidRPr="0043557C" w:rsidRDefault="007819FF" w:rsidP="009D7710">
      <w:pPr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Объем  налоговых и неналоговых доходов в бюджет Шейнского сельсовета </w:t>
      </w:r>
    </w:p>
    <w:p w:rsidR="007819FF" w:rsidRPr="0043557C" w:rsidRDefault="007819FF" w:rsidP="009D7710">
      <w:pPr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Пачелмского района Пензенской области </w:t>
      </w:r>
    </w:p>
    <w:p w:rsidR="007819FF" w:rsidRPr="0043557C" w:rsidRDefault="007819FF" w:rsidP="009D7710">
      <w:pPr>
        <w:spacing w:after="120"/>
        <w:ind w:left="1418" w:hanging="14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2021</w:t>
      </w:r>
      <w:r w:rsidRPr="0043557C">
        <w:rPr>
          <w:b/>
          <w:bCs/>
          <w:sz w:val="24"/>
          <w:szCs w:val="24"/>
        </w:rPr>
        <w:t xml:space="preserve"> год и </w:t>
      </w:r>
      <w:r>
        <w:rPr>
          <w:b/>
          <w:bCs/>
          <w:sz w:val="24"/>
          <w:szCs w:val="24"/>
        </w:rPr>
        <w:t xml:space="preserve"> плановый период 2022 и 2023</w:t>
      </w:r>
      <w:r w:rsidRPr="0043557C">
        <w:rPr>
          <w:b/>
          <w:bCs/>
          <w:sz w:val="24"/>
          <w:szCs w:val="24"/>
        </w:rPr>
        <w:t xml:space="preserve"> годов</w:t>
      </w:r>
      <w:r>
        <w:rPr>
          <w:b/>
          <w:bCs/>
          <w:sz w:val="24"/>
          <w:szCs w:val="24"/>
        </w:rPr>
        <w:t>.</w:t>
      </w:r>
    </w:p>
    <w:p w:rsidR="007819FF" w:rsidRPr="0043557C" w:rsidRDefault="007819FF" w:rsidP="009D7710">
      <w:pPr>
        <w:ind w:left="1418" w:hanging="1418"/>
        <w:jc w:val="center"/>
      </w:pPr>
      <w:r w:rsidRPr="0043557C">
        <w:t xml:space="preserve">                                                                                   (тыс. рублей)</w:t>
      </w:r>
    </w:p>
    <w:tbl>
      <w:tblPr>
        <w:tblW w:w="11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4961"/>
        <w:gridCol w:w="992"/>
        <w:gridCol w:w="1134"/>
        <w:gridCol w:w="1596"/>
      </w:tblGrid>
      <w:tr w:rsidR="007819FF" w:rsidRPr="0043557C" w:rsidTr="00683B11">
        <w:trPr>
          <w:cantSplit/>
          <w:trHeight w:val="562"/>
          <w:tblHeader/>
        </w:trPr>
        <w:tc>
          <w:tcPr>
            <w:tcW w:w="2694" w:type="dxa"/>
            <w:vAlign w:val="center"/>
          </w:tcPr>
          <w:p w:rsidR="007819FF" w:rsidRPr="0043557C" w:rsidRDefault="007819FF" w:rsidP="00B7797E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Код</w:t>
            </w:r>
          </w:p>
        </w:tc>
        <w:tc>
          <w:tcPr>
            <w:tcW w:w="4961" w:type="dxa"/>
            <w:vAlign w:val="center"/>
          </w:tcPr>
          <w:p w:rsidR="007819FF" w:rsidRPr="0043557C" w:rsidRDefault="007819FF" w:rsidP="00B7797E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Виды доходов</w:t>
            </w:r>
          </w:p>
        </w:tc>
        <w:tc>
          <w:tcPr>
            <w:tcW w:w="992" w:type="dxa"/>
            <w:vAlign w:val="bottom"/>
          </w:tcPr>
          <w:p w:rsidR="007819FF" w:rsidRPr="0043557C" w:rsidRDefault="007819FF" w:rsidP="00B779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2021</w:t>
            </w:r>
            <w:r w:rsidRPr="0043557C">
              <w:rPr>
                <w:b/>
                <w:bCs/>
              </w:rPr>
              <w:t>год</w:t>
            </w:r>
          </w:p>
        </w:tc>
        <w:tc>
          <w:tcPr>
            <w:tcW w:w="1134" w:type="dxa"/>
            <w:vAlign w:val="bottom"/>
          </w:tcPr>
          <w:p w:rsidR="007819FF" w:rsidRPr="0043557C" w:rsidRDefault="007819FF" w:rsidP="0083410E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 xml:space="preserve">Сумма на </w:t>
            </w:r>
            <w:r>
              <w:rPr>
                <w:b/>
                <w:bCs/>
              </w:rPr>
              <w:t>2022</w:t>
            </w:r>
            <w:r w:rsidRPr="0043557C">
              <w:rPr>
                <w:b/>
                <w:bCs/>
              </w:rPr>
              <w:t xml:space="preserve"> год</w:t>
            </w:r>
          </w:p>
        </w:tc>
        <w:tc>
          <w:tcPr>
            <w:tcW w:w="1596" w:type="dxa"/>
            <w:vAlign w:val="bottom"/>
          </w:tcPr>
          <w:p w:rsidR="007819FF" w:rsidRPr="0043557C" w:rsidRDefault="007819FF" w:rsidP="00B7797E">
            <w:pPr>
              <w:rPr>
                <w:b/>
                <w:bCs/>
              </w:rPr>
            </w:pPr>
            <w:r w:rsidRPr="0043557C">
              <w:rPr>
                <w:b/>
                <w:bCs/>
              </w:rPr>
              <w:t>Сумма на</w:t>
            </w:r>
          </w:p>
          <w:p w:rsidR="007819FF" w:rsidRPr="0043557C" w:rsidRDefault="007819FF" w:rsidP="0083410E">
            <w:pPr>
              <w:rPr>
                <w:b/>
                <w:bCs/>
              </w:rPr>
            </w:pPr>
            <w:r w:rsidRPr="0043557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2023</w:t>
            </w:r>
            <w:r w:rsidRPr="0043557C">
              <w:rPr>
                <w:b/>
                <w:bCs/>
              </w:rPr>
              <w:t xml:space="preserve"> год</w:t>
            </w:r>
          </w:p>
        </w:tc>
      </w:tr>
      <w:tr w:rsidR="007819FF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7819FF" w:rsidRPr="0043557C" w:rsidRDefault="007819FF" w:rsidP="00B7797E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000 1 00 00000 00 0000 000</w:t>
            </w:r>
          </w:p>
        </w:tc>
        <w:tc>
          <w:tcPr>
            <w:tcW w:w="4961" w:type="dxa"/>
            <w:vAlign w:val="center"/>
          </w:tcPr>
          <w:p w:rsidR="007819FF" w:rsidRPr="0043557C" w:rsidRDefault="007819FF" w:rsidP="00B7797E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992" w:type="dxa"/>
            <w:noWrap/>
            <w:vAlign w:val="center"/>
          </w:tcPr>
          <w:p w:rsidR="007819FF" w:rsidRPr="0043557C" w:rsidRDefault="007819FF" w:rsidP="00B7797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2421,0</w:t>
            </w:r>
          </w:p>
        </w:tc>
        <w:tc>
          <w:tcPr>
            <w:tcW w:w="1134" w:type="dxa"/>
            <w:noWrap/>
            <w:vAlign w:val="center"/>
          </w:tcPr>
          <w:p w:rsidR="007819FF" w:rsidRPr="0043557C" w:rsidRDefault="007819FF" w:rsidP="00124B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2442,0</w:t>
            </w:r>
          </w:p>
        </w:tc>
        <w:tc>
          <w:tcPr>
            <w:tcW w:w="1596" w:type="dxa"/>
            <w:noWrap/>
            <w:vAlign w:val="center"/>
          </w:tcPr>
          <w:p w:rsidR="007819FF" w:rsidRPr="0043557C" w:rsidRDefault="007819FF" w:rsidP="00124B7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2552,0</w:t>
            </w:r>
          </w:p>
        </w:tc>
      </w:tr>
      <w:tr w:rsidR="007819FF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7819FF" w:rsidRPr="0043557C" w:rsidRDefault="007819FF" w:rsidP="00B7797E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000 1 01 00000 00 0000 000</w:t>
            </w:r>
          </w:p>
        </w:tc>
        <w:tc>
          <w:tcPr>
            <w:tcW w:w="4961" w:type="dxa"/>
            <w:vAlign w:val="center"/>
          </w:tcPr>
          <w:p w:rsidR="007819FF" w:rsidRPr="0043557C" w:rsidRDefault="007819FF" w:rsidP="00B7797E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992" w:type="dxa"/>
            <w:noWrap/>
            <w:vAlign w:val="center"/>
          </w:tcPr>
          <w:p w:rsidR="007819FF" w:rsidRPr="0043557C" w:rsidRDefault="007819FF" w:rsidP="00E81D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13,0</w:t>
            </w:r>
          </w:p>
        </w:tc>
        <w:tc>
          <w:tcPr>
            <w:tcW w:w="1134" w:type="dxa"/>
            <w:noWrap/>
            <w:vAlign w:val="center"/>
          </w:tcPr>
          <w:p w:rsidR="007819FF" w:rsidRPr="0043557C" w:rsidRDefault="007819FF" w:rsidP="00E81D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14,0</w:t>
            </w:r>
          </w:p>
        </w:tc>
        <w:tc>
          <w:tcPr>
            <w:tcW w:w="1596" w:type="dxa"/>
            <w:noWrap/>
            <w:vAlign w:val="center"/>
          </w:tcPr>
          <w:p w:rsidR="007819FF" w:rsidRPr="0043557C" w:rsidRDefault="007819FF" w:rsidP="00E81D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14,0</w:t>
            </w:r>
          </w:p>
        </w:tc>
      </w:tr>
      <w:tr w:rsidR="007819FF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7819FF" w:rsidRPr="0043557C" w:rsidRDefault="007819FF" w:rsidP="00B7797E">
            <w:pPr>
              <w:jc w:val="center"/>
              <w:rPr>
                <w:sz w:val="18"/>
                <w:szCs w:val="18"/>
              </w:rPr>
            </w:pPr>
            <w:r w:rsidRPr="0043557C">
              <w:rPr>
                <w:sz w:val="18"/>
                <w:szCs w:val="18"/>
              </w:rPr>
              <w:t>000 1 01 02000 01 0000 110</w:t>
            </w:r>
          </w:p>
        </w:tc>
        <w:tc>
          <w:tcPr>
            <w:tcW w:w="4961" w:type="dxa"/>
            <w:vAlign w:val="center"/>
          </w:tcPr>
          <w:p w:rsidR="007819FF" w:rsidRPr="0043557C" w:rsidRDefault="007819FF" w:rsidP="00B7797E">
            <w:pPr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992" w:type="dxa"/>
            <w:noWrap/>
            <w:vAlign w:val="center"/>
          </w:tcPr>
          <w:p w:rsidR="007819FF" w:rsidRPr="0043557C" w:rsidRDefault="007819FF" w:rsidP="00B779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134" w:type="dxa"/>
            <w:noWrap/>
            <w:vAlign w:val="center"/>
          </w:tcPr>
          <w:p w:rsidR="007819FF" w:rsidRPr="0043557C" w:rsidRDefault="007819FF" w:rsidP="00B779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596" w:type="dxa"/>
            <w:noWrap/>
            <w:vAlign w:val="center"/>
          </w:tcPr>
          <w:p w:rsidR="007819FF" w:rsidRPr="0043557C" w:rsidRDefault="007819FF" w:rsidP="00B779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7819FF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7819FF" w:rsidRPr="0043557C" w:rsidRDefault="007819FF" w:rsidP="00B7797E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000 1 03 00000 00 0000 000</w:t>
            </w:r>
          </w:p>
        </w:tc>
        <w:tc>
          <w:tcPr>
            <w:tcW w:w="4961" w:type="dxa"/>
            <w:vAlign w:val="center"/>
          </w:tcPr>
          <w:p w:rsidR="007819FF" w:rsidRPr="0043557C" w:rsidRDefault="007819FF" w:rsidP="00B7797E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noWrap/>
            <w:vAlign w:val="center"/>
          </w:tcPr>
          <w:p w:rsidR="007819FF" w:rsidRPr="0043557C" w:rsidRDefault="007819FF" w:rsidP="009059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723,0</w:t>
            </w:r>
          </w:p>
        </w:tc>
        <w:tc>
          <w:tcPr>
            <w:tcW w:w="1134" w:type="dxa"/>
            <w:noWrap/>
            <w:vAlign w:val="center"/>
          </w:tcPr>
          <w:p w:rsidR="007819FF" w:rsidRPr="0043557C" w:rsidRDefault="007819FF" w:rsidP="009059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733,0</w:t>
            </w:r>
          </w:p>
        </w:tc>
        <w:tc>
          <w:tcPr>
            <w:tcW w:w="1596" w:type="dxa"/>
            <w:noWrap/>
            <w:vAlign w:val="center"/>
          </w:tcPr>
          <w:p w:rsidR="007819FF" w:rsidRPr="0043557C" w:rsidRDefault="007819FF" w:rsidP="0090593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743,0</w:t>
            </w:r>
          </w:p>
        </w:tc>
      </w:tr>
      <w:tr w:rsidR="007819FF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7819FF" w:rsidRPr="0043557C" w:rsidRDefault="007819FF" w:rsidP="00B7797E">
            <w:pPr>
              <w:jc w:val="center"/>
              <w:rPr>
                <w:sz w:val="18"/>
                <w:szCs w:val="18"/>
              </w:rPr>
            </w:pPr>
            <w:r w:rsidRPr="0043557C">
              <w:rPr>
                <w:sz w:val="18"/>
                <w:szCs w:val="18"/>
              </w:rPr>
              <w:t>000 1 03 02000 01 0000 110</w:t>
            </w:r>
          </w:p>
        </w:tc>
        <w:tc>
          <w:tcPr>
            <w:tcW w:w="4961" w:type="dxa"/>
            <w:vAlign w:val="center"/>
          </w:tcPr>
          <w:p w:rsidR="007819FF" w:rsidRPr="0043557C" w:rsidRDefault="007819FF" w:rsidP="00B7797E">
            <w:pPr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noWrap/>
            <w:vAlign w:val="center"/>
          </w:tcPr>
          <w:p w:rsidR="007819FF" w:rsidRPr="0043557C" w:rsidRDefault="007819FF" w:rsidP="009A5DF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723,0</w:t>
            </w:r>
          </w:p>
        </w:tc>
        <w:tc>
          <w:tcPr>
            <w:tcW w:w="1134" w:type="dxa"/>
            <w:noWrap/>
            <w:vAlign w:val="center"/>
          </w:tcPr>
          <w:p w:rsidR="007819FF" w:rsidRPr="0043557C" w:rsidRDefault="007819FF" w:rsidP="009A5DF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733,0</w:t>
            </w:r>
          </w:p>
        </w:tc>
        <w:tc>
          <w:tcPr>
            <w:tcW w:w="1596" w:type="dxa"/>
            <w:noWrap/>
            <w:vAlign w:val="center"/>
          </w:tcPr>
          <w:p w:rsidR="007819FF" w:rsidRPr="0043557C" w:rsidRDefault="007819FF" w:rsidP="007800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743,0</w:t>
            </w:r>
          </w:p>
        </w:tc>
      </w:tr>
      <w:tr w:rsidR="007819FF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7819FF" w:rsidRPr="0043557C" w:rsidRDefault="007819FF" w:rsidP="00B7797E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000 1 05 00000 00 0000 000</w:t>
            </w:r>
          </w:p>
        </w:tc>
        <w:tc>
          <w:tcPr>
            <w:tcW w:w="4961" w:type="dxa"/>
            <w:vAlign w:val="center"/>
          </w:tcPr>
          <w:p w:rsidR="007819FF" w:rsidRPr="0043557C" w:rsidRDefault="007819FF" w:rsidP="00B7797E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992" w:type="dxa"/>
            <w:noWrap/>
            <w:vAlign w:val="center"/>
          </w:tcPr>
          <w:p w:rsidR="007819FF" w:rsidRPr="0043557C" w:rsidRDefault="007819FF" w:rsidP="00E81D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134" w:type="dxa"/>
            <w:noWrap/>
            <w:vAlign w:val="center"/>
          </w:tcPr>
          <w:p w:rsidR="007819FF" w:rsidRPr="0043557C" w:rsidRDefault="007819FF" w:rsidP="000704B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596" w:type="dxa"/>
            <w:noWrap/>
            <w:vAlign w:val="center"/>
          </w:tcPr>
          <w:p w:rsidR="007819FF" w:rsidRPr="0043557C" w:rsidRDefault="007819FF" w:rsidP="00E81D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</w:tr>
      <w:tr w:rsidR="007819FF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7819FF" w:rsidRPr="0043557C" w:rsidRDefault="007819FF" w:rsidP="00B7797E">
            <w:pPr>
              <w:jc w:val="center"/>
              <w:rPr>
                <w:sz w:val="18"/>
                <w:szCs w:val="18"/>
              </w:rPr>
            </w:pPr>
            <w:r w:rsidRPr="0043557C">
              <w:rPr>
                <w:sz w:val="18"/>
                <w:szCs w:val="18"/>
              </w:rPr>
              <w:t>000 1 05 03000 01 0000 110</w:t>
            </w:r>
          </w:p>
        </w:tc>
        <w:tc>
          <w:tcPr>
            <w:tcW w:w="4961" w:type="dxa"/>
            <w:vAlign w:val="center"/>
          </w:tcPr>
          <w:p w:rsidR="007819FF" w:rsidRPr="0043557C" w:rsidRDefault="007819FF" w:rsidP="00B7797E">
            <w:pPr>
              <w:rPr>
                <w:sz w:val="22"/>
                <w:szCs w:val="22"/>
              </w:rPr>
            </w:pPr>
            <w:r w:rsidRPr="0043557C">
              <w:rPr>
                <w:rStyle w:val="blk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992" w:type="dxa"/>
            <w:noWrap/>
            <w:vAlign w:val="center"/>
          </w:tcPr>
          <w:p w:rsidR="007819FF" w:rsidRPr="0043557C" w:rsidRDefault="007819FF" w:rsidP="00B779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134" w:type="dxa"/>
            <w:noWrap/>
            <w:vAlign w:val="center"/>
          </w:tcPr>
          <w:p w:rsidR="007819FF" w:rsidRPr="0043557C" w:rsidRDefault="007819FF" w:rsidP="00B779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96" w:type="dxa"/>
            <w:noWrap/>
            <w:vAlign w:val="center"/>
          </w:tcPr>
          <w:p w:rsidR="007819FF" w:rsidRPr="0043557C" w:rsidRDefault="007819FF" w:rsidP="00B779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7819FF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7819FF" w:rsidRPr="0043557C" w:rsidRDefault="007819FF" w:rsidP="00B7797E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000 1 06 00000 00 0000 000</w:t>
            </w:r>
          </w:p>
        </w:tc>
        <w:tc>
          <w:tcPr>
            <w:tcW w:w="4961" w:type="dxa"/>
            <w:vAlign w:val="center"/>
          </w:tcPr>
          <w:p w:rsidR="007819FF" w:rsidRPr="0043557C" w:rsidRDefault="007819FF" w:rsidP="00B7797E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992" w:type="dxa"/>
            <w:noWrap/>
            <w:vAlign w:val="center"/>
          </w:tcPr>
          <w:p w:rsidR="007819FF" w:rsidRPr="0043557C" w:rsidRDefault="007819FF" w:rsidP="00FE2B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1620,0</w:t>
            </w:r>
          </w:p>
        </w:tc>
        <w:tc>
          <w:tcPr>
            <w:tcW w:w="1134" w:type="dxa"/>
            <w:noWrap/>
            <w:vAlign w:val="center"/>
          </w:tcPr>
          <w:p w:rsidR="007819FF" w:rsidRPr="0043557C" w:rsidRDefault="007819FF" w:rsidP="000704B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1630,0</w:t>
            </w:r>
          </w:p>
        </w:tc>
        <w:tc>
          <w:tcPr>
            <w:tcW w:w="1596" w:type="dxa"/>
            <w:noWrap/>
            <w:vAlign w:val="center"/>
          </w:tcPr>
          <w:p w:rsidR="007819FF" w:rsidRPr="0043557C" w:rsidRDefault="007819FF" w:rsidP="00DD6A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1730,0</w:t>
            </w:r>
          </w:p>
        </w:tc>
      </w:tr>
      <w:tr w:rsidR="007819FF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7819FF" w:rsidRPr="0043557C" w:rsidRDefault="007819FF" w:rsidP="00B7797E">
            <w:pPr>
              <w:jc w:val="center"/>
              <w:rPr>
                <w:sz w:val="18"/>
                <w:szCs w:val="18"/>
              </w:rPr>
            </w:pPr>
            <w:r w:rsidRPr="0043557C">
              <w:rPr>
                <w:sz w:val="18"/>
                <w:szCs w:val="18"/>
              </w:rPr>
              <w:t>000 1 06 01000 00 0000 110</w:t>
            </w:r>
          </w:p>
        </w:tc>
        <w:tc>
          <w:tcPr>
            <w:tcW w:w="4961" w:type="dxa"/>
            <w:vAlign w:val="center"/>
          </w:tcPr>
          <w:p w:rsidR="007819FF" w:rsidRPr="0043557C" w:rsidRDefault="007819FF" w:rsidP="00B7797E">
            <w:pPr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992" w:type="dxa"/>
            <w:noWrap/>
            <w:vAlign w:val="center"/>
          </w:tcPr>
          <w:p w:rsidR="007819FF" w:rsidRPr="0043557C" w:rsidRDefault="007819FF" w:rsidP="00B779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1134" w:type="dxa"/>
            <w:noWrap/>
            <w:vAlign w:val="center"/>
          </w:tcPr>
          <w:p w:rsidR="007819FF" w:rsidRPr="0043557C" w:rsidRDefault="007819FF" w:rsidP="00B779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1596" w:type="dxa"/>
            <w:noWrap/>
            <w:vAlign w:val="center"/>
          </w:tcPr>
          <w:p w:rsidR="007819FF" w:rsidRPr="0043557C" w:rsidRDefault="007819FF" w:rsidP="00DD6A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</w:tr>
      <w:tr w:rsidR="007819FF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7819FF" w:rsidRPr="0043557C" w:rsidRDefault="007819FF" w:rsidP="00B7797E">
            <w:pPr>
              <w:jc w:val="center"/>
              <w:rPr>
                <w:sz w:val="18"/>
                <w:szCs w:val="18"/>
              </w:rPr>
            </w:pPr>
            <w:r w:rsidRPr="0043557C">
              <w:rPr>
                <w:sz w:val="18"/>
                <w:szCs w:val="18"/>
              </w:rPr>
              <w:t>000 1 06 06000 00 0000 110</w:t>
            </w:r>
          </w:p>
        </w:tc>
        <w:tc>
          <w:tcPr>
            <w:tcW w:w="4961" w:type="dxa"/>
            <w:vAlign w:val="center"/>
          </w:tcPr>
          <w:p w:rsidR="007819FF" w:rsidRPr="0043557C" w:rsidRDefault="007819FF" w:rsidP="00B7797E">
            <w:pPr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992" w:type="dxa"/>
            <w:noWrap/>
            <w:vAlign w:val="center"/>
          </w:tcPr>
          <w:p w:rsidR="007819FF" w:rsidRPr="0043557C" w:rsidRDefault="007819FF" w:rsidP="00DD6A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1490,0</w:t>
            </w:r>
          </w:p>
        </w:tc>
        <w:tc>
          <w:tcPr>
            <w:tcW w:w="1134" w:type="dxa"/>
            <w:noWrap/>
            <w:vAlign w:val="center"/>
          </w:tcPr>
          <w:p w:rsidR="007819FF" w:rsidRPr="0043557C" w:rsidRDefault="007819FF" w:rsidP="00B779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596" w:type="dxa"/>
            <w:noWrap/>
            <w:vAlign w:val="center"/>
          </w:tcPr>
          <w:p w:rsidR="007819FF" w:rsidRPr="0043557C" w:rsidRDefault="007819FF" w:rsidP="00B779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1600,0</w:t>
            </w:r>
          </w:p>
        </w:tc>
      </w:tr>
      <w:tr w:rsidR="007819FF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7819FF" w:rsidRPr="0043557C" w:rsidRDefault="007819FF" w:rsidP="00B7797E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000 1 11 0000 00 00000 000</w:t>
            </w:r>
          </w:p>
        </w:tc>
        <w:tc>
          <w:tcPr>
            <w:tcW w:w="4961" w:type="dxa"/>
            <w:vAlign w:val="center"/>
          </w:tcPr>
          <w:p w:rsidR="007819FF" w:rsidRPr="0043557C" w:rsidRDefault="007819FF" w:rsidP="00B7797E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noWrap/>
            <w:vAlign w:val="center"/>
          </w:tcPr>
          <w:p w:rsidR="007819FF" w:rsidRPr="0043557C" w:rsidRDefault="007819FF" w:rsidP="00DD6A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56,0</w:t>
            </w:r>
          </w:p>
        </w:tc>
        <w:tc>
          <w:tcPr>
            <w:tcW w:w="1134" w:type="dxa"/>
            <w:noWrap/>
            <w:vAlign w:val="center"/>
          </w:tcPr>
          <w:p w:rsidR="007819FF" w:rsidRPr="0043557C" w:rsidRDefault="007819FF" w:rsidP="00DD6A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56,0</w:t>
            </w:r>
          </w:p>
        </w:tc>
        <w:tc>
          <w:tcPr>
            <w:tcW w:w="1596" w:type="dxa"/>
            <w:noWrap/>
            <w:vAlign w:val="center"/>
          </w:tcPr>
          <w:p w:rsidR="007819FF" w:rsidRPr="0043557C" w:rsidRDefault="007819FF" w:rsidP="00DD6A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56,0</w:t>
            </w:r>
          </w:p>
        </w:tc>
      </w:tr>
    </w:tbl>
    <w:p w:rsidR="007819FF" w:rsidRPr="0043557C" w:rsidRDefault="007819FF" w:rsidP="00432137">
      <w:pPr>
        <w:pStyle w:val="BodyText"/>
        <w:spacing w:line="240" w:lineRule="exact"/>
        <w:rPr>
          <w:b/>
          <w:bCs/>
        </w:rPr>
      </w:pPr>
    </w:p>
    <w:p w:rsidR="007819FF" w:rsidRPr="0043557C" w:rsidRDefault="007819FF" w:rsidP="00432137">
      <w:pPr>
        <w:pStyle w:val="BodyText"/>
        <w:spacing w:line="240" w:lineRule="exact"/>
        <w:rPr>
          <w:b/>
          <w:bCs/>
        </w:rPr>
      </w:pPr>
    </w:p>
    <w:p w:rsidR="007819FF" w:rsidRPr="0043557C" w:rsidRDefault="007819FF" w:rsidP="00432137">
      <w:pPr>
        <w:pStyle w:val="BodyText"/>
        <w:spacing w:line="240" w:lineRule="exact"/>
        <w:rPr>
          <w:b/>
          <w:bCs/>
        </w:rPr>
      </w:pPr>
    </w:p>
    <w:p w:rsidR="007819FF" w:rsidRPr="0043557C" w:rsidRDefault="007819FF" w:rsidP="00E76356">
      <w:pPr>
        <w:pStyle w:val="BodyTex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Приложение  7</w:t>
      </w:r>
    </w:p>
    <w:p w:rsidR="007819FF" w:rsidRPr="0043557C" w:rsidRDefault="007819FF" w:rsidP="00E76356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к решению Комитета местного</w:t>
      </w:r>
    </w:p>
    <w:p w:rsidR="007819FF" w:rsidRPr="0043557C" w:rsidRDefault="007819FF" w:rsidP="00E76356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 самоуправления Шейнского сельсовета</w:t>
      </w:r>
    </w:p>
    <w:p w:rsidR="007819FF" w:rsidRPr="0043557C" w:rsidRDefault="007819FF" w:rsidP="00E76356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Пачелмского района Пензенской области                                                                                                  </w:t>
      </w:r>
    </w:p>
    <w:p w:rsidR="007819FF" w:rsidRPr="0043557C" w:rsidRDefault="007819FF" w:rsidP="005C0AD1">
      <w:pPr>
        <w:jc w:val="right"/>
      </w:pPr>
      <w:r w:rsidRPr="0043557C">
        <w:t xml:space="preserve">                       </w:t>
      </w:r>
      <w:r>
        <w:t>о</w:t>
      </w:r>
      <w:r w:rsidRPr="0043557C">
        <w:t>т</w:t>
      </w:r>
      <w:r>
        <w:t xml:space="preserve"> </w:t>
      </w:r>
      <w:r w:rsidRPr="0043557C">
        <w:t xml:space="preserve"> </w:t>
      </w:r>
      <w:r>
        <w:t xml:space="preserve">  </w:t>
      </w:r>
      <w:r w:rsidRPr="0043557C">
        <w:t xml:space="preserve">№ </w:t>
      </w:r>
      <w:r>
        <w:t xml:space="preserve">  </w:t>
      </w:r>
    </w:p>
    <w:p w:rsidR="007819FF" w:rsidRPr="0043557C" w:rsidRDefault="007819FF" w:rsidP="00A3333D">
      <w:pPr>
        <w:jc w:val="right"/>
      </w:pPr>
    </w:p>
    <w:p w:rsidR="007819FF" w:rsidRDefault="007819FF" w:rsidP="005E317F">
      <w:pPr>
        <w:jc w:val="right"/>
      </w:pPr>
    </w:p>
    <w:p w:rsidR="007819FF" w:rsidRDefault="007819FF" w:rsidP="005E317F">
      <w:pPr>
        <w:rPr>
          <w:b/>
          <w:bCs/>
          <w:sz w:val="24"/>
          <w:szCs w:val="24"/>
        </w:rPr>
      </w:pPr>
    </w:p>
    <w:p w:rsidR="007819FF" w:rsidRDefault="007819FF" w:rsidP="005E317F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Объем безвозмездных поступлений в бюджет   Шейнского сельсовета                                         Пачелмского района Пензенской области на 2021 год и  плановый период 2022 и 2023 годов.</w:t>
      </w:r>
    </w:p>
    <w:p w:rsidR="007819FF" w:rsidRDefault="007819FF" w:rsidP="005E317F">
      <w:pPr>
        <w:jc w:val="right"/>
      </w:pPr>
    </w:p>
    <w:p w:rsidR="007819FF" w:rsidRDefault="007819FF" w:rsidP="005E317F">
      <w:pPr>
        <w:pStyle w:val="BodyText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тыс.руб.</w:t>
      </w:r>
    </w:p>
    <w:tbl>
      <w:tblPr>
        <w:tblW w:w="9580" w:type="dxa"/>
        <w:jc w:val="center"/>
        <w:tblLook w:val="00A0"/>
      </w:tblPr>
      <w:tblGrid>
        <w:gridCol w:w="2239"/>
        <w:gridCol w:w="3121"/>
        <w:gridCol w:w="1340"/>
        <w:gridCol w:w="1340"/>
        <w:gridCol w:w="1540"/>
      </w:tblGrid>
      <w:tr w:rsidR="007819FF" w:rsidTr="005E317F">
        <w:trPr>
          <w:trHeight w:val="510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Код доходов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Виды доходов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19FF" w:rsidRDefault="007819FF" w:rsidP="005E317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               на 2021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19FF" w:rsidRDefault="007819F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              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19FF" w:rsidRDefault="007819F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               на 2023 год</w:t>
            </w:r>
          </w:p>
        </w:tc>
      </w:tr>
      <w:tr w:rsidR="007819FF" w:rsidTr="005E317F">
        <w:trPr>
          <w:trHeight w:val="248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00020200000000000000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9FF" w:rsidRDefault="007819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1563,0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1319,6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1321,9</w:t>
            </w:r>
          </w:p>
        </w:tc>
      </w:tr>
      <w:tr w:rsidR="007819FF" w:rsidTr="005E317F">
        <w:trPr>
          <w:trHeight w:val="59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00020210000000000150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9FF" w:rsidRDefault="007819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Дотации бюджетам  бюджетной системы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1225,9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1225,3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1224,1</w:t>
            </w:r>
          </w:p>
        </w:tc>
      </w:tr>
      <w:tr w:rsidR="007819FF" w:rsidTr="005E317F">
        <w:trPr>
          <w:trHeight w:val="379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  <w:r>
              <w:t>00020215001100000150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pPr>
              <w:widowControl/>
            </w:pPr>
            <w: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246,8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246,2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245,0</w:t>
            </w:r>
          </w:p>
        </w:tc>
      </w:tr>
      <w:tr w:rsidR="007819FF" w:rsidTr="005E317F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</w:pPr>
            <w:r>
              <w:t>00020216001100000150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9FF" w:rsidRDefault="007819FF">
            <w:pPr>
              <w:widowControl/>
            </w:pPr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9FF" w:rsidRDefault="007819FF">
            <w:r>
              <w:t>979,1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9FF" w:rsidRDefault="007819FF">
            <w:r>
              <w:t>979,1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9FF" w:rsidRDefault="007819FF">
            <w:r>
              <w:t>979,1</w:t>
            </w:r>
          </w:p>
        </w:tc>
      </w:tr>
      <w:tr w:rsidR="007819FF" w:rsidTr="005E317F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00020240000000000150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9FF" w:rsidRDefault="007819FF">
            <w:pPr>
              <w:rPr>
                <w:color w:val="FF0000"/>
                <w:sz w:val="28"/>
                <w:szCs w:val="28"/>
              </w:rPr>
            </w:pPr>
            <w:r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9FF" w:rsidRDefault="007819FF">
            <w:pPr>
              <w:rPr>
                <w:b/>
                <w:bCs/>
              </w:rPr>
            </w:pPr>
          </w:p>
          <w:p w:rsidR="007819FF" w:rsidRDefault="007819F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9FF" w:rsidRDefault="007819F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:rsidR="007819FF" w:rsidRDefault="007819F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2,2</w:t>
            </w:r>
          </w:p>
        </w:tc>
      </w:tr>
      <w:tr w:rsidR="007819FF" w:rsidTr="005E317F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rPr>
                <w:color w:val="FF0000"/>
                <w:sz w:val="28"/>
                <w:szCs w:val="28"/>
              </w:rPr>
            </w:pPr>
            <w:r>
              <w:t>00020240014100000150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9FF" w:rsidRDefault="007819FF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819FF" w:rsidRDefault="007819FF">
            <w:pPr>
              <w:widowControl/>
              <w:rPr>
                <w:color w:val="FF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jc w:val="center"/>
            </w:pPr>
            <w:r>
              <w:t>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jc w:val="center"/>
            </w:pPr>
          </w:p>
          <w:p w:rsidR="007819FF" w:rsidRDefault="007819FF">
            <w:pPr>
              <w:widowControl/>
              <w:jc w:val="center"/>
            </w:pPr>
            <w:r>
              <w:t>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9FF" w:rsidRDefault="007819FF">
            <w:pPr>
              <w:jc w:val="center"/>
            </w:pPr>
          </w:p>
          <w:p w:rsidR="007819FF" w:rsidRDefault="007819FF"/>
          <w:p w:rsidR="007819FF" w:rsidRDefault="007819FF"/>
          <w:p w:rsidR="007819FF" w:rsidRDefault="007819FF"/>
          <w:p w:rsidR="007819FF" w:rsidRDefault="007819FF"/>
          <w:p w:rsidR="007819FF" w:rsidRDefault="007819FF">
            <w:pPr>
              <w:jc w:val="center"/>
            </w:pPr>
            <w:r>
              <w:t>2,2</w:t>
            </w:r>
          </w:p>
        </w:tc>
      </w:tr>
      <w:tr w:rsidR="007819FF" w:rsidTr="005E317F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</w:pPr>
            <w:r>
              <w:t>00020249999100000150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9FF" w:rsidRDefault="007819FF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jc w:val="center"/>
            </w:pPr>
            <w:r>
              <w:t>243,8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jc w:val="center"/>
            </w:pPr>
            <w: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9FF" w:rsidRDefault="007819FF">
            <w:pPr>
              <w:jc w:val="center"/>
            </w:pPr>
          </w:p>
          <w:p w:rsidR="007819FF" w:rsidRDefault="007819FF">
            <w:pPr>
              <w:jc w:val="center"/>
            </w:pPr>
            <w:r>
              <w:t>0</w:t>
            </w:r>
          </w:p>
        </w:tc>
      </w:tr>
      <w:tr w:rsidR="007819FF" w:rsidTr="005E317F">
        <w:trPr>
          <w:trHeight w:val="69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00020230000000000150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9FF" w:rsidRDefault="007819F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 w:rsidP="00086DA7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95,6</w:t>
            </w:r>
          </w:p>
        </w:tc>
      </w:tr>
      <w:tr w:rsidR="007819FF" w:rsidTr="005E317F">
        <w:trPr>
          <w:trHeight w:val="69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</w:pPr>
            <w:r>
              <w:t>00020235118000000150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9FF" w:rsidRDefault="007819FF">
            <w:pPr>
              <w:widowControl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jc w:val="center"/>
            </w:pPr>
            <w:r>
              <w:t>91,1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jc w:val="center"/>
            </w:pPr>
            <w:r>
              <w:t>92,1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jc w:val="center"/>
            </w:pPr>
            <w:r>
              <w:t>95,6</w:t>
            </w:r>
          </w:p>
        </w:tc>
      </w:tr>
      <w:tr w:rsidR="007819FF" w:rsidTr="00124B75">
        <w:trPr>
          <w:trHeight w:val="73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</w:pPr>
            <w:r>
              <w:t>00020235118100000150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9FF" w:rsidRDefault="007819FF" w:rsidP="00124B75">
            <w:r>
              <w:t>Субвенции бюджетам сельских поселений 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jc w:val="center"/>
            </w:pPr>
            <w:r>
              <w:t>91,1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jc w:val="center"/>
            </w:pPr>
            <w:r>
              <w:t>92,1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19FF" w:rsidRDefault="007819FF">
            <w:pPr>
              <w:widowControl/>
              <w:jc w:val="center"/>
            </w:pPr>
            <w:r>
              <w:t>95,6</w:t>
            </w:r>
          </w:p>
        </w:tc>
      </w:tr>
    </w:tbl>
    <w:p w:rsidR="007819FF" w:rsidRPr="0043557C" w:rsidRDefault="007819FF" w:rsidP="00A3333D">
      <w:pPr>
        <w:jc w:val="right"/>
      </w:pPr>
      <w:r w:rsidRPr="0043557C">
        <w:t xml:space="preserve"> </w:t>
      </w:r>
    </w:p>
    <w:p w:rsidR="007819FF" w:rsidRPr="0043557C" w:rsidRDefault="007819FF" w:rsidP="000747BE">
      <w:pPr>
        <w:pStyle w:val="BodyText"/>
        <w:rPr>
          <w:sz w:val="24"/>
          <w:szCs w:val="24"/>
        </w:rPr>
      </w:pPr>
    </w:p>
    <w:p w:rsidR="007819FF" w:rsidRPr="0043557C" w:rsidRDefault="007819FF" w:rsidP="00775F45">
      <w:pPr>
        <w:jc w:val="both"/>
      </w:pPr>
    </w:p>
    <w:p w:rsidR="007819FF" w:rsidRPr="0043557C" w:rsidRDefault="007819FF" w:rsidP="00775F45">
      <w:pPr>
        <w:jc w:val="right"/>
        <w:rPr>
          <w:color w:val="FF0000"/>
        </w:rPr>
      </w:pPr>
      <w:r w:rsidRPr="0043557C">
        <w:t>Приложение  8</w:t>
      </w:r>
    </w:p>
    <w:p w:rsidR="007819FF" w:rsidRPr="0043557C" w:rsidRDefault="007819FF" w:rsidP="00775F45">
      <w:pPr>
        <w:jc w:val="right"/>
      </w:pPr>
      <w:r w:rsidRPr="0043557C">
        <w:t>к решению Комитета местного</w:t>
      </w:r>
    </w:p>
    <w:p w:rsidR="007819FF" w:rsidRPr="0043557C" w:rsidRDefault="007819FF" w:rsidP="00775F45">
      <w:pPr>
        <w:jc w:val="right"/>
      </w:pPr>
      <w:r w:rsidRPr="0043557C">
        <w:t xml:space="preserve"> самоуправления Шейнского сельсовета</w:t>
      </w:r>
    </w:p>
    <w:p w:rsidR="007819FF" w:rsidRPr="0043557C" w:rsidRDefault="007819FF" w:rsidP="00775F45">
      <w:pPr>
        <w:jc w:val="right"/>
      </w:pPr>
      <w:r w:rsidRPr="0043557C">
        <w:t>Пачелмского района Пензенской области</w:t>
      </w:r>
    </w:p>
    <w:p w:rsidR="007819FF" w:rsidRDefault="007819FF" w:rsidP="00775F45">
      <w:pPr>
        <w:jc w:val="right"/>
      </w:pPr>
      <w:r w:rsidRPr="0043557C">
        <w:t xml:space="preserve">от </w:t>
      </w:r>
      <w:r>
        <w:t xml:space="preserve"> </w:t>
      </w:r>
      <w:r w:rsidRPr="0043557C">
        <w:t xml:space="preserve">№ </w:t>
      </w:r>
      <w:r>
        <w:t xml:space="preserve"> </w:t>
      </w:r>
    </w:p>
    <w:p w:rsidR="007819FF" w:rsidRDefault="007819FF" w:rsidP="00775F45">
      <w:pPr>
        <w:jc w:val="right"/>
      </w:pPr>
    </w:p>
    <w:p w:rsidR="007819FF" w:rsidRDefault="007819FF" w:rsidP="00775F45">
      <w:pPr>
        <w:rPr>
          <w:b/>
          <w:bCs/>
          <w:sz w:val="24"/>
          <w:szCs w:val="24"/>
        </w:rPr>
      </w:pPr>
      <w:r w:rsidRPr="00D2030B">
        <w:rPr>
          <w:b/>
          <w:bCs/>
          <w:sz w:val="24"/>
          <w:szCs w:val="24"/>
        </w:rPr>
        <w:t>Распределен</w:t>
      </w:r>
      <w:r>
        <w:rPr>
          <w:b/>
          <w:bCs/>
          <w:sz w:val="24"/>
          <w:szCs w:val="24"/>
        </w:rPr>
        <w:t>ие бюджетных ассигнований на 2021 год и плановый период 2022</w:t>
      </w:r>
      <w:r w:rsidRPr="00D2030B">
        <w:rPr>
          <w:b/>
          <w:bCs/>
          <w:sz w:val="24"/>
          <w:szCs w:val="24"/>
        </w:rPr>
        <w:t xml:space="preserve"> и 202</w:t>
      </w:r>
      <w:r>
        <w:rPr>
          <w:b/>
          <w:bCs/>
          <w:sz w:val="24"/>
          <w:szCs w:val="24"/>
        </w:rPr>
        <w:t>3</w:t>
      </w:r>
      <w:r w:rsidRPr="00D2030B">
        <w:rPr>
          <w:b/>
          <w:bCs/>
          <w:sz w:val="24"/>
          <w:szCs w:val="24"/>
        </w:rPr>
        <w:t xml:space="preserve"> годов по разделам (Рз), подразделам (Пр), целевым статьям (ЦСР)(муниципальным программам и непрограммным направлениям деятельности), группам (группам и подгруппам) видов расходов (Вр) классификации расходов бюджета Шейнского сельсовета Пачелмского района Пензенской области </w:t>
      </w:r>
      <w:r>
        <w:rPr>
          <w:b/>
          <w:bCs/>
          <w:sz w:val="24"/>
          <w:szCs w:val="24"/>
        </w:rPr>
        <w:t>.</w:t>
      </w:r>
    </w:p>
    <w:p w:rsidR="007819FF" w:rsidRDefault="007819FF" w:rsidP="00775F45">
      <w:pPr>
        <w:rPr>
          <w:b/>
          <w:bCs/>
          <w:sz w:val="24"/>
          <w:szCs w:val="24"/>
        </w:rPr>
      </w:pPr>
    </w:p>
    <w:p w:rsidR="007819FF" w:rsidRDefault="007819FF" w:rsidP="00775F45">
      <w:pPr>
        <w:rPr>
          <w:b/>
          <w:bCs/>
          <w:sz w:val="24"/>
          <w:szCs w:val="24"/>
        </w:rPr>
      </w:pPr>
    </w:p>
    <w:p w:rsidR="007819FF" w:rsidRPr="00D2030B" w:rsidRDefault="007819FF" w:rsidP="00775F45">
      <w:pPr>
        <w:rPr>
          <w:b/>
          <w:bCs/>
        </w:rPr>
      </w:pPr>
    </w:p>
    <w:tbl>
      <w:tblPr>
        <w:tblW w:w="9832" w:type="dxa"/>
        <w:jc w:val="center"/>
        <w:tblLayout w:type="fixed"/>
        <w:tblLook w:val="00A0"/>
      </w:tblPr>
      <w:tblGrid>
        <w:gridCol w:w="3074"/>
        <w:gridCol w:w="528"/>
        <w:gridCol w:w="20"/>
        <w:gridCol w:w="1015"/>
        <w:gridCol w:w="1430"/>
        <w:gridCol w:w="551"/>
        <w:gridCol w:w="1134"/>
        <w:gridCol w:w="992"/>
        <w:gridCol w:w="1075"/>
        <w:gridCol w:w="13"/>
      </w:tblGrid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Наименование показателя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3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Сумма, тысяч рублей</w:t>
            </w:r>
          </w:p>
        </w:tc>
      </w:tr>
      <w:tr w:rsidR="007819FF" w:rsidRPr="0043557C" w:rsidTr="00991FED">
        <w:trPr>
          <w:trHeight w:val="169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Рз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Пр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ЦСР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20</w:t>
            </w:r>
            <w:r>
              <w:rPr>
                <w:b/>
                <w:bCs/>
              </w:rPr>
              <w:t>22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8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752157" w:rsidRDefault="007819FF" w:rsidP="00775F45">
            <w:pPr>
              <w:widowControl/>
              <w:rPr>
                <w:b/>
              </w:rPr>
            </w:pPr>
            <w:r w:rsidRPr="00752157">
              <w:rPr>
                <w:b/>
              </w:rPr>
              <w:t>Администрация Шейнского сельсовета Пачелмского района Пензенской области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52157" w:rsidRDefault="007819FF" w:rsidP="00775F45">
            <w:pPr>
              <w:widowControl/>
              <w:rPr>
                <w:b/>
                <w:lang w:val="en-US"/>
              </w:rPr>
            </w:pPr>
            <w:r>
              <w:rPr>
                <w:b/>
              </w:rPr>
              <w:t>3989,0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52157" w:rsidRDefault="007819FF" w:rsidP="00775F45">
            <w:pPr>
              <w:widowControl/>
              <w:jc w:val="center"/>
              <w:rPr>
                <w:b/>
                <w:lang w:val="en-US"/>
              </w:rPr>
            </w:pPr>
            <w:r>
              <w:rPr>
                <w:b/>
              </w:rPr>
              <w:t>3672,4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52157" w:rsidRDefault="007819FF" w:rsidP="00775F45">
            <w:pPr>
              <w:widowControl/>
              <w:rPr>
                <w:b/>
              </w:rPr>
            </w:pPr>
          </w:p>
          <w:p w:rsidR="007819FF" w:rsidRPr="00752157" w:rsidRDefault="007819FF" w:rsidP="00775F45">
            <w:pPr>
              <w:widowControl/>
              <w:jc w:val="center"/>
              <w:rPr>
                <w:b/>
                <w:lang w:val="en-US"/>
              </w:rPr>
            </w:pPr>
            <w:r>
              <w:rPr>
                <w:b/>
              </w:rPr>
              <w:t>3685,0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775F45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2413,5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2177,5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2175,0</w:t>
            </w:r>
          </w:p>
        </w:tc>
      </w:tr>
      <w:tr w:rsidR="007819FF" w:rsidRPr="0043557C" w:rsidTr="00991FED">
        <w:trPr>
          <w:trHeight w:val="105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775F45">
            <w:pPr>
              <w:widowControl/>
            </w:pPr>
            <w:r w:rsidRPr="00A67A4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  <w:r w:rsidRPr="00A67A48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775F45">
            <w:r>
              <w:t>2405,5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775F45">
            <w:r>
              <w:t>2169,5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775F45">
            <w:r>
              <w:t>2167,0</w:t>
            </w:r>
          </w:p>
        </w:tc>
      </w:tr>
      <w:tr w:rsidR="007819FF" w:rsidRPr="0043557C" w:rsidTr="00991FED">
        <w:trPr>
          <w:trHeight w:val="126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</w:t>
            </w:r>
            <w:r>
              <w:t xml:space="preserve"> на  2014-2024 годы </w:t>
            </w:r>
            <w:r w:rsidRPr="0043557C">
              <w:t>"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D04589">
            <w:pPr>
              <w:jc w:val="center"/>
            </w:pPr>
            <w:r>
              <w:t>2405,5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2169,5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2167,0</w:t>
            </w:r>
          </w:p>
        </w:tc>
      </w:tr>
      <w:tr w:rsidR="007819FF" w:rsidRPr="0043557C" w:rsidTr="00991FED">
        <w:trPr>
          <w:trHeight w:val="84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Подпрограмма "Обеспечение деятельности администрации Шейнского сельсовета Пачелмского района Пензенской области"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 w:rsidP="00D04589">
            <w:r>
              <w:t>2405,5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2169,5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2167,0</w:t>
            </w:r>
          </w:p>
        </w:tc>
      </w:tr>
      <w:tr w:rsidR="007819FF" w:rsidRPr="0043557C" w:rsidTr="00991FED">
        <w:trPr>
          <w:trHeight w:val="84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Основное мероприятие "Создание  оптимальных  условий для повышения эффективности реализации полномочий администрацией Шейнского сельсовета  Пачелмского района Пензенской области"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 w:rsidP="005333B9">
            <w:r>
              <w:t>2405,5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2169,5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C257C0" w:rsidRDefault="007819FF" w:rsidP="00775F45">
            <w:pPr>
              <w:jc w:val="center"/>
            </w:pPr>
            <w:r>
              <w:t>2167,0</w:t>
            </w:r>
          </w:p>
        </w:tc>
      </w:tr>
      <w:tr w:rsidR="007819FF" w:rsidRPr="0043557C" w:rsidTr="00991FED">
        <w:trPr>
          <w:trHeight w:val="72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Расходы на выплаты по оплате труда работников  органов  местного самоуправления (глава администрации)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758,4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758,4</w:t>
            </w:r>
          </w:p>
        </w:tc>
      </w:tr>
      <w:tr w:rsidR="007819FF" w:rsidRPr="0043557C" w:rsidTr="00991FED">
        <w:trPr>
          <w:trHeight w:val="84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758,4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758,4</w:t>
            </w:r>
          </w:p>
        </w:tc>
      </w:tr>
      <w:tr w:rsidR="007819FF" w:rsidRPr="0043557C" w:rsidTr="00991FED">
        <w:trPr>
          <w:trHeight w:val="74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758,4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758,4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925,3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41F43" w:rsidRDefault="007819FF" w:rsidP="00775F45">
            <w:pPr>
              <w:widowControl/>
              <w:jc w:val="center"/>
            </w:pPr>
            <w:r>
              <w:t>925,3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41F43" w:rsidRDefault="007819FF" w:rsidP="00775F45">
            <w:pPr>
              <w:widowControl/>
              <w:jc w:val="center"/>
            </w:pPr>
            <w:r>
              <w:t>925,3</w:t>
            </w:r>
          </w:p>
        </w:tc>
      </w:tr>
      <w:tr w:rsidR="007819FF" w:rsidRPr="0043557C" w:rsidTr="00991FED">
        <w:trPr>
          <w:trHeight w:val="126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925,3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925,3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/>
          <w:p w:rsidR="007819FF" w:rsidRPr="0043557C" w:rsidRDefault="007819FF" w:rsidP="00D04589">
            <w:r>
              <w:t>925,3</w:t>
            </w:r>
          </w:p>
        </w:tc>
      </w:tr>
      <w:tr w:rsidR="007819FF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925,3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925,3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/>
          <w:p w:rsidR="007819FF" w:rsidRPr="0043557C" w:rsidRDefault="007819FF" w:rsidP="00D04589">
            <w:r>
              <w:t>925,3</w:t>
            </w:r>
          </w:p>
        </w:tc>
      </w:tr>
      <w:tr w:rsidR="007819FF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Расходы на обеспечение функций органов местного самоуправления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721,8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485,8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483,3</w:t>
            </w:r>
          </w:p>
        </w:tc>
      </w:tr>
      <w:tr w:rsidR="007819FF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691,8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455,8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412,1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691,8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455,8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412,1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D04589">
            <w:r>
              <w:t>30,0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D04589">
            <w:r>
              <w:t>71,2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>
              <w:t>30,0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>
              <w:t>71,2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</w:pPr>
            <w:r w:rsidRPr="00A67A48">
              <w:t>Обеспечение деятельности финансовых, налоговых и таможенных органов и органов финансового (финансово-бюджетного)надзора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</w:pPr>
            <w:r w:rsidRPr="00A67A48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  <w:r w:rsidRPr="00A67A48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</w:pPr>
            <w:r w:rsidRPr="00A67A48">
              <w:t>3,</w:t>
            </w:r>
            <w:r w:rsidRPr="00A67A48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</w:pPr>
            <w:r w:rsidRPr="00A67A48">
              <w:t>3,0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</w:pPr>
            <w:r w:rsidRPr="00A67A48">
              <w:t>3,0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Муниципальная программа Шейнского сельсовета 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на  2014-2024 годы  </w:t>
            </w:r>
            <w:r w:rsidRPr="0043557C">
              <w:t>»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321873" w:rsidRDefault="007819FF" w:rsidP="00775F45">
            <w:pPr>
              <w:widowControl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>
              <w:t>3</w:t>
            </w:r>
            <w:r w:rsidRPr="0043557C">
              <w:t>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>
              <w:t>3,0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Подпрограмма « Реализация отдельных переданных полномочий»</w:t>
            </w:r>
          </w:p>
          <w:p w:rsidR="007819FF" w:rsidRPr="0043557C" w:rsidRDefault="007819FF" w:rsidP="00775F45"/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321873" w:rsidRDefault="007819FF" w:rsidP="00775F45">
            <w:pPr>
              <w:widowControl/>
              <w:jc w:val="center"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3,</w:t>
            </w:r>
            <w:r w:rsidRPr="0043557C"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3</w:t>
            </w:r>
            <w:r w:rsidRPr="0043557C">
              <w:t>,0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 xml:space="preserve">Основное мероприятие «Реализация отдельных переданных полномочий </w:t>
            </w:r>
            <w:r w:rsidRPr="003E52EA">
              <w:t>Шейнским</w:t>
            </w:r>
            <w:r w:rsidRPr="00864F6E">
              <w:rPr>
                <w:color w:val="FF0000"/>
              </w:rPr>
              <w:t xml:space="preserve"> </w:t>
            </w:r>
            <w:r>
              <w:t xml:space="preserve">сельсоветом </w:t>
            </w:r>
            <w:r w:rsidRPr="0043557C">
              <w:t>Пачелмского района Пензенской области»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321873" w:rsidRDefault="007819FF" w:rsidP="00775F45">
            <w:pPr>
              <w:widowControl/>
              <w:jc w:val="center"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3</w:t>
            </w:r>
            <w:r w:rsidRPr="0043557C">
              <w:t>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3</w:t>
            </w:r>
            <w:r w:rsidRPr="0043557C">
              <w:t>,0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Выполнение передаваемых полномочий по организации исполнения бюджета Шейнского сельсовета Пачелмского района Пензенской области</w:t>
            </w:r>
          </w:p>
          <w:p w:rsidR="007819FF" w:rsidRPr="0043557C" w:rsidRDefault="007819FF" w:rsidP="00775F45"/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rPr>
                <w:lang w:val="en-US"/>
              </w:rPr>
              <w:t>04401</w:t>
            </w:r>
            <w:r w:rsidRPr="0043557C">
              <w:t>80270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321873" w:rsidRDefault="007819FF" w:rsidP="00775F45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Межбюджетные трансферты</w:t>
            </w:r>
          </w:p>
          <w:p w:rsidR="007819FF" w:rsidRPr="0043557C" w:rsidRDefault="007819FF" w:rsidP="00775F45"/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0440180270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1668E" w:rsidRDefault="007819FF" w:rsidP="00775F45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 w:rsidRPr="0043557C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 w:rsidRPr="0043557C">
              <w:t>1,0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Иные межбюджетные трансферты</w:t>
            </w:r>
          </w:p>
          <w:p w:rsidR="007819FF" w:rsidRPr="0043557C" w:rsidRDefault="007819FF" w:rsidP="00775F45"/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0440180270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775F45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7B2E3D" w:rsidRDefault="007819FF" w:rsidP="00775F45">
            <w:r w:rsidRPr="007B2E3D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7B2E3D" w:rsidRDefault="007819FF" w:rsidP="00775F45">
            <w:r w:rsidRPr="007B2E3D">
              <w:t>1,0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B822D1" w:rsidRDefault="007819FF" w:rsidP="00775F45">
            <w:pPr>
              <w:widowControl/>
            </w:pPr>
            <w:r w:rsidRPr="0043557C">
              <w:t xml:space="preserve"> </w:t>
            </w:r>
            <w:r w:rsidRPr="00B822D1">
              <w:t xml:space="preserve">Выполнение передаваемых полномочий по осуществлению внутреннего муниципального финансового контроля  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>
              <w:t>0440180275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6B4202" w:rsidRDefault="007819FF" w:rsidP="00775F45">
            <w:pPr>
              <w:widowControl/>
            </w:pPr>
            <w: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775F45"/>
          <w:p w:rsidR="007819FF" w:rsidRDefault="007819FF" w:rsidP="00775F45"/>
          <w:p w:rsidR="007819FF" w:rsidRDefault="007819FF" w:rsidP="00775F45"/>
          <w:p w:rsidR="007819FF" w:rsidRPr="0043557C" w:rsidRDefault="007819FF" w:rsidP="00775F45">
            <w:r>
              <w:t>2,0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775F45"/>
          <w:p w:rsidR="007819FF" w:rsidRDefault="007819FF" w:rsidP="00775F45"/>
          <w:p w:rsidR="007819FF" w:rsidRDefault="007819FF" w:rsidP="00775F45"/>
          <w:p w:rsidR="007819FF" w:rsidRPr="0043557C" w:rsidRDefault="007819FF" w:rsidP="00775F45">
            <w:r>
              <w:t>2,0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Межбюджетные трансферты</w:t>
            </w:r>
          </w:p>
          <w:p w:rsidR="007819FF" w:rsidRPr="0043557C" w:rsidRDefault="007819FF" w:rsidP="00775F45"/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>
              <w:t>0440180275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6B4202" w:rsidRDefault="007819FF" w:rsidP="00775F45">
            <w:pPr>
              <w:widowControl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6B4202" w:rsidRDefault="007819FF" w:rsidP="00775F45">
            <w:pPr>
              <w:widowControl/>
              <w:jc w:val="center"/>
            </w:pPr>
            <w: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>
              <w:t>2,0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>
              <w:t>2,0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775F45">
            <w:pPr>
              <w:widowControl/>
            </w:pPr>
            <w:r w:rsidRPr="009B24E0">
              <w:t>Иные межбюджетные трансферты</w:t>
            </w:r>
          </w:p>
          <w:p w:rsidR="007819FF" w:rsidRPr="009B24E0" w:rsidRDefault="007819FF" w:rsidP="00775F45"/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775F45">
            <w:r w:rsidRPr="009B24E0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775F45">
            <w:pPr>
              <w:jc w:val="center"/>
            </w:pPr>
            <w:r w:rsidRPr="009B24E0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775F45">
            <w:r w:rsidRPr="009B24E0">
              <w:t>0440180275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775F45">
            <w:pPr>
              <w:widowControl/>
              <w:jc w:val="center"/>
            </w:pPr>
            <w:r w:rsidRPr="009B24E0"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775F45">
            <w:pPr>
              <w:widowControl/>
              <w:jc w:val="center"/>
            </w:pPr>
            <w:r w:rsidRPr="007B2E3D"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7B2E3D" w:rsidRDefault="007819FF" w:rsidP="00775F45">
            <w:r w:rsidRPr="007B2E3D">
              <w:t>2,0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7B2E3D" w:rsidRDefault="007819FF" w:rsidP="00775F45">
            <w:r w:rsidRPr="007B2E3D">
              <w:t>2,0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775F45">
            <w:pPr>
              <w:widowControl/>
            </w:pPr>
            <w:r w:rsidRPr="00A67A48">
              <w:t>Резервные фонды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  <w:r w:rsidRPr="00A67A48">
              <w:t>11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576"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576">
              <w:t>4,0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576">
              <w:t>4,0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3E52EA" w:rsidRDefault="007819FF" w:rsidP="00775F45">
            <w:pPr>
              <w:widowControl/>
            </w:pPr>
            <w:r w:rsidRPr="003E52EA">
              <w:t>Выполнение других обязательств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8100000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576"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576">
              <w:t>4,0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576">
              <w:t>4,0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3E52EA" w:rsidRDefault="007819FF" w:rsidP="00775F45">
            <w:pPr>
              <w:widowControl/>
            </w:pPr>
            <w:r w:rsidRPr="003E52EA">
              <w:t xml:space="preserve">Резервные фонды 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8110000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576"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576">
              <w:t>4,0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576">
              <w:t>4,0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B93F6E"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B93F6E">
              <w:t>4,0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B93F6E">
              <w:t>4,0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B93F6E"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B93F6E">
              <w:t>4,0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B93F6E">
              <w:t>4,0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Резервные средства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B93F6E"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B93F6E">
              <w:t>4,0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B93F6E">
              <w:t>4,0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775F45">
            <w:pPr>
              <w:widowControl/>
            </w:pPr>
            <w:r w:rsidRPr="00A67A48">
              <w:t>Другие общегосударственные вопросы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  <w:r w:rsidRPr="00A67A48"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</w:tr>
      <w:tr w:rsidR="007819FF" w:rsidRPr="0043557C" w:rsidTr="00991FED">
        <w:trPr>
          <w:gridAfter w:val="1"/>
          <w:wAfter w:w="13" w:type="dxa"/>
          <w:trHeight w:val="126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на  2014-2024 годы  </w:t>
            </w:r>
            <w:r w:rsidRPr="0043557C"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>
              <w:t>1,0</w:t>
            </w:r>
          </w:p>
        </w:tc>
      </w:tr>
      <w:tr w:rsidR="007819FF" w:rsidRPr="0043557C" w:rsidTr="00991FED">
        <w:trPr>
          <w:gridAfter w:val="1"/>
          <w:wAfter w:w="13" w:type="dxa"/>
          <w:trHeight w:val="126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Подпрограмма "Реализация отдельных переданных полномочий"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0440000000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</w:t>
            </w:r>
            <w:r w:rsidRPr="0043557C"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1,0</w:t>
            </w:r>
          </w:p>
        </w:tc>
      </w:tr>
      <w:tr w:rsidR="007819FF" w:rsidRPr="0043557C" w:rsidTr="00991FED">
        <w:trPr>
          <w:gridAfter w:val="1"/>
          <w:wAfter w:w="13" w:type="dxa"/>
          <w:trHeight w:val="126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Основное мероприятие "Реализация отдельных переданных   полномочий Шейнским сельсоветом Пачелмского района Пензенской области"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1,0</w:t>
            </w:r>
          </w:p>
        </w:tc>
      </w:tr>
      <w:tr w:rsidR="007819FF" w:rsidRPr="0043557C" w:rsidTr="00991FED">
        <w:trPr>
          <w:gridAfter w:val="1"/>
          <w:wAfter w:w="13" w:type="dxa"/>
          <w:trHeight w:val="126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сельсовета</w:t>
            </w:r>
            <w:r w:rsidRPr="0043557C">
              <w:rPr>
                <w:i/>
                <w:iCs/>
              </w:rPr>
              <w:t xml:space="preserve"> </w:t>
            </w:r>
            <w:r w:rsidRPr="0043557C">
              <w:t xml:space="preserve"> Пачелмского района Пензенской области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0440180210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C2149E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1,0</w:t>
            </w:r>
          </w:p>
        </w:tc>
      </w:tr>
      <w:tr w:rsidR="007819FF" w:rsidRPr="0043557C" w:rsidTr="00991FED">
        <w:trPr>
          <w:gridAfter w:val="1"/>
          <w:wAfter w:w="13" w:type="dxa"/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 w:rsidRPr="0043557C">
              <w:t>1,0</w:t>
            </w:r>
          </w:p>
        </w:tc>
      </w:tr>
      <w:tr w:rsidR="007819FF" w:rsidRPr="0043557C" w:rsidTr="00991FED">
        <w:trPr>
          <w:gridAfter w:val="1"/>
          <w:wAfter w:w="13" w:type="dxa"/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775F45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775F45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7B2E3D" w:rsidRDefault="007819FF" w:rsidP="00775F45">
            <w:r w:rsidRPr="007B2E3D">
              <w:t>1,0</w:t>
            </w:r>
          </w:p>
        </w:tc>
      </w:tr>
      <w:tr w:rsidR="007819FF" w:rsidRPr="0043557C" w:rsidTr="00991FED">
        <w:trPr>
          <w:gridAfter w:val="1"/>
          <w:wAfter w:w="13" w:type="dxa"/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9B24E0" w:rsidRDefault="007819FF" w:rsidP="00775F45">
            <w:pPr>
              <w:widowControl/>
              <w:rPr>
                <w:b/>
                <w:bCs/>
              </w:rPr>
            </w:pPr>
            <w:r w:rsidRPr="009B24E0">
              <w:rPr>
                <w:b/>
                <w:bCs/>
              </w:rPr>
              <w:t>НАЦИОНАЛЬНАЯ ОБОРОНА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9B24E0">
              <w:rPr>
                <w:b/>
                <w:bCs/>
              </w:rPr>
              <w:t>02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92,1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95,6</w:t>
            </w:r>
          </w:p>
        </w:tc>
      </w:tr>
      <w:tr w:rsidR="007819FF" w:rsidRPr="0043557C" w:rsidTr="00991FED">
        <w:trPr>
          <w:gridAfter w:val="1"/>
          <w:wAfter w:w="13" w:type="dxa"/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Мобилизационная и вневойсковая подготовка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A3734D">
            <w:pPr>
              <w:widowControl/>
              <w:jc w:val="center"/>
            </w:pPr>
            <w:r>
              <w:t>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92,1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95,6</w:t>
            </w:r>
          </w:p>
        </w:tc>
      </w:tr>
      <w:tr w:rsidR="007819FF" w:rsidRPr="0043557C" w:rsidTr="00991FED">
        <w:trPr>
          <w:gridAfter w:val="1"/>
          <w:wAfter w:w="13" w:type="dxa"/>
          <w:trHeight w:val="126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</w:t>
            </w:r>
            <w:r>
              <w:t xml:space="preserve">  на  2014-2024 годы  </w:t>
            </w:r>
            <w:r w:rsidRPr="0043557C">
              <w:t>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92,1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95,6</w:t>
            </w:r>
          </w:p>
        </w:tc>
      </w:tr>
      <w:tr w:rsidR="007819FF" w:rsidRPr="0043557C" w:rsidTr="00991FED">
        <w:trPr>
          <w:gridAfter w:val="1"/>
          <w:wAfter w:w="13" w:type="dxa"/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Подпрограмма "Реализация отдельных переданных полномочий"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0440000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92,1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95,6</w:t>
            </w:r>
          </w:p>
        </w:tc>
      </w:tr>
      <w:tr w:rsidR="007819FF" w:rsidRPr="0043557C" w:rsidTr="00991FED">
        <w:trPr>
          <w:gridAfter w:val="1"/>
          <w:wAfter w:w="13" w:type="dxa"/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Основное мероприятие "Реализация отдельных переданных   полномочий Шейнским сельсоветом Пачелмского района Пензенской области"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 xml:space="preserve">     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92,1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95,6</w:t>
            </w:r>
          </w:p>
        </w:tc>
      </w:tr>
      <w:tr w:rsidR="007819FF" w:rsidRPr="0043557C" w:rsidTr="00991FED">
        <w:trPr>
          <w:gridAfter w:val="1"/>
          <w:wAfter w:w="13" w:type="dxa"/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92,1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95,6</w:t>
            </w:r>
          </w:p>
        </w:tc>
      </w:tr>
      <w:tr w:rsidR="007819FF" w:rsidRPr="0043557C" w:rsidTr="00991FED">
        <w:trPr>
          <w:gridAfter w:val="1"/>
          <w:wAfter w:w="13" w:type="dxa"/>
          <w:trHeight w:val="126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C6D07" w:rsidRDefault="007819FF" w:rsidP="00775F45">
            <w:pPr>
              <w:widowControl/>
              <w:jc w:val="center"/>
            </w:pPr>
            <w: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C6D07" w:rsidRDefault="007819FF" w:rsidP="00D04589">
            <w:pPr>
              <w:widowControl/>
              <w:jc w:val="center"/>
            </w:pPr>
            <w: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C6D07" w:rsidRDefault="007819FF" w:rsidP="00D04589">
            <w:pPr>
              <w:widowControl/>
              <w:jc w:val="center"/>
            </w:pPr>
            <w:r>
              <w:t>80,0</w:t>
            </w:r>
          </w:p>
        </w:tc>
      </w:tr>
      <w:tr w:rsidR="007819FF" w:rsidRPr="0043557C" w:rsidTr="00991FED">
        <w:trPr>
          <w:gridAfter w:val="1"/>
          <w:wAfter w:w="13" w:type="dxa"/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C6D07" w:rsidRDefault="007819FF" w:rsidP="00775F45">
            <w:pPr>
              <w:widowControl/>
              <w:jc w:val="center"/>
            </w:pPr>
            <w: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C6D07" w:rsidRDefault="007819FF" w:rsidP="00D04589">
            <w:pPr>
              <w:widowControl/>
              <w:jc w:val="center"/>
            </w:pPr>
            <w: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C6D07" w:rsidRDefault="007819FF" w:rsidP="00D04589">
            <w:pPr>
              <w:widowControl/>
              <w:jc w:val="center"/>
            </w:pPr>
            <w:r>
              <w:t>80,0</w:t>
            </w:r>
          </w:p>
        </w:tc>
      </w:tr>
      <w:tr w:rsidR="007819FF" w:rsidRPr="0043557C" w:rsidTr="00991FED">
        <w:trPr>
          <w:gridAfter w:val="1"/>
          <w:wAfter w:w="13" w:type="dxa"/>
          <w:trHeight w:val="420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C6D07" w:rsidRDefault="007819FF" w:rsidP="00775F45">
            <w:pPr>
              <w:widowControl/>
              <w:jc w:val="center"/>
            </w:pPr>
            <w: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12,1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15,6</w:t>
            </w:r>
          </w:p>
        </w:tc>
      </w:tr>
      <w:tr w:rsidR="007819FF" w:rsidRPr="0043557C" w:rsidTr="00991FED">
        <w:trPr>
          <w:gridAfter w:val="1"/>
          <w:wAfter w:w="13" w:type="dxa"/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C6D07" w:rsidRDefault="007819FF" w:rsidP="00A3734D">
            <w:pPr>
              <w:widowControl/>
              <w:jc w:val="center"/>
            </w:pPr>
            <w: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12,1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15,6</w:t>
            </w:r>
          </w:p>
        </w:tc>
      </w:tr>
      <w:tr w:rsidR="007819FF" w:rsidRPr="0043557C" w:rsidTr="00991FED">
        <w:trPr>
          <w:gridAfter w:val="1"/>
          <w:wAfter w:w="13" w:type="dxa"/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775F45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НАЦИОНАЛЬНАЯ ЭКОНОМИКА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FB4F77" w:rsidRDefault="007819FF" w:rsidP="002F4A6E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FB4F77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740,2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FB4F77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755,2</w:t>
            </w:r>
          </w:p>
        </w:tc>
      </w:tr>
      <w:tr w:rsidR="007819FF" w:rsidRPr="0043557C" w:rsidTr="00991FED">
        <w:trPr>
          <w:gridAfter w:val="1"/>
          <w:wAfter w:w="13" w:type="dxa"/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Дорожное хозяйство (дорожные фонды)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>
            <w:r>
              <w:t>723,0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D04589">
            <w:pPr>
              <w:widowControl/>
              <w:jc w:val="center"/>
            </w:pPr>
            <w:r>
              <w:t>733,0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743,0</w:t>
            </w:r>
          </w:p>
        </w:tc>
      </w:tr>
      <w:tr w:rsidR="007819FF" w:rsidRPr="0043557C" w:rsidTr="00991FED">
        <w:trPr>
          <w:gridAfter w:val="1"/>
          <w:wAfter w:w="13" w:type="dxa"/>
          <w:trHeight w:val="147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3E52EA" w:rsidRDefault="007819FF" w:rsidP="00775F45">
            <w:pPr>
              <w:widowControl/>
            </w:pPr>
            <w:r w:rsidRPr="003E52EA">
              <w:t xml:space="preserve">Муниципальная программа Шейнского сельсовета Пачелмского района Пензенской области "Развитие территории, социальной, коммунальной и инженерной инфраструктуры Шейнского сельсовета Пачелмского района Пензенской области  </w:t>
            </w:r>
            <w:r>
              <w:t xml:space="preserve">на  2014-2024 годы  </w:t>
            </w:r>
            <w:r w:rsidRPr="003E52EA">
              <w:t>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3775F0" w:rsidRDefault="007819FF" w:rsidP="00775F45">
            <w:pPr>
              <w:widowControl/>
              <w:jc w:val="center"/>
            </w:pPr>
            <w:r w:rsidRPr="0043557C">
              <w:t>0200000</w:t>
            </w:r>
            <w:r w:rsidRPr="003775F0"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>
            <w:r>
              <w:t>723,0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D04589">
            <w:pPr>
              <w:widowControl/>
              <w:jc w:val="center"/>
            </w:pPr>
            <w:r>
              <w:t>733,0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743,0</w:t>
            </w:r>
          </w:p>
        </w:tc>
      </w:tr>
      <w:tr w:rsidR="007819FF" w:rsidRPr="0043557C" w:rsidTr="00991FED">
        <w:trPr>
          <w:gridAfter w:val="1"/>
          <w:wAfter w:w="13" w:type="dxa"/>
          <w:trHeight w:val="84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Подпрограмма "Содержание и ремонт внутрипоселенческих дорог в Шейнском сельсовете Пачелмского района Пензенской области"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0220000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>
            <w:r>
              <w:t>723,0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D04589">
            <w:pPr>
              <w:widowControl/>
              <w:jc w:val="center"/>
            </w:pPr>
            <w:r>
              <w:t>733,0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743,0</w:t>
            </w:r>
          </w:p>
        </w:tc>
      </w:tr>
      <w:tr w:rsidR="007819FF" w:rsidRPr="0043557C" w:rsidTr="00991FED">
        <w:trPr>
          <w:gridAfter w:val="1"/>
          <w:wAfter w:w="13" w:type="dxa"/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Основное мероприятие " Улучшение состояния автомобильных дорог местного значения в границах поселения"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 xml:space="preserve"> 0220100000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>
            <w:r>
              <w:t>723,0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D04589">
            <w:pPr>
              <w:widowControl/>
              <w:jc w:val="center"/>
            </w:pPr>
            <w:r>
              <w:t>733,0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743,0</w:t>
            </w:r>
          </w:p>
        </w:tc>
      </w:tr>
      <w:tr w:rsidR="007819FF" w:rsidRPr="0043557C" w:rsidTr="00991FED">
        <w:trPr>
          <w:gridAfter w:val="1"/>
          <w:wAfter w:w="13" w:type="dxa"/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Содержание автомобильных дорог и искусственных сооружений на них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0220146010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>
            <w:r>
              <w:t>723,0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D04589">
            <w:pPr>
              <w:widowControl/>
              <w:jc w:val="center"/>
            </w:pPr>
            <w:r>
              <w:t>733,0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743,0</w:t>
            </w:r>
          </w:p>
        </w:tc>
      </w:tr>
      <w:tr w:rsidR="007819FF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>
            <w:r>
              <w:t>723,0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D04589">
            <w:pPr>
              <w:widowControl/>
              <w:jc w:val="center"/>
            </w:pPr>
            <w:r>
              <w:t>733,0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743,0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775F45">
            <w:r>
              <w:t>723,0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775F45">
            <w:pPr>
              <w:widowControl/>
              <w:jc w:val="center"/>
            </w:pPr>
            <w:r>
              <w:t>733,0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743,0</w:t>
            </w:r>
          </w:p>
        </w:tc>
      </w:tr>
      <w:tr w:rsidR="007819FF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Другие вопросы в области национальной экономики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2F4A6E">
            <w:pPr>
              <w:widowControl/>
            </w:pPr>
            <w:r>
              <w:t>12,2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7,2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12,2</w:t>
            </w:r>
          </w:p>
        </w:tc>
      </w:tr>
      <w:tr w:rsidR="007819FF" w:rsidRPr="0043557C" w:rsidTr="00991FED">
        <w:trPr>
          <w:trHeight w:val="147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на  2014-2024 годы   </w:t>
            </w:r>
            <w:r w:rsidRPr="0043557C"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040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2F4A6E">
            <w:pPr>
              <w:widowControl/>
            </w:pPr>
            <w:r>
              <w:t>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7,2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12,2</w:t>
            </w:r>
          </w:p>
        </w:tc>
      </w:tr>
      <w:tr w:rsidR="007819FF" w:rsidRPr="0043557C" w:rsidTr="00991FED">
        <w:trPr>
          <w:trHeight w:val="84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Подпрограмма «Оценка недвижимости, признания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</w:t>
            </w:r>
            <w:r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041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D04589">
            <w:pPr>
              <w:widowControl/>
              <w:jc w:val="center"/>
            </w:pPr>
            <w:r>
              <w:t>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1</w:t>
            </w:r>
            <w:r w:rsidRPr="0043557C">
              <w:t>0,0</w:t>
            </w:r>
          </w:p>
        </w:tc>
      </w:tr>
      <w:tr w:rsidR="007819FF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041</w:t>
            </w:r>
            <w:r w:rsidRPr="0043557C">
              <w:rPr>
                <w:lang w:val="en-US"/>
              </w:rPr>
              <w:t>01</w:t>
            </w:r>
            <w:r w:rsidRPr="0043557C">
              <w:t>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D04589">
            <w:pPr>
              <w:widowControl/>
              <w:jc w:val="center"/>
            </w:pPr>
            <w:r>
              <w:t>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1</w:t>
            </w:r>
            <w:r w:rsidRPr="0043557C">
              <w:t>0,0</w:t>
            </w:r>
          </w:p>
        </w:tc>
      </w:tr>
      <w:tr w:rsidR="007819FF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FB4F77" w:rsidRDefault="007819FF" w:rsidP="00775F45">
            <w:pPr>
              <w:widowControl/>
            </w:pPr>
            <w:r w:rsidRPr="00FB4F77">
              <w:t>Мероприятия в области градостроительства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FB4F77" w:rsidRDefault="007819FF" w:rsidP="00775F45">
            <w:pPr>
              <w:widowControl/>
              <w:jc w:val="center"/>
            </w:pPr>
            <w:r w:rsidRPr="00FB4F77">
              <w:t>0410120400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D04589">
            <w:pPr>
              <w:widowControl/>
              <w:jc w:val="center"/>
            </w:pPr>
            <w:r>
              <w:t>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1</w:t>
            </w:r>
            <w:r w:rsidRPr="0043557C">
              <w:t>0,0</w:t>
            </w:r>
          </w:p>
        </w:tc>
      </w:tr>
      <w:tr w:rsidR="007819FF" w:rsidRPr="0043557C" w:rsidTr="00991FED">
        <w:trPr>
          <w:gridAfter w:val="1"/>
          <w:wAfter w:w="13" w:type="dxa"/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FB4F77" w:rsidRDefault="007819FF" w:rsidP="00775F45">
            <w:pPr>
              <w:widowControl/>
              <w:jc w:val="center"/>
              <w:rPr>
                <w:lang w:val="en-US"/>
              </w:rPr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 w:rsidRPr="00FB4F77">
              <w:t>2040</w:t>
            </w:r>
            <w:r w:rsidRPr="00FB4F77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2</w:t>
            </w:r>
            <w:r w:rsidRPr="0043557C">
              <w:rPr>
                <w:lang w:val="en-US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D04589">
            <w:pPr>
              <w:widowControl/>
              <w:jc w:val="center"/>
            </w:pPr>
            <w:r>
              <w:t>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widowControl/>
              <w:jc w:val="center"/>
            </w:pPr>
            <w:r>
              <w:t>1</w:t>
            </w:r>
            <w:r w:rsidRPr="0043557C">
              <w:t>0,0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FB4F77" w:rsidRDefault="007819FF" w:rsidP="00775F45">
            <w:pPr>
              <w:widowControl/>
              <w:jc w:val="center"/>
              <w:rPr>
                <w:lang w:val="en-US"/>
              </w:rPr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 w:rsidRPr="00FB4F77">
              <w:t>2040</w:t>
            </w:r>
            <w:r w:rsidRPr="00FB4F77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775F45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116D8A">
            <w:pPr>
              <w:widowControl/>
              <w:jc w:val="center"/>
            </w:pPr>
            <w:r>
              <w:t>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</w:t>
            </w:r>
            <w:r w:rsidRPr="0043557C">
              <w:t>0,0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  <w:p w:rsidR="007819FF" w:rsidRPr="0043557C" w:rsidRDefault="007819FF" w:rsidP="00775F45"/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2,2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2,2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Основное мероприятие «Реализация отдельных</w:t>
            </w:r>
            <w:r>
              <w:t xml:space="preserve"> переданных полномочий </w:t>
            </w:r>
            <w:r w:rsidRPr="003E52EA">
              <w:t>Шейнским сельсоветом</w:t>
            </w:r>
            <w:r w:rsidRPr="0043557C">
              <w:t xml:space="preserve"> Пачелмского района Пензенской области»</w:t>
            </w:r>
          </w:p>
          <w:p w:rsidR="007819FF" w:rsidRPr="0043557C" w:rsidRDefault="007819FF" w:rsidP="00775F45"/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2,2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2,2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Отдельные полномочия по решению вопросов местного значения в сфере градостроительной деятельности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0440180220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775F45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1,0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0440180220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775F45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1,</w:t>
            </w:r>
            <w:r w:rsidRPr="0043557C">
              <w:t>0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0440180220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775F45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775F45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775F45">
            <w:pPr>
              <w:jc w:val="center"/>
            </w:pPr>
            <w:r w:rsidRPr="007B2E3D">
              <w:t>1,0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Исполнение полномочий Пачелмского района по осуществлению муниципального контроля за использованием земель сельского поселения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0440180290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1,2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0440180290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1,2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0440180290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775F45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775F45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775F45">
            <w:pPr>
              <w:jc w:val="center"/>
            </w:pPr>
            <w:r w:rsidRPr="007B2E3D">
              <w:t>1,2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775F45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КУЛЬТУРА, КИНЕМАТОГРАФИЯ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08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643,1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639,7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Культура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>
              <w:t>729,7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643,1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16D8A">
            <w:pPr>
              <w:widowControl/>
              <w:jc w:val="center"/>
            </w:pPr>
            <w:r>
              <w:t>639,7</w:t>
            </w:r>
          </w:p>
        </w:tc>
      </w:tr>
      <w:tr w:rsidR="007819FF" w:rsidRPr="0043557C" w:rsidTr="00991FED">
        <w:trPr>
          <w:trHeight w:val="105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 Развитие культуры и поддержка молодежи Шейнского сельсовета Пачелмского района Пензенской области</w:t>
            </w:r>
            <w:r>
              <w:t xml:space="preserve">   на  2014-2024 годы </w:t>
            </w:r>
            <w:r w:rsidRPr="0043557C">
              <w:t>"</w:t>
            </w:r>
            <w:r>
              <w:t xml:space="preserve"> </w:t>
            </w:r>
            <w:r w:rsidRPr="0043557C"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0300000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/>
          <w:p w:rsidR="007819FF" w:rsidRPr="0043557C" w:rsidRDefault="007819FF" w:rsidP="00D04589">
            <w: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jc w:val="center"/>
            </w:pPr>
            <w:r>
              <w:t>243,4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jc w:val="center"/>
            </w:pPr>
            <w:r>
              <w:t>240,0</w:t>
            </w:r>
          </w:p>
        </w:tc>
      </w:tr>
      <w:tr w:rsidR="007819FF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Подпрограмма «Содержание объектов социальной культурной сферы»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0330000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/>
          <w:p w:rsidR="007819FF" w:rsidRPr="0043557C" w:rsidRDefault="007819FF" w:rsidP="00D04589">
            <w: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jc w:val="center"/>
            </w:pPr>
            <w:r>
              <w:t>243,4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jc w:val="center"/>
            </w:pPr>
            <w:r>
              <w:t>240,0</w:t>
            </w:r>
          </w:p>
        </w:tc>
      </w:tr>
      <w:tr w:rsidR="007819FF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rPr>
                <w:sz w:val="16"/>
                <w:szCs w:val="16"/>
              </w:rPr>
            </w:pPr>
            <w:r w:rsidRPr="0043557C">
              <w:t>Основное мероприятие "Обеспечение соответствия состояния объектов социально-культурной сферы  нормативным требованиям</w:t>
            </w:r>
            <w:r w:rsidRPr="0043557C">
              <w:rPr>
                <w:sz w:val="16"/>
                <w:szCs w:val="16"/>
              </w:rPr>
              <w:t>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 xml:space="preserve">     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0330100000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/>
          <w:p w:rsidR="007819FF" w:rsidRPr="0043557C" w:rsidRDefault="007819FF" w:rsidP="00D04589">
            <w: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jc w:val="center"/>
            </w:pPr>
            <w:r>
              <w:t>243,4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jc w:val="center"/>
            </w:pPr>
            <w:r>
              <w:t>240,0</w:t>
            </w:r>
          </w:p>
        </w:tc>
      </w:tr>
      <w:tr w:rsidR="007819FF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Расходы н</w:t>
            </w:r>
            <w:r>
              <w:t>а содержание объектов социально-</w:t>
            </w:r>
            <w:r w:rsidRPr="0043557C">
              <w:t xml:space="preserve"> культурой сферы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/>
          <w:p w:rsidR="007819FF" w:rsidRPr="0043557C" w:rsidRDefault="007819FF" w:rsidP="00D04589">
            <w: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jc w:val="center"/>
            </w:pPr>
            <w:r>
              <w:t>243,4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jc w:val="center"/>
            </w:pPr>
            <w:r>
              <w:t>240,0</w:t>
            </w:r>
          </w:p>
        </w:tc>
      </w:tr>
      <w:tr w:rsidR="007819FF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1715A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D04589"/>
          <w:p w:rsidR="007819FF" w:rsidRPr="0043557C" w:rsidRDefault="007819FF" w:rsidP="00D04589">
            <w: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jc w:val="center"/>
            </w:pPr>
            <w:r>
              <w:t>243,4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04589">
            <w:pPr>
              <w:jc w:val="center"/>
            </w:pPr>
            <w:r>
              <w:t>240,0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775F45"/>
          <w:p w:rsidR="007819FF" w:rsidRPr="0043557C" w:rsidRDefault="007819FF" w:rsidP="00775F45">
            <w: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243,4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B83F4A">
            <w:pPr>
              <w:jc w:val="center"/>
            </w:pPr>
            <w:r>
              <w:t>240,0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514176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 на  2014-2024 годы </w:t>
            </w:r>
            <w:r w:rsidRPr="0043557C"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1715A">
            <w:pPr>
              <w:widowControl/>
              <w:jc w:val="center"/>
              <w:rPr>
                <w:lang w:val="en-US"/>
              </w:rPr>
            </w:pPr>
            <w:r>
              <w:t>04</w:t>
            </w:r>
            <w:r w:rsidRPr="0043557C">
              <w:t>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512663">
              <w:t>399,7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512663">
              <w:t>399,7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512663">
              <w:t>399,7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F504FD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1715A">
            <w:pPr>
              <w:widowControl/>
              <w:jc w:val="center"/>
              <w:rPr>
                <w:lang w:val="en-US"/>
              </w:rPr>
            </w:pPr>
            <w:r>
              <w:t>044</w:t>
            </w:r>
            <w:r w:rsidRPr="0043557C">
              <w:t>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0200E">
              <w:t>399,7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0200E">
              <w:t>399,7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0200E">
              <w:t>399,7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</w:pPr>
            <w:r w:rsidRPr="0043557C"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</w:pPr>
            <w:r w:rsidRPr="0043557C">
              <w:t xml:space="preserve">      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D1715A">
            <w:pPr>
              <w:widowControl/>
            </w:pPr>
            <w:r>
              <w:t>044</w:t>
            </w:r>
            <w:r w:rsidRPr="0043557C"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0200E">
              <w:t>399,7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0200E">
              <w:t>399,7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0200E">
              <w:t>399,7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F504FD">
            <w:pPr>
              <w:widowControl/>
            </w:pPr>
            <w:r w:rsidRPr="0043557C"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90B29" w:rsidRDefault="007819FF" w:rsidP="00D1715A">
            <w:pPr>
              <w:widowControl/>
              <w:jc w:val="center"/>
            </w:pPr>
            <w:r>
              <w:t>0440180250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0200E">
              <w:t>399,7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0200E">
              <w:t>399,7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0200E">
              <w:t>399,7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F504FD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5F50FE">
              <w:t>0440180250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0200E">
              <w:t>399,7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0200E">
              <w:t>399,7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0200E">
              <w:t>399,7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F504FD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5F50FE">
              <w:t>0440180250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F504FD">
            <w:pPr>
              <w:widowControl/>
              <w:jc w:val="center"/>
            </w:pPr>
            <w:r>
              <w:t>5</w:t>
            </w:r>
            <w:r w:rsidRPr="0043557C"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0200E">
              <w:t>399,7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0200E">
              <w:t>399,7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0200E">
              <w:t>399,7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775F45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СОЦИАЛЬНАЯ ПОЛИТИКА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10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D7232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A12BB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A12BB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Пенсионное обеспечение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</w:tr>
      <w:tr w:rsidR="007819FF" w:rsidRPr="0043557C" w:rsidTr="00991FED">
        <w:trPr>
          <w:trHeight w:val="1751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 сельсовете Пачелмского района Пензенской области</w:t>
            </w:r>
            <w:r>
              <w:t xml:space="preserve">  на  2014-2024 годы</w:t>
            </w:r>
            <w:r w:rsidRPr="0043557C"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</w:tr>
      <w:tr w:rsidR="007819FF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Подпрограмма «Предоставление мер социальной поддержки отдельных категорий граждан»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0430000000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Основное мероприятие «Выполнение обязательств по социальной поддержке отдельных категорий граждан»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Доплаты к пенсиям муниципальных служащих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0430124250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</w:tr>
      <w:tr w:rsidR="007819FF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Социальное обеспечение и иные выплаты населению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0430124250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E10E4E" w:rsidRDefault="007819FF" w:rsidP="00775F45">
            <w:pPr>
              <w:widowControl/>
              <w:jc w:val="center"/>
            </w:pPr>
            <w:r w:rsidRPr="00E10E4E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</w:tr>
      <w:tr w:rsidR="007819FF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Публичные нормативные социальные выплаты гражданам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0430124250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286374">
              <w:t>19,5</w:t>
            </w:r>
          </w:p>
        </w:tc>
      </w:tr>
      <w:tr w:rsidR="007819FF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19FF" w:rsidRPr="00FE1452" w:rsidRDefault="007819FF" w:rsidP="00775F45">
            <w:pPr>
              <w:widowControl/>
              <w:rPr>
                <w:b/>
              </w:rPr>
            </w:pPr>
            <w:r w:rsidRPr="00FE1452">
              <w:rPr>
                <w:b/>
              </w:rPr>
              <w:t>ВСЕГО: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775F45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3989,0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775F45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3672,4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775F45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3685,0</w:t>
            </w:r>
          </w:p>
        </w:tc>
      </w:tr>
    </w:tbl>
    <w:p w:rsidR="007819FF" w:rsidRPr="0043557C" w:rsidRDefault="007819FF" w:rsidP="00775F45">
      <w:pPr>
        <w:pStyle w:val="BodyText"/>
        <w:rPr>
          <w:sz w:val="24"/>
        </w:rPr>
      </w:pPr>
    </w:p>
    <w:p w:rsidR="007819FF" w:rsidRPr="0043557C" w:rsidRDefault="007819FF" w:rsidP="00775F45">
      <w:pPr>
        <w:pStyle w:val="BodyText"/>
        <w:spacing w:line="240" w:lineRule="exact"/>
      </w:pPr>
      <w:r w:rsidRPr="0043557C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819FF" w:rsidRPr="0043557C" w:rsidRDefault="007819FF" w:rsidP="00775F45">
      <w:pPr>
        <w:jc w:val="right"/>
        <w:rPr>
          <w:color w:val="FF0000"/>
        </w:rPr>
      </w:pPr>
      <w:r>
        <w:t xml:space="preserve"> </w:t>
      </w:r>
      <w:r w:rsidRPr="0043557C">
        <w:t>Приложение  9</w:t>
      </w:r>
    </w:p>
    <w:p w:rsidR="007819FF" w:rsidRPr="0043557C" w:rsidRDefault="007819FF" w:rsidP="00775F45">
      <w:pPr>
        <w:jc w:val="right"/>
      </w:pPr>
      <w:r w:rsidRPr="0043557C">
        <w:t>к решению Комитета местного</w:t>
      </w:r>
    </w:p>
    <w:p w:rsidR="007819FF" w:rsidRPr="0043557C" w:rsidRDefault="007819FF" w:rsidP="00775F45">
      <w:pPr>
        <w:jc w:val="right"/>
      </w:pPr>
      <w:r w:rsidRPr="0043557C">
        <w:t xml:space="preserve"> самоуправления Шейнского сельсовета</w:t>
      </w:r>
    </w:p>
    <w:p w:rsidR="007819FF" w:rsidRPr="0043557C" w:rsidRDefault="007819FF" w:rsidP="00775F45">
      <w:pPr>
        <w:jc w:val="right"/>
      </w:pPr>
      <w:r w:rsidRPr="0043557C">
        <w:t>Пачелмского района Пензенской области</w:t>
      </w:r>
    </w:p>
    <w:p w:rsidR="007819FF" w:rsidRDefault="007819FF" w:rsidP="00775F45">
      <w:pPr>
        <w:jc w:val="right"/>
      </w:pPr>
      <w:r w:rsidRPr="0043557C">
        <w:t xml:space="preserve">от </w:t>
      </w:r>
      <w:r>
        <w:t xml:space="preserve">  </w:t>
      </w:r>
      <w:r w:rsidRPr="0043557C">
        <w:t>№</w:t>
      </w:r>
      <w:r>
        <w:t xml:space="preserve"> </w:t>
      </w:r>
    </w:p>
    <w:p w:rsidR="007819FF" w:rsidRPr="0043557C" w:rsidRDefault="007819FF" w:rsidP="00775F45">
      <w:pPr>
        <w:jc w:val="right"/>
      </w:pPr>
    </w:p>
    <w:p w:rsidR="007819FF" w:rsidRDefault="007819FF" w:rsidP="00775F45">
      <w:pPr>
        <w:pStyle w:val="BodyText"/>
        <w:jc w:val="center"/>
        <w:rPr>
          <w:color w:val="000000"/>
          <w:sz w:val="24"/>
          <w:szCs w:val="24"/>
        </w:rPr>
      </w:pPr>
      <w:r w:rsidRPr="0043557C">
        <w:rPr>
          <w:sz w:val="16"/>
          <w:szCs w:val="16"/>
        </w:rPr>
        <w:t xml:space="preserve">              </w:t>
      </w:r>
      <w:r w:rsidRPr="00D2030B">
        <w:rPr>
          <w:color w:val="000000"/>
          <w:sz w:val="24"/>
          <w:szCs w:val="24"/>
        </w:rPr>
        <w:t xml:space="preserve"> </w:t>
      </w:r>
      <w:r w:rsidRPr="00D2030B">
        <w:rPr>
          <w:b/>
          <w:bCs/>
          <w:color w:val="000000"/>
          <w:sz w:val="24"/>
          <w:szCs w:val="24"/>
        </w:rPr>
        <w:t xml:space="preserve">Ведомственная  структура (Вед) расходов бюджета Шейнского сельсовета Пачелмского </w:t>
      </w:r>
      <w:r>
        <w:rPr>
          <w:b/>
          <w:bCs/>
          <w:color w:val="000000"/>
          <w:sz w:val="24"/>
          <w:szCs w:val="24"/>
        </w:rPr>
        <w:t>района Пензенской области на 2021</w:t>
      </w:r>
      <w:r w:rsidRPr="00D2030B">
        <w:rPr>
          <w:b/>
          <w:bCs/>
          <w:color w:val="000000"/>
          <w:sz w:val="24"/>
          <w:szCs w:val="24"/>
        </w:rPr>
        <w:t xml:space="preserve"> год и  плановый период 202</w:t>
      </w:r>
      <w:r>
        <w:rPr>
          <w:b/>
          <w:bCs/>
          <w:color w:val="000000"/>
          <w:sz w:val="24"/>
          <w:szCs w:val="24"/>
        </w:rPr>
        <w:t xml:space="preserve">2 </w:t>
      </w:r>
      <w:r w:rsidRPr="00CD265B">
        <w:rPr>
          <w:b/>
          <w:bCs/>
          <w:sz w:val="24"/>
          <w:szCs w:val="24"/>
        </w:rPr>
        <w:t>и</w:t>
      </w:r>
      <w:r>
        <w:rPr>
          <w:b/>
          <w:bCs/>
          <w:color w:val="000000"/>
          <w:sz w:val="24"/>
          <w:szCs w:val="24"/>
        </w:rPr>
        <w:t xml:space="preserve"> </w:t>
      </w:r>
      <w:r w:rsidRPr="00D2030B">
        <w:rPr>
          <w:b/>
          <w:bCs/>
          <w:color w:val="000000"/>
          <w:sz w:val="24"/>
          <w:szCs w:val="24"/>
        </w:rPr>
        <w:t>202</w:t>
      </w:r>
      <w:r>
        <w:rPr>
          <w:b/>
          <w:bCs/>
          <w:color w:val="000000"/>
          <w:sz w:val="24"/>
          <w:szCs w:val="24"/>
        </w:rPr>
        <w:t>3</w:t>
      </w:r>
      <w:r w:rsidRPr="00D2030B">
        <w:rPr>
          <w:b/>
          <w:bCs/>
          <w:color w:val="000000"/>
          <w:sz w:val="24"/>
          <w:szCs w:val="24"/>
        </w:rPr>
        <w:t xml:space="preserve"> годов</w:t>
      </w:r>
      <w:r>
        <w:rPr>
          <w:color w:val="000000"/>
          <w:sz w:val="24"/>
          <w:szCs w:val="24"/>
        </w:rPr>
        <w:t>.</w:t>
      </w:r>
    </w:p>
    <w:p w:rsidR="007819FF" w:rsidRPr="002D3BE2" w:rsidRDefault="007819FF" w:rsidP="00775F45">
      <w:pPr>
        <w:pStyle w:val="BodyText"/>
        <w:jc w:val="center"/>
        <w:rPr>
          <w:b/>
          <w:bCs/>
          <w:sz w:val="20"/>
          <w:szCs w:val="20"/>
        </w:rPr>
      </w:pPr>
    </w:p>
    <w:p w:rsidR="007819FF" w:rsidRPr="0043557C" w:rsidRDefault="007819FF" w:rsidP="00775F45">
      <w:pPr>
        <w:pStyle w:val="BodyText"/>
        <w:jc w:val="right"/>
        <w:rPr>
          <w:b/>
          <w:bCs/>
          <w:sz w:val="20"/>
          <w:szCs w:val="20"/>
        </w:rPr>
      </w:pPr>
      <w:r w:rsidRPr="0043557C">
        <w:rPr>
          <w:b/>
          <w:bCs/>
          <w:sz w:val="20"/>
          <w:szCs w:val="20"/>
        </w:rPr>
        <w:t xml:space="preserve">тыс.руб.               </w:t>
      </w:r>
    </w:p>
    <w:tbl>
      <w:tblPr>
        <w:tblW w:w="11147" w:type="dxa"/>
        <w:jc w:val="center"/>
        <w:tblLook w:val="00A0"/>
      </w:tblPr>
      <w:tblGrid>
        <w:gridCol w:w="3732"/>
        <w:gridCol w:w="645"/>
        <w:gridCol w:w="709"/>
        <w:gridCol w:w="850"/>
        <w:gridCol w:w="1283"/>
        <w:gridCol w:w="602"/>
        <w:gridCol w:w="1066"/>
        <w:gridCol w:w="934"/>
        <w:gridCol w:w="766"/>
        <w:gridCol w:w="560"/>
      </w:tblGrid>
      <w:tr w:rsidR="007819FF" w:rsidRPr="0043557C" w:rsidTr="00F504FD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Наименование показателя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Сумма</w:t>
            </w:r>
          </w:p>
        </w:tc>
      </w:tr>
      <w:tr w:rsidR="007819FF" w:rsidRPr="0043557C" w:rsidTr="00F504FD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Вед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Рз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Пр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ЦСР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Вр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41F43" w:rsidRDefault="007819FF" w:rsidP="0083410E">
            <w:pPr>
              <w:widowControl/>
              <w:jc w:val="center"/>
              <w:rPr>
                <w:b/>
                <w:bCs/>
              </w:rPr>
            </w:pPr>
            <w:r w:rsidRPr="00741F43">
              <w:rPr>
                <w:b/>
                <w:bCs/>
              </w:rPr>
              <w:t> 20</w:t>
            </w:r>
            <w:r>
              <w:rPr>
                <w:b/>
                <w:bCs/>
              </w:rPr>
              <w:t>21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741F43" w:rsidRDefault="007819FF" w:rsidP="0083410E">
            <w:pPr>
              <w:widowControl/>
              <w:jc w:val="center"/>
              <w:rPr>
                <w:b/>
                <w:bCs/>
              </w:rPr>
            </w:pPr>
            <w:r w:rsidRPr="00741F43">
              <w:rPr>
                <w:b/>
                <w:bCs/>
              </w:rPr>
              <w:t>202</w:t>
            </w:r>
            <w:r>
              <w:rPr>
                <w:b/>
                <w:bCs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741F43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</w:tr>
      <w:tr w:rsidR="007819FF" w:rsidRPr="0043557C" w:rsidTr="00F504FD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9</w:t>
            </w:r>
          </w:p>
        </w:tc>
      </w:tr>
      <w:tr w:rsidR="007819FF" w:rsidRPr="0043557C" w:rsidTr="00F504FD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752157" w:rsidRDefault="007819FF" w:rsidP="001479F5">
            <w:pPr>
              <w:widowControl/>
              <w:rPr>
                <w:b/>
              </w:rPr>
            </w:pPr>
            <w:r w:rsidRPr="00752157">
              <w:rPr>
                <w:b/>
              </w:rPr>
              <w:t>Администрация Шейнского сельсовета Пачелмского района Пензенской области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FE1452" w:rsidRDefault="007819FF" w:rsidP="00775F45">
            <w:pPr>
              <w:widowControl/>
              <w:jc w:val="center"/>
              <w:rPr>
                <w:b/>
              </w:rPr>
            </w:pPr>
          </w:p>
          <w:p w:rsidR="007819FF" w:rsidRPr="00FE1452" w:rsidRDefault="007819FF" w:rsidP="00775F45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901</w:t>
            </w:r>
          </w:p>
          <w:p w:rsidR="007819FF" w:rsidRPr="00FE1452" w:rsidRDefault="007819FF" w:rsidP="00775F45">
            <w:pPr>
              <w:widowControl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52157" w:rsidRDefault="007819FF" w:rsidP="001479F5">
            <w:pPr>
              <w:widowControl/>
              <w:rPr>
                <w:b/>
                <w:lang w:val="en-US"/>
              </w:rPr>
            </w:pPr>
            <w:r>
              <w:rPr>
                <w:b/>
              </w:rPr>
              <w:t>3989,0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52157" w:rsidRDefault="007819FF" w:rsidP="001479F5">
            <w:pPr>
              <w:widowControl/>
              <w:jc w:val="center"/>
              <w:rPr>
                <w:b/>
                <w:lang w:val="en-US"/>
              </w:rPr>
            </w:pPr>
            <w:r>
              <w:rPr>
                <w:b/>
              </w:rPr>
              <w:t>3672,4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52157" w:rsidRDefault="007819FF" w:rsidP="001479F5">
            <w:pPr>
              <w:widowControl/>
              <w:rPr>
                <w:b/>
              </w:rPr>
            </w:pPr>
          </w:p>
          <w:p w:rsidR="007819FF" w:rsidRPr="00752157" w:rsidRDefault="007819FF" w:rsidP="001479F5">
            <w:pPr>
              <w:widowControl/>
              <w:jc w:val="center"/>
              <w:rPr>
                <w:b/>
                <w:lang w:val="en-US"/>
              </w:rPr>
            </w:pPr>
            <w:r>
              <w:rPr>
                <w:b/>
              </w:rPr>
              <w:t>3685,0</w:t>
            </w:r>
          </w:p>
        </w:tc>
      </w:tr>
      <w:tr w:rsidR="007819FF" w:rsidRPr="0043557C" w:rsidTr="00F504FD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1479F5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2413,5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2177,5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2175,0</w:t>
            </w:r>
          </w:p>
        </w:tc>
      </w:tr>
      <w:tr w:rsidR="007819FF" w:rsidRPr="0043557C" w:rsidTr="001479F5">
        <w:trPr>
          <w:gridAfter w:val="1"/>
          <w:wAfter w:w="560" w:type="dxa"/>
          <w:trHeight w:val="105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1479F5">
            <w:pPr>
              <w:widowControl/>
            </w:pPr>
            <w:r w:rsidRPr="00A67A4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  <w:r w:rsidRPr="00A67A48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1479F5">
            <w:r>
              <w:t>2405,5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1479F5">
            <w:r>
              <w:t>2169,5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1479F5">
            <w:r>
              <w:t>2167,0</w:t>
            </w:r>
          </w:p>
        </w:tc>
      </w:tr>
      <w:tr w:rsidR="007819FF" w:rsidRPr="0043557C" w:rsidTr="001479F5">
        <w:trPr>
          <w:gridAfter w:val="1"/>
          <w:wAfter w:w="560" w:type="dxa"/>
          <w:trHeight w:val="105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</w:t>
            </w:r>
            <w:r>
              <w:t xml:space="preserve"> на  2014-2024 годы </w:t>
            </w:r>
            <w:r w:rsidRPr="0043557C">
              <w:t>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jc w:val="center"/>
            </w:pPr>
            <w:r>
              <w:t>2405,5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2169,5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2167,0</w:t>
            </w:r>
          </w:p>
        </w:tc>
      </w:tr>
      <w:tr w:rsidR="007819FF" w:rsidRPr="0043557C" w:rsidTr="00F504FD">
        <w:trPr>
          <w:gridAfter w:val="1"/>
          <w:wAfter w:w="560" w:type="dxa"/>
          <w:trHeight w:val="105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Подпрограмма "Обеспечение деятельности администрации Шейнского сельсовета Пачелмского района Пензенской области"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 w:rsidP="001479F5">
            <w:r>
              <w:t>2405,5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2169,5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2167,0</w:t>
            </w:r>
          </w:p>
        </w:tc>
      </w:tr>
      <w:tr w:rsidR="007819FF" w:rsidRPr="0043557C" w:rsidTr="00F504FD">
        <w:trPr>
          <w:gridAfter w:val="1"/>
          <w:wAfter w:w="560" w:type="dxa"/>
          <w:trHeight w:val="105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Основное мероприятие "Создание  оптимальных  условий для повышения эффективности реализации полномочий администрацией Шейнского сельсовета  Пачелмского района Пензенской области"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 w:rsidP="001479F5">
            <w:r>
              <w:t>2405,5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2169,5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C257C0" w:rsidRDefault="007819FF" w:rsidP="001479F5">
            <w:pPr>
              <w:jc w:val="center"/>
            </w:pPr>
            <w:r>
              <w:t>2167,0</w:t>
            </w:r>
          </w:p>
        </w:tc>
      </w:tr>
      <w:tr w:rsidR="007819FF" w:rsidRPr="0043557C" w:rsidTr="00F504FD">
        <w:trPr>
          <w:gridAfter w:val="1"/>
          <w:wAfter w:w="560" w:type="dxa"/>
          <w:trHeight w:val="669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Расходы на выплаты по оплате труда работников  органов  местного самоуправления (глава администрации)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758,4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758,4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758,4</w:t>
            </w:r>
          </w:p>
        </w:tc>
      </w:tr>
      <w:tr w:rsidR="007819FF" w:rsidRPr="0043557C" w:rsidTr="00F504FD">
        <w:trPr>
          <w:gridAfter w:val="1"/>
          <w:wAfter w:w="560" w:type="dxa"/>
          <w:trHeight w:val="109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758,4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758,4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758,4</w:t>
            </w:r>
          </w:p>
        </w:tc>
      </w:tr>
      <w:tr w:rsidR="007819FF" w:rsidRPr="0043557C" w:rsidTr="00F504FD">
        <w:trPr>
          <w:gridAfter w:val="1"/>
          <w:wAfter w:w="560" w:type="dxa"/>
          <w:trHeight w:val="511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758,4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758,4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758,4</w:t>
            </w:r>
          </w:p>
        </w:tc>
      </w:tr>
      <w:tr w:rsidR="007819FF" w:rsidRPr="0043557C" w:rsidTr="00F504FD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925,3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41F43" w:rsidRDefault="007819FF" w:rsidP="001479F5">
            <w:pPr>
              <w:widowControl/>
              <w:jc w:val="center"/>
            </w:pPr>
            <w:r>
              <w:t>925,3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41F43" w:rsidRDefault="007819FF" w:rsidP="001479F5">
            <w:pPr>
              <w:widowControl/>
              <w:jc w:val="center"/>
            </w:pPr>
            <w:r>
              <w:t>925,3</w:t>
            </w:r>
          </w:p>
        </w:tc>
      </w:tr>
      <w:tr w:rsidR="007819FF" w:rsidRPr="0043557C" w:rsidTr="001479F5">
        <w:trPr>
          <w:gridAfter w:val="1"/>
          <w:wAfter w:w="560" w:type="dxa"/>
          <w:trHeight w:val="126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925,3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925,3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/>
          <w:p w:rsidR="007819FF" w:rsidRPr="0043557C" w:rsidRDefault="007819FF" w:rsidP="001479F5">
            <w:r>
              <w:t>925,3</w:t>
            </w:r>
          </w:p>
        </w:tc>
      </w:tr>
      <w:tr w:rsidR="007819FF" w:rsidRPr="0043557C" w:rsidTr="001479F5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925,3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925,3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/>
          <w:p w:rsidR="007819FF" w:rsidRPr="0043557C" w:rsidRDefault="007819FF" w:rsidP="001479F5">
            <w:r>
              <w:t>925,3</w:t>
            </w:r>
          </w:p>
        </w:tc>
      </w:tr>
      <w:tr w:rsidR="007819FF" w:rsidRPr="0043557C" w:rsidTr="00F504FD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Расходы на обеспечение функций органов местного самоуправления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721,8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485,8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483,3</w:t>
            </w:r>
          </w:p>
        </w:tc>
      </w:tr>
      <w:tr w:rsidR="007819FF" w:rsidRPr="0043557C" w:rsidTr="00F504FD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691,8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455,8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412,1</w:t>
            </w:r>
          </w:p>
        </w:tc>
      </w:tr>
      <w:tr w:rsidR="007819FF" w:rsidRPr="0043557C" w:rsidTr="00F504FD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691,8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455,8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412,1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30,0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r>
              <w:t>30,0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r>
              <w:t>71,2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30,0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r>
              <w:t>30,0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r>
              <w:t>71,2</w:t>
            </w:r>
          </w:p>
        </w:tc>
      </w:tr>
      <w:tr w:rsidR="007819FF" w:rsidRPr="0043557C" w:rsidTr="00F504FD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</w:pPr>
            <w:r w:rsidRPr="00A67A48">
              <w:t>Обеспечение деятельности финансовых, налоговых и таможенных органов и органов финансового (финансово-бюджетного)надзора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</w:pPr>
            <w:r w:rsidRPr="00A67A48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  <w:r w:rsidRPr="00A67A48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</w:pPr>
            <w:r w:rsidRPr="00A67A48">
              <w:t>3,</w:t>
            </w:r>
            <w:r w:rsidRPr="00A67A48"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</w:pPr>
            <w:r w:rsidRPr="00A67A48">
              <w:t>3,0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</w:pPr>
            <w:r w:rsidRPr="00A67A48">
              <w:t>3,0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Муниципальная программа Шейнского сельсовета 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на  2014-2024 годы  </w:t>
            </w:r>
            <w:r w:rsidRPr="0043557C"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321873" w:rsidRDefault="007819FF" w:rsidP="001479F5">
            <w:pPr>
              <w:widowControl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r>
              <w:t>3</w:t>
            </w:r>
            <w:r w:rsidRPr="0043557C">
              <w:t>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r>
              <w:t>3,0</w:t>
            </w:r>
          </w:p>
        </w:tc>
      </w:tr>
      <w:tr w:rsidR="007819FF" w:rsidRPr="0043557C" w:rsidTr="00F504FD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Подпрограмма « Реализация отдельных переданных полномочий»</w:t>
            </w:r>
          </w:p>
          <w:p w:rsidR="007819FF" w:rsidRPr="0043557C" w:rsidRDefault="007819FF" w:rsidP="001479F5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0440000000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321873" w:rsidRDefault="007819FF" w:rsidP="001479F5">
            <w:pPr>
              <w:widowControl/>
              <w:jc w:val="center"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3,</w:t>
            </w:r>
            <w:r w:rsidRPr="0043557C"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3</w:t>
            </w:r>
            <w:r w:rsidRPr="0043557C">
              <w:t>,0</w:t>
            </w:r>
          </w:p>
        </w:tc>
      </w:tr>
      <w:tr w:rsidR="007819FF" w:rsidRPr="0043557C" w:rsidTr="00F504FD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 xml:space="preserve">Основное мероприятие «Реализация отдельных переданных полномочий </w:t>
            </w:r>
            <w:r w:rsidRPr="003E52EA">
              <w:t>Шейнским</w:t>
            </w:r>
            <w:r w:rsidRPr="00864F6E">
              <w:rPr>
                <w:color w:val="FF0000"/>
              </w:rPr>
              <w:t xml:space="preserve"> </w:t>
            </w:r>
            <w:r>
              <w:t xml:space="preserve">сельсоветом </w:t>
            </w:r>
            <w:r w:rsidRPr="0043557C">
              <w:t>Пачелмского района Пензенской области»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321873" w:rsidRDefault="007819FF" w:rsidP="001479F5">
            <w:pPr>
              <w:widowControl/>
              <w:jc w:val="center"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3</w:t>
            </w:r>
            <w:r w:rsidRPr="0043557C">
              <w:t>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3</w:t>
            </w:r>
            <w:r w:rsidRPr="0043557C">
              <w:t>,0</w:t>
            </w:r>
          </w:p>
        </w:tc>
      </w:tr>
      <w:tr w:rsidR="007819FF" w:rsidRPr="0043557C" w:rsidTr="00F504FD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Выполнение передаваемых полномочий по организации исполнения бюджета Шейнского сельсовета Пачелмского района Пензенской области</w:t>
            </w:r>
          </w:p>
          <w:p w:rsidR="007819FF" w:rsidRPr="0043557C" w:rsidRDefault="007819FF" w:rsidP="001479F5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rPr>
                <w:lang w:val="en-US"/>
              </w:rPr>
              <w:t>04401</w:t>
            </w:r>
            <w:r w:rsidRPr="0043557C">
              <w:t>80270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321873" w:rsidRDefault="007819FF" w:rsidP="001479F5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Межбюджетные трансферты</w:t>
            </w:r>
          </w:p>
          <w:p w:rsidR="007819FF" w:rsidRPr="0043557C" w:rsidRDefault="007819FF" w:rsidP="001479F5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0440180270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1668E" w:rsidRDefault="007819FF" w:rsidP="001479F5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r w:rsidRPr="0043557C"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r w:rsidRPr="0043557C">
              <w:t>1,0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Иные межбюджетные трансферты</w:t>
            </w:r>
          </w:p>
          <w:p w:rsidR="007819FF" w:rsidRPr="0043557C" w:rsidRDefault="007819FF" w:rsidP="001479F5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0440180270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1479F5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7B2E3D" w:rsidRDefault="007819FF" w:rsidP="001479F5">
            <w:r w:rsidRPr="007B2E3D"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7B2E3D" w:rsidRDefault="007819FF" w:rsidP="001479F5">
            <w:r w:rsidRPr="007B2E3D">
              <w:t>1,0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B822D1" w:rsidRDefault="007819FF" w:rsidP="001479F5">
            <w:pPr>
              <w:widowControl/>
            </w:pPr>
            <w:r w:rsidRPr="0043557C">
              <w:t xml:space="preserve"> </w:t>
            </w:r>
            <w:r w:rsidRPr="00B822D1">
              <w:t xml:space="preserve">Выполнение передаваемых полномочий по осуществлению внутреннего муниципального финансового контроля  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>
              <w:t>0440180275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6B4202" w:rsidRDefault="007819FF" w:rsidP="001479F5">
            <w:pPr>
              <w:widowControl/>
            </w:pPr>
            <w:r>
              <w:t>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/>
          <w:p w:rsidR="007819FF" w:rsidRDefault="007819FF" w:rsidP="001479F5"/>
          <w:p w:rsidR="007819FF" w:rsidRDefault="007819FF" w:rsidP="001479F5"/>
          <w:p w:rsidR="007819FF" w:rsidRPr="0043557C" w:rsidRDefault="007819FF" w:rsidP="001479F5">
            <w:r>
              <w:t>2,0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/>
          <w:p w:rsidR="007819FF" w:rsidRDefault="007819FF" w:rsidP="001479F5"/>
          <w:p w:rsidR="007819FF" w:rsidRDefault="007819FF" w:rsidP="001479F5"/>
          <w:p w:rsidR="007819FF" w:rsidRPr="0043557C" w:rsidRDefault="007819FF" w:rsidP="001479F5">
            <w:r>
              <w:t>2,0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Межбюджетные трансферты</w:t>
            </w:r>
          </w:p>
          <w:p w:rsidR="007819FF" w:rsidRPr="0043557C" w:rsidRDefault="007819FF" w:rsidP="001479F5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>
              <w:t>0440180275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6B4202" w:rsidRDefault="007819FF" w:rsidP="001479F5">
            <w:pPr>
              <w:widowControl/>
              <w:jc w:val="center"/>
            </w:pPr>
            <w: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6B4202" w:rsidRDefault="007819FF" w:rsidP="001479F5">
            <w:pPr>
              <w:widowControl/>
              <w:jc w:val="center"/>
            </w:pPr>
            <w:r>
              <w:t>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r>
              <w:t>2,0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r>
              <w:t>2,0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1479F5">
            <w:pPr>
              <w:widowControl/>
            </w:pPr>
            <w:r w:rsidRPr="009B24E0">
              <w:t>Иные межбюджетные трансферты</w:t>
            </w:r>
          </w:p>
          <w:p w:rsidR="007819FF" w:rsidRPr="009B24E0" w:rsidRDefault="007819FF" w:rsidP="001479F5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1479F5">
            <w:r w:rsidRPr="009B24E0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1479F5">
            <w:pPr>
              <w:jc w:val="center"/>
            </w:pPr>
            <w:r w:rsidRPr="009B24E0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1479F5">
            <w:r w:rsidRPr="009B24E0">
              <w:t>0440180275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9B24E0" w:rsidRDefault="007819FF" w:rsidP="001479F5">
            <w:pPr>
              <w:widowControl/>
              <w:jc w:val="center"/>
            </w:pPr>
            <w:r w:rsidRPr="009B24E0"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1479F5">
            <w:pPr>
              <w:widowControl/>
              <w:jc w:val="center"/>
            </w:pPr>
            <w:r w:rsidRPr="007B2E3D">
              <w:t>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7B2E3D" w:rsidRDefault="007819FF" w:rsidP="001479F5">
            <w:r w:rsidRPr="007B2E3D">
              <w:t>2,0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7B2E3D" w:rsidRDefault="007819FF" w:rsidP="001479F5">
            <w:r w:rsidRPr="007B2E3D">
              <w:t>2,0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1479F5">
            <w:pPr>
              <w:widowControl/>
            </w:pPr>
            <w:r w:rsidRPr="00A67A48">
              <w:t>Резервные фонды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  <w:r w:rsidRPr="00A67A48">
              <w:t>11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AC0576">
              <w:t>4,0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AC0576">
              <w:t>4,0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AC0576">
              <w:t>4,0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3E52EA" w:rsidRDefault="007819FF" w:rsidP="001479F5">
            <w:pPr>
              <w:widowControl/>
            </w:pPr>
            <w:r w:rsidRPr="003E52EA">
              <w:t>Выполнение других обязательств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8100000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AC0576">
              <w:t>4,0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AC0576">
              <w:t>4,0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AC0576">
              <w:t>4,0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3E52EA" w:rsidRDefault="007819FF" w:rsidP="001479F5">
            <w:pPr>
              <w:widowControl/>
            </w:pPr>
            <w:r w:rsidRPr="003E52EA">
              <w:t xml:space="preserve">Резервные фонды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8110000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AC0576">
              <w:t>4,0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AC0576">
              <w:t>4,0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AC0576">
              <w:t>4,0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B93F6E">
              <w:t>4,0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B93F6E">
              <w:t>4,0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B93F6E">
              <w:t>4,0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B93F6E">
              <w:t>4,0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B93F6E">
              <w:t>4,0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B93F6E">
              <w:t>4,0</w:t>
            </w:r>
          </w:p>
        </w:tc>
      </w:tr>
      <w:tr w:rsidR="007819FF" w:rsidRPr="0043557C" w:rsidTr="001479F5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Резервные средства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B93F6E">
              <w:t>4,0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B93F6E">
              <w:t>4,0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B93F6E">
              <w:t>4,0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1479F5">
            <w:pPr>
              <w:widowControl/>
            </w:pPr>
            <w:r w:rsidRPr="00A67A48">
              <w:t>Другие общегосударственные вопросы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  <w:r w:rsidRPr="00A67A48">
              <w:t>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</w:tr>
      <w:tr w:rsidR="007819FF" w:rsidRPr="0043557C" w:rsidTr="001479F5">
        <w:trPr>
          <w:trHeight w:val="64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на  2014-2024 годы  </w:t>
            </w:r>
            <w:r w:rsidRPr="0043557C">
              <w:t>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>
              <w:t>1,0</w:t>
            </w:r>
          </w:p>
        </w:tc>
        <w:tc>
          <w:tcPr>
            <w:tcW w:w="560" w:type="dxa"/>
            <w:vMerge w:val="restart"/>
            <w:tcBorders>
              <w:lef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  <w:p w:rsidR="007819FF" w:rsidRDefault="007819FF" w:rsidP="00775F45">
            <w:pPr>
              <w:widowControl/>
              <w:jc w:val="center"/>
            </w:pPr>
          </w:p>
          <w:p w:rsidR="007819FF" w:rsidRPr="0043557C" w:rsidRDefault="007819FF" w:rsidP="00775F45">
            <w:pPr>
              <w:widowControl/>
              <w:jc w:val="center"/>
            </w:pPr>
          </w:p>
          <w:p w:rsidR="007819FF" w:rsidRPr="0043557C" w:rsidRDefault="007819FF" w:rsidP="00775F45">
            <w:pPr>
              <w:widowControl/>
              <w:jc w:val="center"/>
            </w:pPr>
          </w:p>
          <w:p w:rsidR="007819FF" w:rsidRDefault="007819FF" w:rsidP="00775F45">
            <w:pPr>
              <w:widowControl/>
              <w:jc w:val="center"/>
            </w:pPr>
          </w:p>
          <w:p w:rsidR="007819FF" w:rsidRPr="0043557C" w:rsidRDefault="007819FF" w:rsidP="00775F45">
            <w:pPr>
              <w:widowControl/>
              <w:jc w:val="center"/>
            </w:pPr>
          </w:p>
        </w:tc>
      </w:tr>
      <w:tr w:rsidR="007819FF" w:rsidRPr="0043557C" w:rsidTr="001479F5">
        <w:trPr>
          <w:trHeight w:val="15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Подпрограмма "Реализация отдельных переданных полномочий"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0440000000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</w:t>
            </w:r>
            <w:r w:rsidRPr="0043557C">
              <w:t>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</w:tr>
      <w:tr w:rsidR="007819FF" w:rsidRPr="0043557C" w:rsidTr="00F504FD">
        <w:trPr>
          <w:trHeight w:val="4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Основное мероприятие "Реализация отдельных переданных   полномочий Шейнским сельсоветом Пачелмского района Пензенской области"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0440100000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</w:tr>
      <w:tr w:rsidR="007819FF" w:rsidRPr="0043557C" w:rsidTr="001479F5">
        <w:trPr>
          <w:trHeight w:val="126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сельсовета</w:t>
            </w:r>
            <w:r w:rsidRPr="0043557C">
              <w:rPr>
                <w:i/>
                <w:iCs/>
              </w:rPr>
              <w:t xml:space="preserve"> </w:t>
            </w:r>
            <w:r w:rsidRPr="0043557C">
              <w:t xml:space="preserve"> Пачелмского района Пензенской области 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0440180210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C2149E" w:rsidRDefault="007819FF" w:rsidP="001479F5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</w:tr>
      <w:tr w:rsidR="007819FF" w:rsidRPr="0043557C" w:rsidTr="001479F5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r w:rsidRPr="0043557C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</w:tr>
      <w:tr w:rsidR="007819FF" w:rsidRPr="0043557C" w:rsidTr="001479F5">
        <w:trPr>
          <w:trHeight w:val="63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540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1479F5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1479F5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7B2E3D" w:rsidRDefault="007819FF" w:rsidP="001479F5">
            <w:r w:rsidRPr="007B2E3D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</w:tr>
      <w:tr w:rsidR="007819FF" w:rsidRPr="0043557C" w:rsidTr="00F504FD">
        <w:trPr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9B24E0" w:rsidRDefault="007819FF" w:rsidP="001479F5">
            <w:pPr>
              <w:widowControl/>
              <w:rPr>
                <w:b/>
                <w:bCs/>
              </w:rPr>
            </w:pPr>
            <w:r w:rsidRPr="009B24E0">
              <w:rPr>
                <w:b/>
                <w:bCs/>
              </w:rPr>
              <w:t>НАЦИОНАЛЬНАЯ ОБОРОНА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91,1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92,1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95,6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</w:p>
        </w:tc>
      </w:tr>
      <w:tr w:rsidR="007819FF" w:rsidRPr="0043557C" w:rsidTr="001479F5">
        <w:trPr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Мобилизационная и вневойсковая подготовка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91,1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92,1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95,6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</w:p>
        </w:tc>
      </w:tr>
      <w:tr w:rsidR="007819FF" w:rsidRPr="0043557C" w:rsidTr="001479F5">
        <w:trPr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</w:t>
            </w:r>
            <w:r>
              <w:t xml:space="preserve">  на  2014-2024 годы  </w:t>
            </w:r>
            <w:r w:rsidRPr="0043557C"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0440000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91,1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92,1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95,6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</w:p>
        </w:tc>
      </w:tr>
      <w:tr w:rsidR="007819FF" w:rsidRPr="0043557C" w:rsidTr="00F504FD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Подпрограмма "Реализация отдельных переданных полномочий"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 xml:space="preserve">     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91,1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92,1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95,6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</w:p>
        </w:tc>
      </w:tr>
      <w:tr w:rsidR="007819FF" w:rsidRPr="0043557C" w:rsidTr="00F504FD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Основное мероприятие "Реализация отдельных переданных   полномочий Шейнским сельсоветом Пачелмского района Пензенской области"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 xml:space="preserve">     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91,1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92,1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95,6</w:t>
            </w:r>
          </w:p>
        </w:tc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</w:p>
        </w:tc>
      </w:tr>
      <w:tr w:rsidR="007819FF" w:rsidRPr="0043557C" w:rsidTr="00F504FD">
        <w:trPr>
          <w:trHeight w:val="126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91,1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92,1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95,6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</w:tr>
      <w:tr w:rsidR="007819FF" w:rsidRPr="0043557C" w:rsidTr="00F504FD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C6D07" w:rsidRDefault="007819FF" w:rsidP="001479F5">
            <w:pPr>
              <w:widowControl/>
              <w:jc w:val="center"/>
            </w:pPr>
            <w:r>
              <w:t>80,0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C6D07" w:rsidRDefault="007819FF" w:rsidP="001479F5">
            <w:pPr>
              <w:widowControl/>
              <w:jc w:val="center"/>
            </w:pPr>
            <w:r>
              <w:t>80,0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C6D07" w:rsidRDefault="007819FF" w:rsidP="001479F5">
            <w:pPr>
              <w:widowControl/>
              <w:jc w:val="center"/>
            </w:pPr>
            <w:r>
              <w:t>80,0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</w:tr>
      <w:tr w:rsidR="007819FF" w:rsidRPr="0043557C" w:rsidTr="00F504FD">
        <w:trPr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C6D07" w:rsidRDefault="007819FF" w:rsidP="001479F5">
            <w:pPr>
              <w:widowControl/>
              <w:jc w:val="center"/>
            </w:pPr>
            <w:r>
              <w:t>80,0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C6D07" w:rsidRDefault="007819FF" w:rsidP="001479F5">
            <w:pPr>
              <w:widowControl/>
              <w:jc w:val="center"/>
            </w:pPr>
            <w:r>
              <w:t>80,0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C6D07" w:rsidRDefault="007819FF" w:rsidP="001479F5">
            <w:pPr>
              <w:widowControl/>
              <w:jc w:val="center"/>
            </w:pPr>
            <w:r>
              <w:t>80,0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</w:tr>
      <w:tr w:rsidR="007819FF" w:rsidRPr="0043557C" w:rsidTr="00F504FD">
        <w:trPr>
          <w:trHeight w:val="126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C6D07" w:rsidRDefault="007819FF" w:rsidP="001479F5">
            <w:pPr>
              <w:widowControl/>
              <w:jc w:val="center"/>
            </w:pPr>
            <w:r>
              <w:t>11,1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12,1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15,6</w:t>
            </w:r>
          </w:p>
        </w:tc>
        <w:tc>
          <w:tcPr>
            <w:tcW w:w="560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lang w:val="en-US"/>
              </w:rPr>
            </w:pPr>
          </w:p>
        </w:tc>
      </w:tr>
      <w:tr w:rsidR="007819FF" w:rsidRPr="0043557C" w:rsidTr="00770AA0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C6D07" w:rsidRDefault="007819FF" w:rsidP="001479F5">
            <w:pPr>
              <w:widowControl/>
              <w:jc w:val="center"/>
            </w:pPr>
            <w:r>
              <w:t>11,1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12,1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15,6</w:t>
            </w:r>
          </w:p>
        </w:tc>
      </w:tr>
      <w:tr w:rsidR="007819FF" w:rsidRPr="0043557C" w:rsidTr="00F504FD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1479F5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НАЦИОНАЛЬНАЯ ЭКОНОМИКА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FB4F77" w:rsidRDefault="007819FF" w:rsidP="001479F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735,2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FB4F77" w:rsidRDefault="007819FF" w:rsidP="001479F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740,2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FB4F77" w:rsidRDefault="007819FF" w:rsidP="001479F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755,2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Дорожное хозяйство (дорожные фонды)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>
              <w:t>723,0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1479F5">
            <w:pPr>
              <w:widowControl/>
              <w:jc w:val="center"/>
            </w:pPr>
            <w:r>
              <w:t>733,0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743,0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3E52EA" w:rsidRDefault="007819FF" w:rsidP="001479F5">
            <w:pPr>
              <w:widowControl/>
            </w:pPr>
            <w:r w:rsidRPr="003E52EA">
              <w:t xml:space="preserve">Муниципальная программа Шейнского сельсовета Пачелмского района Пензенской области "Развитие территории, социальной, коммунальной и инженерной инфраструктуры Шейнского сельсовета Пачелмского района Пензенской области  </w:t>
            </w:r>
            <w:r>
              <w:t xml:space="preserve">на  2014-2024 годы  </w:t>
            </w:r>
            <w:r w:rsidRPr="003E52EA"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3775F0" w:rsidRDefault="007819FF" w:rsidP="001479F5">
            <w:pPr>
              <w:widowControl/>
              <w:jc w:val="center"/>
            </w:pPr>
            <w:r w:rsidRPr="0043557C">
              <w:t>0200000</w:t>
            </w:r>
            <w:r w:rsidRPr="003775F0"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>
              <w:t>723,0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1479F5">
            <w:pPr>
              <w:widowControl/>
              <w:jc w:val="center"/>
            </w:pPr>
            <w:r>
              <w:t>733,0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743,0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Подпрограмма "Содержание и ремонт внутрипоселенческих дорог в Шейнском сельсовете Пачелмского района Пензенской области"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0220000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>
              <w:t>723,0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1479F5">
            <w:pPr>
              <w:widowControl/>
              <w:jc w:val="center"/>
            </w:pPr>
            <w:r>
              <w:t>733,0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743,0</w:t>
            </w:r>
          </w:p>
        </w:tc>
      </w:tr>
      <w:tr w:rsidR="007819FF" w:rsidRPr="0043557C" w:rsidTr="00F504FD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Основное мероприятие " Улучшение состояния автомобильных дорог местного значения в границах поселения"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 xml:space="preserve"> 0220100000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>
              <w:t>723,0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1479F5">
            <w:pPr>
              <w:widowControl/>
              <w:jc w:val="center"/>
            </w:pPr>
            <w:r>
              <w:t>733,0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743,0</w:t>
            </w:r>
          </w:p>
        </w:tc>
      </w:tr>
      <w:tr w:rsidR="007819FF" w:rsidRPr="0043557C" w:rsidTr="001479F5">
        <w:trPr>
          <w:gridAfter w:val="1"/>
          <w:wAfter w:w="560" w:type="dxa"/>
          <w:trHeight w:val="1032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Содержание автомобильных дорог и искусственных сооружений на них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0220146010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>
              <w:t>723,0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1479F5">
            <w:pPr>
              <w:widowControl/>
              <w:jc w:val="center"/>
            </w:pPr>
            <w:r>
              <w:t>733,0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743,0</w:t>
            </w:r>
          </w:p>
        </w:tc>
      </w:tr>
      <w:tr w:rsidR="007819FF" w:rsidRPr="0043557C" w:rsidTr="00F504FD">
        <w:trPr>
          <w:gridAfter w:val="1"/>
          <w:wAfter w:w="560" w:type="dxa"/>
          <w:trHeight w:val="84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>
              <w:t>723,0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1479F5">
            <w:pPr>
              <w:widowControl/>
              <w:jc w:val="center"/>
            </w:pPr>
            <w:r>
              <w:t>733,0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743,0</w:t>
            </w:r>
          </w:p>
        </w:tc>
      </w:tr>
      <w:tr w:rsidR="007819FF" w:rsidRPr="0043557C" w:rsidTr="00F504FD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>
              <w:t>723,0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1479F5">
            <w:pPr>
              <w:widowControl/>
              <w:jc w:val="center"/>
            </w:pPr>
            <w:r>
              <w:t>733,0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743,0</w:t>
            </w:r>
          </w:p>
        </w:tc>
      </w:tr>
      <w:tr w:rsidR="007819FF" w:rsidRPr="0043557C" w:rsidTr="001479F5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Другие вопросы в области национальной экономики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12,2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7,2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12,2</w:t>
            </w:r>
          </w:p>
        </w:tc>
      </w:tr>
      <w:tr w:rsidR="007819FF" w:rsidRPr="0043557C" w:rsidTr="001479F5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на  2014-2024 годы   </w:t>
            </w:r>
            <w:r w:rsidRPr="0043557C"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040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12,2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7,2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12,2</w:t>
            </w:r>
          </w:p>
        </w:tc>
      </w:tr>
      <w:tr w:rsidR="007819FF" w:rsidRPr="0043557C" w:rsidTr="001479F5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Подпрограмма «Оценка недвижимости, признания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</w:t>
            </w:r>
            <w: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041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>
              <w:t>10,0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1479F5">
            <w:pPr>
              <w:widowControl/>
              <w:jc w:val="center"/>
            </w:pPr>
            <w:r>
              <w:t>5,0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</w:t>
            </w:r>
            <w:r w:rsidRPr="0043557C">
              <w:t>0,0</w:t>
            </w:r>
          </w:p>
        </w:tc>
      </w:tr>
      <w:tr w:rsidR="007819FF" w:rsidRPr="0043557C" w:rsidTr="001479F5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041</w:t>
            </w:r>
            <w:r w:rsidRPr="0043557C">
              <w:rPr>
                <w:lang w:val="en-US"/>
              </w:rPr>
              <w:t>01</w:t>
            </w:r>
            <w:r w:rsidRPr="0043557C">
              <w:t>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>
              <w:t>10,0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1479F5">
            <w:pPr>
              <w:widowControl/>
              <w:jc w:val="center"/>
            </w:pPr>
            <w:r>
              <w:t>5,0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</w:t>
            </w:r>
            <w:r w:rsidRPr="0043557C">
              <w:t>0,0</w:t>
            </w:r>
          </w:p>
        </w:tc>
      </w:tr>
      <w:tr w:rsidR="007819FF" w:rsidRPr="0043557C" w:rsidTr="001479F5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FB4F77" w:rsidRDefault="007819FF" w:rsidP="001479F5">
            <w:pPr>
              <w:widowControl/>
            </w:pPr>
            <w:r w:rsidRPr="00FB4F77">
              <w:t>Мероприятия в области градостроительства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FB4F77" w:rsidRDefault="007819FF" w:rsidP="001479F5">
            <w:pPr>
              <w:widowControl/>
              <w:jc w:val="center"/>
            </w:pPr>
            <w:r w:rsidRPr="00FB4F77">
              <w:t>0410120400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>
              <w:t>10,0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1479F5">
            <w:pPr>
              <w:widowControl/>
              <w:jc w:val="center"/>
            </w:pPr>
            <w:r>
              <w:t>5,0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</w:t>
            </w:r>
            <w:r w:rsidRPr="0043557C">
              <w:t>0,0</w:t>
            </w:r>
          </w:p>
        </w:tc>
      </w:tr>
      <w:tr w:rsidR="007819FF" w:rsidRPr="0043557C" w:rsidTr="001479F5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FB4F77" w:rsidRDefault="007819FF" w:rsidP="001479F5">
            <w:pPr>
              <w:widowControl/>
              <w:jc w:val="center"/>
              <w:rPr>
                <w:lang w:val="en-US"/>
              </w:rPr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 w:rsidRPr="00FB4F77">
              <w:t>2040</w:t>
            </w:r>
            <w:r w:rsidRPr="00FB4F77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2</w:t>
            </w:r>
            <w:r w:rsidRPr="0043557C">
              <w:rPr>
                <w:lang w:val="en-US"/>
              </w:rPr>
              <w:t>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>
              <w:t>10,0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1479F5">
            <w:pPr>
              <w:widowControl/>
              <w:jc w:val="center"/>
            </w:pPr>
            <w:r>
              <w:t>5,0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</w:t>
            </w:r>
            <w:r w:rsidRPr="0043557C">
              <w:t>0,0</w:t>
            </w:r>
          </w:p>
        </w:tc>
      </w:tr>
      <w:tr w:rsidR="007819FF" w:rsidRPr="0043557C" w:rsidTr="001479F5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FB4F77" w:rsidRDefault="007819FF" w:rsidP="001479F5">
            <w:pPr>
              <w:widowControl/>
              <w:jc w:val="center"/>
              <w:rPr>
                <w:lang w:val="en-US"/>
              </w:rPr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 w:rsidRPr="00FB4F77">
              <w:t>2040</w:t>
            </w:r>
            <w:r w:rsidRPr="00FB4F77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>
              <w:t>10,0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1479F5">
            <w:pPr>
              <w:widowControl/>
              <w:jc w:val="center"/>
            </w:pPr>
            <w:r>
              <w:t>5,0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</w:t>
            </w:r>
            <w:r w:rsidRPr="0043557C">
              <w:t>0,0</w:t>
            </w:r>
          </w:p>
        </w:tc>
      </w:tr>
      <w:tr w:rsidR="007819FF" w:rsidRPr="0043557C" w:rsidTr="001479F5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  <w:p w:rsidR="007819FF" w:rsidRPr="0043557C" w:rsidRDefault="007819FF" w:rsidP="001479F5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0440000000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2,2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2,2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2,2</w:t>
            </w:r>
          </w:p>
        </w:tc>
      </w:tr>
      <w:tr w:rsidR="007819FF" w:rsidRPr="0043557C" w:rsidTr="001479F5">
        <w:trPr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Основное мероприятие «Реализация отдельных</w:t>
            </w:r>
            <w:r>
              <w:t xml:space="preserve"> переданных полномочий </w:t>
            </w:r>
            <w:r w:rsidRPr="003E52EA">
              <w:t>Шейнским сельсоветом</w:t>
            </w:r>
            <w:r w:rsidRPr="0043557C">
              <w:t xml:space="preserve"> Пачелмского района Пензенской области»</w:t>
            </w:r>
          </w:p>
          <w:p w:rsidR="007819FF" w:rsidRPr="0043557C" w:rsidRDefault="007819FF" w:rsidP="001479F5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2,2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2,2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2,2</w:t>
            </w:r>
          </w:p>
        </w:tc>
        <w:tc>
          <w:tcPr>
            <w:tcW w:w="5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</w:t>
            </w:r>
          </w:p>
        </w:tc>
      </w:tr>
      <w:tr w:rsidR="007819FF" w:rsidRPr="0043557C" w:rsidTr="001479F5">
        <w:trPr>
          <w:trHeight w:val="4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Отдельные полномочия по решению вопросов местного значения в сфере градостроительной деятельности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0440180220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1479F5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1,0</w:t>
            </w:r>
          </w:p>
        </w:tc>
        <w:tc>
          <w:tcPr>
            <w:tcW w:w="560" w:type="dxa"/>
            <w:vMerge w:val="restart"/>
            <w:tcBorders>
              <w:left w:val="nil"/>
            </w:tcBorders>
            <w:vAlign w:val="center"/>
          </w:tcPr>
          <w:p w:rsidR="007819FF" w:rsidRPr="0043557C" w:rsidRDefault="007819FF" w:rsidP="001479F5"/>
        </w:tc>
      </w:tr>
      <w:tr w:rsidR="007819FF" w:rsidRPr="0043557C" w:rsidTr="001479F5">
        <w:trPr>
          <w:trHeight w:val="84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0440180220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57845" w:rsidRDefault="007819FF" w:rsidP="001479F5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1,</w:t>
            </w:r>
            <w:r w:rsidRPr="0043557C">
              <w:t>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7819FF" w:rsidRPr="0043557C" w:rsidRDefault="007819FF" w:rsidP="00775F45">
            <w:pPr>
              <w:widowControl/>
            </w:pPr>
          </w:p>
        </w:tc>
      </w:tr>
      <w:tr w:rsidR="007819FF" w:rsidRPr="0043557C" w:rsidTr="001479F5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0440180220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1479F5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1479F5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1479F5">
            <w:pPr>
              <w:jc w:val="center"/>
            </w:pPr>
            <w:r w:rsidRPr="007B2E3D">
              <w:t>1,0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7819FF" w:rsidRPr="0043557C" w:rsidRDefault="007819FF" w:rsidP="00775F45">
            <w:pPr>
              <w:widowControl/>
            </w:pPr>
          </w:p>
        </w:tc>
      </w:tr>
      <w:tr w:rsidR="007819FF" w:rsidRPr="0043557C" w:rsidTr="001479F5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Исполнение полномочий Пачелмского района по осуществлению муниципального контроля за использованием земель сельского поселения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0440180290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1,2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7819FF" w:rsidRPr="0043557C" w:rsidRDefault="007819FF" w:rsidP="00775F45">
            <w:pPr>
              <w:widowControl/>
            </w:pPr>
          </w:p>
        </w:tc>
      </w:tr>
      <w:tr w:rsidR="007819FF" w:rsidRPr="0043557C" w:rsidTr="001479F5">
        <w:trPr>
          <w:trHeight w:val="30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0440180290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1,2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1,2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7819FF" w:rsidRPr="0043557C" w:rsidRDefault="007819FF" w:rsidP="00775F45">
            <w:pPr>
              <w:widowControl/>
            </w:pPr>
          </w:p>
        </w:tc>
      </w:tr>
      <w:tr w:rsidR="007819FF" w:rsidRPr="0043557C" w:rsidTr="00F504FD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r w:rsidRPr="0043557C">
              <w:t>0440180290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1479F5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1479F5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1479F5">
            <w:pPr>
              <w:jc w:val="center"/>
            </w:pPr>
            <w:r w:rsidRPr="007B2E3D">
              <w:t>1,2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7819FF" w:rsidRPr="0043557C" w:rsidRDefault="007819FF" w:rsidP="00775F45">
            <w:pPr>
              <w:widowControl/>
            </w:pPr>
          </w:p>
        </w:tc>
      </w:tr>
      <w:tr w:rsidR="007819FF" w:rsidRPr="0043557C" w:rsidTr="001479F5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1479F5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КУЛЬТУРА, КИНЕМАТОГРАФИЯ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729,7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643,1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639,7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7819FF" w:rsidRPr="0043557C" w:rsidRDefault="007819FF" w:rsidP="00775F45">
            <w:pPr>
              <w:widowControl/>
            </w:pPr>
          </w:p>
        </w:tc>
      </w:tr>
      <w:tr w:rsidR="007819FF" w:rsidRPr="0043557C" w:rsidTr="001479F5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Культура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r>
              <w:t>729,7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643,1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639,7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7819FF" w:rsidRPr="0043557C" w:rsidRDefault="007819FF" w:rsidP="00775F45">
            <w:pPr>
              <w:widowControl/>
            </w:pPr>
          </w:p>
        </w:tc>
      </w:tr>
      <w:tr w:rsidR="007819FF" w:rsidRPr="0043557C" w:rsidTr="001479F5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 Развитие культуры и поддержка молодежи Шейнского сельсовета Пачелмского района Пензенской области</w:t>
            </w:r>
            <w:r>
              <w:t xml:space="preserve">   на  2014-2024 годы </w:t>
            </w:r>
            <w:r w:rsidRPr="0043557C">
              <w:t>"</w:t>
            </w:r>
            <w:r>
              <w:t xml:space="preserve"> </w:t>
            </w:r>
            <w:r w:rsidRPr="0043557C"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0300000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/>
          <w:p w:rsidR="007819FF" w:rsidRPr="0043557C" w:rsidRDefault="007819FF" w:rsidP="001479F5">
            <w:r>
              <w:t>330,0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243,4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240,0</w:t>
            </w:r>
          </w:p>
        </w:tc>
        <w:tc>
          <w:tcPr>
            <w:tcW w:w="560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</w:p>
        </w:tc>
      </w:tr>
      <w:tr w:rsidR="007819FF" w:rsidRPr="0043557C" w:rsidTr="001479F5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Подпрограмма «Содержание объектов социальной культурной сферы»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0330000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/>
          <w:p w:rsidR="007819FF" w:rsidRPr="0043557C" w:rsidRDefault="007819FF" w:rsidP="001479F5">
            <w:r>
              <w:t>330,0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243,4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240,0</w:t>
            </w:r>
          </w:p>
        </w:tc>
        <w:tc>
          <w:tcPr>
            <w:tcW w:w="5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</w:tr>
      <w:tr w:rsidR="007819FF" w:rsidRPr="0043557C" w:rsidTr="001479F5">
        <w:trPr>
          <w:gridAfter w:val="1"/>
          <w:wAfter w:w="560" w:type="dxa"/>
          <w:trHeight w:val="28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rPr>
                <w:sz w:val="16"/>
                <w:szCs w:val="16"/>
              </w:rPr>
            </w:pPr>
            <w:r w:rsidRPr="0043557C">
              <w:t>Основное мероприятие "Обеспечение соответствия состояния объектов социально-культурной сферы  нормативным требованиям</w:t>
            </w:r>
            <w:r w:rsidRPr="0043557C">
              <w:rPr>
                <w:sz w:val="16"/>
                <w:szCs w:val="16"/>
              </w:rPr>
              <w:t>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 xml:space="preserve">     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0330100000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/>
          <w:p w:rsidR="007819FF" w:rsidRPr="0043557C" w:rsidRDefault="007819FF" w:rsidP="001479F5">
            <w:r>
              <w:t>330,0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243,4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240,0</w:t>
            </w:r>
          </w:p>
        </w:tc>
      </w:tr>
      <w:tr w:rsidR="007819FF" w:rsidRPr="0043557C" w:rsidTr="001479F5">
        <w:trPr>
          <w:gridAfter w:val="1"/>
          <w:wAfter w:w="560" w:type="dxa"/>
          <w:trHeight w:val="15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Расходы н</w:t>
            </w:r>
            <w:r>
              <w:t>а содержание объектов социально-</w:t>
            </w:r>
            <w:r w:rsidRPr="0043557C">
              <w:t xml:space="preserve"> культурой сферы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/>
          <w:p w:rsidR="007819FF" w:rsidRPr="0043557C" w:rsidRDefault="007819FF" w:rsidP="001479F5">
            <w:r>
              <w:t>330,0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243,4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240,0</w:t>
            </w:r>
          </w:p>
        </w:tc>
      </w:tr>
      <w:tr w:rsidR="007819FF" w:rsidRPr="0043557C" w:rsidTr="001479F5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/>
          <w:p w:rsidR="007819FF" w:rsidRPr="0043557C" w:rsidRDefault="007819FF" w:rsidP="001479F5">
            <w:r>
              <w:t>330,0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243,4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240,0</w:t>
            </w:r>
          </w:p>
        </w:tc>
      </w:tr>
      <w:tr w:rsidR="007819FF" w:rsidRPr="0043557C" w:rsidTr="001479F5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/>
          <w:p w:rsidR="007819FF" w:rsidRPr="0043557C" w:rsidRDefault="007819FF" w:rsidP="001479F5">
            <w:r>
              <w:t>330,0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243,4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240,0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 на  2014-2024 годы </w:t>
            </w:r>
            <w:r w:rsidRPr="0043557C">
              <w:t>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>
              <w:t>04</w:t>
            </w:r>
            <w:r w:rsidRPr="0043557C">
              <w:t>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512663">
              <w:t>399,7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512663">
              <w:t>399,7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512663">
              <w:t>399,7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97D3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  <w:rPr>
                <w:lang w:val="en-US"/>
              </w:rPr>
            </w:pPr>
            <w:r>
              <w:t>044</w:t>
            </w:r>
            <w:r w:rsidRPr="0043557C">
              <w:t>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0200E">
              <w:t>399,7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0200E">
              <w:t>399,7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0200E">
              <w:t>399,7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97D3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 w:rsidRPr="0043557C">
              <w:t xml:space="preserve">      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044</w:t>
            </w:r>
            <w:r w:rsidRPr="0043557C">
              <w:t>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0200E">
              <w:t>399,7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0200E">
              <w:t>399,7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0200E">
              <w:t>399,7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97D3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890B29" w:rsidRDefault="007819FF" w:rsidP="001479F5">
            <w:pPr>
              <w:widowControl/>
              <w:jc w:val="center"/>
            </w:pPr>
            <w:r>
              <w:t>0440180250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0200E">
              <w:t>399,7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0200E">
              <w:t>399,7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0200E">
              <w:t>399,7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97D3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5F50FE">
              <w:t>0440180250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500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0200E">
              <w:t>399,7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0200E">
              <w:t>399,7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0200E">
              <w:t>399,7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97D3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5F50FE">
              <w:t>0440180250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5</w:t>
            </w:r>
            <w:r w:rsidRPr="0043557C">
              <w:t>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0200E">
              <w:t>399,7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0200E">
              <w:t>399,7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0200E">
              <w:t>399,7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A67A48" w:rsidRDefault="007819FF" w:rsidP="001479F5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СОЦИАЛЬНАЯ ПОЛИТИКА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97D3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1479F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Пенсионное обеспечение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</w:tr>
      <w:tr w:rsidR="007819FF" w:rsidRPr="0043557C" w:rsidTr="001479F5">
        <w:trPr>
          <w:gridAfter w:val="1"/>
          <w:wAfter w:w="560" w:type="dxa"/>
          <w:trHeight w:val="126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 сельсовете Пачелмского района Пензенской области</w:t>
            </w:r>
            <w:r>
              <w:t xml:space="preserve">  на  2014-2024 годы</w:t>
            </w:r>
            <w:r w:rsidRPr="0043557C">
              <w:t>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0400000000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</w:tr>
      <w:tr w:rsidR="007819FF" w:rsidRPr="0043557C" w:rsidTr="001479F5">
        <w:trPr>
          <w:gridAfter w:val="1"/>
          <w:wAfter w:w="560" w:type="dxa"/>
          <w:trHeight w:val="126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Подпрограмма «Предоставление мер социальной поддержки отдельных категорий граждан»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0430000000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</w:tr>
      <w:tr w:rsidR="007819FF" w:rsidRPr="0043557C" w:rsidTr="001479F5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Основное мероприятие «Выполнение обязательств по социальной поддержке отдельных категорий граждан»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0430100000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</w:tr>
      <w:tr w:rsidR="007819FF" w:rsidRPr="0043557C" w:rsidTr="001479F5">
        <w:trPr>
          <w:gridAfter w:val="1"/>
          <w:wAfter w:w="560" w:type="dxa"/>
          <w:trHeight w:val="84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Доплаты к пенсиям муниципальных служащих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0430124250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</w:tr>
      <w:tr w:rsidR="007819FF" w:rsidRPr="0043557C" w:rsidTr="001479F5">
        <w:trPr>
          <w:trHeight w:val="52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Социальное обеспечение и иные выплаты населению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0430124250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E10E4E" w:rsidRDefault="007819FF" w:rsidP="001479F5">
            <w:pPr>
              <w:widowControl/>
              <w:jc w:val="center"/>
            </w:pPr>
            <w:r w:rsidRPr="00E10E4E">
              <w:t>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</w:tr>
      <w:tr w:rsidR="007819FF" w:rsidRPr="0043557C" w:rsidTr="001479F5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 w:rsidRPr="0043557C">
              <w:t>Публичные нормативные социальные выплаты гражданам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A67A48" w:rsidRDefault="007819FF" w:rsidP="00775F45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 w:rsidRPr="0043557C">
              <w:t>0430124250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 w:rsidRPr="0043557C">
              <w:t>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 w:rsidP="001479F5">
            <w:r w:rsidRPr="00286374">
              <w:t>19,5</w:t>
            </w:r>
          </w:p>
        </w:tc>
      </w:tr>
      <w:tr w:rsidR="007819FF" w:rsidRPr="0043557C" w:rsidTr="001479F5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9FF" w:rsidRPr="00FE1452" w:rsidRDefault="007819FF" w:rsidP="001479F5">
            <w:pPr>
              <w:widowControl/>
              <w:rPr>
                <w:b/>
              </w:rPr>
            </w:pPr>
            <w:r w:rsidRPr="00FE1452">
              <w:rPr>
                <w:b/>
              </w:rPr>
              <w:t>ВСЕГО: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1479F5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3989,0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1479F5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3672,4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1479F5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3685,0</w:t>
            </w:r>
          </w:p>
        </w:tc>
      </w:tr>
    </w:tbl>
    <w:p w:rsidR="007819FF" w:rsidRDefault="007819FF" w:rsidP="002417DB">
      <w:pPr>
        <w:tabs>
          <w:tab w:val="left" w:pos="8430"/>
        </w:tabs>
        <w:suppressAutoHyphens/>
        <w:rPr>
          <w:sz w:val="24"/>
          <w:szCs w:val="24"/>
        </w:rPr>
      </w:pPr>
    </w:p>
    <w:p w:rsidR="007819FF" w:rsidRDefault="007819FF" w:rsidP="002417DB">
      <w:pPr>
        <w:tabs>
          <w:tab w:val="left" w:pos="8430"/>
        </w:tabs>
        <w:suppressAutoHyphens/>
        <w:rPr>
          <w:sz w:val="24"/>
          <w:szCs w:val="24"/>
        </w:rPr>
      </w:pPr>
    </w:p>
    <w:p w:rsidR="007819FF" w:rsidRDefault="007819FF" w:rsidP="002417DB">
      <w:pPr>
        <w:tabs>
          <w:tab w:val="left" w:pos="8430"/>
        </w:tabs>
        <w:suppressAutoHyphens/>
        <w:rPr>
          <w:sz w:val="24"/>
          <w:szCs w:val="24"/>
        </w:rPr>
      </w:pPr>
    </w:p>
    <w:p w:rsidR="007819FF" w:rsidRDefault="007819FF" w:rsidP="002417DB">
      <w:pPr>
        <w:tabs>
          <w:tab w:val="left" w:pos="8430"/>
        </w:tabs>
        <w:suppressAutoHyphens/>
        <w:rPr>
          <w:sz w:val="24"/>
          <w:szCs w:val="24"/>
        </w:rPr>
      </w:pPr>
    </w:p>
    <w:p w:rsidR="007819FF" w:rsidRDefault="007819FF" w:rsidP="002417DB">
      <w:pPr>
        <w:tabs>
          <w:tab w:val="left" w:pos="8430"/>
        </w:tabs>
        <w:suppressAutoHyphens/>
        <w:rPr>
          <w:sz w:val="24"/>
          <w:szCs w:val="24"/>
        </w:rPr>
      </w:pPr>
    </w:p>
    <w:p w:rsidR="007819FF" w:rsidRDefault="007819FF" w:rsidP="00775F45">
      <w:pPr>
        <w:tabs>
          <w:tab w:val="left" w:pos="8430"/>
        </w:tabs>
        <w:suppressAutoHyphens/>
      </w:pPr>
    </w:p>
    <w:p w:rsidR="007819FF" w:rsidRPr="0043557C" w:rsidRDefault="007819FF" w:rsidP="00775F45">
      <w:pPr>
        <w:tabs>
          <w:tab w:val="left" w:pos="8430"/>
        </w:tabs>
        <w:suppressAutoHyphens/>
        <w:jc w:val="right"/>
      </w:pPr>
      <w:r w:rsidRPr="0043557C">
        <w:t>Приложение 10</w:t>
      </w:r>
    </w:p>
    <w:p w:rsidR="007819FF" w:rsidRPr="0043557C" w:rsidRDefault="007819FF" w:rsidP="00775F45">
      <w:pPr>
        <w:suppressAutoHyphens/>
        <w:spacing w:line="240" w:lineRule="exact"/>
        <w:jc w:val="right"/>
      </w:pPr>
      <w:r w:rsidRPr="0043557C">
        <w:t>к решению Комитета местного</w:t>
      </w:r>
    </w:p>
    <w:p w:rsidR="007819FF" w:rsidRPr="0043557C" w:rsidRDefault="007819FF" w:rsidP="00775F45">
      <w:pPr>
        <w:suppressAutoHyphens/>
        <w:spacing w:line="240" w:lineRule="exact"/>
        <w:jc w:val="right"/>
      </w:pPr>
      <w:r w:rsidRPr="0043557C">
        <w:t xml:space="preserve"> самоуправления Шейнского сельсовета</w:t>
      </w:r>
    </w:p>
    <w:p w:rsidR="007819FF" w:rsidRPr="0043557C" w:rsidRDefault="007819FF" w:rsidP="00775F45">
      <w:pPr>
        <w:suppressAutoHyphens/>
        <w:spacing w:line="240" w:lineRule="exact"/>
        <w:jc w:val="right"/>
      </w:pPr>
      <w:r w:rsidRPr="0043557C">
        <w:t>Пачелмского района Пензенской области</w:t>
      </w:r>
    </w:p>
    <w:p w:rsidR="007819FF" w:rsidRPr="002D3BE2" w:rsidRDefault="007819FF" w:rsidP="00775F45">
      <w:pPr>
        <w:jc w:val="right"/>
      </w:pPr>
      <w:r w:rsidRPr="0043557C">
        <w:t xml:space="preserve">от </w:t>
      </w:r>
      <w:r>
        <w:t xml:space="preserve">  </w:t>
      </w:r>
      <w:r w:rsidRPr="0043557C">
        <w:t xml:space="preserve">№ </w:t>
      </w:r>
      <w:r>
        <w:t xml:space="preserve"> </w:t>
      </w:r>
    </w:p>
    <w:p w:rsidR="007819FF" w:rsidRDefault="007819FF" w:rsidP="00775F45">
      <w:pPr>
        <w:pStyle w:val="BodyText"/>
        <w:rPr>
          <w:b/>
          <w:bCs/>
          <w:sz w:val="24"/>
          <w:szCs w:val="24"/>
        </w:rPr>
      </w:pPr>
      <w:r w:rsidRPr="00D2030B">
        <w:rPr>
          <w:b/>
          <w:bCs/>
          <w:sz w:val="24"/>
          <w:szCs w:val="24"/>
        </w:rPr>
        <w:t>Распределение бюджетных ассигнований по целевым статьям (ЦСР) (муниципальным программам и непрограммным направлениям деятельности), группам (группам и подгруппам) видов расходов (Вр) классификации расходов бюджета Шейнского сельсовета Пачелмского ра</w:t>
      </w:r>
      <w:r>
        <w:rPr>
          <w:b/>
          <w:bCs/>
          <w:sz w:val="24"/>
          <w:szCs w:val="24"/>
        </w:rPr>
        <w:t>йона Пензенской области  на 2021</w:t>
      </w:r>
      <w:r w:rsidRPr="00D2030B">
        <w:rPr>
          <w:b/>
          <w:bCs/>
          <w:sz w:val="24"/>
          <w:szCs w:val="24"/>
        </w:rPr>
        <w:t xml:space="preserve"> год и плановый период </w:t>
      </w:r>
    </w:p>
    <w:p w:rsidR="007819FF" w:rsidRPr="00D2030B" w:rsidRDefault="007819FF" w:rsidP="00775F45">
      <w:pPr>
        <w:pStyle w:val="BodyTex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2022 и 2023</w:t>
      </w:r>
      <w:r w:rsidRPr="00D2030B">
        <w:rPr>
          <w:b/>
          <w:bCs/>
          <w:sz w:val="24"/>
          <w:szCs w:val="24"/>
        </w:rPr>
        <w:t xml:space="preserve"> годов.</w:t>
      </w:r>
    </w:p>
    <w:p w:rsidR="007819FF" w:rsidRPr="0043557C" w:rsidRDefault="007819FF" w:rsidP="00775F45">
      <w:pPr>
        <w:pStyle w:val="BodyText"/>
        <w:jc w:val="right"/>
        <w:rPr>
          <w:b/>
          <w:bCs/>
          <w:sz w:val="20"/>
          <w:szCs w:val="20"/>
        </w:rPr>
      </w:pPr>
      <w:r w:rsidRPr="0043557C">
        <w:rPr>
          <w:b/>
          <w:bCs/>
          <w:sz w:val="20"/>
          <w:szCs w:val="20"/>
        </w:rPr>
        <w:t>тыс.руб.</w:t>
      </w:r>
    </w:p>
    <w:tbl>
      <w:tblPr>
        <w:tblW w:w="9991" w:type="dxa"/>
        <w:tblInd w:w="2" w:type="dxa"/>
        <w:tblLook w:val="00A0"/>
      </w:tblPr>
      <w:tblGrid>
        <w:gridCol w:w="3706"/>
        <w:gridCol w:w="567"/>
        <w:gridCol w:w="352"/>
        <w:gridCol w:w="567"/>
        <w:gridCol w:w="851"/>
        <w:gridCol w:w="708"/>
        <w:gridCol w:w="1066"/>
        <w:gridCol w:w="970"/>
        <w:gridCol w:w="968"/>
        <w:gridCol w:w="236"/>
      </w:tblGrid>
      <w:tr w:rsidR="007819FF" w:rsidRPr="0043557C" w:rsidTr="00775F45">
        <w:trPr>
          <w:gridAfter w:val="1"/>
          <w:wAfter w:w="236" w:type="dxa"/>
          <w:trHeight w:val="435"/>
        </w:trPr>
        <w:tc>
          <w:tcPr>
            <w:tcW w:w="3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Наименование</w:t>
            </w:r>
          </w:p>
        </w:tc>
        <w:tc>
          <w:tcPr>
            <w:tcW w:w="233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ЦСР</w:t>
            </w:r>
          </w:p>
          <w:p w:rsidR="007819FF" w:rsidRPr="0043557C" w:rsidRDefault="007819FF" w:rsidP="00775F45">
            <w:pPr>
              <w:widowControl/>
              <w:jc w:val="center"/>
            </w:pPr>
          </w:p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Вр</w:t>
            </w:r>
          </w:p>
        </w:tc>
        <w:tc>
          <w:tcPr>
            <w:tcW w:w="3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 xml:space="preserve">Сумма </w:t>
            </w:r>
            <w:r w:rsidRPr="0043557C">
              <w:br/>
            </w:r>
          </w:p>
        </w:tc>
      </w:tr>
      <w:tr w:rsidR="007819FF" w:rsidRPr="0043557C" w:rsidTr="00775F45">
        <w:trPr>
          <w:gridAfter w:val="1"/>
          <w:wAfter w:w="236" w:type="dxa"/>
          <w:trHeight w:val="240"/>
        </w:trPr>
        <w:tc>
          <w:tcPr>
            <w:tcW w:w="3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233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jc w:val="center"/>
            </w:pPr>
            <w:r>
              <w:t>2021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20</w:t>
            </w:r>
            <w:r>
              <w:t>22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47EA7" w:rsidRDefault="007819FF" w:rsidP="00775F45">
            <w:pPr>
              <w:widowControl/>
            </w:pPr>
            <w:r>
              <w:rPr>
                <w:lang w:val="en-US"/>
              </w:rPr>
              <w:t>202</w:t>
            </w:r>
            <w:r>
              <w:t>3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1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19FF" w:rsidRPr="0043557C" w:rsidRDefault="007819FF" w:rsidP="00775F45">
            <w:pPr>
              <w:widowControl/>
              <w:jc w:val="center"/>
            </w:pPr>
            <w:r w:rsidRPr="0043557C">
              <w:t>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 w:rsidRPr="0043557C"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6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I. МУНИЦИПАЛЬНЫЕ  ПРОГРАММЫ ШЕЙНСКОГО СЕЛЬСОВЕТА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3985,0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3668,4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3681,0</w:t>
            </w:r>
          </w:p>
        </w:tc>
      </w:tr>
      <w:tr w:rsidR="007819FF" w:rsidRPr="0043557C" w:rsidTr="00775F45">
        <w:trPr>
          <w:gridAfter w:val="1"/>
          <w:wAfter w:w="236" w:type="dxa"/>
          <w:trHeight w:val="1867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Муниципальная программа Шейнского  сельсовета Пачелмского района Пензенской области "Развитие территории, социальной, коммунальной и инженерной инфраструктуры  Шейнского сельсовета Пачелмского района  Пензенской области</w:t>
            </w:r>
            <w:r>
              <w:rPr>
                <w:b/>
                <w:bCs/>
              </w:rPr>
              <w:t xml:space="preserve">  на 2014-2024 годы</w:t>
            </w:r>
            <w:r w:rsidRPr="0043557C">
              <w:rPr>
                <w:b/>
                <w:bCs/>
              </w:rPr>
              <w:t xml:space="preserve">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D4232E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7819FF" w:rsidRPr="00D4232E" w:rsidRDefault="007819FF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7819FF" w:rsidRPr="00D4232E" w:rsidRDefault="007819FF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7819FF" w:rsidRPr="00D4232E" w:rsidRDefault="007819FF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7819FF" w:rsidRPr="00D4232E" w:rsidRDefault="007819FF" w:rsidP="00775F45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D4232E">
              <w:rPr>
                <w:rFonts w:ascii="Times New Roman CYR" w:hAnsi="Times New Roman CYR" w:cs="Times New Roman CYR"/>
                <w:b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D4232E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7819FF" w:rsidRPr="00D4232E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7819FF" w:rsidRPr="00D4232E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7819FF" w:rsidRPr="00D4232E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7819FF" w:rsidRPr="00D4232E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4232E"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D4232E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7819FF" w:rsidRPr="00D4232E" w:rsidRDefault="007819FF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7819FF" w:rsidRPr="00D4232E" w:rsidRDefault="007819FF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7819FF" w:rsidRPr="00D4232E" w:rsidRDefault="007819FF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7819FF" w:rsidRPr="00D4232E" w:rsidRDefault="007819FF" w:rsidP="00775F45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D4232E">
              <w:rPr>
                <w:rFonts w:ascii="Times New Roman CYR" w:hAnsi="Times New Roman CYR" w:cs="Times New Roman CYR"/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D4232E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7819FF" w:rsidRPr="00D4232E" w:rsidRDefault="007819FF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7819FF" w:rsidRPr="00D4232E" w:rsidRDefault="007819FF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7819FF" w:rsidRPr="00D4232E" w:rsidRDefault="007819FF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7819FF" w:rsidRPr="00D4232E" w:rsidRDefault="007819FF" w:rsidP="00775F45">
            <w:pPr>
              <w:rPr>
                <w:rFonts w:ascii="Times New Roman CYR" w:hAnsi="Times New Roman CYR" w:cs="Times New Roman CYR"/>
                <w:b/>
              </w:rPr>
            </w:pPr>
            <w:r w:rsidRPr="00D4232E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D4232E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D4232E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723,0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4232E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733,0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D4232E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743,0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38488A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Подпрограмма "Содержание и ремонт внутрипоселенческих дорог в Шейнском  сельсовете Пачелмского района Пензенской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38488A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rFonts w:ascii="Times New Roman CYR" w:hAnsi="Times New Roman CYR" w:cs="Times New Roman CYR"/>
                <w:b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38488A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38488A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38488A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38488A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38488A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723,0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38488A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733,0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38488A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743,0</w:t>
            </w:r>
          </w:p>
        </w:tc>
      </w:tr>
      <w:tr w:rsidR="007819FF" w:rsidRPr="0043557C" w:rsidTr="001479F5"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>Основное мероприятие "Улучшение состояния автомобильных дорог местного значения в границах поселения"</w:t>
            </w:r>
          </w:p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</w:pPr>
            <w:r w:rsidRPr="0043557C">
              <w:t>02</w:t>
            </w:r>
          </w:p>
        </w:tc>
        <w:tc>
          <w:tcPr>
            <w:tcW w:w="35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Default="007819FF" w:rsidP="001479F5">
            <w:r>
              <w:t>723,0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733,0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743,0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819FF" w:rsidRDefault="007819FF" w:rsidP="00775F45">
            <w:pPr>
              <w:widowControl/>
            </w:pPr>
          </w:p>
          <w:p w:rsidR="007819FF" w:rsidRDefault="007819FF" w:rsidP="00775F45">
            <w:pPr>
              <w:widowControl/>
            </w:pPr>
          </w:p>
          <w:p w:rsidR="007819FF" w:rsidRPr="0043557C" w:rsidRDefault="007819FF" w:rsidP="00775F45">
            <w:pPr>
              <w:widowControl/>
            </w:pP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>Содержание автомобильных дорог и искусственных сооружений на них за счет средств дорожного фонда Шейнского сельсовета Пачелмского района Пензенской области</w:t>
            </w:r>
          </w:p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Default="007819FF" w:rsidP="001479F5">
            <w:r>
              <w:t>723,0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733,0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743,0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Default="007819FF" w:rsidP="001479F5">
            <w:r>
              <w:t>723,0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733,0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743,0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Default="007819FF" w:rsidP="00775F45">
            <w:r>
              <w:t>723,0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733,0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743,0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D03AF7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Муниципальная программа Шейнского сельсовета Пачелмского района Пензенской области " Развитие культуры и поддержка молодежи Шейнского  сельсовета Пачелмского района Пензенской области</w:t>
            </w:r>
            <w:r>
              <w:rPr>
                <w:b/>
                <w:bCs/>
              </w:rPr>
              <w:t xml:space="preserve">     на 2014-2024 годы</w:t>
            </w:r>
            <w:r w:rsidRPr="0043557C">
              <w:rPr>
                <w:b/>
                <w:bCs/>
              </w:rPr>
              <w:t xml:space="preserve"> "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rFonts w:ascii="Times New Roman CYR" w:hAnsi="Times New Roman CYR" w:cs="Times New Roman CYR"/>
                <w:b/>
                <w:bCs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D03AF7" w:rsidRDefault="007819FF" w:rsidP="001479F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330,0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D03AF7" w:rsidRDefault="007819FF" w:rsidP="001479F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243,4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D03AF7" w:rsidRDefault="007819FF" w:rsidP="001479F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240,0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D03AF7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Подпрограмма «Содержание объектов социальной культурной сферы»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D03AF7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rFonts w:ascii="Times New Roman CYR" w:hAnsi="Times New Roman CYR" w:cs="Times New Roman CYR"/>
                <w:b/>
                <w:bCs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D03AF7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D03AF7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D03AF7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D03AF7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D03AF7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330,0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D03AF7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243,4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D03AF7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240,0</w:t>
            </w:r>
          </w:p>
        </w:tc>
      </w:tr>
      <w:tr w:rsidR="007819FF" w:rsidRPr="0043557C" w:rsidTr="001479F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Основное мероприятие «Обеспечение соответствия состояния объектов социально-культурной сферы нормативным требованиям»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Default="007819FF" w:rsidP="001479F5"/>
          <w:p w:rsidR="007819FF" w:rsidRPr="0043557C" w:rsidRDefault="007819FF" w:rsidP="001479F5">
            <w:r>
              <w:t>330,0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243,4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240,0</w:t>
            </w:r>
          </w:p>
        </w:tc>
      </w:tr>
      <w:tr w:rsidR="007819FF" w:rsidRPr="0043557C" w:rsidTr="001479F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содержание объектов социально-культурной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Default="007819FF" w:rsidP="001479F5"/>
          <w:p w:rsidR="007819FF" w:rsidRPr="0043557C" w:rsidRDefault="007819FF" w:rsidP="001479F5">
            <w:r>
              <w:t>330,0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243,4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240,0</w:t>
            </w:r>
          </w:p>
        </w:tc>
      </w:tr>
      <w:tr w:rsidR="007819FF" w:rsidRPr="0043557C" w:rsidTr="001479F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Default="007819FF" w:rsidP="001479F5"/>
          <w:p w:rsidR="007819FF" w:rsidRPr="0043557C" w:rsidRDefault="007819FF" w:rsidP="001479F5">
            <w:r>
              <w:t>330,0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243,4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240,0</w:t>
            </w:r>
          </w:p>
        </w:tc>
      </w:tr>
      <w:tr w:rsidR="007819FF" w:rsidRPr="0043557C" w:rsidTr="001479F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Default="007819FF" w:rsidP="001479F5"/>
          <w:p w:rsidR="007819FF" w:rsidRPr="0043557C" w:rsidRDefault="007819FF" w:rsidP="001479F5">
            <w:r>
              <w:t>330,0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243,4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jc w:val="center"/>
            </w:pPr>
            <w:r>
              <w:t>240,0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rPr>
                <w:b/>
                <w:bCs/>
              </w:rPr>
              <w:t xml:space="preserve">   на 2014-2024 годы </w:t>
            </w:r>
            <w:r w:rsidRPr="0043557C">
              <w:rPr>
                <w:b/>
                <w:bCs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6072BF" w:rsidRDefault="007819FF" w:rsidP="00775F45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2932,0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6072BF" w:rsidRDefault="007819FF" w:rsidP="00775F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2692,0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6072BF" w:rsidRDefault="007819FF" w:rsidP="00775F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2698,0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38488A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Подпрограмма « Оценка недвижимости ,признание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38488A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38488A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38488A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38488A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38488A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38488A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38488A" w:rsidRDefault="007819FF" w:rsidP="00775F45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38488A" w:rsidRDefault="007819FF" w:rsidP="00775F45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807C62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807C62" w:rsidRDefault="007819FF" w:rsidP="00775F45">
            <w:pPr>
              <w:widowControl/>
            </w:pPr>
            <w: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5F5D97">
            <w:r>
              <w:t>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>
              <w:t>10,0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FB4F77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Мероприятия в области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FB4F77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widowControl/>
            </w:pPr>
            <w: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5F5D97">
            <w:r>
              <w:t>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>
              <w:t>10,0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FB4F77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widowControl/>
            </w:pPr>
            <w: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5F5D97">
            <w:r>
              <w:t>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>
              <w:t>10,0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FB4F77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widowControl/>
            </w:pPr>
            <w: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5F5D97">
            <w:r>
              <w:t>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r>
              <w:t>10,0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0616F9">
              <w:rPr>
                <w:b/>
                <w:bCs/>
                <w:color w:val="000000"/>
              </w:rPr>
              <w:t>Подпрограмма  «Обеспечение деятельности администрации Шейнского сельсовета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F16C1" w:rsidRDefault="007819FF" w:rsidP="00775F45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2405,5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F16C1" w:rsidRDefault="007819FF" w:rsidP="00775F45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2169,5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F16C1" w:rsidRDefault="007819FF" w:rsidP="00775F45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2167,0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Основное мероприятие «Создание  оптимальных  условий для повышения эффективности реализации полномочий администрацией Шейнского сельсовета 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widowControl/>
            </w:pPr>
            <w:r>
              <w:t>2405,5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2169,5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2167,0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по оплате труда работников  органов  местного самоуправления (глава администрации)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widowControl/>
            </w:pPr>
            <w:r>
              <w:t>758,4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758,4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758,4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widowControl/>
            </w:pPr>
            <w:r>
              <w:t>758,4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758,4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758,4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widowControl/>
            </w:pPr>
            <w:r>
              <w:t>758,4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758,4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371A6">
            <w:pPr>
              <w:widowControl/>
            </w:pPr>
            <w:r>
              <w:t>758,4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rPr>
                <w:rFonts w:ascii="Times New Roman CYR" w:hAnsi="Times New Roman CYR" w:cs="Times New Roman CYR"/>
              </w:rPr>
            </w:pPr>
          </w:p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Расходы на выплаты по оплате труда работников  органов 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widowControl/>
            </w:pPr>
            <w:r>
              <w:t>925,3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925,3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925,3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 xml:space="preserve"> </w:t>
            </w:r>
          </w:p>
          <w:p w:rsidR="007819FF" w:rsidRPr="0043557C" w:rsidRDefault="007819FF" w:rsidP="00775F45"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Default="007819FF" w:rsidP="00775F45">
            <w:r>
              <w:t>925,3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925,3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925,3</w:t>
            </w:r>
          </w:p>
        </w:tc>
      </w:tr>
      <w:tr w:rsidR="007819FF" w:rsidRPr="0043557C" w:rsidTr="00775F45">
        <w:trPr>
          <w:gridAfter w:val="1"/>
          <w:wAfter w:w="236" w:type="dxa"/>
          <w:trHeight w:val="753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Default="007819FF" w:rsidP="00775F45">
            <w:r>
              <w:t>925,3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925,3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925,3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Расходы на обеспечение функций  органов 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widowControl/>
            </w:pPr>
            <w:r>
              <w:t>721,8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485,8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483,3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E10E4E" w:rsidRDefault="007819FF" w:rsidP="00775F45">
            <w:pPr>
              <w:widowControl/>
            </w:pPr>
            <w:r>
              <w:t>691,8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455,8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412,1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widowControl/>
            </w:pPr>
            <w:r>
              <w:t>691,8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455,8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412,1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rPr>
                <w:rFonts w:ascii="Times New Roman CYR" w:hAnsi="Times New Roman CYR" w:cs="Times New Roman CYR"/>
              </w:rPr>
            </w:pPr>
          </w:p>
          <w:p w:rsidR="007819FF" w:rsidRPr="0043557C" w:rsidRDefault="007819FF" w:rsidP="00775F45"/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1479F5">
            <w:pPr>
              <w:widowControl/>
            </w:pPr>
            <w:r>
              <w:t>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1479F5">
            <w:pPr>
              <w:widowControl/>
            </w:pPr>
            <w:r>
              <w:t>71,2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rPr>
                <w:rFonts w:ascii="Times New Roman CYR" w:hAnsi="Times New Roman CYR" w:cs="Times New Roman CYR"/>
              </w:rPr>
            </w:pPr>
          </w:p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widowControl/>
            </w:pPr>
            <w:r>
              <w:t>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widowControl/>
            </w:pPr>
            <w:r>
              <w:t>71,2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0616F9">
              <w:rPr>
                <w:b/>
                <w:bCs/>
                <w:color w:val="000000"/>
              </w:rPr>
              <w:t>Подпрограмма «Предоставление мер социальной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0616F9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5F5D97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5F5D97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Основное мероприятие «Выполнение обязательств по социальной поддержке  отдельных 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</w:pPr>
            <w:r w:rsidRPr="0043557C"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Default="007819FF">
            <w:r w:rsidRPr="00AC026E">
              <w:t>19,5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26E">
              <w:t>19,5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26E">
              <w:t>19,5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Доплаты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24250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Default="007819FF">
            <w:r w:rsidRPr="00AC026E">
              <w:t>19,5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26E">
              <w:t>19,5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26E">
              <w:t>19,5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24250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Default="007819FF">
            <w:r w:rsidRPr="00AC026E">
              <w:t>19,5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26E">
              <w:t>19,5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26E">
              <w:t>19,5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24250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Default="007819FF">
            <w:r w:rsidRPr="00AC026E">
              <w:t>19,5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26E">
              <w:t>19,5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 w:rsidRPr="00AC026E">
              <w:t>19,5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0616F9">
              <w:rPr>
                <w:b/>
                <w:bCs/>
                <w:color w:val="000000"/>
              </w:rPr>
              <w:t>Подпрограмма «Реализация отдельных переданных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0616F9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0616F9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0616F9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498,0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0616F9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501,5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Основное мероприятие «Реализация отдельных переданных   полномочий Шейнским  сельсоветом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741F43" w:rsidRDefault="007819FF" w:rsidP="00775F45">
            <w:pPr>
              <w:widowControl/>
              <w:jc w:val="center"/>
              <w:rPr>
                <w:bCs/>
              </w:rPr>
            </w:pPr>
            <w:r>
              <w:rPr>
                <w:bCs/>
              </w:rPr>
              <w:t>466,2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41F43" w:rsidRDefault="007819FF" w:rsidP="00775F45">
            <w:pPr>
              <w:widowControl/>
              <w:rPr>
                <w:bCs/>
              </w:rPr>
            </w:pPr>
            <w:r>
              <w:rPr>
                <w:bCs/>
              </w:rPr>
              <w:t>498,0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41F43" w:rsidRDefault="007819FF" w:rsidP="00775F45">
            <w:pPr>
              <w:widowControl/>
              <w:rPr>
                <w:bCs/>
              </w:rPr>
            </w:pPr>
            <w:r>
              <w:rPr>
                <w:bCs/>
              </w:rPr>
              <w:t>469,9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91,1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92,1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95,6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B86380" w:rsidRDefault="007819FF" w:rsidP="00775F45">
            <w:pPr>
              <w:widowControl/>
              <w:jc w:val="center"/>
            </w:pPr>
            <w:r>
              <w:t>80,0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80,0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80,0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B86380" w:rsidRDefault="007819FF" w:rsidP="00775F45">
            <w:pPr>
              <w:widowControl/>
              <w:jc w:val="center"/>
            </w:pPr>
            <w:r>
              <w:t>80,0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80,0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80,0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B86380" w:rsidRDefault="007819FF" w:rsidP="00775F45">
            <w:pPr>
              <w:widowControl/>
              <w:jc w:val="center"/>
            </w:pPr>
            <w:r>
              <w:t>11,1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12,1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15,6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B86380" w:rsidRDefault="007819FF" w:rsidP="00775F45">
            <w:pPr>
              <w:widowControl/>
              <w:jc w:val="center"/>
            </w:pPr>
            <w:r>
              <w:t>11,1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12,1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15,6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 сельсовета</w:t>
            </w:r>
            <w:r w:rsidRPr="0043557C">
              <w:rPr>
                <w:color w:val="FF0000"/>
              </w:rPr>
              <w:t xml:space="preserve"> </w:t>
            </w:r>
            <w:r w:rsidRPr="0043557C">
              <w:t xml:space="preserve"> Пачелмского района Пензенской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>Отдельные полномочия по решению вопросов местного значения в сфере градостроительной деятельности</w:t>
            </w:r>
          </w:p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399,7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399,7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399,7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1479F5">
            <w:pPr>
              <w:widowControl/>
              <w:jc w:val="center"/>
            </w:pPr>
            <w:r>
              <w:t>399,7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399,7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399,7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399,7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399,7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399,7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Выполнение передаваемых  полномочий  по организации исполнения бюджета Шейнского сельсовета Пачелмского района Пензенской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rPr>
                <w:rFonts w:ascii="Times New Roman CYR" w:hAnsi="Times New Roman CYR" w:cs="Times New Roman CYR"/>
              </w:rPr>
            </w:pPr>
          </w:p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</w:pPr>
            <w:r w:rsidRPr="00B822D1">
              <w:t xml:space="preserve">Выполнение передаваемых полномочий по осуществлению внутреннего муниципального финансового контроля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</w:pPr>
            <w:r>
              <w:t>80275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Default="007819FF" w:rsidP="00775F45">
            <w:pPr>
              <w:widowControl/>
              <w:jc w:val="center"/>
            </w:pPr>
            <w:r>
              <w:t>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 w:rsidP="00775F45">
            <w:pPr>
              <w:widowControl/>
            </w:pPr>
            <w: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 w:rsidP="00775F45">
            <w:pPr>
              <w:widowControl/>
            </w:pPr>
            <w:r>
              <w:t>2,0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rPr>
                <w:rFonts w:ascii="Times New Roman CYR" w:hAnsi="Times New Roman CYR" w:cs="Times New Roman CYR"/>
              </w:rPr>
            </w:pPr>
          </w:p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80275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Default="007819FF" w:rsidP="00775F45">
            <w:pPr>
              <w:widowControl/>
              <w:jc w:val="center"/>
            </w:pPr>
            <w:r>
              <w:t>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 w:rsidP="00775F45">
            <w:pPr>
              <w:widowControl/>
            </w:pPr>
            <w: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 w:rsidP="00775F45">
            <w:pPr>
              <w:widowControl/>
            </w:pPr>
            <w:r>
              <w:t>2,0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80275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Default="007819FF" w:rsidP="00775F45">
            <w:pPr>
              <w:widowControl/>
              <w:jc w:val="center"/>
            </w:pPr>
            <w:r>
              <w:t>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 w:rsidP="00775F45">
            <w:pPr>
              <w:widowControl/>
            </w:pPr>
            <w: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 w:rsidP="00775F45">
            <w:pPr>
              <w:widowControl/>
            </w:pPr>
            <w:r>
              <w:t>2,0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Исполнение полномочий Пачелмского района по осуществлению муниципального контроля за использованием земель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1,2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1,2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widowControl/>
              <w:jc w:val="center"/>
            </w:pPr>
            <w:r>
              <w:t>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1,2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II. 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5C1C35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5C1C35">
              <w:rPr>
                <w:bCs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1479F5">
            <w:pPr>
              <w:jc w:val="center"/>
            </w:pPr>
            <w:r>
              <w:t>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4,0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3E52EA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E52EA">
              <w:t xml:space="preserve">Резервные фонды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1479F5">
            <w:pPr>
              <w:jc w:val="center"/>
            </w:pPr>
            <w:r>
              <w:t>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4,0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35138A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5138A">
              <w:t>20500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1479F5">
            <w:pPr>
              <w:jc w:val="center"/>
            </w:pPr>
            <w:r>
              <w:t>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4,0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1479F5">
            <w:pPr>
              <w:jc w:val="center"/>
            </w:pPr>
            <w:r>
              <w:t>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1479F5">
            <w:pPr>
              <w:widowControl/>
            </w:pPr>
            <w:r>
              <w:t>4,0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>Резервные средства</w:t>
            </w:r>
          </w:p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43557C" w:rsidRDefault="007819FF" w:rsidP="00775F45">
            <w:pPr>
              <w:jc w:val="center"/>
            </w:pPr>
            <w:r>
              <w:t>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43557C" w:rsidRDefault="007819FF" w:rsidP="00775F45">
            <w:pPr>
              <w:widowControl/>
            </w:pPr>
            <w:r>
              <w:t>4,0</w:t>
            </w:r>
          </w:p>
        </w:tc>
      </w:tr>
      <w:tr w:rsidR="007819FF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3557C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19FF" w:rsidRPr="0043557C" w:rsidRDefault="007819FF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9FF" w:rsidRPr="007B2E3D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3989,0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787D7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3672,4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Pr="007B2E3D" w:rsidRDefault="007819FF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3685,0</w:t>
            </w:r>
          </w:p>
        </w:tc>
      </w:tr>
    </w:tbl>
    <w:p w:rsidR="007819FF" w:rsidRDefault="007819FF" w:rsidP="002417D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7819FF" w:rsidRDefault="007819FF" w:rsidP="002417DB">
      <w:pPr>
        <w:rPr>
          <w:sz w:val="24"/>
          <w:szCs w:val="24"/>
        </w:rPr>
      </w:pPr>
    </w:p>
    <w:p w:rsidR="007819FF" w:rsidRPr="002417DB" w:rsidRDefault="007819FF" w:rsidP="002417D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</w:p>
    <w:p w:rsidR="007819FF" w:rsidRDefault="007819FF" w:rsidP="00EB2B14">
      <w:pPr>
        <w:jc w:val="right"/>
        <w:rPr>
          <w:sz w:val="24"/>
          <w:szCs w:val="24"/>
        </w:rPr>
      </w:pPr>
    </w:p>
    <w:p w:rsidR="007819FF" w:rsidRPr="0043557C" w:rsidRDefault="007819FF" w:rsidP="00EB2B14">
      <w:pPr>
        <w:jc w:val="right"/>
        <w:rPr>
          <w:sz w:val="24"/>
          <w:szCs w:val="24"/>
        </w:rPr>
      </w:pPr>
    </w:p>
    <w:p w:rsidR="007819FF" w:rsidRPr="0043557C" w:rsidRDefault="007819FF" w:rsidP="004330CE">
      <w:pPr>
        <w:pStyle w:val="BodyText"/>
        <w:tabs>
          <w:tab w:val="left" w:pos="8430"/>
        </w:tabs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Приложение 11</w:t>
      </w:r>
    </w:p>
    <w:p w:rsidR="007819FF" w:rsidRPr="0043557C" w:rsidRDefault="007819FF" w:rsidP="004330CE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к решению Комитета местного</w:t>
      </w:r>
    </w:p>
    <w:p w:rsidR="007819FF" w:rsidRPr="0043557C" w:rsidRDefault="007819FF" w:rsidP="004330CE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 самоуправления Шейнского сельсовета</w:t>
      </w:r>
    </w:p>
    <w:p w:rsidR="007819FF" w:rsidRPr="0043557C" w:rsidRDefault="007819FF" w:rsidP="004330CE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Пачелмского района Пензенской области</w:t>
      </w:r>
    </w:p>
    <w:p w:rsidR="007819FF" w:rsidRPr="00A67A48" w:rsidRDefault="007819FF" w:rsidP="00A67A48">
      <w:pPr>
        <w:jc w:val="right"/>
      </w:pPr>
      <w:r w:rsidRPr="0043557C">
        <w:t xml:space="preserve">от </w:t>
      </w:r>
      <w:r>
        <w:t xml:space="preserve">  </w:t>
      </w:r>
      <w:r w:rsidRPr="0043557C">
        <w:t xml:space="preserve">№ </w:t>
      </w:r>
      <w:r>
        <w:t xml:space="preserve"> </w:t>
      </w:r>
    </w:p>
    <w:p w:rsidR="007819FF" w:rsidRPr="0043557C" w:rsidRDefault="007819FF" w:rsidP="004330CE">
      <w:pPr>
        <w:pStyle w:val="BodyText"/>
        <w:tabs>
          <w:tab w:val="left" w:pos="8910"/>
        </w:tabs>
        <w:jc w:val="right"/>
        <w:rPr>
          <w:sz w:val="24"/>
          <w:szCs w:val="24"/>
        </w:rPr>
      </w:pPr>
    </w:p>
    <w:p w:rsidR="007819FF" w:rsidRPr="0043557C" w:rsidRDefault="007819FF" w:rsidP="004330CE">
      <w:pPr>
        <w:pStyle w:val="BodyText"/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>Распределение  межбюджетных трансфертов бюджету   Пачелмского р</w:t>
      </w:r>
      <w:r>
        <w:rPr>
          <w:b/>
          <w:bCs/>
          <w:sz w:val="24"/>
          <w:szCs w:val="24"/>
        </w:rPr>
        <w:t xml:space="preserve">айона Пензенской области </w:t>
      </w:r>
      <w:r w:rsidRPr="00FB4F77">
        <w:rPr>
          <w:b/>
          <w:bCs/>
          <w:sz w:val="24"/>
          <w:szCs w:val="24"/>
        </w:rPr>
        <w:t xml:space="preserve">из бюджета </w:t>
      </w:r>
      <w:r w:rsidRPr="007B2E3D">
        <w:rPr>
          <w:b/>
          <w:bCs/>
          <w:sz w:val="24"/>
          <w:szCs w:val="24"/>
        </w:rPr>
        <w:t>Шейнского сельсовета</w:t>
      </w:r>
      <w:r>
        <w:rPr>
          <w:b/>
          <w:bCs/>
          <w:color w:val="FF0000"/>
          <w:sz w:val="24"/>
          <w:szCs w:val="24"/>
        </w:rPr>
        <w:t xml:space="preserve"> </w:t>
      </w:r>
      <w:r w:rsidRPr="00FB4F77">
        <w:rPr>
          <w:b/>
          <w:bCs/>
          <w:sz w:val="24"/>
          <w:szCs w:val="24"/>
        </w:rPr>
        <w:t>Пачелмского района Пензенской области</w:t>
      </w:r>
      <w:r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на 2021</w:t>
      </w:r>
      <w:r w:rsidRPr="0043557C">
        <w:rPr>
          <w:b/>
          <w:bCs/>
          <w:sz w:val="24"/>
          <w:szCs w:val="24"/>
        </w:rPr>
        <w:t xml:space="preserve"> год и</w:t>
      </w:r>
      <w:r w:rsidRPr="0043557C">
        <w:rPr>
          <w:b/>
          <w:bCs/>
          <w:color w:val="FF0000"/>
          <w:sz w:val="24"/>
          <w:szCs w:val="24"/>
        </w:rPr>
        <w:t xml:space="preserve"> </w:t>
      </w:r>
      <w:r w:rsidRPr="0043557C">
        <w:rPr>
          <w:b/>
          <w:bCs/>
          <w:sz w:val="24"/>
          <w:szCs w:val="24"/>
        </w:rPr>
        <w:t>плановый период  20</w:t>
      </w:r>
      <w:r>
        <w:rPr>
          <w:b/>
          <w:bCs/>
          <w:sz w:val="24"/>
          <w:szCs w:val="24"/>
        </w:rPr>
        <w:t>22 и 2023</w:t>
      </w:r>
      <w:r w:rsidRPr="0043557C">
        <w:rPr>
          <w:b/>
          <w:bCs/>
          <w:sz w:val="24"/>
          <w:szCs w:val="24"/>
        </w:rPr>
        <w:t xml:space="preserve"> годов</w:t>
      </w:r>
      <w:r>
        <w:rPr>
          <w:b/>
          <w:bCs/>
          <w:sz w:val="24"/>
          <w:szCs w:val="24"/>
        </w:rPr>
        <w:t>.</w:t>
      </w:r>
    </w:p>
    <w:p w:rsidR="007819FF" w:rsidRPr="0043557C" w:rsidRDefault="007819FF" w:rsidP="004330CE">
      <w:pPr>
        <w:pStyle w:val="BodyText"/>
        <w:ind w:firstLine="709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4084"/>
        <w:gridCol w:w="1418"/>
        <w:gridCol w:w="1559"/>
        <w:gridCol w:w="1847"/>
      </w:tblGrid>
      <w:tr w:rsidR="007819FF" w:rsidRPr="0043557C">
        <w:trPr>
          <w:trHeight w:val="435"/>
        </w:trPr>
        <w:tc>
          <w:tcPr>
            <w:tcW w:w="560" w:type="dxa"/>
            <w:vMerge w:val="restart"/>
            <w:vAlign w:val="center"/>
          </w:tcPr>
          <w:p w:rsidR="007819FF" w:rsidRPr="0043557C" w:rsidRDefault="007819FF" w:rsidP="006C3FFB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 w:rsidRPr="0043557C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84" w:type="dxa"/>
            <w:vMerge w:val="restart"/>
            <w:vAlign w:val="center"/>
          </w:tcPr>
          <w:p w:rsidR="007819FF" w:rsidRPr="0043557C" w:rsidRDefault="007819FF" w:rsidP="006C3FFB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 w:rsidRPr="0043557C">
              <w:rPr>
                <w:b/>
                <w:bCs/>
                <w:sz w:val="20"/>
                <w:szCs w:val="20"/>
              </w:rPr>
              <w:t>Наименование передаваемых полномочий</w:t>
            </w:r>
          </w:p>
        </w:tc>
        <w:tc>
          <w:tcPr>
            <w:tcW w:w="4824" w:type="dxa"/>
            <w:gridSpan w:val="3"/>
            <w:tcBorders>
              <w:bottom w:val="single" w:sz="4" w:space="0" w:color="auto"/>
            </w:tcBorders>
            <w:vAlign w:val="center"/>
          </w:tcPr>
          <w:p w:rsidR="007819FF" w:rsidRPr="0043557C" w:rsidRDefault="007819FF" w:rsidP="006C3FFB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 w:rsidRPr="0043557C">
              <w:rPr>
                <w:b/>
                <w:bCs/>
                <w:sz w:val="20"/>
                <w:szCs w:val="20"/>
              </w:rPr>
              <w:t>Сумма, тыс.руб.</w:t>
            </w:r>
          </w:p>
        </w:tc>
      </w:tr>
      <w:tr w:rsidR="007819FF" w:rsidRPr="0043557C">
        <w:trPr>
          <w:trHeight w:val="390"/>
        </w:trPr>
        <w:tc>
          <w:tcPr>
            <w:tcW w:w="0" w:type="auto"/>
            <w:vMerge/>
            <w:vAlign w:val="center"/>
          </w:tcPr>
          <w:p w:rsidR="007819FF" w:rsidRPr="0043557C" w:rsidRDefault="007819FF" w:rsidP="006C3FFB">
            <w:pPr>
              <w:widowControl/>
              <w:rPr>
                <w:b/>
                <w:bCs/>
                <w:lang w:eastAsia="ar-SA"/>
              </w:rPr>
            </w:pPr>
          </w:p>
        </w:tc>
        <w:tc>
          <w:tcPr>
            <w:tcW w:w="4084" w:type="dxa"/>
            <w:vMerge/>
            <w:vAlign w:val="center"/>
          </w:tcPr>
          <w:p w:rsidR="007819FF" w:rsidRPr="0043557C" w:rsidRDefault="007819FF" w:rsidP="006C3FFB">
            <w:pPr>
              <w:widowControl/>
              <w:rPr>
                <w:b/>
                <w:bCs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19FF" w:rsidRPr="00C21500" w:rsidRDefault="007819FF" w:rsidP="00C21500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</w:t>
            </w: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19FF" w:rsidRPr="0043557C" w:rsidRDefault="007819FF" w:rsidP="00C21500">
            <w:pPr>
              <w:pStyle w:val="BodyText"/>
              <w:ind w:left="20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</w:t>
            </w:r>
            <w:r w:rsidRPr="0043557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vAlign w:val="center"/>
          </w:tcPr>
          <w:p w:rsidR="007819FF" w:rsidRPr="0043557C" w:rsidRDefault="007819FF" w:rsidP="00C21500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 w:rsidRPr="0043557C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43557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7819FF" w:rsidRPr="0043557C">
        <w:tc>
          <w:tcPr>
            <w:tcW w:w="560" w:type="dxa"/>
            <w:vAlign w:val="center"/>
          </w:tcPr>
          <w:p w:rsidR="007819FF" w:rsidRPr="0043557C" w:rsidRDefault="007819FF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1.</w:t>
            </w:r>
          </w:p>
        </w:tc>
        <w:tc>
          <w:tcPr>
            <w:tcW w:w="4084" w:type="dxa"/>
          </w:tcPr>
          <w:p w:rsidR="007819FF" w:rsidRPr="0043557C" w:rsidRDefault="007819FF" w:rsidP="006C3FFB">
            <w:pPr>
              <w:pStyle w:val="BodyText"/>
              <w:jc w:val="left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сельсовета</w:t>
            </w:r>
            <w:r w:rsidRPr="0043557C">
              <w:rPr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43557C">
              <w:rPr>
                <w:sz w:val="20"/>
                <w:szCs w:val="20"/>
              </w:rPr>
              <w:t xml:space="preserve"> Пачелмского района Пензенской области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819FF" w:rsidRPr="0043557C" w:rsidRDefault="007819FF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819FF" w:rsidRPr="00552DDE" w:rsidRDefault="007819FF" w:rsidP="006C3FFB">
            <w:pPr>
              <w:pStyle w:val="BodyText"/>
              <w:ind w:left="867"/>
              <w:jc w:val="center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1,0</w:t>
            </w:r>
          </w:p>
        </w:tc>
        <w:tc>
          <w:tcPr>
            <w:tcW w:w="1847" w:type="dxa"/>
            <w:vAlign w:val="center"/>
          </w:tcPr>
          <w:p w:rsidR="007819FF" w:rsidRPr="00552DDE" w:rsidRDefault="007819FF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1,0</w:t>
            </w:r>
          </w:p>
        </w:tc>
      </w:tr>
      <w:tr w:rsidR="007819FF" w:rsidRPr="0043557C">
        <w:tc>
          <w:tcPr>
            <w:tcW w:w="560" w:type="dxa"/>
            <w:vAlign w:val="center"/>
          </w:tcPr>
          <w:p w:rsidR="007819FF" w:rsidRPr="0043557C" w:rsidRDefault="007819FF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2.</w:t>
            </w:r>
          </w:p>
        </w:tc>
        <w:tc>
          <w:tcPr>
            <w:tcW w:w="4084" w:type="dxa"/>
          </w:tcPr>
          <w:p w:rsidR="007819FF" w:rsidRPr="0043557C" w:rsidRDefault="007819FF" w:rsidP="006C3FFB">
            <w:pPr>
              <w:pStyle w:val="BodyText"/>
              <w:jc w:val="left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Выполнение передаваемых полномочий по организации исполнения бюджета Шейнского сельсовета Пачелмского района Пензенской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819FF" w:rsidRPr="0043557C" w:rsidRDefault="007819FF" w:rsidP="00552DDE">
            <w:pPr>
              <w:pStyle w:val="BodyText"/>
              <w:jc w:val="center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819FF" w:rsidRPr="00552DDE" w:rsidRDefault="007819FF" w:rsidP="006C3FFB">
            <w:pPr>
              <w:pStyle w:val="BodyText"/>
              <w:ind w:left="567"/>
              <w:jc w:val="center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1,0</w:t>
            </w:r>
          </w:p>
        </w:tc>
        <w:tc>
          <w:tcPr>
            <w:tcW w:w="1847" w:type="dxa"/>
            <w:vAlign w:val="center"/>
          </w:tcPr>
          <w:p w:rsidR="007819FF" w:rsidRPr="00552DDE" w:rsidRDefault="007819FF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1,0</w:t>
            </w:r>
          </w:p>
        </w:tc>
      </w:tr>
      <w:tr w:rsidR="007819FF" w:rsidRPr="0043557C">
        <w:tc>
          <w:tcPr>
            <w:tcW w:w="560" w:type="dxa"/>
            <w:vAlign w:val="center"/>
          </w:tcPr>
          <w:p w:rsidR="007819FF" w:rsidRPr="0043557C" w:rsidRDefault="007819FF" w:rsidP="006C3FFB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84" w:type="dxa"/>
          </w:tcPr>
          <w:p w:rsidR="007819FF" w:rsidRPr="00F95C57" w:rsidRDefault="007819FF" w:rsidP="00552DDE">
            <w:pPr>
              <w:pStyle w:val="BodyText"/>
              <w:jc w:val="left"/>
              <w:rPr>
                <w:sz w:val="20"/>
                <w:szCs w:val="20"/>
              </w:rPr>
            </w:pPr>
            <w:r w:rsidRPr="00F95C57">
              <w:rPr>
                <w:sz w:val="20"/>
                <w:szCs w:val="20"/>
              </w:rPr>
              <w:t xml:space="preserve">Выполнение передаваемых полномочий по осуществлению внутреннего муниципального финансового контроля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819FF" w:rsidRPr="0043557C" w:rsidRDefault="007819FF" w:rsidP="006C3FFB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819FF" w:rsidRPr="0043557C" w:rsidRDefault="007819FF" w:rsidP="006C3FFB">
            <w:pPr>
              <w:pStyle w:val="BodyText"/>
              <w:ind w:left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847" w:type="dxa"/>
            <w:vAlign w:val="center"/>
          </w:tcPr>
          <w:p w:rsidR="007819FF" w:rsidRPr="0043557C" w:rsidRDefault="007819FF" w:rsidP="006C3FFB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7819FF" w:rsidRPr="0043557C">
        <w:tc>
          <w:tcPr>
            <w:tcW w:w="560" w:type="dxa"/>
            <w:vAlign w:val="center"/>
          </w:tcPr>
          <w:p w:rsidR="007819FF" w:rsidRPr="0043557C" w:rsidRDefault="007819FF" w:rsidP="006C3FFB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7819FF" w:rsidRPr="0043557C" w:rsidRDefault="007819FF" w:rsidP="006C3FFB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  <w:tc>
          <w:tcPr>
            <w:tcW w:w="4084" w:type="dxa"/>
          </w:tcPr>
          <w:p w:rsidR="007819FF" w:rsidRPr="0043557C" w:rsidRDefault="007819FF" w:rsidP="006C3FFB">
            <w:pPr>
              <w:pStyle w:val="BodyText"/>
              <w:jc w:val="left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Выполнение передаваемых полномочий муниципальному району  по обеспечению жителей поселения услугами организаций культуры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819FF" w:rsidRPr="0043557C" w:rsidRDefault="007819FF" w:rsidP="006C3FFB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399,7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819FF" w:rsidRPr="0043557C" w:rsidRDefault="007819FF" w:rsidP="006C3FFB">
            <w:pPr>
              <w:pStyle w:val="BodyText"/>
              <w:ind w:left="6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399,7</w:t>
            </w:r>
          </w:p>
        </w:tc>
        <w:tc>
          <w:tcPr>
            <w:tcW w:w="1847" w:type="dxa"/>
            <w:vAlign w:val="center"/>
          </w:tcPr>
          <w:p w:rsidR="007819FF" w:rsidRPr="0043557C" w:rsidRDefault="007819FF" w:rsidP="006C3FFB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399,7</w:t>
            </w:r>
          </w:p>
        </w:tc>
      </w:tr>
    </w:tbl>
    <w:p w:rsidR="007819FF" w:rsidRDefault="007819FF" w:rsidP="00097E21">
      <w:pPr>
        <w:pStyle w:val="BodyText"/>
        <w:rPr>
          <w:sz w:val="24"/>
          <w:szCs w:val="24"/>
        </w:rPr>
      </w:pPr>
    </w:p>
    <w:p w:rsidR="007819FF" w:rsidRDefault="007819FF" w:rsidP="00097E21">
      <w:pPr>
        <w:pStyle w:val="BodyText"/>
        <w:rPr>
          <w:sz w:val="24"/>
          <w:szCs w:val="24"/>
        </w:rPr>
      </w:pPr>
    </w:p>
    <w:p w:rsidR="007819FF" w:rsidRPr="0043557C" w:rsidRDefault="007819FF" w:rsidP="00097E21">
      <w:pPr>
        <w:pStyle w:val="BodyText"/>
        <w:rPr>
          <w:sz w:val="24"/>
          <w:szCs w:val="24"/>
        </w:rPr>
      </w:pPr>
    </w:p>
    <w:p w:rsidR="007819FF" w:rsidRDefault="007819FF" w:rsidP="007B2E3D">
      <w:pPr>
        <w:tabs>
          <w:tab w:val="left" w:pos="8910"/>
        </w:tabs>
        <w:suppressAutoHyphens/>
        <w:rPr>
          <w:u w:val="single"/>
        </w:rPr>
      </w:pPr>
    </w:p>
    <w:p w:rsidR="007819FF" w:rsidRDefault="007819FF" w:rsidP="007B2E3D">
      <w:pPr>
        <w:tabs>
          <w:tab w:val="left" w:pos="8910"/>
        </w:tabs>
        <w:suppressAutoHyphens/>
        <w:rPr>
          <w:u w:val="single"/>
        </w:rPr>
      </w:pPr>
    </w:p>
    <w:p w:rsidR="007819FF" w:rsidRDefault="007819FF" w:rsidP="007B2E3D">
      <w:pPr>
        <w:tabs>
          <w:tab w:val="left" w:pos="8910"/>
        </w:tabs>
        <w:suppressAutoHyphens/>
        <w:rPr>
          <w:u w:val="single"/>
        </w:rPr>
      </w:pPr>
    </w:p>
    <w:p w:rsidR="007819FF" w:rsidRDefault="007819FF" w:rsidP="00095962">
      <w:pPr>
        <w:pStyle w:val="BodyText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 12</w:t>
      </w:r>
    </w:p>
    <w:p w:rsidR="007819FF" w:rsidRDefault="007819FF" w:rsidP="00095962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к решению Комитета местного</w:t>
      </w:r>
    </w:p>
    <w:p w:rsidR="007819FF" w:rsidRDefault="007819FF" w:rsidP="00095962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самоуправления Шейнского сельсовета</w:t>
      </w:r>
    </w:p>
    <w:p w:rsidR="007819FF" w:rsidRDefault="007819FF" w:rsidP="00095962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Пачелмского района Пензенской области                                                                                                  </w:t>
      </w:r>
    </w:p>
    <w:p w:rsidR="007819FF" w:rsidRDefault="007819FF" w:rsidP="00095962">
      <w:pPr>
        <w:jc w:val="right"/>
      </w:pPr>
      <w:r>
        <w:t xml:space="preserve">                       от   _________          № ________</w:t>
      </w:r>
    </w:p>
    <w:p w:rsidR="007819FF" w:rsidRDefault="007819FF" w:rsidP="00095962">
      <w:pPr>
        <w:pStyle w:val="Heading5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Программа муниципальных внутренних заимствований Шейнского сельсовета Пачелмского района Пензенской области на 2021 год и  на плановый  период 2022 и 2023 годов</w:t>
      </w:r>
      <w:r>
        <w:rPr>
          <w:sz w:val="24"/>
          <w:szCs w:val="24"/>
        </w:rPr>
        <w:t xml:space="preserve">  </w:t>
      </w:r>
    </w:p>
    <w:p w:rsidR="007819FF" w:rsidRDefault="007819FF" w:rsidP="00095962">
      <w:pPr>
        <w:ind w:right="425" w:firstLine="426"/>
        <w:rPr>
          <w:sz w:val="24"/>
          <w:szCs w:val="24"/>
        </w:rPr>
      </w:pPr>
      <w:r>
        <w:rPr>
          <w:sz w:val="24"/>
          <w:szCs w:val="24"/>
        </w:rPr>
        <w:t>1.Муниципальные внутренние заимствования Шейнского сельсовета  Пачелмского района Пензенской области на 2021 год</w:t>
      </w:r>
    </w:p>
    <w:p w:rsidR="007819FF" w:rsidRDefault="007819FF" w:rsidP="00095962">
      <w:pPr>
        <w:ind w:left="-1080" w:firstLine="108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(тыс. рублей)</w:t>
      </w:r>
    </w:p>
    <w:p w:rsidR="007819FF" w:rsidRDefault="007819FF" w:rsidP="00095962">
      <w:pPr>
        <w:ind w:left="-1080" w:right="-850" w:firstLine="1080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961"/>
        <w:gridCol w:w="1276"/>
        <w:gridCol w:w="2835"/>
      </w:tblGrid>
      <w:tr w:rsidR="007819FF" w:rsidTr="00095962">
        <w:trPr>
          <w:trHeight w:val="100"/>
        </w:trPr>
        <w:tc>
          <w:tcPr>
            <w:tcW w:w="709" w:type="dxa"/>
          </w:tcPr>
          <w:p w:rsidR="007819FF" w:rsidRDefault="007819FF">
            <w:pPr>
              <w:suppressAutoHyphens/>
              <w:ind w:left="-1080" w:right="-92" w:firstLine="108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4961" w:type="dxa"/>
          </w:tcPr>
          <w:p w:rsidR="007819FF" w:rsidRDefault="007819FF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276" w:type="dxa"/>
          </w:tcPr>
          <w:p w:rsidR="007819FF" w:rsidRDefault="007819FF">
            <w:pPr>
              <w:suppressAutoHyphens/>
              <w:ind w:right="-2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Сумма </w:t>
            </w:r>
          </w:p>
        </w:tc>
        <w:tc>
          <w:tcPr>
            <w:tcW w:w="2835" w:type="dxa"/>
          </w:tcPr>
          <w:p w:rsidR="007819FF" w:rsidRDefault="007819FF" w:rsidP="00095962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Предельные сроки погашения долговых обязательств, возникающих при осуществлении муниципальных заимствований Шейнского сельсовета Пачелмского района Пензенской области</w:t>
            </w:r>
          </w:p>
        </w:tc>
      </w:tr>
      <w:tr w:rsidR="007819FF" w:rsidTr="00095962">
        <w:trPr>
          <w:trHeight w:val="100"/>
        </w:trPr>
        <w:tc>
          <w:tcPr>
            <w:tcW w:w="709" w:type="dxa"/>
          </w:tcPr>
          <w:p w:rsidR="007819FF" w:rsidRDefault="007819FF">
            <w:pPr>
              <w:suppressAutoHyphens/>
              <w:ind w:left="-1080" w:right="-92" w:firstLine="108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7819FF" w:rsidRDefault="007819FF">
            <w:pPr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Бюджетные кредиты, привлеченные из </w:t>
            </w:r>
          </w:p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бюджетов других уровней бюджетной системы </w:t>
            </w:r>
          </w:p>
        </w:tc>
        <w:tc>
          <w:tcPr>
            <w:tcW w:w="1276" w:type="dxa"/>
          </w:tcPr>
          <w:p w:rsidR="007819FF" w:rsidRDefault="007819FF">
            <w:pPr>
              <w:suppressAutoHyphens/>
              <w:ind w:right="-2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7819FF" w:rsidRDefault="007819FF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819FF" w:rsidTr="00095962">
        <w:trPr>
          <w:trHeight w:val="100"/>
        </w:trPr>
        <w:tc>
          <w:tcPr>
            <w:tcW w:w="709" w:type="dxa"/>
          </w:tcPr>
          <w:p w:rsidR="007819FF" w:rsidRDefault="007819FF">
            <w:pPr>
              <w:suppressAutoHyphens/>
              <w:ind w:left="-1080" w:right="-92" w:firstLine="108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961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Привлечение средств</w:t>
            </w:r>
          </w:p>
        </w:tc>
        <w:tc>
          <w:tcPr>
            <w:tcW w:w="1276" w:type="dxa"/>
          </w:tcPr>
          <w:p w:rsidR="007819FF" w:rsidRDefault="007819FF">
            <w:pPr>
              <w:suppressAutoHyphens/>
              <w:ind w:right="-2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7819FF" w:rsidRDefault="007819FF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819FF" w:rsidTr="00095962">
        <w:trPr>
          <w:trHeight w:val="100"/>
        </w:trPr>
        <w:tc>
          <w:tcPr>
            <w:tcW w:w="709" w:type="dxa"/>
          </w:tcPr>
          <w:p w:rsidR="007819FF" w:rsidRDefault="007819FF">
            <w:pPr>
              <w:suppressAutoHyphens/>
              <w:ind w:left="-1080" w:right="-92" w:firstLine="108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961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276" w:type="dxa"/>
          </w:tcPr>
          <w:p w:rsidR="007819FF" w:rsidRDefault="007819FF">
            <w:pPr>
              <w:suppressAutoHyphens/>
              <w:ind w:right="-2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7819FF" w:rsidRDefault="007819FF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819FF" w:rsidTr="00095962">
        <w:trPr>
          <w:trHeight w:val="100"/>
        </w:trPr>
        <w:tc>
          <w:tcPr>
            <w:tcW w:w="709" w:type="dxa"/>
          </w:tcPr>
          <w:p w:rsidR="007819FF" w:rsidRDefault="007819FF">
            <w:pPr>
              <w:suppressAutoHyphens/>
              <w:ind w:left="-1080" w:right="-92" w:firstLine="108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7819FF" w:rsidRDefault="007819FF">
            <w:pPr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Кредиты, привлеченные от кредитных </w:t>
            </w:r>
          </w:p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организаций</w:t>
            </w:r>
          </w:p>
        </w:tc>
        <w:tc>
          <w:tcPr>
            <w:tcW w:w="1276" w:type="dxa"/>
          </w:tcPr>
          <w:p w:rsidR="007819FF" w:rsidRDefault="007819FF">
            <w:pPr>
              <w:suppressAutoHyphens/>
              <w:ind w:right="-2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7819FF" w:rsidRDefault="007819FF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819FF" w:rsidTr="00095962">
        <w:trPr>
          <w:trHeight w:val="100"/>
        </w:trPr>
        <w:tc>
          <w:tcPr>
            <w:tcW w:w="709" w:type="dxa"/>
          </w:tcPr>
          <w:p w:rsidR="007819FF" w:rsidRDefault="007819FF">
            <w:pPr>
              <w:suppressAutoHyphens/>
              <w:ind w:left="-1080" w:right="-92" w:firstLine="108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961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</w:tcPr>
          <w:p w:rsidR="007819FF" w:rsidRDefault="007819FF">
            <w:pPr>
              <w:suppressAutoHyphens/>
              <w:ind w:right="-2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7819FF" w:rsidRDefault="007819FF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819FF" w:rsidTr="00095962">
        <w:trPr>
          <w:trHeight w:val="100"/>
        </w:trPr>
        <w:tc>
          <w:tcPr>
            <w:tcW w:w="709" w:type="dxa"/>
          </w:tcPr>
          <w:p w:rsidR="007819FF" w:rsidRDefault="007819FF">
            <w:pPr>
              <w:suppressAutoHyphens/>
              <w:ind w:left="-1080" w:right="-92" w:firstLine="108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4961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276" w:type="dxa"/>
          </w:tcPr>
          <w:p w:rsidR="007819FF" w:rsidRDefault="007819FF">
            <w:pPr>
              <w:suppressAutoHyphens/>
              <w:ind w:right="-2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7819FF" w:rsidRDefault="007819FF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819FF" w:rsidRDefault="007819FF" w:rsidP="00095962">
      <w:pPr>
        <w:ind w:right="-850"/>
        <w:rPr>
          <w:sz w:val="24"/>
          <w:szCs w:val="24"/>
          <w:lang w:eastAsia="ar-SA"/>
        </w:rPr>
      </w:pPr>
    </w:p>
    <w:p w:rsidR="007819FF" w:rsidRDefault="007819FF" w:rsidP="00095962">
      <w:pPr>
        <w:ind w:right="-850"/>
        <w:rPr>
          <w:sz w:val="24"/>
          <w:szCs w:val="24"/>
        </w:rPr>
      </w:pPr>
      <w:r>
        <w:rPr>
          <w:sz w:val="24"/>
          <w:szCs w:val="24"/>
        </w:rPr>
        <w:t xml:space="preserve">  2.Муниципальные внутренние заимствования Шейнского сельсовета Пачелмского    района Пензенской области на 2022-2023 года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819FF" w:rsidRDefault="007819FF" w:rsidP="00095962">
      <w:pPr>
        <w:ind w:right="-85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(тыс. рублей)</w:t>
      </w:r>
    </w:p>
    <w:p w:rsidR="007819FF" w:rsidRDefault="007819FF" w:rsidP="00095962">
      <w:pPr>
        <w:ind w:right="-850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"/>
        <w:gridCol w:w="2903"/>
        <w:gridCol w:w="987"/>
        <w:gridCol w:w="2241"/>
        <w:gridCol w:w="1116"/>
        <w:gridCol w:w="2107"/>
      </w:tblGrid>
      <w:tr w:rsidR="007819FF" w:rsidTr="00095962">
        <w:tc>
          <w:tcPr>
            <w:tcW w:w="534" w:type="dxa"/>
          </w:tcPr>
          <w:p w:rsidR="007819FF" w:rsidRDefault="007819FF">
            <w:pPr>
              <w:suppressAutoHyphens/>
              <w:ind w:left="-1080" w:right="-92" w:firstLine="108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2976" w:type="dxa"/>
          </w:tcPr>
          <w:p w:rsidR="007819FF" w:rsidRDefault="007819FF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993" w:type="dxa"/>
          </w:tcPr>
          <w:p w:rsidR="007819FF" w:rsidRDefault="007819FF">
            <w:pPr>
              <w:suppressAutoHyphens/>
              <w:ind w:right="-2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Сумма на 2022 год</w:t>
            </w:r>
          </w:p>
        </w:tc>
        <w:tc>
          <w:tcPr>
            <w:tcW w:w="2268" w:type="dxa"/>
          </w:tcPr>
          <w:p w:rsidR="007819FF" w:rsidRDefault="007819FF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Предельные сроки погашения долговых обязательств, возникающих при осуществлении муниципальных заимствований Шейнского сельсовета Пачелмского района Пензенской области</w:t>
            </w:r>
          </w:p>
        </w:tc>
        <w:tc>
          <w:tcPr>
            <w:tcW w:w="1134" w:type="dxa"/>
          </w:tcPr>
          <w:p w:rsidR="007819FF" w:rsidRDefault="007819FF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Сумма на 2023 год</w:t>
            </w:r>
          </w:p>
        </w:tc>
        <w:tc>
          <w:tcPr>
            <w:tcW w:w="2126" w:type="dxa"/>
          </w:tcPr>
          <w:p w:rsidR="007819FF" w:rsidRDefault="007819FF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Предельные сроки погашения долговых обязательств, возникающих при осуществлении муниципальных заимствований Шейнского сельсовета Пачелмского района Пензенской области</w:t>
            </w:r>
          </w:p>
        </w:tc>
      </w:tr>
      <w:tr w:rsidR="007819FF" w:rsidTr="00095962">
        <w:tc>
          <w:tcPr>
            <w:tcW w:w="534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7819FF" w:rsidRDefault="007819FF">
            <w:pPr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Бюджетные кредиты, привлеченные из </w:t>
            </w:r>
          </w:p>
          <w:p w:rsidR="007819FF" w:rsidRDefault="007819FF">
            <w:pPr>
              <w:ind w:right="-8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бюджетов других уров-</w:t>
            </w:r>
          </w:p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ней бюджетной системы </w:t>
            </w:r>
          </w:p>
        </w:tc>
        <w:tc>
          <w:tcPr>
            <w:tcW w:w="993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</w:p>
        </w:tc>
      </w:tr>
      <w:tr w:rsidR="007819FF" w:rsidTr="00095962">
        <w:tc>
          <w:tcPr>
            <w:tcW w:w="534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976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Привлечение средств</w:t>
            </w:r>
          </w:p>
        </w:tc>
        <w:tc>
          <w:tcPr>
            <w:tcW w:w="993" w:type="dxa"/>
          </w:tcPr>
          <w:p w:rsidR="007819FF" w:rsidRDefault="007819FF">
            <w:pPr>
              <w:suppressAutoHyphens/>
              <w:ind w:right="-85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</w:p>
        </w:tc>
      </w:tr>
      <w:tr w:rsidR="007819FF" w:rsidTr="00095962">
        <w:tc>
          <w:tcPr>
            <w:tcW w:w="534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2976" w:type="dxa"/>
          </w:tcPr>
          <w:p w:rsidR="007819FF" w:rsidRDefault="007819FF">
            <w:pPr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Погашение основной</w:t>
            </w:r>
          </w:p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суммы задолженности</w:t>
            </w:r>
          </w:p>
        </w:tc>
        <w:tc>
          <w:tcPr>
            <w:tcW w:w="993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</w:p>
        </w:tc>
      </w:tr>
      <w:tr w:rsidR="007819FF" w:rsidTr="00095962">
        <w:tc>
          <w:tcPr>
            <w:tcW w:w="534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76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Кредиты, привлеченные от кредитных организаций</w:t>
            </w:r>
          </w:p>
        </w:tc>
        <w:tc>
          <w:tcPr>
            <w:tcW w:w="993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</w:p>
        </w:tc>
      </w:tr>
      <w:tr w:rsidR="007819FF" w:rsidTr="00095962">
        <w:tc>
          <w:tcPr>
            <w:tcW w:w="534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2976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Привлеченные средства</w:t>
            </w:r>
          </w:p>
        </w:tc>
        <w:tc>
          <w:tcPr>
            <w:tcW w:w="993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7819FF" w:rsidRDefault="007819FF">
            <w:pPr>
              <w:suppressAutoHyphens/>
              <w:ind w:right="72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7819FF" w:rsidRDefault="007819FF">
            <w:pPr>
              <w:suppressAutoHyphens/>
              <w:ind w:right="72"/>
              <w:rPr>
                <w:sz w:val="24"/>
                <w:szCs w:val="24"/>
                <w:lang w:eastAsia="ar-SA"/>
              </w:rPr>
            </w:pPr>
          </w:p>
        </w:tc>
      </w:tr>
      <w:tr w:rsidR="007819FF" w:rsidTr="00095962">
        <w:tc>
          <w:tcPr>
            <w:tcW w:w="534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2976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993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7819FF" w:rsidRDefault="007819FF">
            <w:pPr>
              <w:suppressAutoHyphens/>
              <w:ind w:right="72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7819FF" w:rsidRDefault="007819FF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7819FF" w:rsidRDefault="007819FF">
            <w:pPr>
              <w:suppressAutoHyphens/>
              <w:ind w:right="72"/>
              <w:rPr>
                <w:sz w:val="24"/>
                <w:szCs w:val="24"/>
                <w:lang w:eastAsia="ar-SA"/>
              </w:rPr>
            </w:pPr>
          </w:p>
        </w:tc>
      </w:tr>
    </w:tbl>
    <w:p w:rsidR="007819FF" w:rsidRDefault="007819FF" w:rsidP="00095962">
      <w:pPr>
        <w:ind w:right="-850"/>
        <w:rPr>
          <w:sz w:val="24"/>
          <w:szCs w:val="24"/>
          <w:lang w:eastAsia="ar-SA"/>
        </w:rPr>
      </w:pPr>
    </w:p>
    <w:p w:rsidR="007819FF" w:rsidRDefault="007819FF" w:rsidP="00095962"/>
    <w:p w:rsidR="007819FF" w:rsidRDefault="007819FF" w:rsidP="00095962">
      <w:pPr>
        <w:pStyle w:val="BodyText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 13</w:t>
      </w:r>
    </w:p>
    <w:p w:rsidR="007819FF" w:rsidRDefault="007819FF" w:rsidP="00095962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к решению Комитета местного</w:t>
      </w:r>
    </w:p>
    <w:p w:rsidR="007819FF" w:rsidRDefault="007819FF" w:rsidP="00095962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самоуправления Шейнского сельсовета</w:t>
      </w:r>
    </w:p>
    <w:p w:rsidR="007819FF" w:rsidRDefault="007819FF" w:rsidP="00095962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Пачелмского района Пензенской области                                                                                                  </w:t>
      </w:r>
    </w:p>
    <w:p w:rsidR="007819FF" w:rsidRDefault="007819FF" w:rsidP="00095962">
      <w:pPr>
        <w:pStyle w:val="BodyText"/>
        <w:jc w:val="right"/>
        <w:rPr>
          <w:sz w:val="24"/>
          <w:szCs w:val="24"/>
        </w:rPr>
      </w:pPr>
      <w:r>
        <w:t xml:space="preserve">                       от   _________          № ________</w:t>
      </w:r>
    </w:p>
    <w:p w:rsidR="007819FF" w:rsidRDefault="007819FF" w:rsidP="00095962">
      <w:pPr>
        <w:jc w:val="center"/>
        <w:rPr>
          <w:b/>
          <w:bCs/>
        </w:rPr>
      </w:pPr>
      <w:r>
        <w:rPr>
          <w:b/>
          <w:bCs/>
        </w:rPr>
        <w:t xml:space="preserve">Программа </w:t>
      </w:r>
    </w:p>
    <w:p w:rsidR="007819FF" w:rsidRDefault="007819FF" w:rsidP="00095962">
      <w:pPr>
        <w:jc w:val="center"/>
        <w:rPr>
          <w:b/>
          <w:bCs/>
        </w:rPr>
      </w:pPr>
      <w:r>
        <w:rPr>
          <w:b/>
          <w:bCs/>
        </w:rPr>
        <w:t>муниципальных гарантий Шейнского сельсовета Пачелмского района Пензенской области в валюте Российской Федерации на 2021 год и на плановый период 2022 и 2023 годов</w:t>
      </w:r>
    </w:p>
    <w:p w:rsidR="007819FF" w:rsidRDefault="007819FF" w:rsidP="00095962"/>
    <w:p w:rsidR="007819FF" w:rsidRDefault="007819FF" w:rsidP="00095962">
      <w:pPr>
        <w:ind w:right="-284"/>
        <w:jc w:val="both"/>
        <w:rPr>
          <w:bCs/>
        </w:rPr>
      </w:pPr>
      <w:r>
        <w:rPr>
          <w:bCs/>
        </w:rPr>
        <w:t>1.1. Перечень подлежащих предоставлению муниципальных  гарантий Шейнского сельсовета Пачелмского района  Пензенской области в 2021 год</w:t>
      </w:r>
    </w:p>
    <w:p w:rsidR="007819FF" w:rsidRDefault="007819FF" w:rsidP="00095962">
      <w:pPr>
        <w:ind w:right="4482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10"/>
        <w:gridCol w:w="1820"/>
        <w:gridCol w:w="2552"/>
        <w:gridCol w:w="1417"/>
        <w:gridCol w:w="1276"/>
        <w:gridCol w:w="2126"/>
      </w:tblGrid>
      <w:tr w:rsidR="007819FF" w:rsidTr="00095962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N п/п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Цель гарантирования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Наименование принципала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Сумма гарантирования,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Наличие права регрессного требования</w:t>
            </w:r>
          </w:p>
        </w:tc>
      </w:tr>
      <w:tr w:rsidR="007819FF" w:rsidTr="0009596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Общая сумма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2021  год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</w:tr>
      <w:tr w:rsidR="007819FF" w:rsidTr="000959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</w:tr>
      <w:tr w:rsidR="007819FF" w:rsidTr="000959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/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/>
        </w:tc>
      </w:tr>
    </w:tbl>
    <w:p w:rsidR="007819FF" w:rsidRDefault="007819FF" w:rsidP="00095962"/>
    <w:p w:rsidR="007819FF" w:rsidRDefault="007819FF" w:rsidP="00095962">
      <w:pPr>
        <w:jc w:val="both"/>
        <w:rPr>
          <w:bCs/>
        </w:rPr>
      </w:pPr>
      <w:r>
        <w:rPr>
          <w:bCs/>
        </w:rPr>
        <w:t>1.2. Общий объем бюджетных ассигнований, предусмотренных на исполнение муниципальных гарантий Шейнского сельсовета  Пачелмского района Пензенской области по возможным гарантийным случаям, в 2021 году</w:t>
      </w:r>
    </w:p>
    <w:p w:rsidR="007819FF" w:rsidRDefault="007819FF" w:rsidP="00095962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10"/>
        <w:gridCol w:w="1253"/>
        <w:gridCol w:w="1560"/>
        <w:gridCol w:w="1417"/>
        <w:gridCol w:w="1559"/>
        <w:gridCol w:w="1276"/>
        <w:gridCol w:w="2126"/>
      </w:tblGrid>
      <w:tr w:rsidR="007819FF" w:rsidTr="00095962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N п/п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Цель гарантирования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Наименование принципала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Сумма гарантирования, тыс. рублей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Объем бюджетных ассигнований, предусмотренных на исполнение гарантий,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Наличие права регрессного требования</w:t>
            </w:r>
          </w:p>
        </w:tc>
      </w:tr>
      <w:tr w:rsidR="007819FF" w:rsidTr="0009596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 xml:space="preserve">за счет расходов бюджета </w:t>
            </w:r>
            <w:r>
              <w:rPr>
                <w:sz w:val="24"/>
                <w:szCs w:val="24"/>
              </w:rPr>
              <w:t>Шейнского</w:t>
            </w:r>
            <w:r>
              <w:t xml:space="preserve"> сельсовета Пачелмского района Пензенской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путем уменьшения задолженности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</w:tr>
      <w:tr w:rsidR="007819FF" w:rsidTr="000959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/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</w:tr>
      <w:tr w:rsidR="007819FF" w:rsidTr="000959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/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</w:tr>
    </w:tbl>
    <w:p w:rsidR="007819FF" w:rsidRDefault="007819FF" w:rsidP="00095962"/>
    <w:p w:rsidR="007819FF" w:rsidRDefault="007819FF" w:rsidP="00095962">
      <w:pPr>
        <w:jc w:val="both"/>
        <w:rPr>
          <w:bCs/>
        </w:rPr>
      </w:pPr>
      <w:r>
        <w:rPr>
          <w:bCs/>
        </w:rPr>
        <w:t>2.1. Перечень подлежащих предоставлению муниципальных гарантий Шейнского сельсовета Пачелмского района Пензенской области в 2022 - 2023 гг.</w:t>
      </w:r>
    </w:p>
    <w:p w:rsidR="007819FF" w:rsidRDefault="007819FF" w:rsidP="00095962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10"/>
        <w:gridCol w:w="1820"/>
        <w:gridCol w:w="2552"/>
        <w:gridCol w:w="1417"/>
        <w:gridCol w:w="1276"/>
        <w:gridCol w:w="2126"/>
      </w:tblGrid>
      <w:tr w:rsidR="007819FF" w:rsidTr="00095962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N п/п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Цель гарантирования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Наименование принципала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Сумма гарантирования,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Наличие права регрессного требования</w:t>
            </w:r>
          </w:p>
        </w:tc>
      </w:tr>
      <w:tr w:rsidR="007819FF" w:rsidTr="0009596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Общая сумма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2022 - 2023 гг.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</w:tr>
      <w:tr w:rsidR="007819FF" w:rsidTr="000959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</w:tr>
      <w:tr w:rsidR="007819FF" w:rsidTr="000959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/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/>
        </w:tc>
      </w:tr>
    </w:tbl>
    <w:p w:rsidR="007819FF" w:rsidRDefault="007819FF" w:rsidP="00095962"/>
    <w:p w:rsidR="007819FF" w:rsidRDefault="007819FF" w:rsidP="00095962">
      <w:pPr>
        <w:jc w:val="both"/>
        <w:rPr>
          <w:bCs/>
        </w:rPr>
      </w:pPr>
      <w:r>
        <w:rPr>
          <w:bCs/>
        </w:rPr>
        <w:t xml:space="preserve">2.2. Общий объем бюджетных ассигнований, предусмотренных на исполнение муниципальных гарантий </w:t>
      </w:r>
      <w:r w:rsidRPr="00095962">
        <w:t>Шейнского</w:t>
      </w:r>
      <w:r>
        <w:rPr>
          <w:bCs/>
        </w:rPr>
        <w:t xml:space="preserve"> сельсовета Пачелмского района Пензенской области</w:t>
      </w:r>
    </w:p>
    <w:p w:rsidR="007819FF" w:rsidRDefault="007819FF" w:rsidP="00095962">
      <w:pPr>
        <w:jc w:val="both"/>
        <w:rPr>
          <w:bCs/>
        </w:rPr>
      </w:pPr>
      <w:r>
        <w:rPr>
          <w:bCs/>
        </w:rPr>
        <w:t>по возможным гарантийным случаям, в 2022 - 2023 гг.</w:t>
      </w:r>
    </w:p>
    <w:p w:rsidR="007819FF" w:rsidRDefault="007819FF" w:rsidP="00095962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1196"/>
        <w:gridCol w:w="1418"/>
        <w:gridCol w:w="1417"/>
        <w:gridCol w:w="851"/>
        <w:gridCol w:w="850"/>
        <w:gridCol w:w="851"/>
        <w:gridCol w:w="992"/>
        <w:gridCol w:w="1559"/>
      </w:tblGrid>
      <w:tr w:rsidR="007819FF" w:rsidTr="000959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N п/п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Цель гарантирования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Наименование принципала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Сумма гарантирования, тыс. рублей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Объем бюджетных ассигнований, предусмотренных на исполнение гарантий,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Наличие права регрессного требования</w:t>
            </w:r>
          </w:p>
        </w:tc>
      </w:tr>
      <w:tr w:rsidR="007819FF" w:rsidTr="000959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 w:rsidP="00095962">
            <w:r>
              <w:t xml:space="preserve">за счет расходов бюджета </w:t>
            </w:r>
            <w:r>
              <w:rPr>
                <w:sz w:val="24"/>
                <w:szCs w:val="24"/>
              </w:rPr>
              <w:t>Шейнского</w:t>
            </w:r>
            <w:r>
              <w:t xml:space="preserve"> сельсовета Пачелмского района  Пензенской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r>
              <w:t>путем уменьшения задолженности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</w:tr>
      <w:tr w:rsidR="007819FF" w:rsidTr="000959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2023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9FF" w:rsidRDefault="007819FF">
            <w:pPr>
              <w:widowControl/>
            </w:pPr>
          </w:p>
        </w:tc>
      </w:tr>
      <w:tr w:rsidR="007819FF" w:rsidTr="000959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</w:tr>
      <w:tr w:rsidR="007819FF" w:rsidTr="000959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FF" w:rsidRDefault="007819FF">
            <w:r>
              <w:t>-</w:t>
            </w:r>
          </w:p>
        </w:tc>
      </w:tr>
    </w:tbl>
    <w:p w:rsidR="007819FF" w:rsidRDefault="007819FF" w:rsidP="007B2E3D">
      <w:pPr>
        <w:tabs>
          <w:tab w:val="left" w:pos="8910"/>
        </w:tabs>
        <w:suppressAutoHyphens/>
        <w:rPr>
          <w:u w:val="single"/>
        </w:rPr>
      </w:pPr>
    </w:p>
    <w:sectPr w:rsidR="007819FF" w:rsidSect="00CF42E1">
      <w:pgSz w:w="11906" w:h="16838"/>
      <w:pgMar w:top="1134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9FF" w:rsidRDefault="007819FF" w:rsidP="001716C4">
      <w:r>
        <w:separator/>
      </w:r>
    </w:p>
  </w:endnote>
  <w:endnote w:type="continuationSeparator" w:id="1">
    <w:p w:rsidR="007819FF" w:rsidRDefault="007819FF" w:rsidP="00171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9FF" w:rsidRDefault="007819FF" w:rsidP="001716C4">
      <w:r>
        <w:separator/>
      </w:r>
    </w:p>
  </w:footnote>
  <w:footnote w:type="continuationSeparator" w:id="1">
    <w:p w:rsidR="007819FF" w:rsidRDefault="007819FF" w:rsidP="001716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5FC1"/>
    <w:multiLevelType w:val="hybridMultilevel"/>
    <w:tmpl w:val="B6BAB4A4"/>
    <w:lvl w:ilvl="0" w:tplc="B60EDC36">
      <w:start w:val="1"/>
      <w:numFmt w:val="decimal"/>
      <w:lvlText w:val="%1."/>
      <w:lvlJc w:val="left"/>
      <w:pPr>
        <w:ind w:left="1588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F77AC1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E297513"/>
    <w:multiLevelType w:val="hybridMultilevel"/>
    <w:tmpl w:val="E4AC4BAE"/>
    <w:lvl w:ilvl="0" w:tplc="C680A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FF2C76"/>
    <w:multiLevelType w:val="hybridMultilevel"/>
    <w:tmpl w:val="E3BC4EEA"/>
    <w:lvl w:ilvl="0" w:tplc="F1BEBBA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9242088"/>
    <w:multiLevelType w:val="hybridMultilevel"/>
    <w:tmpl w:val="EC66C736"/>
    <w:lvl w:ilvl="0" w:tplc="F5847612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5">
    <w:nsid w:val="1B2D4E01"/>
    <w:multiLevelType w:val="hybridMultilevel"/>
    <w:tmpl w:val="9E080EA2"/>
    <w:lvl w:ilvl="0" w:tplc="C8D083A4">
      <w:start w:val="7"/>
      <w:numFmt w:val="decimal"/>
      <w:lvlText w:val="%1."/>
      <w:lvlJc w:val="left"/>
      <w:pPr>
        <w:tabs>
          <w:tab w:val="num" w:pos="1635"/>
        </w:tabs>
        <w:ind w:left="163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6">
    <w:nsid w:val="22A00244"/>
    <w:multiLevelType w:val="hybridMultilevel"/>
    <w:tmpl w:val="2FFE7474"/>
    <w:lvl w:ilvl="0" w:tplc="0419000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7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1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9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634" w:hanging="360"/>
      </w:pPr>
      <w:rPr>
        <w:rFonts w:ascii="Wingdings" w:hAnsi="Wingdings" w:hint="default"/>
      </w:rPr>
    </w:lvl>
  </w:abstractNum>
  <w:abstractNum w:abstractNumId="7">
    <w:nsid w:val="255A20EC"/>
    <w:multiLevelType w:val="hybridMultilevel"/>
    <w:tmpl w:val="DAA487CE"/>
    <w:lvl w:ilvl="0" w:tplc="607CF5D0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8">
    <w:nsid w:val="2FF334F1"/>
    <w:multiLevelType w:val="hybridMultilevel"/>
    <w:tmpl w:val="61824070"/>
    <w:lvl w:ilvl="0" w:tplc="F92E24A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9">
    <w:nsid w:val="3EFC1A5F"/>
    <w:multiLevelType w:val="hybridMultilevel"/>
    <w:tmpl w:val="3474B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E17F1F"/>
    <w:multiLevelType w:val="hybridMultilevel"/>
    <w:tmpl w:val="C142804C"/>
    <w:lvl w:ilvl="0" w:tplc="9042C034">
      <w:start w:val="1"/>
      <w:numFmt w:val="decimal"/>
      <w:lvlText w:val="%1."/>
      <w:lvlJc w:val="center"/>
      <w:pPr>
        <w:tabs>
          <w:tab w:val="num" w:pos="360"/>
        </w:tabs>
        <w:ind w:left="360" w:hanging="162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516966DD"/>
    <w:multiLevelType w:val="hybridMultilevel"/>
    <w:tmpl w:val="08C857AE"/>
    <w:lvl w:ilvl="0" w:tplc="8BDE5778">
      <w:start w:val="3"/>
      <w:numFmt w:val="decimal"/>
      <w:lvlText w:val="%1)"/>
      <w:lvlJc w:val="left"/>
      <w:pPr>
        <w:tabs>
          <w:tab w:val="num" w:pos="975"/>
        </w:tabs>
        <w:ind w:left="97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55957C12"/>
    <w:multiLevelType w:val="hybridMultilevel"/>
    <w:tmpl w:val="7152D0BC"/>
    <w:lvl w:ilvl="0" w:tplc="F834A384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2C27E02"/>
    <w:multiLevelType w:val="hybridMultilevel"/>
    <w:tmpl w:val="E3BC4EEA"/>
    <w:lvl w:ilvl="0" w:tplc="F1BEBBA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B614015"/>
    <w:multiLevelType w:val="hybridMultilevel"/>
    <w:tmpl w:val="D1F665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D396D90"/>
    <w:multiLevelType w:val="hybridMultilevel"/>
    <w:tmpl w:val="DD64E5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6DB87912"/>
    <w:multiLevelType w:val="hybridMultilevel"/>
    <w:tmpl w:val="94309410"/>
    <w:lvl w:ilvl="0" w:tplc="B78ABE36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62C577A"/>
    <w:multiLevelType w:val="hybridMultilevel"/>
    <w:tmpl w:val="D2EC1D5C"/>
    <w:lvl w:ilvl="0" w:tplc="C8D083A4">
      <w:start w:val="7"/>
      <w:numFmt w:val="decimal"/>
      <w:lvlText w:val="%1."/>
      <w:lvlJc w:val="left"/>
      <w:pPr>
        <w:tabs>
          <w:tab w:val="num" w:pos="1125"/>
        </w:tabs>
        <w:ind w:left="112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18">
    <w:nsid w:val="7EA14527"/>
    <w:multiLevelType w:val="hybridMultilevel"/>
    <w:tmpl w:val="F49247C0"/>
    <w:lvl w:ilvl="0" w:tplc="1F6859CA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1"/>
  </w:num>
  <w:num w:numId="5">
    <w:abstractNumId w:val="15"/>
  </w:num>
  <w:num w:numId="6">
    <w:abstractNumId w:val="18"/>
  </w:num>
  <w:num w:numId="7">
    <w:abstractNumId w:val="17"/>
  </w:num>
  <w:num w:numId="8">
    <w:abstractNumId w:val="5"/>
  </w:num>
  <w:num w:numId="9">
    <w:abstractNumId w:val="8"/>
  </w:num>
  <w:num w:numId="10">
    <w:abstractNumId w:val="7"/>
  </w:num>
  <w:num w:numId="11">
    <w:abstractNumId w:val="2"/>
  </w:num>
  <w:num w:numId="12">
    <w:abstractNumId w:val="9"/>
  </w:num>
  <w:num w:numId="13">
    <w:abstractNumId w:val="6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"/>
  </w:num>
  <w:num w:numId="18">
    <w:abstractNumId w:val="16"/>
  </w:num>
  <w:num w:numId="19">
    <w:abstractNumId w:val="0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F1B"/>
    <w:rsid w:val="00001A51"/>
    <w:rsid w:val="000053E0"/>
    <w:rsid w:val="000062B2"/>
    <w:rsid w:val="00012F4C"/>
    <w:rsid w:val="00016BBA"/>
    <w:rsid w:val="0001715C"/>
    <w:rsid w:val="00021161"/>
    <w:rsid w:val="00024DDB"/>
    <w:rsid w:val="00025746"/>
    <w:rsid w:val="00026AA9"/>
    <w:rsid w:val="00026D84"/>
    <w:rsid w:val="0002708B"/>
    <w:rsid w:val="0003131B"/>
    <w:rsid w:val="00031FC2"/>
    <w:rsid w:val="00032DD0"/>
    <w:rsid w:val="00033DD4"/>
    <w:rsid w:val="000341E7"/>
    <w:rsid w:val="000349DC"/>
    <w:rsid w:val="0003552E"/>
    <w:rsid w:val="00036165"/>
    <w:rsid w:val="00036D76"/>
    <w:rsid w:val="000402F4"/>
    <w:rsid w:val="00040A43"/>
    <w:rsid w:val="000453A2"/>
    <w:rsid w:val="00045DC2"/>
    <w:rsid w:val="00046FE9"/>
    <w:rsid w:val="00050249"/>
    <w:rsid w:val="00050E6B"/>
    <w:rsid w:val="00051F66"/>
    <w:rsid w:val="0005217D"/>
    <w:rsid w:val="00053334"/>
    <w:rsid w:val="000537AC"/>
    <w:rsid w:val="00053BF2"/>
    <w:rsid w:val="000543C0"/>
    <w:rsid w:val="0005528F"/>
    <w:rsid w:val="000607F5"/>
    <w:rsid w:val="000616F9"/>
    <w:rsid w:val="00062FEF"/>
    <w:rsid w:val="000654B3"/>
    <w:rsid w:val="00066C9A"/>
    <w:rsid w:val="00067E89"/>
    <w:rsid w:val="000704BF"/>
    <w:rsid w:val="00070DD0"/>
    <w:rsid w:val="000747BE"/>
    <w:rsid w:val="0007703C"/>
    <w:rsid w:val="00077412"/>
    <w:rsid w:val="00080FF6"/>
    <w:rsid w:val="00082A6D"/>
    <w:rsid w:val="00082DC1"/>
    <w:rsid w:val="00083D59"/>
    <w:rsid w:val="000840B5"/>
    <w:rsid w:val="00086DA7"/>
    <w:rsid w:val="00091883"/>
    <w:rsid w:val="00091FC1"/>
    <w:rsid w:val="000921CC"/>
    <w:rsid w:val="00093246"/>
    <w:rsid w:val="00095254"/>
    <w:rsid w:val="00095962"/>
    <w:rsid w:val="00095B2B"/>
    <w:rsid w:val="00095D60"/>
    <w:rsid w:val="00096A26"/>
    <w:rsid w:val="00097E21"/>
    <w:rsid w:val="000A056C"/>
    <w:rsid w:val="000A339F"/>
    <w:rsid w:val="000B09E8"/>
    <w:rsid w:val="000B21B7"/>
    <w:rsid w:val="000B6519"/>
    <w:rsid w:val="000C196F"/>
    <w:rsid w:val="000C2492"/>
    <w:rsid w:val="000C2C31"/>
    <w:rsid w:val="000C312D"/>
    <w:rsid w:val="000C3EF7"/>
    <w:rsid w:val="000C45AA"/>
    <w:rsid w:val="000C471C"/>
    <w:rsid w:val="000C5250"/>
    <w:rsid w:val="000C6B5A"/>
    <w:rsid w:val="000C7FAC"/>
    <w:rsid w:val="000D2066"/>
    <w:rsid w:val="000D4D48"/>
    <w:rsid w:val="000E119E"/>
    <w:rsid w:val="000E1E56"/>
    <w:rsid w:val="000E33C5"/>
    <w:rsid w:val="000E492C"/>
    <w:rsid w:val="000E76B2"/>
    <w:rsid w:val="000F2A6A"/>
    <w:rsid w:val="000F5715"/>
    <w:rsid w:val="000F5D84"/>
    <w:rsid w:val="000F64F0"/>
    <w:rsid w:val="0010093C"/>
    <w:rsid w:val="001047D1"/>
    <w:rsid w:val="00104D6D"/>
    <w:rsid w:val="00105367"/>
    <w:rsid w:val="00107817"/>
    <w:rsid w:val="0011106B"/>
    <w:rsid w:val="00116511"/>
    <w:rsid w:val="00116587"/>
    <w:rsid w:val="00116D8A"/>
    <w:rsid w:val="001203BA"/>
    <w:rsid w:val="001225B4"/>
    <w:rsid w:val="001226EA"/>
    <w:rsid w:val="00123DBB"/>
    <w:rsid w:val="00124B75"/>
    <w:rsid w:val="00131874"/>
    <w:rsid w:val="00136F32"/>
    <w:rsid w:val="001377BB"/>
    <w:rsid w:val="001411C3"/>
    <w:rsid w:val="00144BD6"/>
    <w:rsid w:val="00144E00"/>
    <w:rsid w:val="0014516D"/>
    <w:rsid w:val="001479F5"/>
    <w:rsid w:val="00150B23"/>
    <w:rsid w:val="00151B24"/>
    <w:rsid w:val="001525EB"/>
    <w:rsid w:val="001535B7"/>
    <w:rsid w:val="00157543"/>
    <w:rsid w:val="00161252"/>
    <w:rsid w:val="00162B3D"/>
    <w:rsid w:val="00163C8F"/>
    <w:rsid w:val="00164601"/>
    <w:rsid w:val="00165796"/>
    <w:rsid w:val="00165EF1"/>
    <w:rsid w:val="001667E8"/>
    <w:rsid w:val="00166EC1"/>
    <w:rsid w:val="00167D05"/>
    <w:rsid w:val="00167E8B"/>
    <w:rsid w:val="00170394"/>
    <w:rsid w:val="001716C4"/>
    <w:rsid w:val="0017215C"/>
    <w:rsid w:val="00173F32"/>
    <w:rsid w:val="00175AAC"/>
    <w:rsid w:val="001822C1"/>
    <w:rsid w:val="001825A7"/>
    <w:rsid w:val="00183418"/>
    <w:rsid w:val="001864D9"/>
    <w:rsid w:val="00187C19"/>
    <w:rsid w:val="00193CCF"/>
    <w:rsid w:val="00195568"/>
    <w:rsid w:val="00197551"/>
    <w:rsid w:val="00197D33"/>
    <w:rsid w:val="001A0DBD"/>
    <w:rsid w:val="001A26AA"/>
    <w:rsid w:val="001A4950"/>
    <w:rsid w:val="001A62F2"/>
    <w:rsid w:val="001A749D"/>
    <w:rsid w:val="001A77F6"/>
    <w:rsid w:val="001A7E5D"/>
    <w:rsid w:val="001B09D3"/>
    <w:rsid w:val="001B12BE"/>
    <w:rsid w:val="001B1BCA"/>
    <w:rsid w:val="001B2EFD"/>
    <w:rsid w:val="001B35E8"/>
    <w:rsid w:val="001B4472"/>
    <w:rsid w:val="001B5EAD"/>
    <w:rsid w:val="001B7ACA"/>
    <w:rsid w:val="001C02E6"/>
    <w:rsid w:val="001C0CB4"/>
    <w:rsid w:val="001C1B9F"/>
    <w:rsid w:val="001C2607"/>
    <w:rsid w:val="001C3B84"/>
    <w:rsid w:val="001C611A"/>
    <w:rsid w:val="001D190D"/>
    <w:rsid w:val="001D2064"/>
    <w:rsid w:val="001D37F6"/>
    <w:rsid w:val="001D62DC"/>
    <w:rsid w:val="001D7232"/>
    <w:rsid w:val="001E4B2B"/>
    <w:rsid w:val="001E704C"/>
    <w:rsid w:val="001F1DC1"/>
    <w:rsid w:val="001F3CA0"/>
    <w:rsid w:val="001F4047"/>
    <w:rsid w:val="0020200E"/>
    <w:rsid w:val="00202627"/>
    <w:rsid w:val="00204E16"/>
    <w:rsid w:val="00206843"/>
    <w:rsid w:val="002108D6"/>
    <w:rsid w:val="00211B03"/>
    <w:rsid w:val="00213857"/>
    <w:rsid w:val="00215AB0"/>
    <w:rsid w:val="002176EE"/>
    <w:rsid w:val="00221B34"/>
    <w:rsid w:val="002234A9"/>
    <w:rsid w:val="00223662"/>
    <w:rsid w:val="00226300"/>
    <w:rsid w:val="002309A8"/>
    <w:rsid w:val="0023331C"/>
    <w:rsid w:val="0023341B"/>
    <w:rsid w:val="00233968"/>
    <w:rsid w:val="002347A1"/>
    <w:rsid w:val="0023562F"/>
    <w:rsid w:val="00236D88"/>
    <w:rsid w:val="002417DB"/>
    <w:rsid w:val="00241FEC"/>
    <w:rsid w:val="0024233C"/>
    <w:rsid w:val="0024248B"/>
    <w:rsid w:val="00242AB4"/>
    <w:rsid w:val="002451F6"/>
    <w:rsid w:val="00245A4C"/>
    <w:rsid w:val="00245FF6"/>
    <w:rsid w:val="0025160F"/>
    <w:rsid w:val="00251BB4"/>
    <w:rsid w:val="00252851"/>
    <w:rsid w:val="002547FF"/>
    <w:rsid w:val="00255FBB"/>
    <w:rsid w:val="00256B8F"/>
    <w:rsid w:val="00260DBC"/>
    <w:rsid w:val="00262028"/>
    <w:rsid w:val="00264C55"/>
    <w:rsid w:val="00264F08"/>
    <w:rsid w:val="00265F06"/>
    <w:rsid w:val="002663B7"/>
    <w:rsid w:val="002676AF"/>
    <w:rsid w:val="00267FED"/>
    <w:rsid w:val="00272A49"/>
    <w:rsid w:val="00272B5A"/>
    <w:rsid w:val="00272E6E"/>
    <w:rsid w:val="00275084"/>
    <w:rsid w:val="002773F9"/>
    <w:rsid w:val="002808FC"/>
    <w:rsid w:val="0028180A"/>
    <w:rsid w:val="002818A9"/>
    <w:rsid w:val="00283243"/>
    <w:rsid w:val="00284F2B"/>
    <w:rsid w:val="00286374"/>
    <w:rsid w:val="0029469D"/>
    <w:rsid w:val="00297C67"/>
    <w:rsid w:val="002A303A"/>
    <w:rsid w:val="002A53DC"/>
    <w:rsid w:val="002A6988"/>
    <w:rsid w:val="002A72EC"/>
    <w:rsid w:val="002B2C19"/>
    <w:rsid w:val="002B4652"/>
    <w:rsid w:val="002B4C61"/>
    <w:rsid w:val="002B5E98"/>
    <w:rsid w:val="002B7127"/>
    <w:rsid w:val="002B7930"/>
    <w:rsid w:val="002B7D4D"/>
    <w:rsid w:val="002C0532"/>
    <w:rsid w:val="002C0C06"/>
    <w:rsid w:val="002C0D44"/>
    <w:rsid w:val="002C692E"/>
    <w:rsid w:val="002D2855"/>
    <w:rsid w:val="002D3634"/>
    <w:rsid w:val="002D3BE2"/>
    <w:rsid w:val="002D40A9"/>
    <w:rsid w:val="002D54FF"/>
    <w:rsid w:val="002D7775"/>
    <w:rsid w:val="002E16AA"/>
    <w:rsid w:val="002E3F7F"/>
    <w:rsid w:val="002E6EC4"/>
    <w:rsid w:val="002E76E2"/>
    <w:rsid w:val="002E7E7C"/>
    <w:rsid w:val="002F2621"/>
    <w:rsid w:val="002F28F6"/>
    <w:rsid w:val="002F426E"/>
    <w:rsid w:val="002F4A6E"/>
    <w:rsid w:val="002F4B1F"/>
    <w:rsid w:val="002F5BBA"/>
    <w:rsid w:val="002F60B1"/>
    <w:rsid w:val="002F6544"/>
    <w:rsid w:val="002F7043"/>
    <w:rsid w:val="002F733E"/>
    <w:rsid w:val="00303EA2"/>
    <w:rsid w:val="003063C0"/>
    <w:rsid w:val="00306448"/>
    <w:rsid w:val="00307783"/>
    <w:rsid w:val="00311301"/>
    <w:rsid w:val="00311CBD"/>
    <w:rsid w:val="003128D8"/>
    <w:rsid w:val="0031338A"/>
    <w:rsid w:val="00314DFF"/>
    <w:rsid w:val="00316D65"/>
    <w:rsid w:val="003207BE"/>
    <w:rsid w:val="00321873"/>
    <w:rsid w:val="003231B8"/>
    <w:rsid w:val="00324231"/>
    <w:rsid w:val="00324AD8"/>
    <w:rsid w:val="003252CA"/>
    <w:rsid w:val="00325784"/>
    <w:rsid w:val="00330F9D"/>
    <w:rsid w:val="003310E8"/>
    <w:rsid w:val="00331708"/>
    <w:rsid w:val="003334BF"/>
    <w:rsid w:val="0033536D"/>
    <w:rsid w:val="00337332"/>
    <w:rsid w:val="003407D3"/>
    <w:rsid w:val="00341D3A"/>
    <w:rsid w:val="00341F13"/>
    <w:rsid w:val="00343529"/>
    <w:rsid w:val="00344791"/>
    <w:rsid w:val="00345221"/>
    <w:rsid w:val="003468D4"/>
    <w:rsid w:val="00347314"/>
    <w:rsid w:val="00347C93"/>
    <w:rsid w:val="0035138A"/>
    <w:rsid w:val="00356731"/>
    <w:rsid w:val="00356C78"/>
    <w:rsid w:val="00357D5A"/>
    <w:rsid w:val="00357E1B"/>
    <w:rsid w:val="00363402"/>
    <w:rsid w:val="00366CC5"/>
    <w:rsid w:val="00372452"/>
    <w:rsid w:val="00374B2F"/>
    <w:rsid w:val="00375214"/>
    <w:rsid w:val="00376206"/>
    <w:rsid w:val="0037665B"/>
    <w:rsid w:val="00376696"/>
    <w:rsid w:val="00376F4A"/>
    <w:rsid w:val="003775F0"/>
    <w:rsid w:val="003832EC"/>
    <w:rsid w:val="0038488A"/>
    <w:rsid w:val="00386865"/>
    <w:rsid w:val="003872FB"/>
    <w:rsid w:val="00390BED"/>
    <w:rsid w:val="00396D57"/>
    <w:rsid w:val="003973E7"/>
    <w:rsid w:val="0039793E"/>
    <w:rsid w:val="003A2E0D"/>
    <w:rsid w:val="003A3ED8"/>
    <w:rsid w:val="003A5A3C"/>
    <w:rsid w:val="003B288C"/>
    <w:rsid w:val="003B5843"/>
    <w:rsid w:val="003C08E7"/>
    <w:rsid w:val="003C0DDB"/>
    <w:rsid w:val="003C2691"/>
    <w:rsid w:val="003C3C69"/>
    <w:rsid w:val="003C4127"/>
    <w:rsid w:val="003C42A1"/>
    <w:rsid w:val="003C4438"/>
    <w:rsid w:val="003C54C9"/>
    <w:rsid w:val="003C6111"/>
    <w:rsid w:val="003C78E7"/>
    <w:rsid w:val="003D1951"/>
    <w:rsid w:val="003D1E70"/>
    <w:rsid w:val="003D2CD3"/>
    <w:rsid w:val="003D48D3"/>
    <w:rsid w:val="003D6BAB"/>
    <w:rsid w:val="003D6E59"/>
    <w:rsid w:val="003E0DAC"/>
    <w:rsid w:val="003E1329"/>
    <w:rsid w:val="003E52EA"/>
    <w:rsid w:val="003E68CA"/>
    <w:rsid w:val="003F0E0B"/>
    <w:rsid w:val="00400534"/>
    <w:rsid w:val="00401950"/>
    <w:rsid w:val="00401B94"/>
    <w:rsid w:val="00401EDC"/>
    <w:rsid w:val="00402ED5"/>
    <w:rsid w:val="004039A7"/>
    <w:rsid w:val="00405640"/>
    <w:rsid w:val="00406E30"/>
    <w:rsid w:val="0040700B"/>
    <w:rsid w:val="0040718C"/>
    <w:rsid w:val="00410DCA"/>
    <w:rsid w:val="0041152A"/>
    <w:rsid w:val="004120DF"/>
    <w:rsid w:val="004124B3"/>
    <w:rsid w:val="004163BB"/>
    <w:rsid w:val="0041668E"/>
    <w:rsid w:val="0041679E"/>
    <w:rsid w:val="00416DDA"/>
    <w:rsid w:val="00420934"/>
    <w:rsid w:val="00420BA4"/>
    <w:rsid w:val="00422CCC"/>
    <w:rsid w:val="00423AA5"/>
    <w:rsid w:val="00423AF3"/>
    <w:rsid w:val="00423FF9"/>
    <w:rsid w:val="004250D4"/>
    <w:rsid w:val="00426A57"/>
    <w:rsid w:val="00426B93"/>
    <w:rsid w:val="00427894"/>
    <w:rsid w:val="00430673"/>
    <w:rsid w:val="004316D0"/>
    <w:rsid w:val="00431D48"/>
    <w:rsid w:val="00432137"/>
    <w:rsid w:val="004330CE"/>
    <w:rsid w:val="0043557C"/>
    <w:rsid w:val="00436443"/>
    <w:rsid w:val="004364FD"/>
    <w:rsid w:val="0044126F"/>
    <w:rsid w:val="00441C90"/>
    <w:rsid w:val="00443C6B"/>
    <w:rsid w:val="00445F4C"/>
    <w:rsid w:val="00447EA7"/>
    <w:rsid w:val="00450E76"/>
    <w:rsid w:val="004516AE"/>
    <w:rsid w:val="004517D1"/>
    <w:rsid w:val="00452172"/>
    <w:rsid w:val="0045258B"/>
    <w:rsid w:val="00453136"/>
    <w:rsid w:val="00453380"/>
    <w:rsid w:val="00453A5A"/>
    <w:rsid w:val="00453BC9"/>
    <w:rsid w:val="00455BD1"/>
    <w:rsid w:val="00455C92"/>
    <w:rsid w:val="00455FFC"/>
    <w:rsid w:val="00461AFF"/>
    <w:rsid w:val="00462296"/>
    <w:rsid w:val="004626D2"/>
    <w:rsid w:val="00462F7B"/>
    <w:rsid w:val="0046452C"/>
    <w:rsid w:val="0046791D"/>
    <w:rsid w:val="00470000"/>
    <w:rsid w:val="0047046C"/>
    <w:rsid w:val="0047107A"/>
    <w:rsid w:val="00471144"/>
    <w:rsid w:val="00471535"/>
    <w:rsid w:val="004726CD"/>
    <w:rsid w:val="00473A64"/>
    <w:rsid w:val="00473AB4"/>
    <w:rsid w:val="004771BF"/>
    <w:rsid w:val="00477915"/>
    <w:rsid w:val="00480D3E"/>
    <w:rsid w:val="00482E39"/>
    <w:rsid w:val="00484A1C"/>
    <w:rsid w:val="0048647D"/>
    <w:rsid w:val="00487540"/>
    <w:rsid w:val="0048775B"/>
    <w:rsid w:val="00487E95"/>
    <w:rsid w:val="00492794"/>
    <w:rsid w:val="004939B0"/>
    <w:rsid w:val="00494BA9"/>
    <w:rsid w:val="00495819"/>
    <w:rsid w:val="00495AC0"/>
    <w:rsid w:val="004968CA"/>
    <w:rsid w:val="00496F2F"/>
    <w:rsid w:val="004A07E3"/>
    <w:rsid w:val="004A1090"/>
    <w:rsid w:val="004A13A9"/>
    <w:rsid w:val="004A2835"/>
    <w:rsid w:val="004A6A08"/>
    <w:rsid w:val="004A75B8"/>
    <w:rsid w:val="004B055D"/>
    <w:rsid w:val="004B1669"/>
    <w:rsid w:val="004C01AC"/>
    <w:rsid w:val="004C1222"/>
    <w:rsid w:val="004C337F"/>
    <w:rsid w:val="004C46E8"/>
    <w:rsid w:val="004C5B6A"/>
    <w:rsid w:val="004C6141"/>
    <w:rsid w:val="004C6FA7"/>
    <w:rsid w:val="004D003B"/>
    <w:rsid w:val="004D0409"/>
    <w:rsid w:val="004D2D79"/>
    <w:rsid w:val="004D30EA"/>
    <w:rsid w:val="004D3359"/>
    <w:rsid w:val="004D349B"/>
    <w:rsid w:val="004D3A4B"/>
    <w:rsid w:val="004D41A6"/>
    <w:rsid w:val="004D4EB6"/>
    <w:rsid w:val="004D6CB0"/>
    <w:rsid w:val="004E0158"/>
    <w:rsid w:val="004E04A8"/>
    <w:rsid w:val="004E10B6"/>
    <w:rsid w:val="004E3279"/>
    <w:rsid w:val="004E404F"/>
    <w:rsid w:val="004E47F8"/>
    <w:rsid w:val="004E62F5"/>
    <w:rsid w:val="004E6FE0"/>
    <w:rsid w:val="004F0B2C"/>
    <w:rsid w:val="004F161C"/>
    <w:rsid w:val="004F16C1"/>
    <w:rsid w:val="004F403A"/>
    <w:rsid w:val="004F5D6F"/>
    <w:rsid w:val="004F658E"/>
    <w:rsid w:val="004F6BFE"/>
    <w:rsid w:val="004F77B7"/>
    <w:rsid w:val="00500265"/>
    <w:rsid w:val="00501F6E"/>
    <w:rsid w:val="005030DD"/>
    <w:rsid w:val="0050379E"/>
    <w:rsid w:val="00504A5B"/>
    <w:rsid w:val="005058D3"/>
    <w:rsid w:val="0050633D"/>
    <w:rsid w:val="00506E1E"/>
    <w:rsid w:val="00510214"/>
    <w:rsid w:val="00510533"/>
    <w:rsid w:val="00510BC8"/>
    <w:rsid w:val="00512663"/>
    <w:rsid w:val="00514176"/>
    <w:rsid w:val="00517667"/>
    <w:rsid w:val="00517DCA"/>
    <w:rsid w:val="0052104D"/>
    <w:rsid w:val="00522EF9"/>
    <w:rsid w:val="00531E0B"/>
    <w:rsid w:val="0053226F"/>
    <w:rsid w:val="005333B9"/>
    <w:rsid w:val="00533ACC"/>
    <w:rsid w:val="00536430"/>
    <w:rsid w:val="005377F0"/>
    <w:rsid w:val="005434DE"/>
    <w:rsid w:val="00543712"/>
    <w:rsid w:val="00543C55"/>
    <w:rsid w:val="00544076"/>
    <w:rsid w:val="0054531B"/>
    <w:rsid w:val="00545487"/>
    <w:rsid w:val="0055079A"/>
    <w:rsid w:val="00551165"/>
    <w:rsid w:val="00552DDE"/>
    <w:rsid w:val="005539FB"/>
    <w:rsid w:val="00553A43"/>
    <w:rsid w:val="005556FA"/>
    <w:rsid w:val="005565D7"/>
    <w:rsid w:val="00562DC6"/>
    <w:rsid w:val="00564B54"/>
    <w:rsid w:val="00565A9D"/>
    <w:rsid w:val="00566EC3"/>
    <w:rsid w:val="00570D8B"/>
    <w:rsid w:val="00572B44"/>
    <w:rsid w:val="00575413"/>
    <w:rsid w:val="00575AA2"/>
    <w:rsid w:val="00575CDB"/>
    <w:rsid w:val="0058062F"/>
    <w:rsid w:val="00581694"/>
    <w:rsid w:val="005838AA"/>
    <w:rsid w:val="00584E43"/>
    <w:rsid w:val="00585B87"/>
    <w:rsid w:val="0059005C"/>
    <w:rsid w:val="00591BBA"/>
    <w:rsid w:val="0059311D"/>
    <w:rsid w:val="00594479"/>
    <w:rsid w:val="00595034"/>
    <w:rsid w:val="005956AD"/>
    <w:rsid w:val="00595E96"/>
    <w:rsid w:val="00597253"/>
    <w:rsid w:val="005978F7"/>
    <w:rsid w:val="005A0964"/>
    <w:rsid w:val="005A1889"/>
    <w:rsid w:val="005A29A1"/>
    <w:rsid w:val="005A2CDB"/>
    <w:rsid w:val="005A4420"/>
    <w:rsid w:val="005A6FCD"/>
    <w:rsid w:val="005A7CA6"/>
    <w:rsid w:val="005B0CCD"/>
    <w:rsid w:val="005B265C"/>
    <w:rsid w:val="005B3479"/>
    <w:rsid w:val="005B521F"/>
    <w:rsid w:val="005B53E0"/>
    <w:rsid w:val="005B6FD4"/>
    <w:rsid w:val="005B75CA"/>
    <w:rsid w:val="005B7E2A"/>
    <w:rsid w:val="005C0AD1"/>
    <w:rsid w:val="005C1112"/>
    <w:rsid w:val="005C1C35"/>
    <w:rsid w:val="005C3EF6"/>
    <w:rsid w:val="005C7F40"/>
    <w:rsid w:val="005D3F22"/>
    <w:rsid w:val="005D68F0"/>
    <w:rsid w:val="005D6AE3"/>
    <w:rsid w:val="005E0588"/>
    <w:rsid w:val="005E120A"/>
    <w:rsid w:val="005E19E6"/>
    <w:rsid w:val="005E1A72"/>
    <w:rsid w:val="005E2D9B"/>
    <w:rsid w:val="005E317F"/>
    <w:rsid w:val="005E6FAF"/>
    <w:rsid w:val="005F09F0"/>
    <w:rsid w:val="005F0F96"/>
    <w:rsid w:val="005F30D8"/>
    <w:rsid w:val="005F380E"/>
    <w:rsid w:val="005F48DD"/>
    <w:rsid w:val="005F50FE"/>
    <w:rsid w:val="005F5CB5"/>
    <w:rsid w:val="005F5D97"/>
    <w:rsid w:val="005F62B6"/>
    <w:rsid w:val="005F6C71"/>
    <w:rsid w:val="005F6FFF"/>
    <w:rsid w:val="005F7441"/>
    <w:rsid w:val="00601566"/>
    <w:rsid w:val="00602C7B"/>
    <w:rsid w:val="00602CC6"/>
    <w:rsid w:val="00604B4E"/>
    <w:rsid w:val="00604B60"/>
    <w:rsid w:val="0060693E"/>
    <w:rsid w:val="006072BF"/>
    <w:rsid w:val="006105A0"/>
    <w:rsid w:val="006117C9"/>
    <w:rsid w:val="00612B8C"/>
    <w:rsid w:val="00613D99"/>
    <w:rsid w:val="006155D5"/>
    <w:rsid w:val="00616B0C"/>
    <w:rsid w:val="00617697"/>
    <w:rsid w:val="00617AC4"/>
    <w:rsid w:val="00617C5E"/>
    <w:rsid w:val="006206E6"/>
    <w:rsid w:val="006272CC"/>
    <w:rsid w:val="00630DDE"/>
    <w:rsid w:val="0063198A"/>
    <w:rsid w:val="00631DF8"/>
    <w:rsid w:val="006419B4"/>
    <w:rsid w:val="00641FA2"/>
    <w:rsid w:val="0064361E"/>
    <w:rsid w:val="006442A5"/>
    <w:rsid w:val="00645EF4"/>
    <w:rsid w:val="00647159"/>
    <w:rsid w:val="00647350"/>
    <w:rsid w:val="00647766"/>
    <w:rsid w:val="00651717"/>
    <w:rsid w:val="0065240F"/>
    <w:rsid w:val="00653601"/>
    <w:rsid w:val="00653C4A"/>
    <w:rsid w:val="00657ED6"/>
    <w:rsid w:val="00660BB3"/>
    <w:rsid w:val="0066183F"/>
    <w:rsid w:val="00662E0A"/>
    <w:rsid w:val="0066695B"/>
    <w:rsid w:val="00667357"/>
    <w:rsid w:val="00673284"/>
    <w:rsid w:val="00673632"/>
    <w:rsid w:val="00675253"/>
    <w:rsid w:val="00675A08"/>
    <w:rsid w:val="006761AC"/>
    <w:rsid w:val="006806B2"/>
    <w:rsid w:val="006806F0"/>
    <w:rsid w:val="00682CC8"/>
    <w:rsid w:val="00683178"/>
    <w:rsid w:val="00683B11"/>
    <w:rsid w:val="00683F4B"/>
    <w:rsid w:val="006844BC"/>
    <w:rsid w:val="00685CFF"/>
    <w:rsid w:val="006877E2"/>
    <w:rsid w:val="00690B25"/>
    <w:rsid w:val="006931E8"/>
    <w:rsid w:val="00695A72"/>
    <w:rsid w:val="00695ADB"/>
    <w:rsid w:val="00697BF5"/>
    <w:rsid w:val="006A1661"/>
    <w:rsid w:val="006A4829"/>
    <w:rsid w:val="006A5E14"/>
    <w:rsid w:val="006A5FC1"/>
    <w:rsid w:val="006A6081"/>
    <w:rsid w:val="006A6875"/>
    <w:rsid w:val="006A6E9C"/>
    <w:rsid w:val="006A70FA"/>
    <w:rsid w:val="006A7DB7"/>
    <w:rsid w:val="006A7EEF"/>
    <w:rsid w:val="006B0EEC"/>
    <w:rsid w:val="006B2932"/>
    <w:rsid w:val="006B366C"/>
    <w:rsid w:val="006B4202"/>
    <w:rsid w:val="006B44FE"/>
    <w:rsid w:val="006B7090"/>
    <w:rsid w:val="006B76E5"/>
    <w:rsid w:val="006C2BAD"/>
    <w:rsid w:val="006C3400"/>
    <w:rsid w:val="006C3FFB"/>
    <w:rsid w:val="006D10E4"/>
    <w:rsid w:val="006D4E8B"/>
    <w:rsid w:val="006D58CB"/>
    <w:rsid w:val="006D6AB8"/>
    <w:rsid w:val="006D7334"/>
    <w:rsid w:val="006D7E76"/>
    <w:rsid w:val="006D7FC3"/>
    <w:rsid w:val="006E0010"/>
    <w:rsid w:val="006E1BC1"/>
    <w:rsid w:val="006E2091"/>
    <w:rsid w:val="006E3259"/>
    <w:rsid w:val="006E392D"/>
    <w:rsid w:val="006E6A71"/>
    <w:rsid w:val="006E78B5"/>
    <w:rsid w:val="006F2724"/>
    <w:rsid w:val="006F2FF9"/>
    <w:rsid w:val="006F3FE1"/>
    <w:rsid w:val="006F5C1A"/>
    <w:rsid w:val="006F75F8"/>
    <w:rsid w:val="007005B1"/>
    <w:rsid w:val="00700D2B"/>
    <w:rsid w:val="007060FE"/>
    <w:rsid w:val="00706B67"/>
    <w:rsid w:val="00707608"/>
    <w:rsid w:val="0070784C"/>
    <w:rsid w:val="007078F7"/>
    <w:rsid w:val="00707EC8"/>
    <w:rsid w:val="00712E7E"/>
    <w:rsid w:val="00715CA6"/>
    <w:rsid w:val="007170F8"/>
    <w:rsid w:val="00717485"/>
    <w:rsid w:val="00717AD7"/>
    <w:rsid w:val="00720233"/>
    <w:rsid w:val="00721210"/>
    <w:rsid w:val="00722795"/>
    <w:rsid w:val="00723500"/>
    <w:rsid w:val="0072598C"/>
    <w:rsid w:val="00727FB5"/>
    <w:rsid w:val="00733D2E"/>
    <w:rsid w:val="00734877"/>
    <w:rsid w:val="00736CFA"/>
    <w:rsid w:val="007371A6"/>
    <w:rsid w:val="007400EF"/>
    <w:rsid w:val="00740D2C"/>
    <w:rsid w:val="00741F43"/>
    <w:rsid w:val="00742166"/>
    <w:rsid w:val="0074332B"/>
    <w:rsid w:val="00743578"/>
    <w:rsid w:val="00743E33"/>
    <w:rsid w:val="00745825"/>
    <w:rsid w:val="00746D14"/>
    <w:rsid w:val="0074703C"/>
    <w:rsid w:val="007478B4"/>
    <w:rsid w:val="00752157"/>
    <w:rsid w:val="007528A2"/>
    <w:rsid w:val="00762060"/>
    <w:rsid w:val="00763880"/>
    <w:rsid w:val="00764F91"/>
    <w:rsid w:val="007662C4"/>
    <w:rsid w:val="00766579"/>
    <w:rsid w:val="00770AA0"/>
    <w:rsid w:val="00770C75"/>
    <w:rsid w:val="00770C8B"/>
    <w:rsid w:val="00771B69"/>
    <w:rsid w:val="00774530"/>
    <w:rsid w:val="00775F45"/>
    <w:rsid w:val="007800C4"/>
    <w:rsid w:val="00780DC4"/>
    <w:rsid w:val="007810EF"/>
    <w:rsid w:val="007819FF"/>
    <w:rsid w:val="00783A5B"/>
    <w:rsid w:val="00785363"/>
    <w:rsid w:val="00787D7C"/>
    <w:rsid w:val="00790A94"/>
    <w:rsid w:val="00792413"/>
    <w:rsid w:val="0079356F"/>
    <w:rsid w:val="00794408"/>
    <w:rsid w:val="007A0574"/>
    <w:rsid w:val="007A0D7C"/>
    <w:rsid w:val="007A1D46"/>
    <w:rsid w:val="007A2357"/>
    <w:rsid w:val="007A248D"/>
    <w:rsid w:val="007A34BD"/>
    <w:rsid w:val="007A3FDE"/>
    <w:rsid w:val="007A42CE"/>
    <w:rsid w:val="007A51D7"/>
    <w:rsid w:val="007B2753"/>
    <w:rsid w:val="007B2E3D"/>
    <w:rsid w:val="007B3FB6"/>
    <w:rsid w:val="007B41B4"/>
    <w:rsid w:val="007B4560"/>
    <w:rsid w:val="007B7AF3"/>
    <w:rsid w:val="007B7D74"/>
    <w:rsid w:val="007C0FB2"/>
    <w:rsid w:val="007C17C9"/>
    <w:rsid w:val="007C22F9"/>
    <w:rsid w:val="007C3B13"/>
    <w:rsid w:val="007C450F"/>
    <w:rsid w:val="007C58FD"/>
    <w:rsid w:val="007D16AC"/>
    <w:rsid w:val="007D17CF"/>
    <w:rsid w:val="007D22B8"/>
    <w:rsid w:val="007D360D"/>
    <w:rsid w:val="007D5B88"/>
    <w:rsid w:val="007D7D70"/>
    <w:rsid w:val="007E0051"/>
    <w:rsid w:val="007E4293"/>
    <w:rsid w:val="007E4582"/>
    <w:rsid w:val="007E5074"/>
    <w:rsid w:val="007F1189"/>
    <w:rsid w:val="007F1A66"/>
    <w:rsid w:val="007F2761"/>
    <w:rsid w:val="00800666"/>
    <w:rsid w:val="008015C6"/>
    <w:rsid w:val="0080360E"/>
    <w:rsid w:val="00805FCD"/>
    <w:rsid w:val="00806DFA"/>
    <w:rsid w:val="00807C62"/>
    <w:rsid w:val="00810318"/>
    <w:rsid w:val="00810E95"/>
    <w:rsid w:val="00811972"/>
    <w:rsid w:val="00814C15"/>
    <w:rsid w:val="00815BC6"/>
    <w:rsid w:val="00815BCC"/>
    <w:rsid w:val="00820EBA"/>
    <w:rsid w:val="00821519"/>
    <w:rsid w:val="00822EC2"/>
    <w:rsid w:val="00823F62"/>
    <w:rsid w:val="00824545"/>
    <w:rsid w:val="00825552"/>
    <w:rsid w:val="0082752B"/>
    <w:rsid w:val="00832BAA"/>
    <w:rsid w:val="00833781"/>
    <w:rsid w:val="00833BCB"/>
    <w:rsid w:val="0083410E"/>
    <w:rsid w:val="00834AC5"/>
    <w:rsid w:val="00836529"/>
    <w:rsid w:val="00836E36"/>
    <w:rsid w:val="0084080B"/>
    <w:rsid w:val="008408BA"/>
    <w:rsid w:val="0084168A"/>
    <w:rsid w:val="008500B0"/>
    <w:rsid w:val="008511F9"/>
    <w:rsid w:val="00854A74"/>
    <w:rsid w:val="00855B42"/>
    <w:rsid w:val="0085657F"/>
    <w:rsid w:val="00856973"/>
    <w:rsid w:val="00857845"/>
    <w:rsid w:val="00862467"/>
    <w:rsid w:val="00862714"/>
    <w:rsid w:val="00862E27"/>
    <w:rsid w:val="008644E1"/>
    <w:rsid w:val="00864F6E"/>
    <w:rsid w:val="0086526F"/>
    <w:rsid w:val="00866296"/>
    <w:rsid w:val="00867630"/>
    <w:rsid w:val="008705EA"/>
    <w:rsid w:val="00872271"/>
    <w:rsid w:val="00872517"/>
    <w:rsid w:val="0087336D"/>
    <w:rsid w:val="00874387"/>
    <w:rsid w:val="00874503"/>
    <w:rsid w:val="008753A0"/>
    <w:rsid w:val="00877435"/>
    <w:rsid w:val="00881003"/>
    <w:rsid w:val="0088165F"/>
    <w:rsid w:val="00881947"/>
    <w:rsid w:val="00881A6E"/>
    <w:rsid w:val="0088215A"/>
    <w:rsid w:val="0088245E"/>
    <w:rsid w:val="008853E7"/>
    <w:rsid w:val="008860C0"/>
    <w:rsid w:val="00890B29"/>
    <w:rsid w:val="008914F4"/>
    <w:rsid w:val="00893A29"/>
    <w:rsid w:val="00896220"/>
    <w:rsid w:val="008970F2"/>
    <w:rsid w:val="00897415"/>
    <w:rsid w:val="008A0AE0"/>
    <w:rsid w:val="008A54F1"/>
    <w:rsid w:val="008B03BD"/>
    <w:rsid w:val="008B0594"/>
    <w:rsid w:val="008B0E2E"/>
    <w:rsid w:val="008B11C5"/>
    <w:rsid w:val="008B1D7F"/>
    <w:rsid w:val="008B1F01"/>
    <w:rsid w:val="008B2CB6"/>
    <w:rsid w:val="008B3640"/>
    <w:rsid w:val="008B3CF8"/>
    <w:rsid w:val="008B6480"/>
    <w:rsid w:val="008C13A8"/>
    <w:rsid w:val="008C2805"/>
    <w:rsid w:val="008C2BEA"/>
    <w:rsid w:val="008C2D37"/>
    <w:rsid w:val="008C378A"/>
    <w:rsid w:val="008C43A1"/>
    <w:rsid w:val="008C55BC"/>
    <w:rsid w:val="008C5BEB"/>
    <w:rsid w:val="008D3E65"/>
    <w:rsid w:val="008D5B90"/>
    <w:rsid w:val="008D5E57"/>
    <w:rsid w:val="008D6219"/>
    <w:rsid w:val="008D7324"/>
    <w:rsid w:val="008E0107"/>
    <w:rsid w:val="008E3E29"/>
    <w:rsid w:val="008E740D"/>
    <w:rsid w:val="008E7C08"/>
    <w:rsid w:val="008F0F60"/>
    <w:rsid w:val="008F5F52"/>
    <w:rsid w:val="008F6D65"/>
    <w:rsid w:val="008F7B00"/>
    <w:rsid w:val="00901025"/>
    <w:rsid w:val="00905935"/>
    <w:rsid w:val="00912FC0"/>
    <w:rsid w:val="00915D21"/>
    <w:rsid w:val="00916D19"/>
    <w:rsid w:val="00917D15"/>
    <w:rsid w:val="00921012"/>
    <w:rsid w:val="0092234B"/>
    <w:rsid w:val="00922FDD"/>
    <w:rsid w:val="00923D0B"/>
    <w:rsid w:val="00924F21"/>
    <w:rsid w:val="00925D80"/>
    <w:rsid w:val="00927E8E"/>
    <w:rsid w:val="00930EB6"/>
    <w:rsid w:val="00932907"/>
    <w:rsid w:val="00934F1A"/>
    <w:rsid w:val="0093540A"/>
    <w:rsid w:val="0093604D"/>
    <w:rsid w:val="009368F3"/>
    <w:rsid w:val="00937EBC"/>
    <w:rsid w:val="00940349"/>
    <w:rsid w:val="00940C0C"/>
    <w:rsid w:val="009429C4"/>
    <w:rsid w:val="009429E6"/>
    <w:rsid w:val="009431DC"/>
    <w:rsid w:val="009436BB"/>
    <w:rsid w:val="0094397E"/>
    <w:rsid w:val="00945629"/>
    <w:rsid w:val="0095273D"/>
    <w:rsid w:val="00952FBC"/>
    <w:rsid w:val="00956338"/>
    <w:rsid w:val="009608DE"/>
    <w:rsid w:val="00960D5F"/>
    <w:rsid w:val="00960F26"/>
    <w:rsid w:val="00961BBD"/>
    <w:rsid w:val="009625F4"/>
    <w:rsid w:val="009656DD"/>
    <w:rsid w:val="00967417"/>
    <w:rsid w:val="00967A44"/>
    <w:rsid w:val="00967D09"/>
    <w:rsid w:val="00970E1B"/>
    <w:rsid w:val="00974EB9"/>
    <w:rsid w:val="00976B2D"/>
    <w:rsid w:val="00977D38"/>
    <w:rsid w:val="0098094C"/>
    <w:rsid w:val="0098232D"/>
    <w:rsid w:val="009857A6"/>
    <w:rsid w:val="00985F40"/>
    <w:rsid w:val="00991FED"/>
    <w:rsid w:val="009929F2"/>
    <w:rsid w:val="00995407"/>
    <w:rsid w:val="00995C9D"/>
    <w:rsid w:val="00997758"/>
    <w:rsid w:val="00997A60"/>
    <w:rsid w:val="00997AD5"/>
    <w:rsid w:val="009A0206"/>
    <w:rsid w:val="009A1AC5"/>
    <w:rsid w:val="009A273E"/>
    <w:rsid w:val="009A2BA9"/>
    <w:rsid w:val="009A3819"/>
    <w:rsid w:val="009A3AE2"/>
    <w:rsid w:val="009A3E75"/>
    <w:rsid w:val="009A46BE"/>
    <w:rsid w:val="009A52BE"/>
    <w:rsid w:val="009A5DF0"/>
    <w:rsid w:val="009B17F2"/>
    <w:rsid w:val="009B1C62"/>
    <w:rsid w:val="009B1F73"/>
    <w:rsid w:val="009B24E0"/>
    <w:rsid w:val="009B3348"/>
    <w:rsid w:val="009B4F86"/>
    <w:rsid w:val="009B7650"/>
    <w:rsid w:val="009C390C"/>
    <w:rsid w:val="009C4A61"/>
    <w:rsid w:val="009C66ED"/>
    <w:rsid w:val="009C78A7"/>
    <w:rsid w:val="009C7A11"/>
    <w:rsid w:val="009C7E67"/>
    <w:rsid w:val="009D1F5B"/>
    <w:rsid w:val="009D241D"/>
    <w:rsid w:val="009D31FC"/>
    <w:rsid w:val="009D35CC"/>
    <w:rsid w:val="009D4C04"/>
    <w:rsid w:val="009D4D42"/>
    <w:rsid w:val="009D6928"/>
    <w:rsid w:val="009D69C7"/>
    <w:rsid w:val="009D7304"/>
    <w:rsid w:val="009D7710"/>
    <w:rsid w:val="009D79F7"/>
    <w:rsid w:val="009E0C0A"/>
    <w:rsid w:val="009E119C"/>
    <w:rsid w:val="009E3D0F"/>
    <w:rsid w:val="009E4201"/>
    <w:rsid w:val="009E4484"/>
    <w:rsid w:val="009E4E8B"/>
    <w:rsid w:val="009E67C9"/>
    <w:rsid w:val="009E798C"/>
    <w:rsid w:val="009F0D89"/>
    <w:rsid w:val="009F1705"/>
    <w:rsid w:val="009F2349"/>
    <w:rsid w:val="009F34DF"/>
    <w:rsid w:val="009F35EB"/>
    <w:rsid w:val="009F4245"/>
    <w:rsid w:val="009F7CBB"/>
    <w:rsid w:val="00A00928"/>
    <w:rsid w:val="00A02F4D"/>
    <w:rsid w:val="00A0669E"/>
    <w:rsid w:val="00A0719B"/>
    <w:rsid w:val="00A071F7"/>
    <w:rsid w:val="00A07E6C"/>
    <w:rsid w:val="00A107CC"/>
    <w:rsid w:val="00A10A76"/>
    <w:rsid w:val="00A10CFD"/>
    <w:rsid w:val="00A12BBE"/>
    <w:rsid w:val="00A13EB3"/>
    <w:rsid w:val="00A13FE0"/>
    <w:rsid w:val="00A15DA6"/>
    <w:rsid w:val="00A20080"/>
    <w:rsid w:val="00A22216"/>
    <w:rsid w:val="00A25870"/>
    <w:rsid w:val="00A26CC1"/>
    <w:rsid w:val="00A327A5"/>
    <w:rsid w:val="00A3333D"/>
    <w:rsid w:val="00A341C5"/>
    <w:rsid w:val="00A35430"/>
    <w:rsid w:val="00A36E18"/>
    <w:rsid w:val="00A3734D"/>
    <w:rsid w:val="00A424CB"/>
    <w:rsid w:val="00A43AC5"/>
    <w:rsid w:val="00A445C8"/>
    <w:rsid w:val="00A47269"/>
    <w:rsid w:val="00A51C6B"/>
    <w:rsid w:val="00A53D7A"/>
    <w:rsid w:val="00A53E5E"/>
    <w:rsid w:val="00A542B8"/>
    <w:rsid w:val="00A6050A"/>
    <w:rsid w:val="00A627A6"/>
    <w:rsid w:val="00A62AB4"/>
    <w:rsid w:val="00A67A48"/>
    <w:rsid w:val="00A67BCE"/>
    <w:rsid w:val="00A67E68"/>
    <w:rsid w:val="00A7607C"/>
    <w:rsid w:val="00A77700"/>
    <w:rsid w:val="00A8020C"/>
    <w:rsid w:val="00A804D3"/>
    <w:rsid w:val="00A8070E"/>
    <w:rsid w:val="00A80E05"/>
    <w:rsid w:val="00A83C8C"/>
    <w:rsid w:val="00A8404E"/>
    <w:rsid w:val="00A85FF2"/>
    <w:rsid w:val="00A914F7"/>
    <w:rsid w:val="00A92065"/>
    <w:rsid w:val="00A922D5"/>
    <w:rsid w:val="00A92589"/>
    <w:rsid w:val="00A938F0"/>
    <w:rsid w:val="00A94F50"/>
    <w:rsid w:val="00A95677"/>
    <w:rsid w:val="00AA00E8"/>
    <w:rsid w:val="00AA755A"/>
    <w:rsid w:val="00AB2E5D"/>
    <w:rsid w:val="00AC026E"/>
    <w:rsid w:val="00AC0576"/>
    <w:rsid w:val="00AC509C"/>
    <w:rsid w:val="00AC6B06"/>
    <w:rsid w:val="00AD4838"/>
    <w:rsid w:val="00AD5693"/>
    <w:rsid w:val="00AD68DD"/>
    <w:rsid w:val="00AD6F1B"/>
    <w:rsid w:val="00AD7E7A"/>
    <w:rsid w:val="00AE5F90"/>
    <w:rsid w:val="00AF167C"/>
    <w:rsid w:val="00AF1860"/>
    <w:rsid w:val="00AF29A7"/>
    <w:rsid w:val="00AF29C1"/>
    <w:rsid w:val="00AF5586"/>
    <w:rsid w:val="00AF66C7"/>
    <w:rsid w:val="00B00391"/>
    <w:rsid w:val="00B0081D"/>
    <w:rsid w:val="00B00C87"/>
    <w:rsid w:val="00B02527"/>
    <w:rsid w:val="00B027E1"/>
    <w:rsid w:val="00B02A83"/>
    <w:rsid w:val="00B03EFA"/>
    <w:rsid w:val="00B053DF"/>
    <w:rsid w:val="00B06CB9"/>
    <w:rsid w:val="00B10AB1"/>
    <w:rsid w:val="00B10EA6"/>
    <w:rsid w:val="00B11537"/>
    <w:rsid w:val="00B17B78"/>
    <w:rsid w:val="00B2052C"/>
    <w:rsid w:val="00B20E01"/>
    <w:rsid w:val="00B22E6E"/>
    <w:rsid w:val="00B247F6"/>
    <w:rsid w:val="00B26433"/>
    <w:rsid w:val="00B275C8"/>
    <w:rsid w:val="00B30100"/>
    <w:rsid w:val="00B306DD"/>
    <w:rsid w:val="00B31675"/>
    <w:rsid w:val="00B33198"/>
    <w:rsid w:val="00B363F8"/>
    <w:rsid w:val="00B40FEE"/>
    <w:rsid w:val="00B4178F"/>
    <w:rsid w:val="00B41902"/>
    <w:rsid w:val="00B42B00"/>
    <w:rsid w:val="00B443EF"/>
    <w:rsid w:val="00B51CE2"/>
    <w:rsid w:val="00B522F0"/>
    <w:rsid w:val="00B565D9"/>
    <w:rsid w:val="00B576A6"/>
    <w:rsid w:val="00B62160"/>
    <w:rsid w:val="00B638CB"/>
    <w:rsid w:val="00B64F31"/>
    <w:rsid w:val="00B73BE1"/>
    <w:rsid w:val="00B75518"/>
    <w:rsid w:val="00B75E8F"/>
    <w:rsid w:val="00B7797E"/>
    <w:rsid w:val="00B81247"/>
    <w:rsid w:val="00B8195A"/>
    <w:rsid w:val="00B822D1"/>
    <w:rsid w:val="00B82AC0"/>
    <w:rsid w:val="00B82FF8"/>
    <w:rsid w:val="00B83F4A"/>
    <w:rsid w:val="00B86380"/>
    <w:rsid w:val="00B9157C"/>
    <w:rsid w:val="00B9361B"/>
    <w:rsid w:val="00B93F6E"/>
    <w:rsid w:val="00B94231"/>
    <w:rsid w:val="00B9453D"/>
    <w:rsid w:val="00B95250"/>
    <w:rsid w:val="00B97F55"/>
    <w:rsid w:val="00BA1466"/>
    <w:rsid w:val="00BB0E81"/>
    <w:rsid w:val="00BB3158"/>
    <w:rsid w:val="00BB380F"/>
    <w:rsid w:val="00BB38CB"/>
    <w:rsid w:val="00BB4120"/>
    <w:rsid w:val="00BB49D1"/>
    <w:rsid w:val="00BB6A20"/>
    <w:rsid w:val="00BB7E8A"/>
    <w:rsid w:val="00BC1BBC"/>
    <w:rsid w:val="00BC2206"/>
    <w:rsid w:val="00BC32F0"/>
    <w:rsid w:val="00BC33DC"/>
    <w:rsid w:val="00BC4D8E"/>
    <w:rsid w:val="00BC5E6E"/>
    <w:rsid w:val="00BC7C7B"/>
    <w:rsid w:val="00BD0E97"/>
    <w:rsid w:val="00BD3C30"/>
    <w:rsid w:val="00BD44D5"/>
    <w:rsid w:val="00BD71F1"/>
    <w:rsid w:val="00BE0782"/>
    <w:rsid w:val="00BE12E1"/>
    <w:rsid w:val="00BE1D0F"/>
    <w:rsid w:val="00BE2B9E"/>
    <w:rsid w:val="00BE3050"/>
    <w:rsid w:val="00BE3BDB"/>
    <w:rsid w:val="00BE479A"/>
    <w:rsid w:val="00BE58E8"/>
    <w:rsid w:val="00BE662C"/>
    <w:rsid w:val="00BE68BC"/>
    <w:rsid w:val="00BF0958"/>
    <w:rsid w:val="00BF26ED"/>
    <w:rsid w:val="00BF2C89"/>
    <w:rsid w:val="00BF39E1"/>
    <w:rsid w:val="00C006D5"/>
    <w:rsid w:val="00C00796"/>
    <w:rsid w:val="00C0358D"/>
    <w:rsid w:val="00C03A74"/>
    <w:rsid w:val="00C03DFE"/>
    <w:rsid w:val="00C0454C"/>
    <w:rsid w:val="00C06C81"/>
    <w:rsid w:val="00C07679"/>
    <w:rsid w:val="00C07C08"/>
    <w:rsid w:val="00C10E72"/>
    <w:rsid w:val="00C121A2"/>
    <w:rsid w:val="00C12998"/>
    <w:rsid w:val="00C12A11"/>
    <w:rsid w:val="00C1303C"/>
    <w:rsid w:val="00C146F6"/>
    <w:rsid w:val="00C14EEC"/>
    <w:rsid w:val="00C15FA3"/>
    <w:rsid w:val="00C20945"/>
    <w:rsid w:val="00C2149E"/>
    <w:rsid w:val="00C21500"/>
    <w:rsid w:val="00C21F15"/>
    <w:rsid w:val="00C23015"/>
    <w:rsid w:val="00C24E00"/>
    <w:rsid w:val="00C257C0"/>
    <w:rsid w:val="00C26514"/>
    <w:rsid w:val="00C275A7"/>
    <w:rsid w:val="00C310FD"/>
    <w:rsid w:val="00C34555"/>
    <w:rsid w:val="00C35C1E"/>
    <w:rsid w:val="00C36B22"/>
    <w:rsid w:val="00C4019C"/>
    <w:rsid w:val="00C408A5"/>
    <w:rsid w:val="00C44E81"/>
    <w:rsid w:val="00C46C85"/>
    <w:rsid w:val="00C46CBA"/>
    <w:rsid w:val="00C5007A"/>
    <w:rsid w:val="00C5375F"/>
    <w:rsid w:val="00C56D90"/>
    <w:rsid w:val="00C57439"/>
    <w:rsid w:val="00C57EDE"/>
    <w:rsid w:val="00C60805"/>
    <w:rsid w:val="00C6098E"/>
    <w:rsid w:val="00C62533"/>
    <w:rsid w:val="00C64032"/>
    <w:rsid w:val="00C640BD"/>
    <w:rsid w:val="00C64C50"/>
    <w:rsid w:val="00C65BE8"/>
    <w:rsid w:val="00C67DC6"/>
    <w:rsid w:val="00C712A5"/>
    <w:rsid w:val="00C71707"/>
    <w:rsid w:val="00C73B5B"/>
    <w:rsid w:val="00C74E8A"/>
    <w:rsid w:val="00C74E9E"/>
    <w:rsid w:val="00C77DFE"/>
    <w:rsid w:val="00C81F17"/>
    <w:rsid w:val="00C871ED"/>
    <w:rsid w:val="00C94110"/>
    <w:rsid w:val="00C9421E"/>
    <w:rsid w:val="00C94821"/>
    <w:rsid w:val="00C95D73"/>
    <w:rsid w:val="00CA5C12"/>
    <w:rsid w:val="00CA6396"/>
    <w:rsid w:val="00CB0548"/>
    <w:rsid w:val="00CB2A27"/>
    <w:rsid w:val="00CB4AF7"/>
    <w:rsid w:val="00CB61C0"/>
    <w:rsid w:val="00CC21F8"/>
    <w:rsid w:val="00CC71C8"/>
    <w:rsid w:val="00CC7F65"/>
    <w:rsid w:val="00CD0224"/>
    <w:rsid w:val="00CD16ED"/>
    <w:rsid w:val="00CD265B"/>
    <w:rsid w:val="00CD2DC4"/>
    <w:rsid w:val="00CD491C"/>
    <w:rsid w:val="00CD5021"/>
    <w:rsid w:val="00CD58F3"/>
    <w:rsid w:val="00CD73B6"/>
    <w:rsid w:val="00CE2F1D"/>
    <w:rsid w:val="00CE43AC"/>
    <w:rsid w:val="00CE52EC"/>
    <w:rsid w:val="00CE55EA"/>
    <w:rsid w:val="00CE6B88"/>
    <w:rsid w:val="00CF2609"/>
    <w:rsid w:val="00CF42E1"/>
    <w:rsid w:val="00CF4EB8"/>
    <w:rsid w:val="00CF602B"/>
    <w:rsid w:val="00CF6616"/>
    <w:rsid w:val="00CF68E9"/>
    <w:rsid w:val="00CF743C"/>
    <w:rsid w:val="00CF7650"/>
    <w:rsid w:val="00D01584"/>
    <w:rsid w:val="00D03AF7"/>
    <w:rsid w:val="00D03BFD"/>
    <w:rsid w:val="00D04589"/>
    <w:rsid w:val="00D0557D"/>
    <w:rsid w:val="00D05FED"/>
    <w:rsid w:val="00D0607D"/>
    <w:rsid w:val="00D06166"/>
    <w:rsid w:val="00D06C3B"/>
    <w:rsid w:val="00D1002B"/>
    <w:rsid w:val="00D13498"/>
    <w:rsid w:val="00D1715A"/>
    <w:rsid w:val="00D2030B"/>
    <w:rsid w:val="00D215C0"/>
    <w:rsid w:val="00D23203"/>
    <w:rsid w:val="00D24376"/>
    <w:rsid w:val="00D2490D"/>
    <w:rsid w:val="00D255E7"/>
    <w:rsid w:val="00D27F36"/>
    <w:rsid w:val="00D305B5"/>
    <w:rsid w:val="00D315F2"/>
    <w:rsid w:val="00D323B3"/>
    <w:rsid w:val="00D32C97"/>
    <w:rsid w:val="00D33B88"/>
    <w:rsid w:val="00D346E5"/>
    <w:rsid w:val="00D34BA2"/>
    <w:rsid w:val="00D36C96"/>
    <w:rsid w:val="00D36E9F"/>
    <w:rsid w:val="00D41D8D"/>
    <w:rsid w:val="00D422E6"/>
    <w:rsid w:val="00D4232E"/>
    <w:rsid w:val="00D44351"/>
    <w:rsid w:val="00D44E13"/>
    <w:rsid w:val="00D47038"/>
    <w:rsid w:val="00D507B2"/>
    <w:rsid w:val="00D5194F"/>
    <w:rsid w:val="00D54C12"/>
    <w:rsid w:val="00D55F6B"/>
    <w:rsid w:val="00D56E52"/>
    <w:rsid w:val="00D57BDD"/>
    <w:rsid w:val="00D615E1"/>
    <w:rsid w:val="00D61B1C"/>
    <w:rsid w:val="00D61BF1"/>
    <w:rsid w:val="00D632DB"/>
    <w:rsid w:val="00D647DF"/>
    <w:rsid w:val="00D65637"/>
    <w:rsid w:val="00D66BE9"/>
    <w:rsid w:val="00D71F0E"/>
    <w:rsid w:val="00D72D2A"/>
    <w:rsid w:val="00D73EEC"/>
    <w:rsid w:val="00D74048"/>
    <w:rsid w:val="00D7441A"/>
    <w:rsid w:val="00D76707"/>
    <w:rsid w:val="00D76E2C"/>
    <w:rsid w:val="00D77AC6"/>
    <w:rsid w:val="00D80BDD"/>
    <w:rsid w:val="00D81761"/>
    <w:rsid w:val="00D821FE"/>
    <w:rsid w:val="00D85221"/>
    <w:rsid w:val="00D8657C"/>
    <w:rsid w:val="00D87031"/>
    <w:rsid w:val="00D9282E"/>
    <w:rsid w:val="00D9338E"/>
    <w:rsid w:val="00D93D12"/>
    <w:rsid w:val="00D94CCF"/>
    <w:rsid w:val="00D9569E"/>
    <w:rsid w:val="00D97347"/>
    <w:rsid w:val="00DA32AC"/>
    <w:rsid w:val="00DA7FE6"/>
    <w:rsid w:val="00DB0952"/>
    <w:rsid w:val="00DB0F38"/>
    <w:rsid w:val="00DB224A"/>
    <w:rsid w:val="00DB5275"/>
    <w:rsid w:val="00DB5B2B"/>
    <w:rsid w:val="00DC098F"/>
    <w:rsid w:val="00DC0D72"/>
    <w:rsid w:val="00DC1800"/>
    <w:rsid w:val="00DC1D37"/>
    <w:rsid w:val="00DC3D52"/>
    <w:rsid w:val="00DC4732"/>
    <w:rsid w:val="00DC5943"/>
    <w:rsid w:val="00DC6D07"/>
    <w:rsid w:val="00DD1615"/>
    <w:rsid w:val="00DD1AD6"/>
    <w:rsid w:val="00DD2A07"/>
    <w:rsid w:val="00DD6A5D"/>
    <w:rsid w:val="00DD7B0E"/>
    <w:rsid w:val="00DE0E89"/>
    <w:rsid w:val="00DE0EF9"/>
    <w:rsid w:val="00DE16EF"/>
    <w:rsid w:val="00DE21D1"/>
    <w:rsid w:val="00DE5D64"/>
    <w:rsid w:val="00DE705E"/>
    <w:rsid w:val="00DF1896"/>
    <w:rsid w:val="00DF233E"/>
    <w:rsid w:val="00DF3838"/>
    <w:rsid w:val="00DF42F2"/>
    <w:rsid w:val="00DF4EA9"/>
    <w:rsid w:val="00DF66BD"/>
    <w:rsid w:val="00E02C43"/>
    <w:rsid w:val="00E03C85"/>
    <w:rsid w:val="00E04D29"/>
    <w:rsid w:val="00E06313"/>
    <w:rsid w:val="00E06676"/>
    <w:rsid w:val="00E06807"/>
    <w:rsid w:val="00E10B05"/>
    <w:rsid w:val="00E10E4E"/>
    <w:rsid w:val="00E12FA5"/>
    <w:rsid w:val="00E13C32"/>
    <w:rsid w:val="00E1458F"/>
    <w:rsid w:val="00E1496B"/>
    <w:rsid w:val="00E16409"/>
    <w:rsid w:val="00E234B7"/>
    <w:rsid w:val="00E241E4"/>
    <w:rsid w:val="00E25FEB"/>
    <w:rsid w:val="00E27F95"/>
    <w:rsid w:val="00E30F39"/>
    <w:rsid w:val="00E32829"/>
    <w:rsid w:val="00E32EBF"/>
    <w:rsid w:val="00E33210"/>
    <w:rsid w:val="00E35B20"/>
    <w:rsid w:val="00E35C0A"/>
    <w:rsid w:val="00E369CF"/>
    <w:rsid w:val="00E36D33"/>
    <w:rsid w:val="00E376EE"/>
    <w:rsid w:val="00E4030C"/>
    <w:rsid w:val="00E40894"/>
    <w:rsid w:val="00E40A6F"/>
    <w:rsid w:val="00E41FF8"/>
    <w:rsid w:val="00E42787"/>
    <w:rsid w:val="00E51E76"/>
    <w:rsid w:val="00E523D9"/>
    <w:rsid w:val="00E52ED3"/>
    <w:rsid w:val="00E5498D"/>
    <w:rsid w:val="00E564F2"/>
    <w:rsid w:val="00E569D0"/>
    <w:rsid w:val="00E56B22"/>
    <w:rsid w:val="00E608FA"/>
    <w:rsid w:val="00E619AA"/>
    <w:rsid w:val="00E641BE"/>
    <w:rsid w:val="00E65997"/>
    <w:rsid w:val="00E70AE8"/>
    <w:rsid w:val="00E710D1"/>
    <w:rsid w:val="00E756FF"/>
    <w:rsid w:val="00E76356"/>
    <w:rsid w:val="00E76EDA"/>
    <w:rsid w:val="00E7773A"/>
    <w:rsid w:val="00E81DEA"/>
    <w:rsid w:val="00E8427E"/>
    <w:rsid w:val="00E847C2"/>
    <w:rsid w:val="00E84AD6"/>
    <w:rsid w:val="00E95577"/>
    <w:rsid w:val="00E96E34"/>
    <w:rsid w:val="00E9737C"/>
    <w:rsid w:val="00E97737"/>
    <w:rsid w:val="00EA0116"/>
    <w:rsid w:val="00EA0D49"/>
    <w:rsid w:val="00EA1FF1"/>
    <w:rsid w:val="00EA54C5"/>
    <w:rsid w:val="00EA747D"/>
    <w:rsid w:val="00EB1F80"/>
    <w:rsid w:val="00EB29B7"/>
    <w:rsid w:val="00EB2B14"/>
    <w:rsid w:val="00EB7875"/>
    <w:rsid w:val="00EC5681"/>
    <w:rsid w:val="00ED16AC"/>
    <w:rsid w:val="00ED26F9"/>
    <w:rsid w:val="00ED273C"/>
    <w:rsid w:val="00ED2762"/>
    <w:rsid w:val="00ED374A"/>
    <w:rsid w:val="00ED468F"/>
    <w:rsid w:val="00ED6D11"/>
    <w:rsid w:val="00ED728D"/>
    <w:rsid w:val="00ED72B0"/>
    <w:rsid w:val="00ED7331"/>
    <w:rsid w:val="00ED7F08"/>
    <w:rsid w:val="00EE0455"/>
    <w:rsid w:val="00EE0977"/>
    <w:rsid w:val="00EE131D"/>
    <w:rsid w:val="00EE1638"/>
    <w:rsid w:val="00EE1CA6"/>
    <w:rsid w:val="00EE3DBE"/>
    <w:rsid w:val="00EE78AA"/>
    <w:rsid w:val="00EF25AD"/>
    <w:rsid w:val="00EF381C"/>
    <w:rsid w:val="00EF3D5D"/>
    <w:rsid w:val="00F02567"/>
    <w:rsid w:val="00F03296"/>
    <w:rsid w:val="00F0521B"/>
    <w:rsid w:val="00F055DC"/>
    <w:rsid w:val="00F05CBE"/>
    <w:rsid w:val="00F06261"/>
    <w:rsid w:val="00F06947"/>
    <w:rsid w:val="00F06C2B"/>
    <w:rsid w:val="00F11D51"/>
    <w:rsid w:val="00F13D38"/>
    <w:rsid w:val="00F14DC6"/>
    <w:rsid w:val="00F16482"/>
    <w:rsid w:val="00F16501"/>
    <w:rsid w:val="00F17A5E"/>
    <w:rsid w:val="00F21059"/>
    <w:rsid w:val="00F251C7"/>
    <w:rsid w:val="00F271FB"/>
    <w:rsid w:val="00F27EA7"/>
    <w:rsid w:val="00F32CE0"/>
    <w:rsid w:val="00F33D92"/>
    <w:rsid w:val="00F351AE"/>
    <w:rsid w:val="00F375B0"/>
    <w:rsid w:val="00F3789A"/>
    <w:rsid w:val="00F37BFA"/>
    <w:rsid w:val="00F405D1"/>
    <w:rsid w:val="00F4081A"/>
    <w:rsid w:val="00F40A19"/>
    <w:rsid w:val="00F40E4D"/>
    <w:rsid w:val="00F41CC4"/>
    <w:rsid w:val="00F41F42"/>
    <w:rsid w:val="00F43857"/>
    <w:rsid w:val="00F474E2"/>
    <w:rsid w:val="00F504FD"/>
    <w:rsid w:val="00F52254"/>
    <w:rsid w:val="00F549FC"/>
    <w:rsid w:val="00F54D5B"/>
    <w:rsid w:val="00F56D7C"/>
    <w:rsid w:val="00F61C20"/>
    <w:rsid w:val="00F63321"/>
    <w:rsid w:val="00F64C5C"/>
    <w:rsid w:val="00F65BC0"/>
    <w:rsid w:val="00F66D62"/>
    <w:rsid w:val="00F67CFF"/>
    <w:rsid w:val="00F67DB8"/>
    <w:rsid w:val="00F70258"/>
    <w:rsid w:val="00F70A9C"/>
    <w:rsid w:val="00F719BC"/>
    <w:rsid w:val="00F72A57"/>
    <w:rsid w:val="00F73574"/>
    <w:rsid w:val="00F74BB6"/>
    <w:rsid w:val="00F80217"/>
    <w:rsid w:val="00F80F17"/>
    <w:rsid w:val="00F8239A"/>
    <w:rsid w:val="00F82A9B"/>
    <w:rsid w:val="00F837BB"/>
    <w:rsid w:val="00F85956"/>
    <w:rsid w:val="00F861B2"/>
    <w:rsid w:val="00F8763F"/>
    <w:rsid w:val="00F87AF5"/>
    <w:rsid w:val="00F91162"/>
    <w:rsid w:val="00F93ED3"/>
    <w:rsid w:val="00F94DF3"/>
    <w:rsid w:val="00F95C57"/>
    <w:rsid w:val="00FA06AD"/>
    <w:rsid w:val="00FA60E7"/>
    <w:rsid w:val="00FA64BF"/>
    <w:rsid w:val="00FB0F38"/>
    <w:rsid w:val="00FB2BA9"/>
    <w:rsid w:val="00FB32FC"/>
    <w:rsid w:val="00FB49C7"/>
    <w:rsid w:val="00FB4F77"/>
    <w:rsid w:val="00FB65BA"/>
    <w:rsid w:val="00FC110E"/>
    <w:rsid w:val="00FC32AD"/>
    <w:rsid w:val="00FC5D5A"/>
    <w:rsid w:val="00FC7493"/>
    <w:rsid w:val="00FD1330"/>
    <w:rsid w:val="00FD1613"/>
    <w:rsid w:val="00FD39D0"/>
    <w:rsid w:val="00FD61A9"/>
    <w:rsid w:val="00FD7031"/>
    <w:rsid w:val="00FE1452"/>
    <w:rsid w:val="00FE293B"/>
    <w:rsid w:val="00FE2BDF"/>
    <w:rsid w:val="00FE2C1E"/>
    <w:rsid w:val="00FE32A0"/>
    <w:rsid w:val="00FE33AA"/>
    <w:rsid w:val="00FE4281"/>
    <w:rsid w:val="00FE488E"/>
    <w:rsid w:val="00FE4FB6"/>
    <w:rsid w:val="00FF1288"/>
    <w:rsid w:val="00FF4AA7"/>
    <w:rsid w:val="00FF5459"/>
    <w:rsid w:val="00FF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21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2137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bCs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40349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B0F38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aliases w:val="Знак"/>
    <w:basedOn w:val="Normal"/>
    <w:next w:val="Normal"/>
    <w:link w:val="Heading6Char"/>
    <w:uiPriority w:val="99"/>
    <w:qFormat/>
    <w:rsid w:val="00FE293B"/>
    <w:pPr>
      <w:widowControl/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2137"/>
    <w:pPr>
      <w:widowControl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32137"/>
    <w:pPr>
      <w:keepNext/>
      <w:widowControl/>
      <w:jc w:val="right"/>
      <w:outlineLvl w:val="7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213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32137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A70FA"/>
    <w:rPr>
      <w:rFonts w:cs="Times New Roman"/>
      <w:b/>
      <w:bCs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4034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B0F38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 Char"/>
    <w:basedOn w:val="DefaultParagraphFont"/>
    <w:link w:val="Heading6"/>
    <w:uiPriority w:val="99"/>
    <w:locked/>
    <w:rsid w:val="00FE293B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32137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D6F1B"/>
    <w:pPr>
      <w:widowControl/>
      <w:suppressAutoHyphens/>
      <w:jc w:val="both"/>
    </w:pPr>
    <w:rPr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D6F1B"/>
    <w:rPr>
      <w:rFonts w:cs="Times New Roman"/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AD6F1B"/>
    <w:pPr>
      <w:widowControl/>
      <w:suppressAutoHyphens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D6F1B"/>
    <w:rPr>
      <w:rFonts w:cs="Times New Roman"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AD6F1B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D6F1B"/>
    <w:rPr>
      <w:rFonts w:ascii="Cambria" w:hAnsi="Cambria" w:cs="Cambria"/>
      <w:sz w:val="24"/>
      <w:szCs w:val="24"/>
    </w:rPr>
  </w:style>
  <w:style w:type="paragraph" w:customStyle="1" w:styleId="ConsPlusTitle">
    <w:name w:val="ConsPlusTitle"/>
    <w:uiPriority w:val="99"/>
    <w:rsid w:val="00AD6F1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4034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40349"/>
    <w:rPr>
      <w:rFonts w:cs="Times New Roman"/>
    </w:rPr>
  </w:style>
  <w:style w:type="paragraph" w:customStyle="1" w:styleId="ConsPlusNormal">
    <w:name w:val="ConsPlusNormal"/>
    <w:uiPriority w:val="99"/>
    <w:rsid w:val="0094034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2">
    <w:name w:val="Стиль2"/>
    <w:basedOn w:val="1"/>
    <w:uiPriority w:val="99"/>
    <w:rsid w:val="00940349"/>
  </w:style>
  <w:style w:type="paragraph" w:customStyle="1" w:styleId="1">
    <w:name w:val="Стиль1"/>
    <w:basedOn w:val="Normal"/>
    <w:uiPriority w:val="99"/>
    <w:rsid w:val="00940349"/>
    <w:pPr>
      <w:widowControl/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sz w:val="24"/>
      <w:szCs w:val="24"/>
    </w:rPr>
  </w:style>
  <w:style w:type="paragraph" w:customStyle="1" w:styleId="a">
    <w:name w:val="Заголовок статьи"/>
    <w:basedOn w:val="Normal"/>
    <w:next w:val="Normal"/>
    <w:uiPriority w:val="99"/>
    <w:rsid w:val="00940349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FE293B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1"/>
    <w:uiPriority w:val="99"/>
    <w:rsid w:val="00FE293B"/>
    <w:pPr>
      <w:widowControl/>
      <w:tabs>
        <w:tab w:val="center" w:pos="4677"/>
        <w:tab w:val="right" w:pos="9355"/>
      </w:tabs>
      <w:suppressAutoHyphens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C5B6A"/>
    <w:rPr>
      <w:rFonts w:cs="Times New Roman"/>
      <w:sz w:val="24"/>
      <w:szCs w:val="24"/>
      <w:lang w:val="ru-RU" w:eastAsia="ar-SA" w:bidi="ar-SA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FE293B"/>
    <w:rPr>
      <w:rFonts w:cs="Times New Roman"/>
      <w:sz w:val="24"/>
      <w:szCs w:val="24"/>
      <w:lang w:eastAsia="ar-SA" w:bidi="ar-SA"/>
    </w:rPr>
  </w:style>
  <w:style w:type="paragraph" w:customStyle="1" w:styleId="ConsNormal">
    <w:name w:val="ConsNormal"/>
    <w:uiPriority w:val="99"/>
    <w:rsid w:val="00432137"/>
    <w:pPr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character" w:styleId="PageNumber">
    <w:name w:val="page number"/>
    <w:basedOn w:val="DefaultParagraphFont"/>
    <w:uiPriority w:val="99"/>
    <w:rsid w:val="00432137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432137"/>
    <w:pPr>
      <w:widowControl/>
      <w:jc w:val="center"/>
    </w:pPr>
    <w:rPr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32137"/>
    <w:pPr>
      <w:widowControl/>
      <w:jc w:val="center"/>
    </w:pPr>
    <w:rPr>
      <w:b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432137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32137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432137"/>
    <w:pPr>
      <w:widowControl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32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213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43213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432137"/>
    <w:rPr>
      <w:rFonts w:ascii="Tahoma" w:hAnsi="Tahoma" w:cs="Tahoma"/>
      <w:shd w:val="clear" w:color="auto" w:fill="000080"/>
    </w:rPr>
  </w:style>
  <w:style w:type="table" w:styleId="TableGrid">
    <w:name w:val="Table Grid"/>
    <w:basedOn w:val="TableNormal"/>
    <w:uiPriority w:val="99"/>
    <w:rsid w:val="003473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DefaultParagraphFont"/>
    <w:uiPriority w:val="99"/>
    <w:rsid w:val="00311301"/>
    <w:rPr>
      <w:rFonts w:cs="Times New Roman"/>
    </w:rPr>
  </w:style>
  <w:style w:type="character" w:customStyle="1" w:styleId="5">
    <w:name w:val="Знак Знак5"/>
    <w:basedOn w:val="DefaultParagraphFont"/>
    <w:uiPriority w:val="99"/>
    <w:rsid w:val="00ED2762"/>
    <w:rPr>
      <w:rFonts w:cs="Times New Roman"/>
      <w:sz w:val="24"/>
      <w:szCs w:val="24"/>
      <w:lang w:eastAsia="ar-SA" w:bidi="ar-SA"/>
    </w:rPr>
  </w:style>
  <w:style w:type="character" w:customStyle="1" w:styleId="52">
    <w:name w:val="Знак Знак52"/>
    <w:basedOn w:val="DefaultParagraphFont"/>
    <w:uiPriority w:val="99"/>
    <w:rsid w:val="00653C4A"/>
    <w:rPr>
      <w:rFonts w:cs="Times New Roman"/>
      <w:sz w:val="24"/>
      <w:szCs w:val="24"/>
      <w:lang w:eastAsia="ar-SA" w:bidi="ar-SA"/>
    </w:rPr>
  </w:style>
  <w:style w:type="character" w:customStyle="1" w:styleId="51">
    <w:name w:val="Знак Знак51"/>
    <w:basedOn w:val="DefaultParagraphFont"/>
    <w:uiPriority w:val="99"/>
    <w:rsid w:val="00531E0B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CD58F3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10">
    <w:name w:val="Знак Знак Знак Знак Знак1 Знак Знак Знак Знак Знак Знак Знак Знак Знак Знак Знак Знак Знак Знак Знак Знак"/>
    <w:basedOn w:val="Normal"/>
    <w:uiPriority w:val="99"/>
    <w:rsid w:val="004C5B6A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styleId="ListParagraph">
    <w:name w:val="List Paragraph"/>
    <w:basedOn w:val="Normal"/>
    <w:uiPriority w:val="99"/>
    <w:qFormat/>
    <w:rsid w:val="00575CDB"/>
    <w:pPr>
      <w:ind w:left="708"/>
    </w:pPr>
  </w:style>
  <w:style w:type="paragraph" w:customStyle="1" w:styleId="ConsPlusTitlePage">
    <w:name w:val="ConsPlusTitlePage"/>
    <w:uiPriority w:val="99"/>
    <w:rsid w:val="00D9338E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8">
    <w:name w:val="Знак Знак8"/>
    <w:basedOn w:val="DefaultParagraphFont"/>
    <w:uiPriority w:val="99"/>
    <w:locked/>
    <w:rsid w:val="005C7F40"/>
    <w:rPr>
      <w:rFonts w:cs="Times New Roman"/>
      <w:sz w:val="24"/>
      <w:szCs w:val="24"/>
      <w:lang w:val="ru-RU" w:eastAsia="ar-SA" w:bidi="ar-SA"/>
    </w:rPr>
  </w:style>
  <w:style w:type="character" w:customStyle="1" w:styleId="7">
    <w:name w:val="Знак Знак7"/>
    <w:basedOn w:val="DefaultParagraphFont"/>
    <w:uiPriority w:val="99"/>
    <w:locked/>
    <w:rsid w:val="005C7F40"/>
    <w:rPr>
      <w:rFonts w:ascii="Cambria" w:hAnsi="Cambria" w:cs="Times New Roman"/>
      <w:sz w:val="24"/>
      <w:szCs w:val="24"/>
      <w:lang w:val="ru-RU" w:eastAsia="ru-RU" w:bidi="ar-SA"/>
    </w:rPr>
  </w:style>
  <w:style w:type="character" w:customStyle="1" w:styleId="9">
    <w:name w:val="Знак Знак9"/>
    <w:basedOn w:val="DefaultParagraphFont"/>
    <w:uiPriority w:val="99"/>
    <w:locked/>
    <w:rsid w:val="000C5250"/>
    <w:rPr>
      <w:rFonts w:cs="Times New Roman"/>
      <w:sz w:val="28"/>
      <w:szCs w:val="28"/>
      <w:lang w:val="ru-RU" w:eastAsia="ar-SA" w:bidi="ar-SA"/>
    </w:rPr>
  </w:style>
  <w:style w:type="character" w:customStyle="1" w:styleId="53">
    <w:name w:val="Знак Знак53"/>
    <w:basedOn w:val="DefaultParagraphFont"/>
    <w:uiPriority w:val="99"/>
    <w:locked/>
    <w:rsid w:val="000C5250"/>
    <w:rPr>
      <w:rFonts w:cs="Times New Roman"/>
      <w:sz w:val="24"/>
      <w:szCs w:val="24"/>
      <w:lang w:val="ru-RU" w:eastAsia="ar-SA" w:bidi="ar-SA"/>
    </w:rPr>
  </w:style>
  <w:style w:type="character" w:styleId="Hyperlink">
    <w:name w:val="Hyperlink"/>
    <w:basedOn w:val="DefaultParagraphFont"/>
    <w:uiPriority w:val="99"/>
    <w:locked/>
    <w:rsid w:val="000704B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0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934D9FF8E1A4C9B57DABFF56C494A9281C217CEB35081D23675638FF8E67890012A42BA5E574961E311D70D3752532970C63B43D6B8976y8y0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513</TotalTime>
  <Pages>35</Pages>
  <Words>11385</Words>
  <Characters>-32766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Wowan</dc:creator>
  <cp:keywords/>
  <dc:description/>
  <cp:lastModifiedBy>Наталья</cp:lastModifiedBy>
  <cp:revision>25</cp:revision>
  <cp:lastPrinted>2020-11-26T10:49:00Z</cp:lastPrinted>
  <dcterms:created xsi:type="dcterms:W3CDTF">2019-12-30T10:27:00Z</dcterms:created>
  <dcterms:modified xsi:type="dcterms:W3CDTF">2020-11-27T09:03:00Z</dcterms:modified>
</cp:coreProperties>
</file>