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2" w:type="dxa"/>
        <w:tblCellMar>
          <w:left w:w="0" w:type="dxa"/>
          <w:right w:w="0" w:type="dxa"/>
        </w:tblCellMar>
        <w:tblLook w:val="01E0"/>
      </w:tblPr>
      <w:tblGrid>
        <w:gridCol w:w="9606"/>
      </w:tblGrid>
      <w:tr w:rsidR="00F02424" w:rsidRPr="0043557C" w:rsidTr="00124B75">
        <w:trPr>
          <w:trHeight w:val="397"/>
        </w:trPr>
        <w:tc>
          <w:tcPr>
            <w:tcW w:w="9606" w:type="dxa"/>
          </w:tcPr>
          <w:p w:rsidR="00F02424" w:rsidRPr="0043557C" w:rsidRDefault="00F02424" w:rsidP="00061CC1">
            <w:pPr>
              <w:widowControl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26" type="#_x0000_t75" alt="Герб ППО (вектор) черная" style="position:absolute;margin-left:207pt;margin-top:-27.35pt;width:57.25pt;height:69.7pt;z-index:251658240;visibility:visible">
                  <v:imagedata r:id="rId7" o:title=""/>
                  <w10:wrap type="square"/>
                </v:shape>
              </w:pict>
            </w: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</w:t>
            </w:r>
          </w:p>
        </w:tc>
      </w:tr>
      <w:tr w:rsidR="00F02424" w:rsidRPr="0043557C" w:rsidTr="00124B75">
        <w:tc>
          <w:tcPr>
            <w:tcW w:w="9606" w:type="dxa"/>
          </w:tcPr>
          <w:p w:rsidR="00F02424" w:rsidRPr="0043557C" w:rsidRDefault="00F02424" w:rsidP="00124B75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>КОМИТЕТ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43557C">
              <w:rPr>
                <w:b/>
                <w:bCs/>
                <w:sz w:val="36"/>
                <w:szCs w:val="36"/>
              </w:rPr>
              <w:t>МЕСТНОГО САМОУПРАВЛЕНИЯ</w:t>
            </w:r>
          </w:p>
          <w:p w:rsidR="00F02424" w:rsidRPr="0043557C" w:rsidRDefault="00F02424" w:rsidP="00061CC1">
            <w:pPr>
              <w:widowControl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СЕЛЬСКОГО ПОСЕЛЕНИЯ </w:t>
            </w:r>
            <w:r w:rsidRPr="0043557C">
              <w:rPr>
                <w:b/>
                <w:bCs/>
                <w:sz w:val="36"/>
                <w:szCs w:val="36"/>
              </w:rPr>
              <w:t>ШЕЙНСК</w:t>
            </w:r>
            <w:r>
              <w:rPr>
                <w:b/>
                <w:bCs/>
                <w:sz w:val="36"/>
                <w:szCs w:val="36"/>
              </w:rPr>
              <w:t>ИЙСЕЛЬСОВЕТ</w:t>
            </w:r>
          </w:p>
          <w:p w:rsidR="00F02424" w:rsidRPr="0043557C" w:rsidRDefault="00F02424" w:rsidP="00124B75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F02424" w:rsidRPr="0043557C" w:rsidTr="00124B75">
        <w:trPr>
          <w:trHeight w:val="397"/>
        </w:trPr>
        <w:tc>
          <w:tcPr>
            <w:tcW w:w="9606" w:type="dxa"/>
          </w:tcPr>
          <w:p w:rsidR="00F02424" w:rsidRPr="0043557C" w:rsidRDefault="00F02424" w:rsidP="00124B75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F02424" w:rsidRPr="0043557C" w:rsidTr="00124B75">
        <w:tc>
          <w:tcPr>
            <w:tcW w:w="9606" w:type="dxa"/>
          </w:tcPr>
          <w:p w:rsidR="00F02424" w:rsidRPr="0043557C" w:rsidRDefault="00F02424" w:rsidP="00124B75">
            <w:pPr>
              <w:pStyle w:val="Heading3"/>
            </w:pPr>
            <w:r w:rsidRPr="0043557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ЕШЕНИЕ</w:t>
            </w:r>
          </w:p>
        </w:tc>
      </w:tr>
      <w:tr w:rsidR="00F02424" w:rsidRPr="0043557C" w:rsidTr="00124B75">
        <w:trPr>
          <w:trHeight w:val="340"/>
        </w:trPr>
        <w:tc>
          <w:tcPr>
            <w:tcW w:w="9606" w:type="dxa"/>
            <w:vAlign w:val="center"/>
          </w:tcPr>
          <w:p w:rsidR="00F02424" w:rsidRPr="0043557C" w:rsidRDefault="00F02424" w:rsidP="00124B75">
            <w:pPr>
              <w:pStyle w:val="Heading3"/>
            </w:pPr>
          </w:p>
        </w:tc>
      </w:tr>
    </w:tbl>
    <w:p w:rsidR="00F02424" w:rsidRPr="0043557C" w:rsidRDefault="00F02424" w:rsidP="00124B75">
      <w:pPr>
        <w:jc w:val="right"/>
      </w:pPr>
      <w:r w:rsidRPr="0043557C">
        <w:t xml:space="preserve">         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F02424" w:rsidRPr="0043557C" w:rsidTr="00124B75">
        <w:trPr>
          <w:jc w:val="center"/>
        </w:trPr>
        <w:tc>
          <w:tcPr>
            <w:tcW w:w="284" w:type="dxa"/>
            <w:vAlign w:val="bottom"/>
          </w:tcPr>
          <w:p w:rsidR="00F02424" w:rsidRPr="0043557C" w:rsidRDefault="00F02424" w:rsidP="00124B75">
            <w:pPr>
              <w:widowControl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2424" w:rsidRPr="0043557C" w:rsidRDefault="00F02424" w:rsidP="00124B75">
            <w:pPr>
              <w:widowControl/>
              <w:tabs>
                <w:tab w:val="left" w:pos="8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43557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25.12.2020</w:t>
            </w:r>
          </w:p>
        </w:tc>
        <w:tc>
          <w:tcPr>
            <w:tcW w:w="397" w:type="dxa"/>
          </w:tcPr>
          <w:p w:rsidR="00F02424" w:rsidRPr="0043557C" w:rsidRDefault="00F02424" w:rsidP="00124B75">
            <w:pPr>
              <w:widowControl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№</w:t>
            </w:r>
            <w:r w:rsidRPr="0043557C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2424" w:rsidRPr="0043557C" w:rsidRDefault="00F02424" w:rsidP="00124B7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03-23/3</w:t>
            </w:r>
          </w:p>
        </w:tc>
      </w:tr>
      <w:tr w:rsidR="00F02424" w:rsidRPr="0043557C" w:rsidTr="001E32DA">
        <w:trPr>
          <w:trHeight w:val="336"/>
          <w:jc w:val="center"/>
        </w:trPr>
        <w:tc>
          <w:tcPr>
            <w:tcW w:w="4650" w:type="dxa"/>
            <w:gridSpan w:val="4"/>
          </w:tcPr>
          <w:p w:rsidR="00F02424" w:rsidRPr="0043557C" w:rsidRDefault="00F02424" w:rsidP="00124B75">
            <w:pPr>
              <w:widowControl/>
              <w:jc w:val="center"/>
              <w:rPr>
                <w:sz w:val="10"/>
                <w:szCs w:val="10"/>
              </w:rPr>
            </w:pPr>
            <w:r w:rsidRPr="0043557C">
              <w:rPr>
                <w:sz w:val="24"/>
                <w:szCs w:val="24"/>
              </w:rPr>
              <w:t xml:space="preserve"> </w:t>
            </w:r>
          </w:p>
          <w:p w:rsidR="00F02424" w:rsidRPr="00061CC1" w:rsidRDefault="00F02424" w:rsidP="00124B75">
            <w:pPr>
              <w:widowControl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 xml:space="preserve">с. Шейно </w:t>
            </w:r>
          </w:p>
          <w:p w:rsidR="00F02424" w:rsidRPr="00061CC1" w:rsidRDefault="00F02424" w:rsidP="00124B7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F02424" w:rsidRDefault="00F02424" w:rsidP="00124B7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F02424" w:rsidRPr="0043557C" w:rsidRDefault="00F02424" w:rsidP="00124B75">
      <w:pPr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>О  бюджете Шейнского сельсовета Пачелмского района Пензенской области</w:t>
      </w:r>
    </w:p>
    <w:p w:rsidR="00F02424" w:rsidRPr="0043557C" w:rsidRDefault="00F02424" w:rsidP="00124B7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на 2021</w:t>
      </w:r>
      <w:r w:rsidRPr="0043557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и плановый период 2022</w:t>
      </w:r>
      <w:r w:rsidRPr="0043557C">
        <w:rPr>
          <w:b/>
          <w:bCs/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2023 годов</w:t>
      </w:r>
    </w:p>
    <w:p w:rsidR="00F02424" w:rsidRPr="0043557C" w:rsidRDefault="00F02424" w:rsidP="00124B75">
      <w:pPr>
        <w:jc w:val="center"/>
        <w:rPr>
          <w:b/>
          <w:bCs/>
          <w:sz w:val="24"/>
          <w:szCs w:val="24"/>
        </w:rPr>
      </w:pPr>
    </w:p>
    <w:p w:rsidR="00F02424" w:rsidRPr="0043557C" w:rsidRDefault="00F02424" w:rsidP="00124B75">
      <w:pPr>
        <w:ind w:firstLine="709"/>
        <w:jc w:val="both"/>
        <w:rPr>
          <w:sz w:val="24"/>
          <w:szCs w:val="24"/>
        </w:rPr>
      </w:pPr>
      <w:r w:rsidRPr="0043557C">
        <w:rPr>
          <w:sz w:val="24"/>
          <w:szCs w:val="24"/>
        </w:rPr>
        <w:t>В соответствии со ст. 28 Федерального закона от 06.10.2003 №131-ФЗ «Об общих принципах организации местного самоуправления в Российской Федерации»,</w:t>
      </w:r>
    </w:p>
    <w:p w:rsidR="00F02424" w:rsidRPr="0043557C" w:rsidRDefault="00F02424" w:rsidP="00124B75">
      <w:pPr>
        <w:ind w:firstLine="709"/>
        <w:jc w:val="both"/>
        <w:rPr>
          <w:sz w:val="24"/>
          <w:szCs w:val="24"/>
        </w:rPr>
      </w:pPr>
      <w:r w:rsidRPr="0043557C">
        <w:rPr>
          <w:sz w:val="24"/>
          <w:szCs w:val="24"/>
        </w:rPr>
        <w:t>ст.ст.   39,40  Устава Шейнского сельсовета Пачелмского района Пензенской области,</w:t>
      </w:r>
    </w:p>
    <w:p w:rsidR="00F02424" w:rsidRDefault="00F02424" w:rsidP="00124B75">
      <w:pPr>
        <w:pStyle w:val="BodyText"/>
        <w:jc w:val="center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Комитет </w:t>
      </w:r>
      <w:r>
        <w:rPr>
          <w:b/>
          <w:bCs/>
          <w:sz w:val="24"/>
          <w:szCs w:val="24"/>
        </w:rPr>
        <w:t>сельского поселения</w:t>
      </w:r>
      <w:r w:rsidRPr="0043557C">
        <w:rPr>
          <w:b/>
          <w:bCs/>
          <w:sz w:val="24"/>
          <w:szCs w:val="24"/>
        </w:rPr>
        <w:t xml:space="preserve"> местного самоуправления Шейнского сельсовета </w:t>
      </w:r>
    </w:p>
    <w:p w:rsidR="00F02424" w:rsidRDefault="00F02424" w:rsidP="00124B75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>Пачелмского района Пензенской области решил:</w:t>
      </w:r>
    </w:p>
    <w:p w:rsidR="00F02424" w:rsidRPr="0043557C" w:rsidRDefault="00F02424" w:rsidP="00124B75">
      <w:pPr>
        <w:pStyle w:val="BodyText"/>
        <w:jc w:val="center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Статья 1. Основные характеристики бюджета Шейнского  сельсовета Пачелмского </w:t>
      </w:r>
      <w:r>
        <w:rPr>
          <w:b/>
          <w:bCs/>
          <w:sz w:val="24"/>
          <w:szCs w:val="24"/>
        </w:rPr>
        <w:t>района Пензенской области на 2021</w:t>
      </w:r>
      <w:r w:rsidRPr="0043557C">
        <w:rPr>
          <w:b/>
          <w:bCs/>
          <w:sz w:val="24"/>
          <w:szCs w:val="24"/>
        </w:rPr>
        <w:t xml:space="preserve"> и плановый </w:t>
      </w:r>
      <w:r>
        <w:rPr>
          <w:b/>
          <w:bCs/>
          <w:sz w:val="24"/>
          <w:szCs w:val="24"/>
        </w:rPr>
        <w:t>период 2022</w:t>
      </w:r>
      <w:r w:rsidRPr="0043557C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3</w:t>
      </w:r>
      <w:r w:rsidRPr="0043557C">
        <w:rPr>
          <w:b/>
          <w:bCs/>
          <w:sz w:val="24"/>
          <w:szCs w:val="24"/>
        </w:rPr>
        <w:t xml:space="preserve"> годов</w:t>
      </w:r>
    </w:p>
    <w:p w:rsidR="00F02424" w:rsidRPr="0043557C" w:rsidRDefault="00F02424" w:rsidP="00124B75">
      <w:pPr>
        <w:pStyle w:val="BodyText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>
        <w:rPr>
          <w:sz w:val="24"/>
          <w:szCs w:val="24"/>
        </w:rPr>
        <w:t>1.</w:t>
      </w:r>
      <w:r w:rsidRPr="0043557C">
        <w:rPr>
          <w:sz w:val="24"/>
          <w:szCs w:val="24"/>
        </w:rPr>
        <w:t xml:space="preserve">Утвердить основные характеристики бюджета Шейнского  сельсовета Пачелмского </w:t>
      </w:r>
      <w:r>
        <w:rPr>
          <w:sz w:val="24"/>
          <w:szCs w:val="24"/>
        </w:rPr>
        <w:t>района Пензенской области на 2021</w:t>
      </w:r>
      <w:r w:rsidRPr="0043557C">
        <w:rPr>
          <w:sz w:val="24"/>
          <w:szCs w:val="24"/>
        </w:rPr>
        <w:t xml:space="preserve">  год: 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1) прогнозируемый общий объем доходов бюджета Шейнского сельсовета Пачелмского района Пензенской области в сумме    </w:t>
      </w:r>
      <w:r>
        <w:rPr>
          <w:sz w:val="24"/>
          <w:szCs w:val="24"/>
        </w:rPr>
        <w:t xml:space="preserve">4529,0,0 </w:t>
      </w:r>
      <w:r w:rsidRPr="0043557C">
        <w:rPr>
          <w:sz w:val="24"/>
          <w:szCs w:val="24"/>
        </w:rPr>
        <w:t xml:space="preserve">тыс. рублей; 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2) общий объем расходов </w:t>
      </w:r>
      <w:r w:rsidRPr="007B2E3D">
        <w:rPr>
          <w:sz w:val="24"/>
          <w:szCs w:val="24"/>
        </w:rPr>
        <w:t xml:space="preserve">бюджета  Шейнского   сельсовета Пачелмского района Пензенской области в сумме   </w:t>
      </w:r>
      <w:r>
        <w:rPr>
          <w:sz w:val="24"/>
          <w:szCs w:val="24"/>
        </w:rPr>
        <w:t>4583,0</w:t>
      </w:r>
      <w:r w:rsidRPr="0043557C">
        <w:rPr>
          <w:sz w:val="24"/>
          <w:szCs w:val="24"/>
        </w:rPr>
        <w:t xml:space="preserve"> тыс. рублей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3) верхний предел муниципального</w:t>
      </w:r>
      <w:r>
        <w:rPr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 w:rsidRPr="0043557C">
        <w:rPr>
          <w:sz w:val="24"/>
          <w:szCs w:val="24"/>
        </w:rPr>
        <w:t xml:space="preserve"> долга Шейнского сельсовета Пачелмского района</w:t>
      </w:r>
      <w:r>
        <w:rPr>
          <w:sz w:val="24"/>
          <w:szCs w:val="24"/>
        </w:rPr>
        <w:t xml:space="preserve"> Пензенской области на 01.01.2022</w:t>
      </w:r>
      <w:r w:rsidRPr="0043557C">
        <w:rPr>
          <w:sz w:val="24"/>
          <w:szCs w:val="24"/>
        </w:rPr>
        <w:t xml:space="preserve"> года – 0,0 тыс. руб.,  верхний предел</w:t>
      </w:r>
      <w:r w:rsidRPr="0043557C"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 xml:space="preserve"> долга по муниципальным гарантиям Шейнского сельсовета Пачелмского района Пензенской области соответствует нулевому значению;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4) прогнозируемый дефицит бюджета Шейнского сельсовета Пачелмского райо</w:t>
      </w:r>
      <w:r>
        <w:rPr>
          <w:sz w:val="24"/>
          <w:szCs w:val="24"/>
        </w:rPr>
        <w:t xml:space="preserve">на Пензенской области в </w:t>
      </w:r>
      <w:r w:rsidRPr="00CD265B">
        <w:rPr>
          <w:sz w:val="24"/>
          <w:szCs w:val="24"/>
        </w:rPr>
        <w:t xml:space="preserve">сумме  </w:t>
      </w:r>
      <w:r>
        <w:rPr>
          <w:sz w:val="24"/>
          <w:szCs w:val="24"/>
        </w:rPr>
        <w:t>54</w:t>
      </w:r>
      <w:r w:rsidRPr="00CD265B">
        <w:rPr>
          <w:sz w:val="24"/>
          <w:szCs w:val="24"/>
        </w:rPr>
        <w:t>,0</w:t>
      </w:r>
      <w:r w:rsidRPr="0043557C">
        <w:rPr>
          <w:sz w:val="24"/>
          <w:szCs w:val="24"/>
        </w:rPr>
        <w:t xml:space="preserve"> тыс. рублей.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5) размер резервного фонда администрации Шейнского  сельсовета Пачелмского райо</w:t>
      </w:r>
      <w:r>
        <w:rPr>
          <w:sz w:val="24"/>
          <w:szCs w:val="24"/>
        </w:rPr>
        <w:t>на Пензенской области  в сумме 4</w:t>
      </w:r>
      <w:r w:rsidRPr="0043557C">
        <w:rPr>
          <w:sz w:val="24"/>
          <w:szCs w:val="24"/>
        </w:rPr>
        <w:t>,0 тыс. рублей.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2. Утвердить основные характеристики бюджета Шейнского сельсовета Пачелмского р</w:t>
      </w:r>
      <w:r>
        <w:rPr>
          <w:sz w:val="24"/>
          <w:szCs w:val="24"/>
        </w:rPr>
        <w:t>айона Пензенской области на 2022 год и на 2023</w:t>
      </w:r>
      <w:r w:rsidRPr="0043557C">
        <w:rPr>
          <w:sz w:val="24"/>
          <w:szCs w:val="24"/>
        </w:rPr>
        <w:t xml:space="preserve"> год: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1) прогнозируемый общий объем доходов бюджета Шейнского сельсовета Пачелмского  </w:t>
      </w:r>
      <w:r>
        <w:rPr>
          <w:sz w:val="24"/>
          <w:szCs w:val="24"/>
        </w:rPr>
        <w:t>района Пензенской области на 2022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3918,6</w:t>
      </w:r>
      <w:r w:rsidRPr="0043557C">
        <w:rPr>
          <w:sz w:val="24"/>
          <w:szCs w:val="24"/>
        </w:rPr>
        <w:t xml:space="preserve"> тыс.</w:t>
      </w:r>
      <w:r>
        <w:rPr>
          <w:sz w:val="24"/>
          <w:szCs w:val="24"/>
        </w:rPr>
        <w:t>рублей и на 2023</w:t>
      </w:r>
      <w:r w:rsidRPr="0043557C">
        <w:rPr>
          <w:sz w:val="24"/>
          <w:szCs w:val="24"/>
        </w:rPr>
        <w:t xml:space="preserve"> год в </w:t>
      </w:r>
      <w:r>
        <w:rPr>
          <w:sz w:val="24"/>
          <w:szCs w:val="24"/>
        </w:rPr>
        <w:t>сумме 3977,9</w:t>
      </w:r>
      <w:r w:rsidRPr="0043557C">
        <w:rPr>
          <w:sz w:val="24"/>
          <w:szCs w:val="24"/>
        </w:rPr>
        <w:t xml:space="preserve"> тыс.рублей;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2) общий объем расходов бюджета Шейнского   сельсовета Пачелмского р</w:t>
      </w:r>
      <w:r>
        <w:rPr>
          <w:sz w:val="24"/>
          <w:szCs w:val="24"/>
        </w:rPr>
        <w:t>айона Пензенской области  на 2022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3825,5</w:t>
      </w:r>
      <w:r w:rsidRPr="0043557C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43557C">
        <w:rPr>
          <w:sz w:val="24"/>
          <w:szCs w:val="24"/>
        </w:rPr>
        <w:t>рублей,</w:t>
      </w:r>
      <w:r>
        <w:rPr>
          <w:sz w:val="24"/>
          <w:szCs w:val="24"/>
        </w:rPr>
        <w:t xml:space="preserve"> в том числе условно –утвержденные расходы в сумме 98,1 тыс.рублей,</w:t>
      </w:r>
      <w:r w:rsidRPr="0043557C"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FF"/>
        </w:rPr>
        <w:t xml:space="preserve"> и  на 2022</w:t>
      </w:r>
      <w:r w:rsidRPr="0043557C">
        <w:rPr>
          <w:sz w:val="24"/>
          <w:szCs w:val="24"/>
          <w:shd w:val="clear" w:color="auto" w:fill="FFFFFF"/>
        </w:rPr>
        <w:t xml:space="preserve"> год в сумме </w:t>
      </w:r>
      <w:r>
        <w:rPr>
          <w:sz w:val="24"/>
          <w:szCs w:val="24"/>
          <w:shd w:val="clear" w:color="auto" w:fill="FFFFFF"/>
        </w:rPr>
        <w:t xml:space="preserve">3783,8 </w:t>
      </w:r>
      <w:r w:rsidRPr="0043557C">
        <w:rPr>
          <w:sz w:val="24"/>
          <w:szCs w:val="24"/>
          <w:shd w:val="clear" w:color="auto" w:fill="FFFFFF"/>
        </w:rPr>
        <w:t xml:space="preserve"> тыс.рублей</w:t>
      </w:r>
      <w:r>
        <w:rPr>
          <w:sz w:val="24"/>
          <w:szCs w:val="24"/>
          <w:shd w:val="clear" w:color="auto" w:fill="FFFFFF"/>
        </w:rPr>
        <w:t>, в том числе условно-утвержденные расходы в сумме 199,1 тыс.руб</w:t>
      </w:r>
      <w:r w:rsidRPr="0043557C">
        <w:rPr>
          <w:sz w:val="24"/>
          <w:szCs w:val="24"/>
        </w:rPr>
        <w:t xml:space="preserve">; 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3) верхний предел муниципального</w:t>
      </w:r>
      <w:r>
        <w:rPr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 xml:space="preserve">  долга Шейнского сельсовета Пачелмского района Пензенской области </w:t>
      </w:r>
      <w:r>
        <w:rPr>
          <w:sz w:val="24"/>
          <w:szCs w:val="24"/>
        </w:rPr>
        <w:t>на 01.01.2023</w:t>
      </w:r>
      <w:r w:rsidRPr="0043557C">
        <w:rPr>
          <w:sz w:val="24"/>
          <w:szCs w:val="24"/>
        </w:rPr>
        <w:t xml:space="preserve"> года, на 01.01.202</w:t>
      </w:r>
      <w:r>
        <w:rPr>
          <w:sz w:val="24"/>
          <w:szCs w:val="24"/>
        </w:rPr>
        <w:t>4</w:t>
      </w:r>
      <w:r w:rsidRPr="0043557C">
        <w:rPr>
          <w:sz w:val="24"/>
          <w:szCs w:val="24"/>
        </w:rPr>
        <w:t xml:space="preserve"> года и верхний предел муниципального</w:t>
      </w:r>
      <w:r>
        <w:rPr>
          <w:color w:val="FF0000"/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 xml:space="preserve"> долга по муниципальным гарантиям Шейнского сельсовета Пачелмского района Пензенской области соответствуют нулевому значению;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4) прогнозируемый дефицит бюджета Шейнского сельсовета Пачелмского </w:t>
      </w:r>
      <w:r>
        <w:rPr>
          <w:sz w:val="24"/>
          <w:szCs w:val="24"/>
        </w:rPr>
        <w:t>района Пензенской области на 2022 год в сумме  5</w:t>
      </w:r>
      <w:r w:rsidRPr="0043557C">
        <w:rPr>
          <w:sz w:val="24"/>
          <w:szCs w:val="24"/>
        </w:rPr>
        <w:t>,0 тыс.</w:t>
      </w:r>
      <w:r>
        <w:rPr>
          <w:sz w:val="24"/>
          <w:szCs w:val="24"/>
        </w:rPr>
        <w:t>рублей  и на 2023 год в сумме 5</w:t>
      </w:r>
      <w:r w:rsidRPr="0043557C">
        <w:rPr>
          <w:sz w:val="24"/>
          <w:szCs w:val="24"/>
        </w:rPr>
        <w:t xml:space="preserve">,0 тыс. рублей. 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5)  размер  резервного фонда администрации Шейнского  сельсовета Пачелмского р</w:t>
      </w:r>
      <w:r>
        <w:rPr>
          <w:sz w:val="24"/>
          <w:szCs w:val="24"/>
        </w:rPr>
        <w:t>айона Пензенской области  на 2022 год в сумме 4</w:t>
      </w:r>
      <w:r w:rsidRPr="0043557C">
        <w:rPr>
          <w:sz w:val="24"/>
          <w:szCs w:val="24"/>
        </w:rPr>
        <w:t>,0 тыс.руб.,</w:t>
      </w:r>
      <w:r>
        <w:rPr>
          <w:sz w:val="24"/>
          <w:szCs w:val="24"/>
        </w:rPr>
        <w:t xml:space="preserve"> на 2023 год в сумме 4</w:t>
      </w:r>
      <w:r w:rsidRPr="0043557C">
        <w:rPr>
          <w:sz w:val="24"/>
          <w:szCs w:val="24"/>
        </w:rPr>
        <w:t>,0 тыс.руб.</w:t>
      </w:r>
    </w:p>
    <w:p w:rsidR="00F02424" w:rsidRPr="0043557C" w:rsidRDefault="00F02424" w:rsidP="00061CC1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jc w:val="center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    Статья 2. Источники финансирования дефицита бюджета Шейнского сельсовета Пачелмского района Пензенской области</w:t>
      </w:r>
    </w:p>
    <w:p w:rsidR="00F02424" w:rsidRPr="0043557C" w:rsidRDefault="00F02424" w:rsidP="00124B75">
      <w:pPr>
        <w:pStyle w:val="BodyText"/>
        <w:jc w:val="center"/>
        <w:rPr>
          <w:sz w:val="24"/>
          <w:szCs w:val="24"/>
        </w:rPr>
      </w:pPr>
    </w:p>
    <w:p w:rsidR="00F02424" w:rsidRPr="0043557C" w:rsidRDefault="00F02424" w:rsidP="00124B75">
      <w:pPr>
        <w:tabs>
          <w:tab w:val="left" w:pos="6795"/>
        </w:tabs>
        <w:jc w:val="both"/>
        <w:rPr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 </w:t>
      </w:r>
      <w:r w:rsidRPr="0043557C">
        <w:rPr>
          <w:sz w:val="24"/>
          <w:szCs w:val="24"/>
        </w:rPr>
        <w:t xml:space="preserve"> Утвердить источники финансирования дефицита бюджета Шейнского сельсовета Пачелмского р</w:t>
      </w:r>
      <w:r>
        <w:rPr>
          <w:sz w:val="24"/>
          <w:szCs w:val="24"/>
        </w:rPr>
        <w:t>айона Пензенской области на 2021 год и плановый период 2022</w:t>
      </w:r>
      <w:r w:rsidRPr="0043557C">
        <w:rPr>
          <w:sz w:val="24"/>
          <w:szCs w:val="24"/>
        </w:rPr>
        <w:t xml:space="preserve"> и 202</w:t>
      </w:r>
      <w:r>
        <w:rPr>
          <w:sz w:val="24"/>
          <w:szCs w:val="24"/>
        </w:rPr>
        <w:t>3</w:t>
      </w:r>
      <w:r w:rsidRPr="0043557C">
        <w:rPr>
          <w:sz w:val="24"/>
          <w:szCs w:val="24"/>
        </w:rPr>
        <w:t xml:space="preserve"> годов согласно приложению  1 к настоящему Решению.</w:t>
      </w:r>
    </w:p>
    <w:p w:rsidR="00F02424" w:rsidRPr="0043557C" w:rsidRDefault="00F02424" w:rsidP="00124B75">
      <w:pPr>
        <w:tabs>
          <w:tab w:val="left" w:pos="6795"/>
        </w:tabs>
        <w:jc w:val="both"/>
        <w:rPr>
          <w:sz w:val="24"/>
          <w:szCs w:val="24"/>
        </w:rPr>
      </w:pPr>
    </w:p>
    <w:p w:rsidR="00F02424" w:rsidRPr="0043557C" w:rsidRDefault="00F02424" w:rsidP="00124B75">
      <w:pPr>
        <w:tabs>
          <w:tab w:val="left" w:pos="6795"/>
        </w:tabs>
        <w:jc w:val="both"/>
        <w:rPr>
          <w:sz w:val="24"/>
          <w:szCs w:val="24"/>
        </w:rPr>
      </w:pPr>
    </w:p>
    <w:p w:rsidR="00F02424" w:rsidRPr="0043557C" w:rsidRDefault="00F02424" w:rsidP="00124B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57C">
        <w:rPr>
          <w:rFonts w:ascii="Times New Roman" w:hAnsi="Times New Roman" w:cs="Times New Roman"/>
          <w:b/>
          <w:bCs/>
          <w:sz w:val="24"/>
          <w:szCs w:val="24"/>
        </w:rPr>
        <w:t xml:space="preserve">    Статья  3. Дополнительные основания и иные условия предоставления отсрочек, рассрочек, инвестиционных налоговых кредитов, а также льготы по налогам, сборам и неналоговым доходам</w:t>
      </w:r>
    </w:p>
    <w:p w:rsidR="00F02424" w:rsidRPr="0043557C" w:rsidRDefault="00F02424" w:rsidP="00124B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2424" w:rsidRPr="0043557C" w:rsidRDefault="00F02424" w:rsidP="00124B75">
      <w:pPr>
        <w:tabs>
          <w:tab w:val="left" w:pos="6795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Отказаться от принятия в 2021-2023</w:t>
      </w:r>
      <w:r w:rsidRPr="0043557C">
        <w:rPr>
          <w:sz w:val="24"/>
          <w:szCs w:val="24"/>
        </w:rPr>
        <w:t xml:space="preserve"> годах муниципальных нормативных правовых актов, устанавливающих дополнительные основания и иные условия предоставления отсрочек, рассрочек, инвестиционных налоговых кредитов сверх предусмотренных частью первой Налогового кодекса Российской Федерации, а также льготы по местным налогам, сборам и неналоговым доходам.</w:t>
      </w:r>
    </w:p>
    <w:p w:rsidR="00F02424" w:rsidRPr="0043557C" w:rsidRDefault="00F02424" w:rsidP="00124B75">
      <w:pPr>
        <w:tabs>
          <w:tab w:val="left" w:pos="6795"/>
        </w:tabs>
        <w:ind w:firstLine="709"/>
        <w:jc w:val="both"/>
        <w:rPr>
          <w:sz w:val="24"/>
          <w:szCs w:val="24"/>
        </w:rPr>
      </w:pPr>
    </w:p>
    <w:p w:rsidR="00F02424" w:rsidRPr="0043557C" w:rsidRDefault="00F02424" w:rsidP="00124B75">
      <w:pPr>
        <w:tabs>
          <w:tab w:val="left" w:pos="6795"/>
        </w:tabs>
        <w:ind w:firstLine="567"/>
        <w:jc w:val="center"/>
        <w:rPr>
          <w:b/>
          <w:bCs/>
          <w:sz w:val="24"/>
          <w:szCs w:val="24"/>
        </w:rPr>
      </w:pPr>
    </w:p>
    <w:p w:rsidR="00F02424" w:rsidRPr="0043557C" w:rsidRDefault="00F02424" w:rsidP="00124B75">
      <w:pPr>
        <w:tabs>
          <w:tab w:val="left" w:pos="6795"/>
        </w:tabs>
        <w:ind w:firstLine="567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Статья 4. Главные администраторы доходов бюджета Шейнского сельсовета Пачелмского района Пензенской области</w:t>
      </w:r>
    </w:p>
    <w:p w:rsidR="00F02424" w:rsidRPr="0043557C" w:rsidRDefault="00F02424" w:rsidP="00124B75">
      <w:pPr>
        <w:pStyle w:val="BodyText"/>
        <w:rPr>
          <w:b/>
          <w:bCs/>
          <w:sz w:val="24"/>
          <w:szCs w:val="24"/>
          <w:lang w:eastAsia="ru-RU"/>
        </w:rPr>
      </w:pP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1. Утвердить перечень главных администраторов доходов бюджета Шейнского сельсовета Пачелмского района Пензенской области  согласно приложению  2 к настоящему решению.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2. Закрепить доходы бюджета Шейнского  сельсовета Пачелмского района Пензенской области за главными администраторами доходов бюджета согласно приложению 3 к настоящему решению.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3. Администрирование доходов бюджета Шейнского сельсовета Пачелмского района Пензенской области от предоставления дотаций  осуществляется Финансовым отделом администрации Пачелмского района Пензенской области согласно решению Собрания представителей Пачелмского района </w:t>
      </w:r>
      <w:r>
        <w:rPr>
          <w:sz w:val="24"/>
          <w:szCs w:val="24"/>
        </w:rPr>
        <w:t>Пензенской области от 27.12.2018</w:t>
      </w:r>
      <w:r w:rsidRPr="0043557C">
        <w:rPr>
          <w:sz w:val="24"/>
          <w:szCs w:val="24"/>
        </w:rPr>
        <w:t>__№_3-78/3__, постановления  Администрации Пачелмского района Пензенской области от 29.12.2014 № 410 «О порядке осуществления органами местного самоуправления Пачелмского района и (или) находящимися в их ведении бюджетными учреждениями бюджетных полномочий главных администраторов доходов бюджетов бюджетной системы Российской Федерации (с изменениями), Соглашения между Администрацией Пачелмского района Пензенской области и администрацией Шейнского сельсовета Пачелмского района Пензенской области</w:t>
      </w:r>
      <w:r w:rsidRPr="0043557C"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>по организации исполнения бюджета Шейнского сельсовета Пачелмского района Пензенской области.</w:t>
      </w:r>
    </w:p>
    <w:p w:rsidR="00F02424" w:rsidRPr="0043557C" w:rsidRDefault="00F02424" w:rsidP="00124B75">
      <w:pPr>
        <w:tabs>
          <w:tab w:val="left" w:pos="6795"/>
        </w:tabs>
        <w:ind w:firstLine="567"/>
        <w:jc w:val="center"/>
        <w:rPr>
          <w:b/>
          <w:bCs/>
          <w:sz w:val="24"/>
          <w:szCs w:val="24"/>
        </w:rPr>
      </w:pPr>
    </w:p>
    <w:p w:rsidR="00F02424" w:rsidRPr="0043557C" w:rsidRDefault="00F02424" w:rsidP="00124B75">
      <w:pPr>
        <w:tabs>
          <w:tab w:val="left" w:pos="6795"/>
        </w:tabs>
        <w:ind w:firstLine="567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Статья 5. Главные администраторы</w:t>
      </w:r>
      <w:r w:rsidRPr="0043557C">
        <w:rPr>
          <w:b/>
          <w:bCs/>
          <w:color w:val="FF0000"/>
          <w:sz w:val="24"/>
          <w:szCs w:val="24"/>
        </w:rPr>
        <w:t xml:space="preserve"> </w:t>
      </w:r>
      <w:r w:rsidRPr="0043557C">
        <w:rPr>
          <w:b/>
          <w:bCs/>
          <w:sz w:val="24"/>
          <w:szCs w:val="24"/>
        </w:rPr>
        <w:t>источников финансирования  дефицита бюджета Шейнского сельсовета Пачелмского района Пензенской области</w:t>
      </w:r>
    </w:p>
    <w:p w:rsidR="00F02424" w:rsidRPr="0043557C" w:rsidRDefault="00F02424" w:rsidP="00124B75">
      <w:pPr>
        <w:pStyle w:val="BodyText"/>
        <w:rPr>
          <w:b/>
          <w:bCs/>
          <w:sz w:val="24"/>
          <w:szCs w:val="24"/>
          <w:lang w:eastAsia="ru-RU"/>
        </w:rPr>
      </w:pP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1. Утвердить перечень главных администраторов источников финансирования дефицита бюджета Шейнского сельсовета Пачелмского района Пензенской области. согласно приложению  4 к настоящему решению.</w:t>
      </w: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2. Закрепить источники финансирования дефицита бюджета Шейнского  сельсовета Пачелмского района Пензенской области  за главными администраторами источников финансирования дефицита</w:t>
      </w:r>
      <w:r w:rsidRPr="0043557C"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>бюджета согласно приложению 5 к настоящему решению.</w:t>
      </w: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ind w:firstLine="567"/>
        <w:jc w:val="center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ind w:firstLine="567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Статья 6. Объем поступлений в бюджет Шейнского сельсовета Пачелмского района Пензенской обл</w:t>
      </w:r>
      <w:r>
        <w:rPr>
          <w:b/>
          <w:bCs/>
          <w:sz w:val="24"/>
          <w:szCs w:val="24"/>
        </w:rPr>
        <w:t>асти по видам доходов на 2021</w:t>
      </w:r>
      <w:r w:rsidRPr="0043557C">
        <w:rPr>
          <w:b/>
          <w:bCs/>
          <w:sz w:val="24"/>
          <w:szCs w:val="24"/>
        </w:rPr>
        <w:t xml:space="preserve"> год и  плановый п</w:t>
      </w:r>
      <w:r>
        <w:rPr>
          <w:b/>
          <w:bCs/>
          <w:sz w:val="24"/>
          <w:szCs w:val="24"/>
        </w:rPr>
        <w:t>ериод 2022</w:t>
      </w:r>
      <w:r w:rsidRPr="0043557C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3</w:t>
      </w:r>
      <w:r w:rsidRPr="0043557C">
        <w:rPr>
          <w:b/>
          <w:bCs/>
          <w:sz w:val="24"/>
          <w:szCs w:val="24"/>
        </w:rPr>
        <w:t xml:space="preserve"> годов</w:t>
      </w:r>
    </w:p>
    <w:p w:rsidR="00F02424" w:rsidRPr="0043557C" w:rsidRDefault="00F02424" w:rsidP="00124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57C">
        <w:rPr>
          <w:rFonts w:ascii="Times New Roman" w:hAnsi="Times New Roman" w:cs="Times New Roman"/>
          <w:sz w:val="24"/>
          <w:szCs w:val="24"/>
        </w:rPr>
        <w:t xml:space="preserve">  Утвердить объем поступлений в бюджет Шейнского сельсовета Пачелмского района Пензенской</w:t>
      </w:r>
      <w:r>
        <w:rPr>
          <w:rFonts w:ascii="Times New Roman" w:hAnsi="Times New Roman" w:cs="Times New Roman"/>
          <w:sz w:val="24"/>
          <w:szCs w:val="24"/>
        </w:rPr>
        <w:t xml:space="preserve"> области по видам доходов на 2021</w:t>
      </w:r>
      <w:r w:rsidRPr="0043557C">
        <w:rPr>
          <w:rFonts w:ascii="Times New Roman" w:hAnsi="Times New Roman" w:cs="Times New Roman"/>
          <w:sz w:val="24"/>
          <w:szCs w:val="24"/>
        </w:rPr>
        <w:t xml:space="preserve"> год и  плановый период 20</w:t>
      </w:r>
      <w:r>
        <w:rPr>
          <w:rFonts w:ascii="Times New Roman" w:hAnsi="Times New Roman" w:cs="Times New Roman"/>
          <w:sz w:val="24"/>
          <w:szCs w:val="24"/>
        </w:rPr>
        <w:t>22 и 2023</w:t>
      </w:r>
      <w:r w:rsidRPr="0043557C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F02424" w:rsidRPr="0043557C" w:rsidRDefault="00F02424" w:rsidP="00124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57C">
        <w:rPr>
          <w:rFonts w:ascii="Times New Roman" w:hAnsi="Times New Roman" w:cs="Times New Roman"/>
          <w:sz w:val="24"/>
          <w:szCs w:val="24"/>
        </w:rPr>
        <w:t>- объем налоговых и неналоговых доходов согласно приложению 6 к настоящему решению;</w:t>
      </w:r>
    </w:p>
    <w:p w:rsidR="00F02424" w:rsidRPr="0043557C" w:rsidRDefault="00F02424" w:rsidP="00124B7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57C">
        <w:rPr>
          <w:rFonts w:ascii="Times New Roman" w:hAnsi="Times New Roman" w:cs="Times New Roman"/>
          <w:sz w:val="24"/>
          <w:szCs w:val="24"/>
        </w:rPr>
        <w:t>- объем безвозмездных поступлений согласно приложению 7 к настоящему решению  , из них объе</w:t>
      </w:r>
      <w:r>
        <w:rPr>
          <w:rFonts w:ascii="Times New Roman" w:hAnsi="Times New Roman" w:cs="Times New Roman"/>
          <w:sz w:val="24"/>
          <w:szCs w:val="24"/>
        </w:rPr>
        <w:t>м межбюджетных трансфертов в 2021</w:t>
      </w:r>
      <w:r w:rsidRPr="0043557C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CD265B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1963,0 тыс. рублей, в 2022</w:t>
      </w:r>
      <w:r w:rsidRPr="00CD265B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1319,6 тыс. рублей., в 2023</w:t>
      </w:r>
      <w:r w:rsidRPr="00CD265B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>
        <w:rPr>
          <w:rFonts w:ascii="Times New Roman" w:hAnsi="Times New Roman" w:cs="Times New Roman"/>
          <w:sz w:val="24"/>
          <w:szCs w:val="24"/>
        </w:rPr>
        <w:t>1321,9</w:t>
      </w:r>
      <w:r w:rsidRPr="00CD265B">
        <w:rPr>
          <w:rFonts w:ascii="Times New Roman" w:hAnsi="Times New Roman" w:cs="Times New Roman"/>
          <w:sz w:val="24"/>
          <w:szCs w:val="24"/>
        </w:rPr>
        <w:t xml:space="preserve">  тыс. рублей.</w:t>
      </w:r>
    </w:p>
    <w:p w:rsidR="00F02424" w:rsidRPr="0043557C" w:rsidRDefault="00F02424" w:rsidP="00124B7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2424" w:rsidRPr="0043557C" w:rsidRDefault="00F02424" w:rsidP="00124B75">
      <w:pPr>
        <w:pStyle w:val="a"/>
        <w:ind w:left="0" w:firstLine="720"/>
        <w:jc w:val="center"/>
        <w:rPr>
          <w:rFonts w:ascii="Times New Roman" w:hAnsi="Times New Roman" w:cs="Times New Roman"/>
          <w:b/>
          <w:bCs/>
        </w:rPr>
      </w:pPr>
    </w:p>
    <w:p w:rsidR="00F02424" w:rsidRPr="0043557C" w:rsidRDefault="00F02424" w:rsidP="00124B75">
      <w:pPr>
        <w:pStyle w:val="a"/>
        <w:ind w:left="0" w:firstLine="720"/>
        <w:rPr>
          <w:rFonts w:ascii="Times New Roman" w:hAnsi="Times New Roman" w:cs="Times New Roman"/>
          <w:b/>
          <w:bCs/>
        </w:rPr>
      </w:pPr>
      <w:r w:rsidRPr="0043557C">
        <w:rPr>
          <w:rFonts w:ascii="Times New Roman" w:hAnsi="Times New Roman" w:cs="Times New Roman"/>
          <w:b/>
          <w:bCs/>
        </w:rPr>
        <w:t xml:space="preserve">   Статья 7. Бюджетные ассигнования бюджета Шейнского сельсовета Пачелмского района Пензенской области</w:t>
      </w:r>
    </w:p>
    <w:p w:rsidR="00F02424" w:rsidRPr="0043557C" w:rsidRDefault="00F02424" w:rsidP="00124B75">
      <w:pPr>
        <w:jc w:val="both"/>
        <w:rPr>
          <w:sz w:val="24"/>
          <w:szCs w:val="24"/>
        </w:rPr>
      </w:pPr>
    </w:p>
    <w:p w:rsidR="00F02424" w:rsidRPr="0043557C" w:rsidRDefault="00F02424" w:rsidP="00124B75">
      <w:pPr>
        <w:ind w:firstLine="709"/>
        <w:jc w:val="both"/>
        <w:rPr>
          <w:sz w:val="24"/>
          <w:szCs w:val="24"/>
        </w:rPr>
      </w:pPr>
      <w:r w:rsidRPr="0043557C">
        <w:rPr>
          <w:sz w:val="24"/>
          <w:szCs w:val="24"/>
        </w:rPr>
        <w:t>1. Утвердить общий объем бюджетных ассигнований на исполнение публичных</w:t>
      </w:r>
      <w:r>
        <w:rPr>
          <w:sz w:val="24"/>
          <w:szCs w:val="24"/>
        </w:rPr>
        <w:t xml:space="preserve"> нормативных обязательств на 2021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19,5 тыс. рублей. на 2022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19,5 тыс. рублей и на 2023</w:t>
      </w:r>
      <w:r w:rsidRPr="0043557C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19,5</w:t>
      </w:r>
      <w:r w:rsidRPr="0043557C">
        <w:rPr>
          <w:sz w:val="24"/>
          <w:szCs w:val="24"/>
        </w:rPr>
        <w:t xml:space="preserve"> тыс. рублей.</w:t>
      </w:r>
    </w:p>
    <w:p w:rsidR="00F02424" w:rsidRPr="0043557C" w:rsidRDefault="00F02424" w:rsidP="00124B75">
      <w:pPr>
        <w:ind w:firstLine="709"/>
        <w:jc w:val="both"/>
        <w:rPr>
          <w:sz w:val="24"/>
          <w:szCs w:val="24"/>
        </w:rPr>
      </w:pPr>
      <w:r w:rsidRPr="0043557C">
        <w:rPr>
          <w:sz w:val="24"/>
          <w:szCs w:val="24"/>
        </w:rPr>
        <w:t>2.Утвердить:</w:t>
      </w:r>
    </w:p>
    <w:p w:rsidR="00F02424" w:rsidRPr="0043557C" w:rsidRDefault="00F02424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557C">
        <w:rPr>
          <w:rFonts w:ascii="Times New Roman" w:hAnsi="Times New Roman" w:cs="Times New Roman"/>
          <w:sz w:val="24"/>
          <w:szCs w:val="24"/>
        </w:rPr>
        <w:t>1) распределен</w:t>
      </w:r>
      <w:r>
        <w:rPr>
          <w:rFonts w:ascii="Times New Roman" w:hAnsi="Times New Roman" w:cs="Times New Roman"/>
          <w:sz w:val="24"/>
          <w:szCs w:val="24"/>
        </w:rPr>
        <w:t xml:space="preserve">ие бюджетных ассигнований на 2021 год и плановый период 2022 и 2023 </w:t>
      </w:r>
      <w:r w:rsidRPr="0043557C">
        <w:rPr>
          <w:rFonts w:ascii="Times New Roman" w:hAnsi="Times New Roman" w:cs="Times New Roman"/>
          <w:sz w:val="24"/>
          <w:szCs w:val="24"/>
        </w:rPr>
        <w:t>годов по разделам (Рз), подразделам (Пр), целевым статьям (ЦСР)(муниципальным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района Пензенской области согласно приложению 8 к настоящему Решению;</w:t>
      </w:r>
    </w:p>
    <w:p w:rsidR="00F02424" w:rsidRPr="0043557C" w:rsidRDefault="00F02424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2424" w:rsidRPr="00581694" w:rsidRDefault="00F02424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1694">
        <w:rPr>
          <w:rFonts w:ascii="Times New Roman" w:hAnsi="Times New Roman" w:cs="Times New Roman"/>
          <w:color w:val="000000"/>
          <w:sz w:val="24"/>
          <w:szCs w:val="24"/>
        </w:rPr>
        <w:t>2) ведомственную структуру (Вед) расходов бюджета Шейнского сельсовета Пачелмского р</w:t>
      </w:r>
      <w:r>
        <w:rPr>
          <w:rFonts w:ascii="Times New Roman" w:hAnsi="Times New Roman" w:cs="Times New Roman"/>
          <w:color w:val="000000"/>
          <w:sz w:val="24"/>
          <w:szCs w:val="24"/>
        </w:rPr>
        <w:t>айона Пензенской области на 2021 год и  плановый период 2022</w:t>
      </w:r>
      <w:r w:rsidRPr="002176EE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2023</w:t>
      </w:r>
      <w:r w:rsidRPr="00581694">
        <w:rPr>
          <w:rFonts w:ascii="Times New Roman" w:hAnsi="Times New Roman" w:cs="Times New Roman"/>
          <w:color w:val="000000"/>
          <w:sz w:val="24"/>
          <w:szCs w:val="24"/>
        </w:rPr>
        <w:t xml:space="preserve"> годов согласно приложению  9 к настоящему Решению;</w:t>
      </w:r>
    </w:p>
    <w:p w:rsidR="00F02424" w:rsidRPr="00581694" w:rsidRDefault="00F02424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2424" w:rsidRPr="0043557C" w:rsidRDefault="00F02424" w:rsidP="00124B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1694">
        <w:rPr>
          <w:color w:val="000000"/>
          <w:sz w:val="24"/>
          <w:szCs w:val="24"/>
        </w:rPr>
        <w:t xml:space="preserve"> </w:t>
      </w:r>
      <w:r w:rsidRPr="00581694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Pr="0043557C">
        <w:rPr>
          <w:rFonts w:ascii="Times New Roman" w:hAnsi="Times New Roman" w:cs="Times New Roman"/>
          <w:sz w:val="24"/>
          <w:szCs w:val="24"/>
        </w:rPr>
        <w:t xml:space="preserve"> распределение бюджетных ассигнований по целевым статьям (ЦСР) 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</w:t>
      </w:r>
      <w:r>
        <w:rPr>
          <w:rFonts w:ascii="Times New Roman" w:hAnsi="Times New Roman" w:cs="Times New Roman"/>
          <w:sz w:val="24"/>
          <w:szCs w:val="24"/>
        </w:rPr>
        <w:t>айона Пензенской области  на 2021 год и плановый период 2022</w:t>
      </w:r>
      <w:r w:rsidRPr="0043557C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3557C"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</w:t>
      </w:r>
    </w:p>
    <w:p w:rsidR="00F02424" w:rsidRPr="0043557C" w:rsidRDefault="00F02424" w:rsidP="00124B75">
      <w:pPr>
        <w:pStyle w:val="a"/>
        <w:ind w:left="0" w:firstLine="720"/>
        <w:jc w:val="center"/>
        <w:rPr>
          <w:rFonts w:ascii="Times New Roman" w:hAnsi="Times New Roman" w:cs="Times New Roman"/>
          <w:b/>
          <w:bCs/>
        </w:rPr>
      </w:pPr>
    </w:p>
    <w:p w:rsidR="00F02424" w:rsidRPr="0043557C" w:rsidRDefault="00F02424" w:rsidP="00124B75">
      <w:pPr>
        <w:pStyle w:val="a"/>
        <w:ind w:left="0" w:firstLine="0"/>
        <w:rPr>
          <w:rFonts w:ascii="Times New Roman" w:hAnsi="Times New Roman" w:cs="Times New Roman"/>
          <w:b/>
          <w:bCs/>
        </w:rPr>
      </w:pPr>
      <w:r w:rsidRPr="0043557C">
        <w:rPr>
          <w:rFonts w:ascii="Times New Roman" w:hAnsi="Times New Roman" w:cs="Times New Roman"/>
          <w:b/>
          <w:bCs/>
        </w:rPr>
        <w:t xml:space="preserve">                Статья 8. Межбюджетные трансферты бюджету Пачелмского района   Пензенской области</w:t>
      </w:r>
    </w:p>
    <w:p w:rsidR="00F02424" w:rsidRPr="0043557C" w:rsidRDefault="00F02424" w:rsidP="00124B75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3557C">
        <w:rPr>
          <w:sz w:val="24"/>
          <w:szCs w:val="24"/>
        </w:rPr>
        <w:t>Утвердить распределение  межбюджетных трансфертов бюджету Пачелмского района Пензенской области из бюджета Шейнского сельсовета  Пачелмского р</w:t>
      </w:r>
      <w:r>
        <w:rPr>
          <w:sz w:val="24"/>
          <w:szCs w:val="24"/>
        </w:rPr>
        <w:t>айона Пензенской области на 2021 год и  плановый период  2022 и 2023</w:t>
      </w:r>
      <w:r w:rsidRPr="0043557C">
        <w:rPr>
          <w:sz w:val="24"/>
          <w:szCs w:val="24"/>
        </w:rPr>
        <w:t xml:space="preserve"> годов согласно приложению 11 к настоящему Решению.</w:t>
      </w:r>
    </w:p>
    <w:p w:rsidR="00F02424" w:rsidRPr="0043557C" w:rsidRDefault="00F02424" w:rsidP="00124B75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3557C">
        <w:rPr>
          <w:sz w:val="24"/>
          <w:szCs w:val="24"/>
        </w:rPr>
        <w:t>Утвердить объем межбюджетных трансфертов  бюджету Пачелмского района Пензенской области из бюджета Шейнского сельсовета  Пачелмского р</w:t>
      </w:r>
      <w:r>
        <w:rPr>
          <w:sz w:val="24"/>
          <w:szCs w:val="24"/>
        </w:rPr>
        <w:t>айона Пензенской области на 2021</w:t>
      </w:r>
      <w:r w:rsidRPr="0043557C">
        <w:rPr>
          <w:sz w:val="24"/>
          <w:szCs w:val="24"/>
        </w:rPr>
        <w:t xml:space="preserve"> год в </w:t>
      </w:r>
      <w:r w:rsidRPr="00CD265B">
        <w:rPr>
          <w:sz w:val="24"/>
          <w:szCs w:val="24"/>
        </w:rPr>
        <w:t xml:space="preserve">сумме </w:t>
      </w:r>
      <w:r>
        <w:rPr>
          <w:sz w:val="24"/>
          <w:szCs w:val="24"/>
        </w:rPr>
        <w:t>401,7 тыс. рублей , на  2022</w:t>
      </w:r>
      <w:r w:rsidRPr="00CD265B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401,7 тыс. рублей, на  2023</w:t>
      </w:r>
      <w:r w:rsidRPr="00CD265B">
        <w:rPr>
          <w:sz w:val="24"/>
          <w:szCs w:val="24"/>
        </w:rPr>
        <w:t xml:space="preserve"> год  в сумме</w:t>
      </w:r>
      <w:r w:rsidRPr="0043557C">
        <w:rPr>
          <w:sz w:val="24"/>
          <w:szCs w:val="24"/>
        </w:rPr>
        <w:t xml:space="preserve"> </w:t>
      </w:r>
      <w:r>
        <w:rPr>
          <w:sz w:val="24"/>
          <w:szCs w:val="24"/>
        </w:rPr>
        <w:t>401,7</w:t>
      </w:r>
      <w:r w:rsidRPr="0043557C">
        <w:rPr>
          <w:sz w:val="24"/>
          <w:szCs w:val="24"/>
        </w:rPr>
        <w:t xml:space="preserve"> тыс.руб.</w:t>
      </w:r>
    </w:p>
    <w:p w:rsidR="00F02424" w:rsidRPr="0043557C" w:rsidRDefault="00F02424" w:rsidP="00124B75">
      <w:pPr>
        <w:jc w:val="both"/>
        <w:rPr>
          <w:sz w:val="24"/>
          <w:szCs w:val="24"/>
        </w:rPr>
      </w:pPr>
    </w:p>
    <w:p w:rsidR="00F02424" w:rsidRPr="0043557C" w:rsidRDefault="00F02424" w:rsidP="00124B75">
      <w:pPr>
        <w:pStyle w:val="Heading4"/>
        <w:keepLines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2424" w:rsidRPr="0043557C" w:rsidRDefault="00F02424" w:rsidP="00124B75">
      <w:pPr>
        <w:pStyle w:val="Heading4"/>
        <w:keepLine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557C">
        <w:rPr>
          <w:rFonts w:ascii="Times New Roman" w:hAnsi="Times New Roman" w:cs="Times New Roman"/>
          <w:sz w:val="24"/>
          <w:szCs w:val="24"/>
        </w:rPr>
        <w:t xml:space="preserve">  Статья 9.  Бюджетные ассигнования муниципального дорожного фонда  Шейнского сельсовета Пачелмского района Пензенской области </w:t>
      </w:r>
      <w:r>
        <w:rPr>
          <w:rFonts w:ascii="Times New Roman" w:hAnsi="Times New Roman" w:cs="Times New Roman"/>
          <w:sz w:val="24"/>
          <w:szCs w:val="24"/>
        </w:rPr>
        <w:t>на 2021 год и плановый период 2022-2023 годов</w:t>
      </w:r>
      <w:r w:rsidRPr="004355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424" w:rsidRPr="0043557C" w:rsidRDefault="00F02424" w:rsidP="00124B75"/>
    <w:p w:rsidR="00F02424" w:rsidRPr="0043557C" w:rsidRDefault="00F02424" w:rsidP="00124B75">
      <w:pPr>
        <w:pStyle w:val="1"/>
        <w:tabs>
          <w:tab w:val="clear" w:pos="927"/>
        </w:tabs>
        <w:spacing w:before="0"/>
        <w:ind w:firstLine="0"/>
      </w:pPr>
      <w:r w:rsidRPr="0043557C">
        <w:t>1.Утвердить объем бюджетных ассигнований дорожного фонда Шейнского сельсовета Пачелмского района  Пензенской области</w:t>
      </w:r>
    </w:p>
    <w:p w:rsidR="00F02424" w:rsidRPr="0043557C" w:rsidRDefault="00F02424" w:rsidP="00124B75">
      <w:pPr>
        <w:pStyle w:val="1"/>
        <w:tabs>
          <w:tab w:val="clear" w:pos="927"/>
        </w:tabs>
        <w:spacing w:before="0"/>
        <w:ind w:left="709" w:firstLine="0"/>
      </w:pPr>
      <w:r>
        <w:t>- на 2021</w:t>
      </w:r>
      <w:r w:rsidRPr="0043557C">
        <w:t xml:space="preserve"> год в сумме</w:t>
      </w:r>
      <w:r>
        <w:t>818,0</w:t>
      </w:r>
      <w:r w:rsidRPr="0043557C">
        <w:t xml:space="preserve"> тыс. рублей; </w:t>
      </w:r>
    </w:p>
    <w:p w:rsidR="00F02424" w:rsidRPr="0043557C" w:rsidRDefault="00F02424" w:rsidP="00124B75">
      <w:pPr>
        <w:pStyle w:val="1"/>
        <w:tabs>
          <w:tab w:val="clear" w:pos="927"/>
        </w:tabs>
        <w:spacing w:before="0"/>
        <w:ind w:left="709" w:firstLine="0"/>
      </w:pPr>
      <w:r>
        <w:t>–на 2022</w:t>
      </w:r>
      <w:r w:rsidRPr="0043557C">
        <w:t xml:space="preserve"> год в сумме </w:t>
      </w:r>
      <w:r>
        <w:t>850,0</w:t>
      </w:r>
      <w:r w:rsidRPr="0043557C">
        <w:t xml:space="preserve"> тыс. рублей;</w:t>
      </w:r>
    </w:p>
    <w:p w:rsidR="00F02424" w:rsidRPr="0043557C" w:rsidRDefault="00F02424" w:rsidP="00124B75">
      <w:pPr>
        <w:pStyle w:val="1"/>
        <w:tabs>
          <w:tab w:val="clear" w:pos="927"/>
        </w:tabs>
        <w:spacing w:before="0"/>
        <w:ind w:left="709" w:firstLine="0"/>
      </w:pPr>
      <w:r>
        <w:t>–на  2023</w:t>
      </w:r>
      <w:r w:rsidRPr="0043557C">
        <w:t xml:space="preserve"> год в сумме </w:t>
      </w:r>
      <w:r>
        <w:t>907</w:t>
      </w:r>
      <w:r w:rsidRPr="0043557C">
        <w:t>,0 тыс.рублей;</w:t>
      </w:r>
    </w:p>
    <w:p w:rsidR="00F02424" w:rsidRPr="0043557C" w:rsidRDefault="00F02424" w:rsidP="00124B75">
      <w:pPr>
        <w:pStyle w:val="1"/>
        <w:spacing w:before="60"/>
        <w:ind w:firstLine="0"/>
      </w:pPr>
      <w:r w:rsidRPr="0043557C">
        <w:t xml:space="preserve">2. </w:t>
      </w:r>
      <w:r w:rsidRPr="0029469D">
        <w:t xml:space="preserve">Установить, что ассигнования дорожного фонда, указанные в части 1 настоящей статьи, направляются на финансирование расходов, предусмотренных </w:t>
      </w:r>
      <w:r w:rsidRPr="00E27F95">
        <w:t>Порядком формирования и использования бюджетных ассигнований муниципального дорожного фонда Шейнского сельсовета Пачелмского района Пензенской области, утв</w:t>
      </w:r>
      <w:r w:rsidRPr="0029469D">
        <w:t xml:space="preserve">ержденного решением Комитета местного самоуправления Шейнского сельсовета Пачелмского района Пензенской области  № 07-53/1 от 27.12.2013 </w:t>
      </w:r>
      <w:r w:rsidRPr="0029469D">
        <w:rPr>
          <w:color w:val="000000"/>
        </w:rPr>
        <w:t>( с изменениями и дополнениями).».</w:t>
      </w:r>
    </w:p>
    <w:p w:rsidR="00F02424" w:rsidRPr="0043557C" w:rsidRDefault="00F02424" w:rsidP="00124B75">
      <w:pPr>
        <w:pStyle w:val="1"/>
        <w:spacing w:before="0"/>
        <w:ind w:firstLine="0"/>
        <w:jc w:val="center"/>
        <w:rPr>
          <w:b/>
          <w:bCs/>
        </w:rPr>
      </w:pPr>
    </w:p>
    <w:p w:rsidR="00F02424" w:rsidRPr="0043557C" w:rsidRDefault="00F02424" w:rsidP="00124B75">
      <w:pPr>
        <w:pStyle w:val="1"/>
        <w:spacing w:before="0"/>
        <w:ind w:firstLine="0"/>
        <w:rPr>
          <w:b/>
          <w:bCs/>
        </w:rPr>
      </w:pPr>
      <w:r w:rsidRPr="0043557C">
        <w:rPr>
          <w:b/>
          <w:bCs/>
        </w:rPr>
        <w:t xml:space="preserve">          Статья 10. Муниципальные </w:t>
      </w:r>
      <w:r w:rsidRPr="007B2E3D">
        <w:rPr>
          <w:b/>
          <w:bCs/>
        </w:rPr>
        <w:t>внутренние</w:t>
      </w:r>
      <w:r>
        <w:rPr>
          <w:b/>
          <w:bCs/>
          <w:color w:val="FF0000"/>
        </w:rPr>
        <w:t xml:space="preserve"> </w:t>
      </w:r>
      <w:r w:rsidRPr="0043557C">
        <w:rPr>
          <w:b/>
          <w:bCs/>
        </w:rPr>
        <w:t>заимствования Шейнского сельсовета Пачелмского района Пензенской области, муниципальный  долг Шейнского сельсовета  Пачелмского района Пензенской области и предоставление муниципальных гарантий  Шейнского сельсовета Пачелмского района Пензенской области</w:t>
      </w:r>
    </w:p>
    <w:p w:rsidR="00F02424" w:rsidRPr="0043557C" w:rsidRDefault="00F02424" w:rsidP="00124B75">
      <w:pPr>
        <w:pStyle w:val="BodyText"/>
        <w:rPr>
          <w:b/>
          <w:bCs/>
          <w:sz w:val="24"/>
          <w:szCs w:val="24"/>
          <w:lang w:eastAsia="ru-RU"/>
        </w:rPr>
      </w:pPr>
    </w:p>
    <w:p w:rsidR="00F02424" w:rsidRPr="007B2E3D" w:rsidRDefault="00F02424" w:rsidP="00124B75">
      <w:pPr>
        <w:pStyle w:val="BodyText"/>
        <w:jc w:val="center"/>
        <w:rPr>
          <w:b/>
          <w:bCs/>
          <w:sz w:val="24"/>
          <w:szCs w:val="24"/>
          <w:lang w:eastAsia="ru-RU"/>
        </w:rPr>
      </w:pPr>
    </w:p>
    <w:p w:rsidR="00F02424" w:rsidRPr="007B2E3D" w:rsidRDefault="00F02424" w:rsidP="00124B75">
      <w:pPr>
        <w:pStyle w:val="BodyText"/>
        <w:rPr>
          <w:sz w:val="24"/>
          <w:szCs w:val="24"/>
        </w:rPr>
      </w:pPr>
      <w:r w:rsidRPr="007B2E3D">
        <w:rPr>
          <w:sz w:val="24"/>
          <w:szCs w:val="24"/>
        </w:rPr>
        <w:t>1. Утвердить Программу муниципальных внутренних  заимствований Шейнского сельсовета Пачелмского р</w:t>
      </w:r>
      <w:r>
        <w:rPr>
          <w:sz w:val="24"/>
          <w:szCs w:val="24"/>
        </w:rPr>
        <w:t>айона Пензенской области на 2021 год  и плановый период 2022 и 2023</w:t>
      </w:r>
      <w:r w:rsidRPr="007B2E3D">
        <w:rPr>
          <w:sz w:val="24"/>
          <w:szCs w:val="24"/>
        </w:rPr>
        <w:t xml:space="preserve"> годов  согласно приложению 12  к настоящему решению.</w:t>
      </w:r>
    </w:p>
    <w:p w:rsidR="00F02424" w:rsidRPr="007B2E3D" w:rsidRDefault="00F02424" w:rsidP="00124B75">
      <w:pPr>
        <w:pStyle w:val="BodyText"/>
        <w:rPr>
          <w:sz w:val="24"/>
          <w:szCs w:val="24"/>
        </w:rPr>
      </w:pPr>
      <w:r w:rsidRPr="007B2E3D">
        <w:rPr>
          <w:sz w:val="24"/>
          <w:szCs w:val="24"/>
        </w:rPr>
        <w:t xml:space="preserve">2. Утвердить  </w:t>
      </w:r>
      <w:r>
        <w:rPr>
          <w:sz w:val="24"/>
          <w:szCs w:val="24"/>
        </w:rPr>
        <w:t>Программу  муниципальных гарантий Шейнского сельсовета Пачелмского района Пензенской области в валюте Российской Федерации на 2021 год и плановый период 2022 и 2023 одов согласно приложению 13 к настоящему решению</w:t>
      </w:r>
      <w:r w:rsidRPr="007B2E3D">
        <w:rPr>
          <w:sz w:val="24"/>
          <w:szCs w:val="24"/>
        </w:rPr>
        <w:t>;</w:t>
      </w:r>
    </w:p>
    <w:p w:rsidR="00F02424" w:rsidRPr="007B2E3D" w:rsidRDefault="00F02424" w:rsidP="00124B75">
      <w:pPr>
        <w:pStyle w:val="BodyText"/>
        <w:rPr>
          <w:sz w:val="24"/>
          <w:szCs w:val="24"/>
        </w:rPr>
      </w:pPr>
      <w:r w:rsidRPr="007B2E3D">
        <w:rPr>
          <w:sz w:val="24"/>
          <w:szCs w:val="24"/>
        </w:rPr>
        <w:t>3.. Утвердить  объем расходов на обслуживание муниципального</w:t>
      </w:r>
      <w:r>
        <w:rPr>
          <w:sz w:val="24"/>
          <w:szCs w:val="24"/>
        </w:rPr>
        <w:t xml:space="preserve"> внутреннего</w:t>
      </w:r>
      <w:r w:rsidRPr="007B2E3D">
        <w:rPr>
          <w:sz w:val="24"/>
          <w:szCs w:val="24"/>
        </w:rPr>
        <w:t xml:space="preserve">  долга Шейнского сельсовета Пачелмского района Пензенской области на 2021</w:t>
      </w:r>
      <w:r>
        <w:rPr>
          <w:sz w:val="24"/>
          <w:szCs w:val="24"/>
        </w:rPr>
        <w:t>год</w:t>
      </w:r>
      <w:r w:rsidRPr="007B2E3D">
        <w:rPr>
          <w:sz w:val="24"/>
          <w:szCs w:val="24"/>
        </w:rPr>
        <w:t xml:space="preserve"> и </w:t>
      </w:r>
      <w:r>
        <w:rPr>
          <w:sz w:val="24"/>
          <w:szCs w:val="24"/>
        </w:rPr>
        <w:t xml:space="preserve">плановый период </w:t>
      </w:r>
      <w:r w:rsidRPr="007B2E3D">
        <w:rPr>
          <w:sz w:val="24"/>
          <w:szCs w:val="24"/>
        </w:rPr>
        <w:t>2022</w:t>
      </w:r>
      <w:r>
        <w:rPr>
          <w:sz w:val="24"/>
          <w:szCs w:val="24"/>
        </w:rPr>
        <w:t xml:space="preserve">и 2023 </w:t>
      </w:r>
      <w:r w:rsidRPr="007B2E3D">
        <w:rPr>
          <w:sz w:val="24"/>
          <w:szCs w:val="24"/>
        </w:rPr>
        <w:t xml:space="preserve"> годов в сумме 0,0 тыс. рублей;</w:t>
      </w:r>
    </w:p>
    <w:p w:rsidR="00F02424" w:rsidRPr="0043557C" w:rsidRDefault="00F02424" w:rsidP="00124B75">
      <w:pPr>
        <w:pStyle w:val="1"/>
        <w:numPr>
          <w:ilvl w:val="5"/>
          <w:numId w:val="0"/>
        </w:numPr>
        <w:jc w:val="center"/>
        <w:rPr>
          <w:b/>
          <w:bCs/>
        </w:rPr>
      </w:pPr>
    </w:p>
    <w:p w:rsidR="00F02424" w:rsidRPr="0043557C" w:rsidRDefault="00F02424" w:rsidP="00124B75">
      <w:pPr>
        <w:pStyle w:val="1"/>
        <w:numPr>
          <w:ilvl w:val="5"/>
          <w:numId w:val="0"/>
        </w:numPr>
        <w:jc w:val="center"/>
        <w:rPr>
          <w:b/>
          <w:bCs/>
        </w:rPr>
      </w:pPr>
      <w:r w:rsidRPr="0043557C">
        <w:rPr>
          <w:b/>
          <w:bCs/>
        </w:rPr>
        <w:t xml:space="preserve">            Статья 11. Особенности исполнения бюджета Шейнского сельсовета Пачелмского района  Пензенской области</w:t>
      </w:r>
    </w:p>
    <w:p w:rsidR="00F02424" w:rsidRPr="0043557C" w:rsidRDefault="00F02424" w:rsidP="00124B75">
      <w:pPr>
        <w:pStyle w:val="BodyText"/>
        <w:rPr>
          <w:b/>
          <w:bCs/>
          <w:sz w:val="24"/>
          <w:szCs w:val="24"/>
          <w:lang w:eastAsia="ru-RU"/>
        </w:rPr>
      </w:pPr>
    </w:p>
    <w:p w:rsidR="00F02424" w:rsidRPr="0043557C" w:rsidRDefault="00F02424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1. Установить, что расходы бюджета Шейнского сельсовета Пачелмского района Пензенской области финансируются по мере фактического поступления доходов в бюджет Шейнского сельсовета Пачелмского района  Пензенской области  и с учетом его дефицита.</w:t>
      </w:r>
    </w:p>
    <w:p w:rsidR="00F02424" w:rsidRPr="0043557C" w:rsidRDefault="00F02424" w:rsidP="00124B75">
      <w:pPr>
        <w:pStyle w:val="1"/>
        <w:spacing w:before="0"/>
        <w:ind w:firstLine="0"/>
      </w:pPr>
      <w:r w:rsidRPr="0043557C">
        <w:t xml:space="preserve">            2. Установить, что в первоочередном порядке из бюджета Шейнского сельсовета Пачелмского района Пензенской области финансируются расходы по выплате заработной платы с начислениями (денежного довольствия), надбавок к ней, стипендий; на уплату налогов, сборов и иных обязательных платежей в бюджеты бюджетной системы Российской Федерации; на предоставление мер социальной поддержки отдельным категориям граждан согласно законодательству Российской Федерации и (или) законодательству Пензенской области;  на оплату коммунальных платежей; на проведение выборов и референдумов, а также расходы из резервного фонда администрации Шейнского сельсовета Пачелмского района Пензенской области и по погашению муниципального долга Шейнского сельсовета Пачелмского района Пензенской области.</w:t>
      </w:r>
    </w:p>
    <w:p w:rsidR="00F02424" w:rsidRPr="0043557C" w:rsidRDefault="00F02424" w:rsidP="00124B75">
      <w:pPr>
        <w:pStyle w:val="BodyText"/>
        <w:tabs>
          <w:tab w:val="left" w:pos="660"/>
        </w:tabs>
        <w:jc w:val="left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tabs>
          <w:tab w:val="left" w:pos="660"/>
        </w:tabs>
        <w:jc w:val="left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tabs>
          <w:tab w:val="left" w:pos="660"/>
        </w:tabs>
        <w:jc w:val="left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               Статья 12. Вступление в силу настоящего решения</w:t>
      </w:r>
    </w:p>
    <w:p w:rsidR="00F02424" w:rsidRPr="0043557C" w:rsidRDefault="00F02424" w:rsidP="00124B75">
      <w:pPr>
        <w:pStyle w:val="BodyText"/>
        <w:jc w:val="center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 </w:t>
      </w:r>
      <w:r w:rsidRPr="0043557C">
        <w:rPr>
          <w:sz w:val="24"/>
          <w:szCs w:val="24"/>
        </w:rPr>
        <w:t>Настоящее решение</w:t>
      </w:r>
      <w:r>
        <w:rPr>
          <w:sz w:val="24"/>
          <w:szCs w:val="24"/>
        </w:rPr>
        <w:t xml:space="preserve"> вступает в силу с 1 января  2021</w:t>
      </w:r>
      <w:r w:rsidRPr="0043557C">
        <w:rPr>
          <w:sz w:val="24"/>
          <w:szCs w:val="24"/>
        </w:rPr>
        <w:t xml:space="preserve">  года.</w:t>
      </w: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b/>
          <w:bCs/>
          <w:sz w:val="24"/>
          <w:szCs w:val="24"/>
        </w:rPr>
      </w:pPr>
      <w:r w:rsidRPr="0043557C">
        <w:rPr>
          <w:sz w:val="24"/>
          <w:szCs w:val="24"/>
        </w:rPr>
        <w:t xml:space="preserve">                    </w:t>
      </w:r>
      <w:r w:rsidRPr="0043557C">
        <w:rPr>
          <w:b/>
          <w:bCs/>
          <w:sz w:val="24"/>
          <w:szCs w:val="24"/>
        </w:rPr>
        <w:t>Статья 13. Публикация</w:t>
      </w:r>
    </w:p>
    <w:p w:rsidR="00F02424" w:rsidRPr="0043557C" w:rsidRDefault="00F02424" w:rsidP="00124B75">
      <w:pPr>
        <w:pStyle w:val="BodyText"/>
        <w:rPr>
          <w:b/>
          <w:bCs/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    </w:t>
      </w:r>
      <w:r w:rsidRPr="0043557C">
        <w:rPr>
          <w:sz w:val="24"/>
          <w:szCs w:val="24"/>
        </w:rPr>
        <w:t>Опубликовать настоящее решение в информационном бюллетене «Шейнские вести».</w:t>
      </w: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jc w:val="left"/>
        <w:rPr>
          <w:sz w:val="24"/>
          <w:szCs w:val="24"/>
        </w:rPr>
      </w:pPr>
      <w:r w:rsidRPr="0043557C">
        <w:rPr>
          <w:sz w:val="24"/>
          <w:szCs w:val="24"/>
        </w:rPr>
        <w:t>Глава  Шейнского сельсовета</w:t>
      </w:r>
    </w:p>
    <w:p w:rsidR="00F02424" w:rsidRPr="0043557C" w:rsidRDefault="00F02424" w:rsidP="00124B75">
      <w:pPr>
        <w:pStyle w:val="BodyText"/>
        <w:jc w:val="left"/>
        <w:rPr>
          <w:sz w:val="24"/>
          <w:szCs w:val="24"/>
        </w:rPr>
      </w:pPr>
      <w:r w:rsidRPr="0043557C">
        <w:rPr>
          <w:sz w:val="24"/>
          <w:szCs w:val="24"/>
        </w:rPr>
        <w:t xml:space="preserve">Пачелмского района Пензенской области                                                             </w:t>
      </w:r>
      <w:r>
        <w:rPr>
          <w:sz w:val="24"/>
          <w:szCs w:val="24"/>
        </w:rPr>
        <w:t>Л.Б.Ерохина</w:t>
      </w:r>
    </w:p>
    <w:p w:rsidR="00F02424" w:rsidRPr="0043557C" w:rsidRDefault="00F02424" w:rsidP="00124B75">
      <w:pPr>
        <w:pStyle w:val="BodyText"/>
        <w:jc w:val="righ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jc w:val="righ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Default="00F02424" w:rsidP="00124B75">
      <w:pPr>
        <w:pStyle w:val="BodyText"/>
        <w:rPr>
          <w:sz w:val="24"/>
          <w:szCs w:val="24"/>
        </w:rPr>
      </w:pPr>
    </w:p>
    <w:p w:rsidR="00F02424" w:rsidRDefault="00F02424" w:rsidP="00124B75">
      <w:pPr>
        <w:pStyle w:val="BodyText"/>
        <w:rPr>
          <w:sz w:val="24"/>
          <w:szCs w:val="24"/>
        </w:rPr>
      </w:pPr>
    </w:p>
    <w:p w:rsidR="00F02424" w:rsidRDefault="00F02424" w:rsidP="00124B75">
      <w:pPr>
        <w:pStyle w:val="BodyText"/>
        <w:rPr>
          <w:sz w:val="24"/>
          <w:szCs w:val="24"/>
        </w:rPr>
      </w:pPr>
    </w:p>
    <w:p w:rsidR="00F02424" w:rsidRDefault="00F02424" w:rsidP="00124B75">
      <w:pPr>
        <w:pStyle w:val="BodyText"/>
        <w:rPr>
          <w:sz w:val="24"/>
          <w:szCs w:val="24"/>
        </w:rPr>
      </w:pPr>
    </w:p>
    <w:p w:rsidR="00F02424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rPr>
          <w:sz w:val="24"/>
          <w:szCs w:val="24"/>
        </w:rPr>
      </w:pPr>
    </w:p>
    <w:p w:rsidR="00F02424" w:rsidRPr="0043557C" w:rsidRDefault="00F02424" w:rsidP="00124B75">
      <w:pPr>
        <w:pStyle w:val="BodyTex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Приложение  1</w:t>
      </w:r>
    </w:p>
    <w:p w:rsidR="00F02424" w:rsidRPr="0043557C" w:rsidRDefault="00F02424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F02424" w:rsidRPr="0043557C" w:rsidRDefault="00F02424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F02424" w:rsidRPr="0043557C" w:rsidRDefault="00F02424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Пачелмского района Пензенской области</w:t>
      </w:r>
    </w:p>
    <w:p w:rsidR="00F02424" w:rsidRPr="00CD265B" w:rsidRDefault="00F02424" w:rsidP="00BE2B9E">
      <w:pPr>
        <w:jc w:val="right"/>
      </w:pPr>
      <w:r>
        <w:t>от 25.12.2020  № 03-23/3</w:t>
      </w:r>
      <w:r w:rsidRPr="00CD265B">
        <w:t xml:space="preserve">  </w:t>
      </w:r>
    </w:p>
    <w:p w:rsidR="00F02424" w:rsidRPr="00BE2B9E" w:rsidRDefault="00F02424" w:rsidP="00124B75">
      <w:pPr>
        <w:jc w:val="right"/>
        <w:rPr>
          <w:color w:val="FF0000"/>
        </w:rPr>
      </w:pPr>
      <w:r w:rsidRPr="00BE2B9E">
        <w:rPr>
          <w:color w:val="FF0000"/>
        </w:rPr>
        <w:t xml:space="preserve">  </w:t>
      </w:r>
    </w:p>
    <w:p w:rsidR="00F02424" w:rsidRPr="0043557C" w:rsidRDefault="00F02424" w:rsidP="00124B75">
      <w:pPr>
        <w:jc w:val="right"/>
      </w:pPr>
    </w:p>
    <w:p w:rsidR="00F02424" w:rsidRPr="0043557C" w:rsidRDefault="00F02424" w:rsidP="00124B75">
      <w:pPr>
        <w:pStyle w:val="BodyText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Источники  финансирования  дефицита бюджета  Шейнского   сельсовета  Пачелмского </w:t>
      </w:r>
      <w:r>
        <w:rPr>
          <w:b/>
          <w:bCs/>
          <w:sz w:val="24"/>
          <w:szCs w:val="24"/>
        </w:rPr>
        <w:t>района Пензенской области на 2021 год и  плановый период 2022 и 2023</w:t>
      </w:r>
      <w:r w:rsidRPr="0043557C">
        <w:rPr>
          <w:b/>
          <w:bCs/>
          <w:sz w:val="24"/>
          <w:szCs w:val="24"/>
        </w:rPr>
        <w:t xml:space="preserve"> годов</w:t>
      </w:r>
      <w:r>
        <w:rPr>
          <w:b/>
          <w:bCs/>
          <w:sz w:val="24"/>
          <w:szCs w:val="24"/>
        </w:rPr>
        <w:t>.</w:t>
      </w:r>
    </w:p>
    <w:p w:rsidR="00F02424" w:rsidRPr="0043557C" w:rsidRDefault="00F02424" w:rsidP="00124B75">
      <w:pPr>
        <w:pStyle w:val="BodyText"/>
        <w:jc w:val="center"/>
        <w:rPr>
          <w:b/>
          <w:bCs/>
          <w:sz w:val="24"/>
          <w:szCs w:val="24"/>
        </w:rPr>
      </w:pPr>
    </w:p>
    <w:tbl>
      <w:tblPr>
        <w:tblW w:w="9747" w:type="dxa"/>
        <w:tblInd w:w="-106" w:type="dxa"/>
        <w:tblLook w:val="00A0"/>
      </w:tblPr>
      <w:tblGrid>
        <w:gridCol w:w="2628"/>
        <w:gridCol w:w="3742"/>
        <w:gridCol w:w="1109"/>
        <w:gridCol w:w="1151"/>
        <w:gridCol w:w="1117"/>
      </w:tblGrid>
      <w:tr w:rsidR="00F02424" w:rsidRPr="0043557C" w:rsidTr="00124B75">
        <w:trPr>
          <w:trHeight w:val="22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424" w:rsidRPr="0043557C" w:rsidRDefault="00F02424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Код источника финансирования по КИВФ,КИВнФ</w:t>
            </w:r>
          </w:p>
        </w:tc>
        <w:tc>
          <w:tcPr>
            <w:tcW w:w="37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2424" w:rsidRPr="0043557C" w:rsidRDefault="00F02424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3377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F02424" w:rsidRPr="0043557C" w:rsidRDefault="00F02424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Сумма,</w:t>
            </w:r>
          </w:p>
          <w:p w:rsidR="00F02424" w:rsidRPr="0043557C" w:rsidRDefault="00F02424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тысяч рублей              </w:t>
            </w:r>
          </w:p>
        </w:tc>
      </w:tr>
      <w:tr w:rsidR="00F02424" w:rsidRPr="0043557C" w:rsidTr="00124B75">
        <w:trPr>
          <w:trHeight w:val="208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pPr>
              <w:widowControl/>
              <w:rPr>
                <w:b/>
                <w:bCs/>
              </w:rPr>
            </w:pPr>
          </w:p>
        </w:tc>
        <w:tc>
          <w:tcPr>
            <w:tcW w:w="374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pPr>
              <w:widowControl/>
              <w:rPr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167E8B" w:rsidRDefault="00F02424" w:rsidP="00124B7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20</w:t>
            </w:r>
            <w:r>
              <w:rPr>
                <w:b/>
                <w:bCs/>
              </w:rPr>
              <w:t>21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24B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2424" w:rsidRPr="0043557C" w:rsidRDefault="00F02424" w:rsidP="00124B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Pr="0043557C">
              <w:rPr>
                <w:b/>
                <w:bCs/>
              </w:rPr>
              <w:t xml:space="preserve">      </w:t>
            </w:r>
          </w:p>
        </w:tc>
      </w:tr>
      <w:tr w:rsidR="00F02424" w:rsidRPr="0043557C" w:rsidTr="00124B75">
        <w:trPr>
          <w:trHeight w:val="60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02424" w:rsidRPr="0043557C" w:rsidRDefault="00F02424" w:rsidP="00124B75">
            <w:r w:rsidRPr="0043557C">
              <w:t>000 01 00 00 00 00 0000 000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r w:rsidRPr="0043557C">
              <w:t>Источники внутреннего финансирования дефицитов бюджетов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2176EE">
            <w:pPr>
              <w:jc w:val="center"/>
            </w:pPr>
            <w:r>
              <w:t>54,0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02424" w:rsidRPr="0043557C" w:rsidRDefault="00F02424" w:rsidP="00124B75">
            <w:pPr>
              <w:jc w:val="center"/>
            </w:pPr>
            <w:r>
              <w:t>5</w:t>
            </w:r>
            <w:r w:rsidRPr="0043557C">
              <w:t>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pPr>
              <w:jc w:val="center"/>
            </w:pPr>
            <w:r>
              <w:t>5</w:t>
            </w:r>
            <w:r w:rsidRPr="0043557C">
              <w:t>,0</w:t>
            </w:r>
          </w:p>
        </w:tc>
      </w:tr>
      <w:tr w:rsidR="00F02424" w:rsidRPr="0043557C" w:rsidTr="00124B75">
        <w:trPr>
          <w:trHeight w:val="64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02424" w:rsidRPr="0043557C" w:rsidRDefault="00F02424" w:rsidP="00124B75">
            <w:r w:rsidRPr="0043557C">
              <w:t>000 01 05 00 00 00 0000 000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r w:rsidRPr="0043557C">
              <w:t xml:space="preserve">  </w:t>
            </w:r>
            <w:r w:rsidRPr="0043557C">
              <w:rPr>
                <w:rStyle w:val="blk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0704BF">
            <w:pPr>
              <w:jc w:val="center"/>
            </w:pPr>
            <w:r>
              <w:t>54,0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02424" w:rsidRPr="0043557C" w:rsidRDefault="00F02424" w:rsidP="00124B75">
            <w:pPr>
              <w:jc w:val="center"/>
            </w:pPr>
            <w:r>
              <w:t>5</w:t>
            </w:r>
            <w:r w:rsidRPr="0043557C">
              <w:t>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pPr>
              <w:jc w:val="center"/>
            </w:pPr>
            <w:r>
              <w:t>5</w:t>
            </w:r>
            <w:r w:rsidRPr="0043557C">
              <w:t>,0</w:t>
            </w:r>
          </w:p>
        </w:tc>
      </w:tr>
      <w:tr w:rsidR="00F02424" w:rsidRPr="0043557C" w:rsidTr="00124B75">
        <w:trPr>
          <w:trHeight w:val="48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02424" w:rsidRPr="0043557C" w:rsidRDefault="00F02424" w:rsidP="00124B75">
            <w:r w:rsidRPr="0043557C">
              <w:t>000 01 05 02 00 00 0000 500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r w:rsidRPr="0043557C">
              <w:t xml:space="preserve">  </w:t>
            </w:r>
            <w:r w:rsidRPr="0043557C">
              <w:rPr>
                <w:rStyle w:val="blk"/>
              </w:rPr>
              <w:t>Увеличение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C55106">
            <w:pPr>
              <w:jc w:val="center"/>
            </w:pPr>
            <w:r w:rsidRPr="0043557C">
              <w:t>-</w:t>
            </w:r>
            <w:r>
              <w:t>4529,0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02424" w:rsidRPr="0043557C" w:rsidRDefault="00F02424" w:rsidP="000704BF">
            <w:pPr>
              <w:jc w:val="center"/>
            </w:pPr>
            <w:r>
              <w:t>-3918,6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pPr>
              <w:jc w:val="center"/>
            </w:pPr>
            <w:r>
              <w:t>-3977,9</w:t>
            </w:r>
          </w:p>
        </w:tc>
      </w:tr>
      <w:tr w:rsidR="00F02424" w:rsidRPr="0043557C" w:rsidTr="00124B75">
        <w:trPr>
          <w:trHeight w:val="45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02424" w:rsidRPr="0043557C" w:rsidRDefault="00F02424" w:rsidP="00124B75">
            <w:r w:rsidRPr="0047046C">
              <w:t>901</w:t>
            </w:r>
            <w:r w:rsidRPr="0043557C">
              <w:t xml:space="preserve"> 01 05 02 01 10 0000 510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r w:rsidRPr="0043557C">
              <w:t xml:space="preserve">  </w:t>
            </w:r>
            <w:r w:rsidRPr="0043557C">
              <w:rPr>
                <w:rStyle w:val="blk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124B75">
            <w:pPr>
              <w:jc w:val="center"/>
            </w:pPr>
            <w:r>
              <w:t>-4529,0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02424" w:rsidRPr="0043557C" w:rsidRDefault="00F02424" w:rsidP="000704BF">
            <w:pPr>
              <w:jc w:val="center"/>
            </w:pPr>
            <w:r>
              <w:t>-3918,6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pPr>
              <w:jc w:val="center"/>
            </w:pPr>
            <w:r>
              <w:t>-3977,9</w:t>
            </w:r>
          </w:p>
        </w:tc>
      </w:tr>
      <w:tr w:rsidR="00F02424" w:rsidRPr="0043557C" w:rsidTr="00124B75">
        <w:trPr>
          <w:trHeight w:val="51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02424" w:rsidRPr="0043557C" w:rsidRDefault="00F02424" w:rsidP="00124B75">
            <w:r w:rsidRPr="0043557C">
              <w:t>000 01 05 02 00 00 0000 600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r w:rsidRPr="0043557C">
              <w:t xml:space="preserve">  </w:t>
            </w:r>
            <w:r w:rsidRPr="0043557C">
              <w:rPr>
                <w:rStyle w:val="blk"/>
              </w:rPr>
              <w:t>Уменьшение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124B75">
            <w:pPr>
              <w:jc w:val="center"/>
            </w:pPr>
            <w:r>
              <w:t>4583,0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02424" w:rsidRPr="0043557C" w:rsidRDefault="00F02424" w:rsidP="00124B75">
            <w:pPr>
              <w:jc w:val="center"/>
            </w:pPr>
            <w:r>
              <w:t>3923,6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2424" w:rsidRPr="0043557C" w:rsidRDefault="00F02424" w:rsidP="00124B75"/>
          <w:p w:rsidR="00F02424" w:rsidRPr="0043557C" w:rsidRDefault="00F02424" w:rsidP="00C55106">
            <w:r>
              <w:t xml:space="preserve">   3982,9</w:t>
            </w:r>
          </w:p>
        </w:tc>
      </w:tr>
      <w:tr w:rsidR="00F02424" w:rsidRPr="0043557C" w:rsidTr="00124B75">
        <w:trPr>
          <w:trHeight w:val="61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02424" w:rsidRPr="0043557C" w:rsidRDefault="00F02424" w:rsidP="00124B75">
            <w:r w:rsidRPr="0047046C">
              <w:t>901</w:t>
            </w:r>
            <w:r w:rsidRPr="004E62F5">
              <w:rPr>
                <w:color w:val="FF0000"/>
              </w:rPr>
              <w:t xml:space="preserve"> </w:t>
            </w:r>
            <w:r w:rsidRPr="0043557C">
              <w:t>01 05 02 01 10 0000 610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02424" w:rsidRPr="0043557C" w:rsidRDefault="00F02424" w:rsidP="00124B75">
            <w:r w:rsidRPr="0043557C">
              <w:t xml:space="preserve">  </w:t>
            </w:r>
            <w:r w:rsidRPr="0043557C">
              <w:rPr>
                <w:rStyle w:val="blk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124B75">
            <w:pPr>
              <w:jc w:val="center"/>
            </w:pPr>
            <w:r>
              <w:t>4583,0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02424" w:rsidRPr="0043557C" w:rsidRDefault="00F02424" w:rsidP="00124B75">
            <w:pPr>
              <w:jc w:val="center"/>
            </w:pPr>
            <w:r>
              <w:t>3923,6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2424" w:rsidRPr="0043557C" w:rsidRDefault="00F02424" w:rsidP="00124B75"/>
          <w:p w:rsidR="00F02424" w:rsidRPr="0043557C" w:rsidRDefault="00F02424" w:rsidP="000704BF">
            <w:r>
              <w:t>3982,9</w:t>
            </w:r>
          </w:p>
        </w:tc>
      </w:tr>
    </w:tbl>
    <w:p w:rsidR="00F02424" w:rsidRPr="0043557C" w:rsidRDefault="00F02424" w:rsidP="00432137">
      <w:pPr>
        <w:jc w:val="both"/>
      </w:pPr>
    </w:p>
    <w:p w:rsidR="00F02424" w:rsidRPr="0043557C" w:rsidRDefault="00F02424" w:rsidP="00053334">
      <w:pPr>
        <w:pStyle w:val="BodyText"/>
        <w:jc w:val="right"/>
        <w:rPr>
          <w:color w:val="FF0000"/>
          <w:sz w:val="20"/>
          <w:szCs w:val="20"/>
        </w:rPr>
      </w:pPr>
      <w:r w:rsidRPr="0043557C">
        <w:rPr>
          <w:sz w:val="20"/>
          <w:szCs w:val="20"/>
        </w:rPr>
        <w:t>Приложение  2</w:t>
      </w:r>
    </w:p>
    <w:p w:rsidR="00F02424" w:rsidRPr="0043557C" w:rsidRDefault="00F02424" w:rsidP="00053334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F02424" w:rsidRPr="0043557C" w:rsidRDefault="00F02424" w:rsidP="00053334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F02424" w:rsidRPr="0043557C" w:rsidRDefault="00F02424" w:rsidP="00053334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Pr="0043557C" w:rsidRDefault="00F02424" w:rsidP="005C0AD1">
      <w:pPr>
        <w:jc w:val="right"/>
      </w:pPr>
      <w:r w:rsidRPr="0043557C">
        <w:t xml:space="preserve"> </w:t>
      </w:r>
      <w:r>
        <w:t xml:space="preserve"> </w:t>
      </w:r>
    </w:p>
    <w:p w:rsidR="00F02424" w:rsidRPr="0043557C" w:rsidRDefault="00F02424" w:rsidP="00432137">
      <w:pPr>
        <w:pStyle w:val="BodyText"/>
        <w:spacing w:line="240" w:lineRule="exact"/>
        <w:jc w:val="right"/>
        <w:rPr>
          <w:sz w:val="16"/>
          <w:szCs w:val="16"/>
        </w:rPr>
      </w:pPr>
    </w:p>
    <w:p w:rsidR="00F02424" w:rsidRPr="0043557C" w:rsidRDefault="00F02424" w:rsidP="00432137">
      <w:pPr>
        <w:pStyle w:val="BodyText"/>
        <w:spacing w:line="240" w:lineRule="exact"/>
        <w:jc w:val="right"/>
        <w:rPr>
          <w:sz w:val="16"/>
          <w:szCs w:val="16"/>
        </w:rPr>
      </w:pPr>
    </w:p>
    <w:p w:rsidR="00F02424" w:rsidRPr="0043557C" w:rsidRDefault="00F02424" w:rsidP="006E78B5">
      <w:pPr>
        <w:jc w:val="center"/>
      </w:pPr>
      <w:r w:rsidRPr="0043557C">
        <w:rPr>
          <w:b/>
          <w:bCs/>
          <w:sz w:val="24"/>
          <w:szCs w:val="24"/>
        </w:rPr>
        <w:t xml:space="preserve">Перечень  главных администраторов доходов бюджета Шейнского сельсовета Пачелмского района Пензенской области </w:t>
      </w:r>
      <w:r>
        <w:rPr>
          <w:b/>
          <w:bCs/>
          <w:sz w:val="24"/>
          <w:szCs w:val="24"/>
        </w:rPr>
        <w:t>.</w:t>
      </w:r>
    </w:p>
    <w:p w:rsidR="00F02424" w:rsidRPr="0043557C" w:rsidRDefault="00F02424" w:rsidP="0043213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5580"/>
        <w:gridCol w:w="3159"/>
      </w:tblGrid>
      <w:tr w:rsidR="00F02424" w:rsidRPr="0043557C">
        <w:trPr>
          <w:trHeight w:val="390"/>
        </w:trPr>
        <w:tc>
          <w:tcPr>
            <w:tcW w:w="900" w:type="dxa"/>
            <w:vAlign w:val="center"/>
          </w:tcPr>
          <w:p w:rsidR="00F02424" w:rsidRPr="0043557C" w:rsidRDefault="00F02424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№</w:t>
            </w:r>
          </w:p>
          <w:p w:rsidR="00F02424" w:rsidRPr="0043557C" w:rsidRDefault="00F02424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п\п</w:t>
            </w:r>
          </w:p>
        </w:tc>
        <w:tc>
          <w:tcPr>
            <w:tcW w:w="5580" w:type="dxa"/>
            <w:vAlign w:val="center"/>
          </w:tcPr>
          <w:p w:rsidR="00F02424" w:rsidRPr="0043557C" w:rsidRDefault="00F02424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администраторов</w:t>
            </w:r>
          </w:p>
        </w:tc>
        <w:tc>
          <w:tcPr>
            <w:tcW w:w="3159" w:type="dxa"/>
            <w:vAlign w:val="center"/>
          </w:tcPr>
          <w:p w:rsidR="00F02424" w:rsidRPr="0043557C" w:rsidRDefault="00F02424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Код главного</w:t>
            </w:r>
          </w:p>
          <w:p w:rsidR="00F02424" w:rsidRPr="0043557C" w:rsidRDefault="00F02424" w:rsidP="00C871ED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администратора</w:t>
            </w:r>
          </w:p>
        </w:tc>
      </w:tr>
      <w:tr w:rsidR="00F02424" w:rsidRPr="0043557C">
        <w:trPr>
          <w:trHeight w:val="720"/>
        </w:trPr>
        <w:tc>
          <w:tcPr>
            <w:tcW w:w="900" w:type="dxa"/>
            <w:vAlign w:val="center"/>
          </w:tcPr>
          <w:p w:rsidR="00F02424" w:rsidRPr="0043557C" w:rsidRDefault="00F02424" w:rsidP="00455FFC">
            <w:pPr>
              <w:jc w:val="center"/>
            </w:pPr>
            <w:r w:rsidRPr="0043557C">
              <w:t>1.</w:t>
            </w:r>
          </w:p>
        </w:tc>
        <w:tc>
          <w:tcPr>
            <w:tcW w:w="5580" w:type="dxa"/>
            <w:vAlign w:val="center"/>
          </w:tcPr>
          <w:p w:rsidR="00F02424" w:rsidRPr="0043557C" w:rsidRDefault="00F02424" w:rsidP="00033DD4">
            <w:r w:rsidRPr="0043557C">
              <w:t>Администрация</w:t>
            </w:r>
            <w:r>
              <w:t xml:space="preserve"> сельского поселения  Шейнский</w:t>
            </w:r>
            <w:r w:rsidRPr="0043557C">
              <w:t xml:space="preserve"> сельсовет Пачелмского района Пензенской области</w:t>
            </w:r>
          </w:p>
        </w:tc>
        <w:tc>
          <w:tcPr>
            <w:tcW w:w="3159" w:type="dxa"/>
            <w:vAlign w:val="center"/>
          </w:tcPr>
          <w:p w:rsidR="00F02424" w:rsidRPr="0043557C" w:rsidRDefault="00F02424" w:rsidP="004626D2">
            <w:pPr>
              <w:jc w:val="center"/>
            </w:pPr>
            <w:r w:rsidRPr="0043557C">
              <w:t>901</w:t>
            </w:r>
          </w:p>
        </w:tc>
      </w:tr>
    </w:tbl>
    <w:p w:rsidR="00F02424" w:rsidRPr="0043557C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Pr="00DF42F2" w:rsidRDefault="00F02424" w:rsidP="000704BF">
      <w:pPr>
        <w:pStyle w:val="BodyText"/>
        <w:jc w:val="right"/>
        <w:rPr>
          <w:sz w:val="20"/>
          <w:szCs w:val="20"/>
        </w:rPr>
      </w:pPr>
      <w:r w:rsidRPr="00DF42F2">
        <w:rPr>
          <w:sz w:val="20"/>
          <w:szCs w:val="20"/>
        </w:rPr>
        <w:t>Приложение  3</w:t>
      </w:r>
    </w:p>
    <w:p w:rsidR="00F02424" w:rsidRPr="00DF42F2" w:rsidRDefault="00F02424" w:rsidP="000704BF">
      <w:pPr>
        <w:pStyle w:val="BodyText"/>
        <w:spacing w:line="240" w:lineRule="exact"/>
        <w:jc w:val="right"/>
        <w:rPr>
          <w:sz w:val="20"/>
          <w:szCs w:val="20"/>
        </w:rPr>
      </w:pPr>
      <w:r w:rsidRPr="00DF42F2">
        <w:rPr>
          <w:sz w:val="20"/>
          <w:szCs w:val="20"/>
        </w:rPr>
        <w:t>к решению Комитета местного</w:t>
      </w:r>
    </w:p>
    <w:p w:rsidR="00F02424" w:rsidRPr="00DF42F2" w:rsidRDefault="00F02424" w:rsidP="000704BF">
      <w:pPr>
        <w:pStyle w:val="BodyText"/>
        <w:spacing w:line="240" w:lineRule="exact"/>
        <w:jc w:val="right"/>
        <w:rPr>
          <w:sz w:val="20"/>
          <w:szCs w:val="20"/>
        </w:rPr>
      </w:pPr>
      <w:r w:rsidRPr="00DF42F2">
        <w:rPr>
          <w:sz w:val="20"/>
          <w:szCs w:val="20"/>
        </w:rPr>
        <w:t xml:space="preserve"> самоуправления </w:t>
      </w:r>
      <w:r>
        <w:rPr>
          <w:sz w:val="20"/>
          <w:szCs w:val="20"/>
        </w:rPr>
        <w:t>Шейнского</w:t>
      </w:r>
      <w:r w:rsidRPr="00DF42F2">
        <w:rPr>
          <w:sz w:val="20"/>
          <w:szCs w:val="20"/>
        </w:rPr>
        <w:t xml:space="preserve"> сельсовета</w:t>
      </w:r>
    </w:p>
    <w:p w:rsidR="00F02424" w:rsidRPr="00DF42F2" w:rsidRDefault="00F02424" w:rsidP="000704BF">
      <w:pPr>
        <w:pStyle w:val="BodyText"/>
        <w:spacing w:line="240" w:lineRule="exact"/>
        <w:jc w:val="right"/>
        <w:rPr>
          <w:sz w:val="20"/>
          <w:szCs w:val="20"/>
        </w:rPr>
      </w:pPr>
      <w:r w:rsidRPr="00DF42F2"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Pr="00DF42F2" w:rsidRDefault="00F02424" w:rsidP="000704BF">
      <w:pPr>
        <w:jc w:val="right"/>
      </w:pPr>
      <w:r w:rsidRPr="00DF42F2">
        <w:t xml:space="preserve">                       </w:t>
      </w:r>
    </w:p>
    <w:p w:rsidR="00F02424" w:rsidRPr="00DF42F2" w:rsidRDefault="00F02424" w:rsidP="000704BF">
      <w:pPr>
        <w:pStyle w:val="BodyText"/>
        <w:ind w:firstLine="540"/>
        <w:jc w:val="center"/>
        <w:rPr>
          <w:b/>
          <w:bCs/>
          <w:sz w:val="24"/>
          <w:szCs w:val="24"/>
        </w:rPr>
      </w:pPr>
      <w:r w:rsidRPr="00DF42F2">
        <w:rPr>
          <w:b/>
          <w:bCs/>
          <w:sz w:val="24"/>
          <w:szCs w:val="24"/>
        </w:rPr>
        <w:t xml:space="preserve">Доходы бюджета </w:t>
      </w:r>
      <w:r>
        <w:rPr>
          <w:b/>
          <w:bCs/>
          <w:sz w:val="24"/>
          <w:szCs w:val="24"/>
        </w:rPr>
        <w:t>Шейнского</w:t>
      </w:r>
      <w:r w:rsidRPr="00DF42F2">
        <w:rPr>
          <w:b/>
          <w:bCs/>
          <w:sz w:val="24"/>
          <w:szCs w:val="24"/>
        </w:rPr>
        <w:t xml:space="preserve"> сельсовета Пачелмского района Пензенской области, закрепленные за главными  администраторами доходов бюджета  </w:t>
      </w:r>
    </w:p>
    <w:p w:rsidR="00F02424" w:rsidRPr="00DF42F2" w:rsidRDefault="00F02424" w:rsidP="000704BF">
      <w:pPr>
        <w:pStyle w:val="BodyText"/>
        <w:ind w:firstLine="540"/>
        <w:jc w:val="center"/>
        <w:rPr>
          <w:b/>
          <w:bCs/>
          <w:sz w:val="24"/>
          <w:szCs w:val="24"/>
        </w:rPr>
      </w:pPr>
      <w:r w:rsidRPr="00DF42F2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4"/>
        <w:gridCol w:w="2852"/>
        <w:gridCol w:w="27"/>
        <w:gridCol w:w="5676"/>
      </w:tblGrid>
      <w:tr w:rsidR="00F02424" w:rsidRPr="00DF42F2" w:rsidTr="00D04589">
        <w:trPr>
          <w:trHeight w:val="2086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jc w:val="center"/>
            </w:pPr>
            <w:r w:rsidRPr="00DF42F2">
              <w:rPr>
                <w:b/>
                <w:bCs/>
              </w:rPr>
              <w:t>Код главного администратора доходов бюджета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jc w:val="center"/>
              <w:rPr>
                <w:b/>
                <w:bCs/>
              </w:rPr>
            </w:pPr>
            <w:r w:rsidRPr="00DF42F2">
              <w:rPr>
                <w:b/>
                <w:bCs/>
              </w:rPr>
              <w:t>Код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jc w:val="center"/>
              <w:rPr>
                <w:b/>
                <w:bCs/>
              </w:rPr>
            </w:pPr>
          </w:p>
          <w:p w:rsidR="00F02424" w:rsidRPr="00DF42F2" w:rsidRDefault="00F02424" w:rsidP="00D04589">
            <w:pPr>
              <w:jc w:val="center"/>
              <w:rPr>
                <w:b/>
                <w:bCs/>
              </w:rPr>
            </w:pPr>
            <w:r w:rsidRPr="00DF42F2">
              <w:rPr>
                <w:b/>
                <w:bCs/>
              </w:rPr>
              <w:t>Наименования главных администраторов и кодов поступлений в бюджет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5676" w:type="dxa"/>
          </w:tcPr>
          <w:p w:rsidR="00F02424" w:rsidRPr="00DF42F2" w:rsidRDefault="00F02424" w:rsidP="000704BF">
            <w:pPr>
              <w:pStyle w:val="Body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сельского поселения Шейнский</w:t>
            </w:r>
            <w:r w:rsidRPr="00DF42F2">
              <w:rPr>
                <w:b/>
                <w:sz w:val="20"/>
                <w:szCs w:val="20"/>
              </w:rPr>
              <w:t xml:space="preserve"> сельсовета Пачелмского района Пензенской области</w:t>
            </w:r>
          </w:p>
        </w:tc>
      </w:tr>
      <w:tr w:rsidR="00F02424" w:rsidRPr="00DF42F2" w:rsidTr="00D04589">
        <w:trPr>
          <w:trHeight w:val="1276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1 08 04020 01 0000 110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1 08 07175 01 0000 110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1 11 02033 10 0000 120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Доходы от размещения временно свободных средств бюджетов  сельских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1 11 05025 10 0000 120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1 11 05035 10 0000 120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1 11 05075 10 0000 120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BodyText"/>
              <w:rPr>
                <w:rStyle w:val="blk"/>
                <w:sz w:val="20"/>
                <w:szCs w:val="20"/>
              </w:rPr>
            </w:pPr>
            <w:r w:rsidRPr="00DF42F2">
              <w:rPr>
                <w:rStyle w:val="blk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1 11 05325 10 0000 120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rStyle w:val="blk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1 11 09035 10 0000 120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Доходы от эксплуатации и использования  имущества                автомобильных дорог, находящихся в  собственности                             сельских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1 11 09045 10 0000 120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rPr>
                <w:bCs/>
              </w:rPr>
            </w:pPr>
            <w:r w:rsidRPr="00DF42F2">
              <w:rPr>
                <w:bCs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widowControl/>
              <w:autoSpaceDE w:val="0"/>
              <w:autoSpaceDN w:val="0"/>
              <w:adjustRightInd w:val="0"/>
            </w:pPr>
            <w:r w:rsidRPr="00DF42F2">
              <w:t>1 13 01540 10 0000 130</w:t>
            </w:r>
          </w:p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5676" w:type="dxa"/>
          </w:tcPr>
          <w:p w:rsidR="00F02424" w:rsidRPr="00DF42F2" w:rsidRDefault="00F02424" w:rsidP="00D04589">
            <w:pPr>
              <w:widowControl/>
              <w:autoSpaceDE w:val="0"/>
              <w:autoSpaceDN w:val="0"/>
              <w:adjustRightInd w:val="0"/>
              <w:jc w:val="both"/>
            </w:pPr>
            <w:r w:rsidRPr="00DF42F2"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r w:rsidRPr="00DF42F2">
              <w:t>1 13 01995 10 0000 130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jc w:val="both"/>
            </w:pPr>
            <w:r w:rsidRPr="00DF42F2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r w:rsidRPr="00DF42F2">
              <w:t>1 13 02065 10 0000 130</w:t>
            </w:r>
          </w:p>
        </w:tc>
        <w:tc>
          <w:tcPr>
            <w:tcW w:w="5676" w:type="dxa"/>
          </w:tcPr>
          <w:p w:rsidR="00F02424" w:rsidRPr="00DF42F2" w:rsidRDefault="00F02424" w:rsidP="00D04589">
            <w:r w:rsidRPr="00DF42F2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1 13 02995 10 0000 130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rPr>
                <w:bCs/>
              </w:rPr>
            </w:pPr>
            <w:r w:rsidRPr="00DF42F2">
              <w:rPr>
                <w:bCs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1 14 02052 10 0000 410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rPr>
                <w:bCs/>
              </w:rPr>
            </w:pPr>
            <w:r w:rsidRPr="00DF42F2">
              <w:rPr>
                <w:bCs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rPr>
                <w:lang w:val="en-US"/>
              </w:rPr>
            </w:pPr>
            <w:r w:rsidRPr="00DF42F2">
              <w:rPr>
                <w:lang w:val="en-US"/>
              </w:rPr>
              <w:t xml:space="preserve">114 02052 10 </w:t>
            </w:r>
            <w:r w:rsidRPr="00DF42F2">
              <w:t>0000</w:t>
            </w:r>
            <w:r w:rsidRPr="00DF42F2">
              <w:rPr>
                <w:lang w:val="en-US"/>
              </w:rPr>
              <w:t xml:space="preserve"> 440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jc w:val="both"/>
            </w:pPr>
            <w:r w:rsidRPr="00DF42F2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1 14 02053 10 0000 410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Доходы    от    реализации    иного    имущества,  находящегося   в   собственности сельских   поселений (за исключением  имущества  муниципальных бюджетных и                  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rPr>
                <w:bCs/>
                <w:lang w:val="en-US"/>
              </w:rPr>
            </w:pPr>
            <w:r w:rsidRPr="00DF42F2">
              <w:rPr>
                <w:bCs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1 14 02053 10 0000 440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Доходы    от    реализации    иного    имущества, находящегося  в   собственности сельских  поселений   (за исключением  имущества  муниципальных бюджетных и  автономных учреждений,  а  также   имущества   муниципальных унитарных предприятий, в том числе  казенных),  в                          части   реализации   материальных   запасов    по указанному имуществу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 xml:space="preserve">114 06025 10 0000 430 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1 14 06325 10 0000 430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Плата за увеличение 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</w:t>
            </w:r>
            <w:r w:rsidRPr="00DF42F2">
              <w:rPr>
                <w:sz w:val="20"/>
                <w:szCs w:val="20"/>
                <w:lang w:val="en-US"/>
              </w:rPr>
              <w:t xml:space="preserve"> </w:t>
            </w:r>
            <w:r w:rsidRPr="00DF42F2">
              <w:rPr>
                <w:sz w:val="20"/>
                <w:szCs w:val="20"/>
              </w:rPr>
              <w:t>15 02050 10 0000 140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autoSpaceDE w:val="0"/>
              <w:autoSpaceDN w:val="0"/>
              <w:adjustRightInd w:val="0"/>
              <w:jc w:val="both"/>
            </w:pPr>
            <w:r w:rsidRPr="00DF42F2">
              <w:t>Платежи, взимаемые органами местного самоуправления (организациями) сельских  поселений за выполнение определенных функций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widowControl/>
              <w:autoSpaceDE w:val="0"/>
              <w:autoSpaceDN w:val="0"/>
              <w:adjustRightInd w:val="0"/>
            </w:pPr>
            <w:r w:rsidRPr="00DF42F2">
              <w:t>1 16 07010 10 0000 140</w:t>
            </w:r>
          </w:p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5676" w:type="dxa"/>
          </w:tcPr>
          <w:p w:rsidR="00F02424" w:rsidRPr="00DF42F2" w:rsidRDefault="00F02424" w:rsidP="00D04589">
            <w:pPr>
              <w:widowControl/>
              <w:autoSpaceDE w:val="0"/>
              <w:autoSpaceDN w:val="0"/>
              <w:adjustRightInd w:val="0"/>
              <w:jc w:val="both"/>
            </w:pPr>
            <w:r w:rsidRPr="00DF42F2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  <w:p w:rsidR="00F02424" w:rsidRPr="00DF42F2" w:rsidRDefault="00F02424" w:rsidP="00D04589">
            <w:pPr>
              <w:autoSpaceDE w:val="0"/>
              <w:autoSpaceDN w:val="0"/>
              <w:adjustRightInd w:val="0"/>
              <w:jc w:val="both"/>
            </w:pP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1 16 07090 10 0000 140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 xml:space="preserve">901               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1 16 09040 10 0000 140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pPr>
              <w:autoSpaceDE w:val="0"/>
              <w:autoSpaceDN w:val="0"/>
              <w:adjustRightInd w:val="0"/>
            </w:pPr>
            <w:r w:rsidRPr="00DF42F2">
              <w:t>1 16 01104 01 0000 140</w:t>
            </w:r>
          </w:p>
          <w:p w:rsidR="00F02424" w:rsidRPr="00DF42F2" w:rsidRDefault="00F02424" w:rsidP="00D04589">
            <w:pPr>
              <w:autoSpaceDE w:val="0"/>
              <w:autoSpaceDN w:val="0"/>
              <w:adjustRightInd w:val="0"/>
            </w:pPr>
          </w:p>
        </w:tc>
        <w:tc>
          <w:tcPr>
            <w:tcW w:w="5676" w:type="dxa"/>
          </w:tcPr>
          <w:p w:rsidR="00F02424" w:rsidRPr="00DF42F2" w:rsidRDefault="00F02424" w:rsidP="00D04589">
            <w:pPr>
              <w:autoSpaceDE w:val="0"/>
              <w:autoSpaceDN w:val="0"/>
              <w:adjustRightInd w:val="0"/>
              <w:jc w:val="both"/>
            </w:pPr>
            <w:r w:rsidRPr="00DF42F2">
              <w:t xml:space="preserve">Административные штрафы, установленные </w:t>
            </w:r>
            <w:hyperlink r:id="rId8" w:history="1">
              <w:r w:rsidRPr="00DF42F2">
                <w:rPr>
                  <w:rStyle w:val="Hyperlink"/>
                </w:rPr>
                <w:t>Главой 10</w:t>
              </w:r>
            </w:hyperlink>
            <w:r w:rsidRPr="00DF42F2"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F02424" w:rsidRPr="00DF42F2" w:rsidTr="00D04589">
        <w:trPr>
          <w:trHeight w:val="872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bCs/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pPr>
              <w:jc w:val="both"/>
              <w:rPr>
                <w:bCs/>
              </w:rPr>
            </w:pPr>
            <w:r w:rsidRPr="00DF42F2">
              <w:t>1 16 01074 01 0000 140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jc w:val="both"/>
              <w:rPr>
                <w:bCs/>
              </w:rPr>
            </w:pPr>
            <w:r w:rsidRPr="00DF42F2">
              <w:t>Административные штрафы, установленные  Главой 7 Кодекса Российской Федерации 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pPr>
              <w:jc w:val="both"/>
            </w:pPr>
            <w:r w:rsidRPr="00DF42F2">
              <w:t xml:space="preserve">1 16 01084 01 0000 140 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ind w:left="-69"/>
              <w:jc w:val="both"/>
            </w:pPr>
            <w:r w:rsidRPr="00DF42F2">
              <w:t xml:space="preserve">Административные штрафы, установленные  Главой 8 Кодекса Российской Федерации 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 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pPr>
              <w:jc w:val="both"/>
            </w:pPr>
            <w:r w:rsidRPr="002A70AD">
              <w:rPr>
                <w:sz w:val="24"/>
                <w:szCs w:val="24"/>
              </w:rPr>
              <w:t>1 16 10123 01 0000 140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ind w:left="-69"/>
              <w:jc w:val="both"/>
            </w:pPr>
            <w:r w:rsidRPr="00EC5958">
              <w:t>Доходы от денежных взысканий (штрафы),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  <w:r w:rsidRPr="00B16355">
              <w:rPr>
                <w:sz w:val="24"/>
                <w:szCs w:val="24"/>
              </w:rPr>
              <w:t>.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1 16 10031 10 0000 140</w:t>
            </w:r>
          </w:p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3" w:type="dxa"/>
            <w:gridSpan w:val="2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1 16 10032 10 0000 140</w:t>
            </w:r>
          </w:p>
        </w:tc>
        <w:tc>
          <w:tcPr>
            <w:tcW w:w="5703" w:type="dxa"/>
            <w:gridSpan w:val="2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1 16 10061 10 0000 140</w:t>
            </w:r>
          </w:p>
        </w:tc>
        <w:tc>
          <w:tcPr>
            <w:tcW w:w="5703" w:type="dxa"/>
            <w:gridSpan w:val="2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1 16 10062 10 0000 140</w:t>
            </w:r>
          </w:p>
        </w:tc>
        <w:tc>
          <w:tcPr>
            <w:tcW w:w="5703" w:type="dxa"/>
            <w:gridSpan w:val="2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1 16 10081 10 0000 140</w:t>
            </w:r>
          </w:p>
        </w:tc>
        <w:tc>
          <w:tcPr>
            <w:tcW w:w="5703" w:type="dxa"/>
            <w:gridSpan w:val="2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1 16 10082 10 0000 140</w:t>
            </w:r>
          </w:p>
        </w:tc>
        <w:tc>
          <w:tcPr>
            <w:tcW w:w="5703" w:type="dxa"/>
            <w:gridSpan w:val="2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1 16 10100 10 0000 140</w:t>
            </w:r>
          </w:p>
        </w:tc>
        <w:tc>
          <w:tcPr>
            <w:tcW w:w="5703" w:type="dxa"/>
            <w:gridSpan w:val="2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1 16 10123 01 0000 140</w:t>
            </w:r>
          </w:p>
        </w:tc>
        <w:tc>
          <w:tcPr>
            <w:tcW w:w="5703" w:type="dxa"/>
            <w:gridSpan w:val="2"/>
          </w:tcPr>
          <w:p w:rsidR="00F02424" w:rsidRPr="00DF42F2" w:rsidRDefault="00F02424" w:rsidP="00D04589">
            <w:pPr>
              <w:widowControl/>
              <w:autoSpaceDE w:val="0"/>
              <w:autoSpaceDN w:val="0"/>
              <w:adjustRightInd w:val="0"/>
              <w:jc w:val="both"/>
            </w:pPr>
            <w:r w:rsidRPr="00DF42F2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F02424" w:rsidRPr="00DF42F2" w:rsidRDefault="00F02424" w:rsidP="00D04589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1 17 01050 10 0000 180</w:t>
            </w:r>
          </w:p>
        </w:tc>
        <w:tc>
          <w:tcPr>
            <w:tcW w:w="5703" w:type="dxa"/>
            <w:gridSpan w:val="2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1 17 05050 10 0000 180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901 </w:t>
            </w:r>
          </w:p>
        </w:tc>
        <w:tc>
          <w:tcPr>
            <w:tcW w:w="2879" w:type="dxa"/>
            <w:gridSpan w:val="2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2 02 25576 10 0000 150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TitlePage"/>
              <w:jc w:val="both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2 02 29999 10 0000 150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субсидии бюджетам сельских поселений*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2 02 35118 10 0000 150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202 40014 10 0000 150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widowControl/>
              <w:autoSpaceDE w:val="0"/>
              <w:autoSpaceDN w:val="0"/>
              <w:adjustRightInd w:val="0"/>
              <w:jc w:val="both"/>
            </w:pPr>
            <w:r w:rsidRPr="00DF42F2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F02424" w:rsidRPr="00DF42F2" w:rsidRDefault="00F02424" w:rsidP="00D04589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pStyle w:val="BodyText"/>
              <w:jc w:val="lef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2 02 49999 10 0000 150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*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widowControl/>
            </w:pPr>
            <w:r w:rsidRPr="00DF42F2">
              <w:t>2 02 49999 10 0000 150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 обеспечение сбалансированности бюджетов)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pPr>
              <w:widowControl/>
            </w:pPr>
            <w:r w:rsidRPr="00DF42F2">
              <w:t>2 02 49999 10 0000 150</w:t>
            </w:r>
          </w:p>
        </w:tc>
        <w:tc>
          <w:tcPr>
            <w:tcW w:w="5676" w:type="dxa"/>
          </w:tcPr>
          <w:p w:rsidR="00F02424" w:rsidRPr="00DF42F2" w:rsidRDefault="00F02424" w:rsidP="00D04589">
            <w:pPr>
              <w:pStyle w:val="ConsPlusNonformat"/>
              <w:rPr>
                <w:rFonts w:ascii="Times New Roman" w:hAnsi="Times New Roman" w:cs="Times New Roman"/>
              </w:rPr>
            </w:pPr>
            <w:r w:rsidRPr="00DF42F2">
              <w:rPr>
                <w:rFonts w:ascii="Times New Roman" w:hAnsi="Times New Roman" w:cs="Times New Roman"/>
              </w:rPr>
              <w:t>Прочие межбюджетные трансферты передаваемые бюджетам сельских поселений на премирование территорий победителей конкурса на звание самое благоустроенное муниципальное образование Пензенской области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Header"/>
              <w:rPr>
                <w:sz w:val="20"/>
                <w:szCs w:val="20"/>
                <w:lang w:val="en-US"/>
              </w:rPr>
            </w:pPr>
            <w:r w:rsidRPr="00DF42F2"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r w:rsidRPr="00DF42F2">
              <w:t>2 07 05030 10 0000 1</w:t>
            </w:r>
            <w:r w:rsidRPr="00DF42F2">
              <w:rPr>
                <w:lang w:val="en-US"/>
              </w:rPr>
              <w:t>5</w:t>
            </w:r>
            <w:r w:rsidRPr="00DF42F2">
              <w:t>0</w:t>
            </w:r>
          </w:p>
        </w:tc>
        <w:tc>
          <w:tcPr>
            <w:tcW w:w="5676" w:type="dxa"/>
          </w:tcPr>
          <w:p w:rsidR="00F02424" w:rsidRPr="00DF42F2" w:rsidRDefault="00F02424" w:rsidP="00D04589">
            <w:r w:rsidRPr="00DF42F2">
              <w:t>Прочие безвозмездные поступления в бюджеты сельских поселений</w:t>
            </w:r>
          </w:p>
        </w:tc>
      </w:tr>
      <w:tr w:rsidR="00F02424" w:rsidRPr="00DF42F2" w:rsidTr="00D04589">
        <w:trPr>
          <w:trHeight w:val="355"/>
        </w:trPr>
        <w:tc>
          <w:tcPr>
            <w:tcW w:w="1084" w:type="dxa"/>
          </w:tcPr>
          <w:p w:rsidR="00F02424" w:rsidRPr="00DF42F2" w:rsidRDefault="00F02424" w:rsidP="00D04589">
            <w:pPr>
              <w:pStyle w:val="BodyText"/>
              <w:rPr>
                <w:sz w:val="20"/>
                <w:szCs w:val="20"/>
              </w:rPr>
            </w:pPr>
            <w:r w:rsidRPr="00DF42F2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F02424" w:rsidRPr="00DF42F2" w:rsidRDefault="00F02424" w:rsidP="00D04589">
            <w:r w:rsidRPr="00DF42F2">
              <w:rPr>
                <w:lang w:val="en-US"/>
              </w:rPr>
              <w:t>2</w:t>
            </w:r>
            <w:r w:rsidRPr="00DF42F2">
              <w:t xml:space="preserve"> 19 60010 10 0000 150</w:t>
            </w:r>
          </w:p>
        </w:tc>
        <w:tc>
          <w:tcPr>
            <w:tcW w:w="5676" w:type="dxa"/>
          </w:tcPr>
          <w:p w:rsidR="00F02424" w:rsidRPr="00DF42F2" w:rsidRDefault="00F02424" w:rsidP="00D04589">
            <w:r w:rsidRPr="00DF42F2">
              <w:t>Возврат 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F02424" w:rsidRPr="00DF42F2" w:rsidRDefault="00F02424" w:rsidP="000704BF">
      <w:pPr>
        <w:pStyle w:val="BodyText"/>
        <w:ind w:firstLine="540"/>
        <w:jc w:val="center"/>
        <w:rPr>
          <w:b/>
          <w:bCs/>
          <w:sz w:val="20"/>
          <w:szCs w:val="20"/>
        </w:rPr>
      </w:pPr>
    </w:p>
    <w:p w:rsidR="00F02424" w:rsidRPr="00DF42F2" w:rsidRDefault="00F02424" w:rsidP="000704BF">
      <w:pPr>
        <w:ind w:firstLine="540"/>
        <w:jc w:val="both"/>
      </w:pPr>
      <w:r w:rsidRPr="00DF42F2">
        <w:t>* Администрирование поступлений по всем подвидам дохода осуществляется главным администратором, указанным в группировочном коде классификации.</w:t>
      </w: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8B0594">
      <w:pPr>
        <w:pStyle w:val="BodyText"/>
        <w:rPr>
          <w:sz w:val="16"/>
          <w:szCs w:val="16"/>
        </w:rPr>
      </w:pPr>
    </w:p>
    <w:p w:rsidR="00F02424" w:rsidRDefault="00F02424" w:rsidP="00CD265B">
      <w:pPr>
        <w:pStyle w:val="BodyText"/>
        <w:rPr>
          <w:sz w:val="20"/>
          <w:szCs w:val="20"/>
        </w:rPr>
        <w:sectPr w:rsidR="00F02424" w:rsidSect="00CF42E1">
          <w:pgSz w:w="11906" w:h="16838"/>
          <w:pgMar w:top="1134" w:right="567" w:bottom="1077" w:left="1701" w:header="709" w:footer="709" w:gutter="0"/>
          <w:cols w:space="708"/>
          <w:docGrid w:linePitch="360"/>
        </w:sectPr>
      </w:pPr>
    </w:p>
    <w:p w:rsidR="00F02424" w:rsidRPr="0043557C" w:rsidRDefault="00F02424" w:rsidP="00016BBA">
      <w:pPr>
        <w:pStyle w:val="BodyText"/>
        <w:spacing w:line="240" w:lineRule="exact"/>
      </w:pPr>
      <w:r w:rsidRPr="00FE4FB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</w:t>
      </w:r>
    </w:p>
    <w:tbl>
      <w:tblPr>
        <w:tblW w:w="5000" w:type="pct"/>
        <w:tblInd w:w="2" w:type="dxa"/>
        <w:tblLook w:val="0000"/>
      </w:tblPr>
      <w:tblGrid>
        <w:gridCol w:w="9854"/>
      </w:tblGrid>
      <w:tr w:rsidR="00F02424" w:rsidRPr="0043557C">
        <w:tc>
          <w:tcPr>
            <w:tcW w:w="5000" w:type="pct"/>
            <w:noWrap/>
          </w:tcPr>
          <w:p w:rsidR="00F02424" w:rsidRDefault="00F02424" w:rsidP="00016BBA">
            <w:pPr>
              <w:ind w:left="1430"/>
              <w:jc w:val="right"/>
            </w:pPr>
            <w:r w:rsidRPr="0043557C">
              <w:t xml:space="preserve">                    </w:t>
            </w:r>
            <w:r>
              <w:t xml:space="preserve">                            </w:t>
            </w:r>
          </w:p>
          <w:p w:rsidR="00F02424" w:rsidRPr="0043557C" w:rsidRDefault="00F02424" w:rsidP="00B7797E">
            <w:pPr>
              <w:ind w:left="1430"/>
              <w:jc w:val="right"/>
            </w:pPr>
            <w:r w:rsidRPr="0043557C">
              <w:t xml:space="preserve">                  Приложение   4</w:t>
            </w:r>
          </w:p>
        </w:tc>
      </w:tr>
      <w:tr w:rsidR="00F02424" w:rsidRPr="0043557C">
        <w:tc>
          <w:tcPr>
            <w:tcW w:w="5000" w:type="pct"/>
            <w:noWrap/>
          </w:tcPr>
          <w:p w:rsidR="00F02424" w:rsidRPr="0043557C" w:rsidRDefault="00F02424" w:rsidP="00B7797E">
            <w:pPr>
              <w:tabs>
                <w:tab w:val="left" w:pos="6620"/>
              </w:tabs>
              <w:jc w:val="right"/>
            </w:pPr>
            <w:r w:rsidRPr="0043557C">
              <w:t xml:space="preserve">к решению Комитета местного самоуправления </w:t>
            </w:r>
          </w:p>
        </w:tc>
      </w:tr>
      <w:tr w:rsidR="00F02424" w:rsidRPr="0043557C">
        <w:tc>
          <w:tcPr>
            <w:tcW w:w="5000" w:type="pct"/>
            <w:noWrap/>
          </w:tcPr>
          <w:p w:rsidR="00F02424" w:rsidRPr="0043557C" w:rsidRDefault="00F02424" w:rsidP="00B7797E">
            <w:pPr>
              <w:tabs>
                <w:tab w:val="left" w:pos="6620"/>
              </w:tabs>
              <w:jc w:val="right"/>
            </w:pPr>
            <w:r w:rsidRPr="0043557C">
              <w:t>Шейнского сельсовета</w:t>
            </w:r>
          </w:p>
        </w:tc>
      </w:tr>
      <w:tr w:rsidR="00F02424" w:rsidRPr="0043557C">
        <w:tc>
          <w:tcPr>
            <w:tcW w:w="5000" w:type="pct"/>
            <w:noWrap/>
          </w:tcPr>
          <w:p w:rsidR="00F02424" w:rsidRPr="0043557C" w:rsidRDefault="00F02424" w:rsidP="00B7797E">
            <w:pPr>
              <w:tabs>
                <w:tab w:val="left" w:pos="6620"/>
              </w:tabs>
              <w:jc w:val="right"/>
            </w:pPr>
            <w:r w:rsidRPr="0043557C">
              <w:t xml:space="preserve">Пачелмского района  Пензенской области </w:t>
            </w:r>
          </w:p>
        </w:tc>
      </w:tr>
      <w:tr w:rsidR="00F02424" w:rsidRPr="0043557C">
        <w:tc>
          <w:tcPr>
            <w:tcW w:w="5000" w:type="pct"/>
            <w:noWrap/>
          </w:tcPr>
          <w:p w:rsidR="00F02424" w:rsidRPr="0043557C" w:rsidRDefault="00F02424" w:rsidP="005C0AD1">
            <w:pPr>
              <w:jc w:val="right"/>
            </w:pPr>
            <w:r w:rsidRPr="0043557C">
              <w:t xml:space="preserve"> </w:t>
            </w:r>
            <w:r>
              <w:t xml:space="preserve"> </w:t>
            </w:r>
          </w:p>
          <w:p w:rsidR="00F02424" w:rsidRPr="00CD265B" w:rsidRDefault="00F02424" w:rsidP="00061CC1">
            <w:pPr>
              <w:jc w:val="right"/>
            </w:pPr>
            <w:r>
              <w:t>от 25.12.2020  № 03-23/3</w:t>
            </w:r>
            <w:r w:rsidRPr="00CD265B">
              <w:t xml:space="preserve">  </w:t>
            </w:r>
          </w:p>
          <w:p w:rsidR="00F02424" w:rsidRPr="0043557C" w:rsidRDefault="00F02424" w:rsidP="00B7797E">
            <w:pPr>
              <w:tabs>
                <w:tab w:val="left" w:pos="6620"/>
              </w:tabs>
              <w:jc w:val="right"/>
            </w:pPr>
          </w:p>
          <w:p w:rsidR="00F02424" w:rsidRPr="0043557C" w:rsidRDefault="00F02424" w:rsidP="005C0AD1">
            <w:pPr>
              <w:tabs>
                <w:tab w:val="left" w:pos="6620"/>
              </w:tabs>
            </w:pPr>
          </w:p>
        </w:tc>
      </w:tr>
    </w:tbl>
    <w:p w:rsidR="00F02424" w:rsidRPr="00707EC8" w:rsidRDefault="00F02424" w:rsidP="003C42A1">
      <w:pPr>
        <w:pStyle w:val="BodyText"/>
        <w:jc w:val="center"/>
        <w:rPr>
          <w:b/>
          <w:bCs/>
          <w:sz w:val="22"/>
          <w:szCs w:val="22"/>
        </w:rPr>
      </w:pPr>
      <w:r w:rsidRPr="00707EC8">
        <w:rPr>
          <w:b/>
          <w:bCs/>
          <w:sz w:val="24"/>
          <w:szCs w:val="24"/>
        </w:rPr>
        <w:t>Перечень главных администраторов источников финансирования дефицита бюджета Шейнского сельсовета Пачелмского района Пензенской области.</w:t>
      </w:r>
    </w:p>
    <w:p w:rsidR="00F02424" w:rsidRPr="0043557C" w:rsidRDefault="00F02424" w:rsidP="003C42A1">
      <w:pPr>
        <w:pStyle w:val="BodyText"/>
        <w:jc w:val="center"/>
        <w:rPr>
          <w:b/>
          <w:bCs/>
          <w:sz w:val="22"/>
          <w:szCs w:val="22"/>
        </w:rPr>
      </w:pPr>
    </w:p>
    <w:tbl>
      <w:tblPr>
        <w:tblW w:w="992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7371"/>
        <w:gridCol w:w="1842"/>
      </w:tblGrid>
      <w:tr w:rsidR="00F02424" w:rsidRPr="004355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F02424" w:rsidRPr="0043557C" w:rsidRDefault="00F02424" w:rsidP="00B7797E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 xml:space="preserve">№ </w:t>
            </w:r>
          </w:p>
          <w:p w:rsidR="00F02424" w:rsidRPr="0043557C" w:rsidRDefault="00F02424" w:rsidP="00B7797E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п/п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7797E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7797E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Код главного администратора</w:t>
            </w:r>
          </w:p>
        </w:tc>
      </w:tr>
      <w:tr w:rsidR="00F02424" w:rsidRPr="0043557C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02424" w:rsidRPr="0043557C" w:rsidRDefault="00F02424" w:rsidP="003C42A1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2424" w:rsidRPr="0043557C" w:rsidRDefault="00F02424" w:rsidP="00B779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Администрация</w:t>
            </w:r>
            <w:r>
              <w:rPr>
                <w:sz w:val="22"/>
                <w:szCs w:val="22"/>
              </w:rPr>
              <w:t xml:space="preserve"> сельского поселения </w:t>
            </w:r>
            <w:r w:rsidRPr="0043557C">
              <w:rPr>
                <w:sz w:val="22"/>
                <w:szCs w:val="22"/>
              </w:rPr>
              <w:t xml:space="preserve"> Шейнск</w:t>
            </w:r>
            <w:r>
              <w:rPr>
                <w:sz w:val="22"/>
                <w:szCs w:val="22"/>
              </w:rPr>
              <w:t>ий</w:t>
            </w:r>
            <w:r w:rsidRPr="0043557C">
              <w:rPr>
                <w:sz w:val="22"/>
                <w:szCs w:val="22"/>
              </w:rPr>
              <w:t xml:space="preserve"> сельсовет Пачелмского района Пензенской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424" w:rsidRPr="0043557C" w:rsidRDefault="00F02424" w:rsidP="00B7797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901</w:t>
            </w:r>
          </w:p>
        </w:tc>
      </w:tr>
    </w:tbl>
    <w:p w:rsidR="00F02424" w:rsidRPr="0043557C" w:rsidRDefault="00F02424" w:rsidP="003C42A1">
      <w:pPr>
        <w:snapToGrid w:val="0"/>
        <w:ind w:right="64"/>
        <w:jc w:val="center"/>
        <w:rPr>
          <w:b/>
          <w:bCs/>
          <w:sz w:val="22"/>
          <w:szCs w:val="22"/>
        </w:rPr>
      </w:pPr>
    </w:p>
    <w:p w:rsidR="00F02424" w:rsidRPr="0043557C" w:rsidRDefault="00F02424" w:rsidP="00432137">
      <w:pPr>
        <w:pStyle w:val="BodyText"/>
        <w:spacing w:line="240" w:lineRule="exact"/>
        <w:rPr>
          <w:sz w:val="16"/>
          <w:szCs w:val="16"/>
        </w:rPr>
      </w:pPr>
    </w:p>
    <w:p w:rsidR="00F02424" w:rsidRDefault="00F02424" w:rsidP="00CF42E1"/>
    <w:p w:rsidR="00F02424" w:rsidRDefault="00F02424" w:rsidP="00CF42E1"/>
    <w:p w:rsidR="00F02424" w:rsidRPr="0043557C" w:rsidRDefault="00F02424" w:rsidP="00CF42E1"/>
    <w:p w:rsidR="00F02424" w:rsidRPr="0043557C" w:rsidRDefault="00F02424" w:rsidP="00BB3158">
      <w:pPr>
        <w:pStyle w:val="BodyTex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Приложение  5</w:t>
      </w:r>
    </w:p>
    <w:p w:rsidR="00F02424" w:rsidRPr="0043557C" w:rsidRDefault="00F02424" w:rsidP="00BB3158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F02424" w:rsidRPr="0043557C" w:rsidRDefault="00F02424" w:rsidP="00BB3158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F02424" w:rsidRPr="00061CC1" w:rsidRDefault="00F02424" w:rsidP="00061CC1">
      <w:pPr>
        <w:pStyle w:val="BodyText"/>
        <w:spacing w:line="240" w:lineRule="exact"/>
        <w:jc w:val="right"/>
        <w:rPr>
          <w:sz w:val="24"/>
          <w:szCs w:val="24"/>
        </w:rPr>
      </w:pPr>
      <w:r w:rsidRPr="00061CC1">
        <w:rPr>
          <w:sz w:val="24"/>
          <w:szCs w:val="24"/>
        </w:rPr>
        <w:t xml:space="preserve">Пачелмского района Пензенской области                                                                                                  от 25.12.2020  № 03-23/3  </w:t>
      </w:r>
    </w:p>
    <w:p w:rsidR="00F02424" w:rsidRPr="0043557C" w:rsidRDefault="00F02424" w:rsidP="00BB3158">
      <w:pPr>
        <w:jc w:val="right"/>
      </w:pPr>
    </w:p>
    <w:p w:rsidR="00F02424" w:rsidRPr="0043557C" w:rsidRDefault="00F02424" w:rsidP="00BB3158">
      <w:pPr>
        <w:pStyle w:val="BodyText"/>
        <w:ind w:firstLine="540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Источники финансирования дефицита бюджета Шейнского сельсовета Пачелмского района Пензенской области , закрепленные за главными  администраторами </w:t>
      </w:r>
      <w:r w:rsidRPr="00FB4F77">
        <w:rPr>
          <w:b/>
          <w:bCs/>
          <w:sz w:val="24"/>
          <w:szCs w:val="24"/>
        </w:rPr>
        <w:t>источников финансирования дефицита бюджета</w:t>
      </w:r>
      <w:r w:rsidRPr="0043557C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.</w:t>
      </w:r>
    </w:p>
    <w:p w:rsidR="00F02424" w:rsidRPr="0043557C" w:rsidRDefault="00F02424" w:rsidP="00BB3158">
      <w:pPr>
        <w:pStyle w:val="BodyText"/>
        <w:ind w:firstLine="540"/>
        <w:jc w:val="center"/>
        <w:rPr>
          <w:b/>
          <w:bCs/>
          <w:sz w:val="24"/>
          <w:szCs w:val="24"/>
        </w:rPr>
      </w:pPr>
    </w:p>
    <w:p w:rsidR="00F02424" w:rsidRPr="0043557C" w:rsidRDefault="00F02424" w:rsidP="00F74BB6">
      <w:pPr>
        <w:pStyle w:val="BodyText"/>
        <w:rPr>
          <w:b/>
          <w:bCs/>
          <w:sz w:val="24"/>
          <w:szCs w:val="24"/>
        </w:rPr>
      </w:pPr>
    </w:p>
    <w:tbl>
      <w:tblPr>
        <w:tblW w:w="9639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83"/>
        <w:gridCol w:w="2945"/>
        <w:gridCol w:w="5911"/>
      </w:tblGrid>
      <w:tr w:rsidR="00F02424" w:rsidRPr="0043557C">
        <w:trPr>
          <w:trHeight w:val="840"/>
          <w:tblHeader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CF743C">
            <w:pPr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 xml:space="preserve">Код главного администратора </w:t>
            </w:r>
            <w:r w:rsidRPr="0043557C">
              <w:rPr>
                <w:sz w:val="24"/>
                <w:szCs w:val="24"/>
              </w:rPr>
              <w:br/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CF74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Код поступлений в бюджет, группы,</w:t>
            </w:r>
          </w:p>
          <w:p w:rsidR="00F02424" w:rsidRPr="0043557C" w:rsidRDefault="00F02424" w:rsidP="00CF74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подгруппы, статьи, подстатьи,</w:t>
            </w:r>
          </w:p>
          <w:p w:rsidR="00F02424" w:rsidRPr="0043557C" w:rsidRDefault="00F02424" w:rsidP="00CF74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элемента, подвида, аналитической</w:t>
            </w:r>
          </w:p>
          <w:p w:rsidR="00F02424" w:rsidRPr="0043557C" w:rsidRDefault="00F02424" w:rsidP="00CF743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группы вида источников</w:t>
            </w:r>
          </w:p>
          <w:p w:rsidR="00F02424" w:rsidRPr="0043557C" w:rsidRDefault="00F02424" w:rsidP="00CF743C">
            <w:pPr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финансирования дефицитов бюджетов</w:t>
            </w:r>
          </w:p>
        </w:tc>
        <w:tc>
          <w:tcPr>
            <w:tcW w:w="5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CF743C">
            <w:pPr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Наименование</w:t>
            </w:r>
          </w:p>
        </w:tc>
      </w:tr>
      <w:tr w:rsidR="00F02424" w:rsidRPr="0043557C">
        <w:trPr>
          <w:trHeight w:val="240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455FFC">
            <w:pPr>
              <w:spacing w:before="240"/>
              <w:rPr>
                <w:b/>
                <w:bCs/>
              </w:rPr>
            </w:pPr>
            <w:r w:rsidRPr="0043557C">
              <w:rPr>
                <w:b/>
                <w:bCs/>
              </w:rPr>
              <w:t>901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455FFC">
            <w:pPr>
              <w:spacing w:before="240"/>
              <w:rPr>
                <w:b/>
                <w:bCs/>
              </w:rPr>
            </w:pPr>
          </w:p>
        </w:tc>
        <w:tc>
          <w:tcPr>
            <w:tcW w:w="5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033DD4">
            <w:pPr>
              <w:spacing w:before="240"/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Администрация </w:t>
            </w:r>
            <w:r>
              <w:rPr>
                <w:b/>
                <w:bCs/>
              </w:rPr>
              <w:t xml:space="preserve"> сельского поселения </w:t>
            </w:r>
            <w:r w:rsidRPr="0043557C">
              <w:rPr>
                <w:b/>
                <w:bCs/>
              </w:rPr>
              <w:t>Шейнск</w:t>
            </w:r>
            <w:r>
              <w:rPr>
                <w:b/>
                <w:bCs/>
              </w:rPr>
              <w:t>ий</w:t>
            </w:r>
            <w:r w:rsidRPr="0043557C">
              <w:rPr>
                <w:b/>
                <w:bCs/>
              </w:rPr>
              <w:t xml:space="preserve"> сельсовет Пачелмского района Пензенской области</w:t>
            </w:r>
          </w:p>
        </w:tc>
      </w:tr>
      <w:tr w:rsidR="00F02424" w:rsidRPr="0043557C">
        <w:trPr>
          <w:trHeight w:val="720"/>
        </w:trPr>
        <w:tc>
          <w:tcPr>
            <w:tcW w:w="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420934">
            <w:r w:rsidRPr="0043557C">
              <w:t>901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420934">
            <w:r w:rsidRPr="0043557C">
              <w:t>01 05 02 01 10 0000 510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455FFC">
            <w:r w:rsidRPr="0043557C">
              <w:t xml:space="preserve">Увеличение прочих остатков денежных средств бюджетов сельских поселений </w:t>
            </w:r>
          </w:p>
        </w:tc>
      </w:tr>
      <w:tr w:rsidR="00F02424" w:rsidRPr="0043557C">
        <w:trPr>
          <w:trHeight w:val="330"/>
        </w:trPr>
        <w:tc>
          <w:tcPr>
            <w:tcW w:w="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420934">
            <w:r w:rsidRPr="0043557C">
              <w:t>901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420934">
            <w:r w:rsidRPr="0043557C">
              <w:t>01 05 02 01 10 0000 610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424" w:rsidRPr="0043557C" w:rsidRDefault="00F02424" w:rsidP="00455FFC">
            <w:r w:rsidRPr="0043557C">
              <w:t>Уменьшение прочих остатков денежных средств бюджетов сельских поселений</w:t>
            </w:r>
          </w:p>
        </w:tc>
      </w:tr>
    </w:tbl>
    <w:p w:rsidR="00F02424" w:rsidRDefault="00F02424" w:rsidP="00575AA2">
      <w:pPr>
        <w:pStyle w:val="BodyText"/>
        <w:rPr>
          <w:sz w:val="24"/>
          <w:szCs w:val="24"/>
        </w:rPr>
      </w:pPr>
    </w:p>
    <w:p w:rsidR="00F02424" w:rsidRDefault="00F02424" w:rsidP="00575AA2">
      <w:pPr>
        <w:pStyle w:val="BodyText"/>
        <w:rPr>
          <w:sz w:val="24"/>
          <w:szCs w:val="24"/>
        </w:rPr>
      </w:pPr>
    </w:p>
    <w:p w:rsidR="00F02424" w:rsidRDefault="00F02424" w:rsidP="00575AA2">
      <w:pPr>
        <w:pStyle w:val="BodyText"/>
        <w:rPr>
          <w:sz w:val="24"/>
          <w:szCs w:val="24"/>
        </w:rPr>
      </w:pPr>
    </w:p>
    <w:p w:rsidR="00F02424" w:rsidRDefault="00F02424" w:rsidP="00575AA2">
      <w:pPr>
        <w:pStyle w:val="BodyText"/>
        <w:rPr>
          <w:sz w:val="24"/>
          <w:szCs w:val="24"/>
        </w:rPr>
      </w:pPr>
    </w:p>
    <w:p w:rsidR="00F02424" w:rsidRDefault="00F02424" w:rsidP="00575AA2">
      <w:pPr>
        <w:pStyle w:val="BodyText"/>
        <w:rPr>
          <w:sz w:val="24"/>
          <w:szCs w:val="24"/>
        </w:rPr>
      </w:pPr>
    </w:p>
    <w:p w:rsidR="00F02424" w:rsidRPr="0043557C" w:rsidRDefault="00F02424" w:rsidP="00575AA2">
      <w:pPr>
        <w:pStyle w:val="BodyText"/>
        <w:rPr>
          <w:sz w:val="24"/>
          <w:szCs w:val="24"/>
        </w:rPr>
      </w:pPr>
    </w:p>
    <w:p w:rsidR="00F02424" w:rsidRPr="0043557C" w:rsidRDefault="00F02424" w:rsidP="009D7710">
      <w:pPr>
        <w:pStyle w:val="Heading8"/>
        <w:spacing w:after="120"/>
        <w:rPr>
          <w:b w:val="0"/>
          <w:bCs w:val="0"/>
          <w:sz w:val="20"/>
          <w:szCs w:val="20"/>
        </w:rPr>
      </w:pPr>
      <w:r w:rsidRPr="0043557C">
        <w:rPr>
          <w:b w:val="0"/>
          <w:bCs w:val="0"/>
          <w:sz w:val="20"/>
          <w:szCs w:val="20"/>
        </w:rPr>
        <w:t>Приложение 6</w:t>
      </w:r>
    </w:p>
    <w:p w:rsidR="00F02424" w:rsidRPr="0043557C" w:rsidRDefault="00F02424" w:rsidP="009D7710">
      <w:pPr>
        <w:tabs>
          <w:tab w:val="left" w:pos="6620"/>
        </w:tabs>
        <w:jc w:val="right"/>
      </w:pPr>
      <w:r w:rsidRPr="0043557C">
        <w:t xml:space="preserve">к решению Комитета местного самоуправления </w:t>
      </w:r>
    </w:p>
    <w:p w:rsidR="00F02424" w:rsidRPr="0043557C" w:rsidRDefault="00F02424" w:rsidP="009D7710">
      <w:pPr>
        <w:tabs>
          <w:tab w:val="left" w:pos="6620"/>
        </w:tabs>
        <w:jc w:val="right"/>
      </w:pPr>
      <w:r w:rsidRPr="0043557C">
        <w:t>Шейнского сельсовета</w:t>
      </w:r>
    </w:p>
    <w:p w:rsidR="00F02424" w:rsidRPr="0043557C" w:rsidRDefault="00F02424" w:rsidP="009D7710">
      <w:pPr>
        <w:tabs>
          <w:tab w:val="left" w:pos="6620"/>
        </w:tabs>
        <w:jc w:val="right"/>
      </w:pPr>
      <w:r w:rsidRPr="0043557C">
        <w:t xml:space="preserve">Пачелмского района  Пензенской области 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Pr="0043557C" w:rsidRDefault="00F02424" w:rsidP="009A52BE">
      <w:pPr>
        <w:tabs>
          <w:tab w:val="left" w:pos="6620"/>
        </w:tabs>
      </w:pPr>
    </w:p>
    <w:p w:rsidR="00F02424" w:rsidRPr="0043557C" w:rsidRDefault="00F02424" w:rsidP="009D7710">
      <w:pPr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Объем  налоговых и неналоговых доходов в бюджет Шейнского сельсовета </w:t>
      </w:r>
    </w:p>
    <w:p w:rsidR="00F02424" w:rsidRPr="0043557C" w:rsidRDefault="00F02424" w:rsidP="009D7710">
      <w:pPr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Пачелмского района Пензенской области </w:t>
      </w:r>
    </w:p>
    <w:p w:rsidR="00F02424" w:rsidRPr="0043557C" w:rsidRDefault="00F02424" w:rsidP="009D7710">
      <w:pPr>
        <w:spacing w:after="120"/>
        <w:ind w:left="1418" w:hanging="14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2021</w:t>
      </w:r>
      <w:r w:rsidRPr="0043557C">
        <w:rPr>
          <w:b/>
          <w:bCs/>
          <w:sz w:val="24"/>
          <w:szCs w:val="24"/>
        </w:rPr>
        <w:t xml:space="preserve"> год и </w:t>
      </w:r>
      <w:r>
        <w:rPr>
          <w:b/>
          <w:bCs/>
          <w:sz w:val="24"/>
          <w:szCs w:val="24"/>
        </w:rPr>
        <w:t xml:space="preserve"> плановый период 2022 и 2023</w:t>
      </w:r>
      <w:r w:rsidRPr="0043557C">
        <w:rPr>
          <w:b/>
          <w:bCs/>
          <w:sz w:val="24"/>
          <w:szCs w:val="24"/>
        </w:rPr>
        <w:t xml:space="preserve"> годов</w:t>
      </w:r>
      <w:r>
        <w:rPr>
          <w:b/>
          <w:bCs/>
          <w:sz w:val="24"/>
          <w:szCs w:val="24"/>
        </w:rPr>
        <w:t>.</w:t>
      </w:r>
    </w:p>
    <w:p w:rsidR="00F02424" w:rsidRPr="0043557C" w:rsidRDefault="00F02424" w:rsidP="009D7710">
      <w:pPr>
        <w:ind w:left="1418" w:hanging="1418"/>
        <w:jc w:val="center"/>
      </w:pPr>
      <w:r w:rsidRPr="0043557C">
        <w:t xml:space="preserve">                                                                                   (тыс. рублей)</w:t>
      </w:r>
    </w:p>
    <w:tbl>
      <w:tblPr>
        <w:tblW w:w="11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4961"/>
        <w:gridCol w:w="992"/>
        <w:gridCol w:w="1134"/>
        <w:gridCol w:w="1596"/>
      </w:tblGrid>
      <w:tr w:rsidR="00F02424" w:rsidRPr="0043557C" w:rsidTr="00683B11">
        <w:trPr>
          <w:cantSplit/>
          <w:trHeight w:val="562"/>
          <w:tblHeader/>
        </w:trPr>
        <w:tc>
          <w:tcPr>
            <w:tcW w:w="2694" w:type="dxa"/>
            <w:vAlign w:val="center"/>
          </w:tcPr>
          <w:p w:rsidR="00F02424" w:rsidRPr="0043557C" w:rsidRDefault="00F02424" w:rsidP="00B7797E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Код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Виды доходов</w:t>
            </w:r>
          </w:p>
        </w:tc>
        <w:tc>
          <w:tcPr>
            <w:tcW w:w="992" w:type="dxa"/>
            <w:vAlign w:val="bottom"/>
          </w:tcPr>
          <w:p w:rsidR="00F02424" w:rsidRPr="0043557C" w:rsidRDefault="00F02424" w:rsidP="00B779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2021</w:t>
            </w:r>
            <w:r w:rsidRPr="0043557C">
              <w:rPr>
                <w:b/>
                <w:bCs/>
              </w:rPr>
              <w:t>год</w:t>
            </w:r>
          </w:p>
        </w:tc>
        <w:tc>
          <w:tcPr>
            <w:tcW w:w="1134" w:type="dxa"/>
            <w:vAlign w:val="bottom"/>
          </w:tcPr>
          <w:p w:rsidR="00F02424" w:rsidRPr="0043557C" w:rsidRDefault="00F02424" w:rsidP="0083410E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Сумма на </w:t>
            </w:r>
            <w:r>
              <w:rPr>
                <w:b/>
                <w:bCs/>
              </w:rPr>
              <w:t>2022</w:t>
            </w:r>
            <w:r w:rsidRPr="0043557C">
              <w:rPr>
                <w:b/>
                <w:bCs/>
              </w:rPr>
              <w:t xml:space="preserve"> год</w:t>
            </w:r>
          </w:p>
        </w:tc>
        <w:tc>
          <w:tcPr>
            <w:tcW w:w="1596" w:type="dxa"/>
            <w:vAlign w:val="bottom"/>
          </w:tcPr>
          <w:p w:rsidR="00F02424" w:rsidRPr="0043557C" w:rsidRDefault="00F02424" w:rsidP="00B7797E">
            <w:pPr>
              <w:rPr>
                <w:b/>
                <w:bCs/>
              </w:rPr>
            </w:pPr>
            <w:r w:rsidRPr="0043557C">
              <w:rPr>
                <w:b/>
                <w:bCs/>
              </w:rPr>
              <w:t>Сумма на</w:t>
            </w:r>
          </w:p>
          <w:p w:rsidR="00F02424" w:rsidRPr="0043557C" w:rsidRDefault="00F02424" w:rsidP="0083410E">
            <w:pPr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2023</w:t>
            </w:r>
            <w:r w:rsidRPr="0043557C">
              <w:rPr>
                <w:b/>
                <w:bCs/>
              </w:rPr>
              <w:t xml:space="preserve"> год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B7797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2566,0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124B7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2599,0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124B7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2656,0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E81D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E81D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E81D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000 1 01 02000 01 0000 110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B77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000 1 03 00000 00 0000 000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F02424" w:rsidRPr="006A688B" w:rsidRDefault="00F02424" w:rsidP="006C1CA4">
            <w:pPr>
              <w:jc w:val="right"/>
              <w:rPr>
                <w:b/>
                <w:sz w:val="22"/>
                <w:szCs w:val="22"/>
              </w:rPr>
            </w:pPr>
            <w:r w:rsidRPr="006A688B">
              <w:rPr>
                <w:b/>
                <w:sz w:val="22"/>
                <w:szCs w:val="22"/>
              </w:rPr>
              <w:t>818,0</w:t>
            </w:r>
          </w:p>
        </w:tc>
        <w:tc>
          <w:tcPr>
            <w:tcW w:w="1134" w:type="dxa"/>
            <w:noWrap/>
            <w:vAlign w:val="center"/>
          </w:tcPr>
          <w:p w:rsidR="00F02424" w:rsidRPr="006A688B" w:rsidRDefault="00F02424" w:rsidP="006C1CA4">
            <w:pPr>
              <w:jc w:val="right"/>
              <w:rPr>
                <w:b/>
                <w:sz w:val="22"/>
                <w:szCs w:val="22"/>
              </w:rPr>
            </w:pPr>
            <w:r w:rsidRPr="006A688B">
              <w:rPr>
                <w:b/>
                <w:sz w:val="22"/>
                <w:szCs w:val="22"/>
              </w:rPr>
              <w:t>850,0</w:t>
            </w:r>
          </w:p>
        </w:tc>
        <w:tc>
          <w:tcPr>
            <w:tcW w:w="1596" w:type="dxa"/>
            <w:noWrap/>
            <w:vAlign w:val="center"/>
          </w:tcPr>
          <w:p w:rsidR="00F02424" w:rsidRPr="006A688B" w:rsidRDefault="00F02424" w:rsidP="006C1CA4">
            <w:pPr>
              <w:rPr>
                <w:b/>
                <w:sz w:val="22"/>
                <w:szCs w:val="22"/>
              </w:rPr>
            </w:pPr>
            <w:r w:rsidRPr="006A688B">
              <w:rPr>
                <w:b/>
                <w:sz w:val="22"/>
                <w:szCs w:val="22"/>
              </w:rPr>
              <w:t>907,0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000 1 03 02000 01 0000 110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9A5DF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9A5DF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780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E81DE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0704B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E81DE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000 1 05 03000 01 0000 110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sz w:val="22"/>
                <w:szCs w:val="22"/>
              </w:rPr>
            </w:pPr>
            <w:r w:rsidRPr="0043557C">
              <w:rPr>
                <w:rStyle w:val="blk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B77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000 1 06 00000 00 0000 000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FE2BD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1670,0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0704B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1670,0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DD6A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1670,0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000 1 06 01000 00 0000 110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DD6A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000 1 06 06000 00 0000 110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DD6A5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B7797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B779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1490,0</w:t>
            </w:r>
          </w:p>
        </w:tc>
      </w:tr>
      <w:tr w:rsidR="00F02424" w:rsidRPr="0043557C" w:rsidTr="00683B11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F02424" w:rsidRPr="0043557C" w:rsidRDefault="00F02424" w:rsidP="00B7797E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000 1 11 0000 00 00000 000</w:t>
            </w:r>
          </w:p>
        </w:tc>
        <w:tc>
          <w:tcPr>
            <w:tcW w:w="4961" w:type="dxa"/>
            <w:vAlign w:val="center"/>
          </w:tcPr>
          <w:p w:rsidR="00F02424" w:rsidRPr="0043557C" w:rsidRDefault="00F02424" w:rsidP="00B7797E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noWrap/>
            <w:vAlign w:val="center"/>
          </w:tcPr>
          <w:p w:rsidR="00F02424" w:rsidRPr="0043557C" w:rsidRDefault="00F02424" w:rsidP="00DD6A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134" w:type="dxa"/>
            <w:noWrap/>
            <w:vAlign w:val="center"/>
          </w:tcPr>
          <w:p w:rsidR="00F02424" w:rsidRPr="0043557C" w:rsidRDefault="00F02424" w:rsidP="00DD6A5D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  <w:tc>
          <w:tcPr>
            <w:tcW w:w="1596" w:type="dxa"/>
            <w:noWrap/>
            <w:vAlign w:val="center"/>
          </w:tcPr>
          <w:p w:rsidR="00F02424" w:rsidRPr="0043557C" w:rsidRDefault="00F02424" w:rsidP="00DD6A5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56,0</w:t>
            </w:r>
          </w:p>
        </w:tc>
      </w:tr>
    </w:tbl>
    <w:p w:rsidR="00F02424" w:rsidRPr="0043557C" w:rsidRDefault="00F02424" w:rsidP="00432137">
      <w:pPr>
        <w:pStyle w:val="BodyText"/>
        <w:spacing w:line="240" w:lineRule="exact"/>
        <w:rPr>
          <w:b/>
          <w:bCs/>
        </w:rPr>
      </w:pPr>
    </w:p>
    <w:p w:rsidR="00F02424" w:rsidRPr="0043557C" w:rsidRDefault="00F02424" w:rsidP="00432137">
      <w:pPr>
        <w:pStyle w:val="BodyText"/>
        <w:spacing w:line="240" w:lineRule="exact"/>
        <w:rPr>
          <w:b/>
          <w:bCs/>
        </w:rPr>
      </w:pPr>
    </w:p>
    <w:p w:rsidR="00F02424" w:rsidRPr="0043557C" w:rsidRDefault="00F02424" w:rsidP="00432137">
      <w:pPr>
        <w:pStyle w:val="BodyText"/>
        <w:spacing w:line="240" w:lineRule="exact"/>
        <w:rPr>
          <w:b/>
          <w:bCs/>
        </w:rPr>
      </w:pPr>
    </w:p>
    <w:p w:rsidR="00F02424" w:rsidRPr="0043557C" w:rsidRDefault="00F02424" w:rsidP="00E76356">
      <w:pPr>
        <w:pStyle w:val="BodyTex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Приложение  7</w:t>
      </w:r>
    </w:p>
    <w:p w:rsidR="00F02424" w:rsidRPr="0043557C" w:rsidRDefault="00F02424" w:rsidP="00E76356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F02424" w:rsidRPr="0043557C" w:rsidRDefault="00F02424" w:rsidP="00E76356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F02424" w:rsidRPr="0043557C" w:rsidRDefault="00F02424" w:rsidP="00E76356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Pr="0043557C" w:rsidRDefault="00F02424" w:rsidP="00A3333D">
      <w:pPr>
        <w:jc w:val="right"/>
      </w:pPr>
    </w:p>
    <w:p w:rsidR="00F02424" w:rsidRDefault="00F02424" w:rsidP="005E317F">
      <w:pPr>
        <w:jc w:val="right"/>
      </w:pPr>
    </w:p>
    <w:p w:rsidR="00F02424" w:rsidRDefault="00F02424" w:rsidP="005E317F">
      <w:pPr>
        <w:rPr>
          <w:b/>
          <w:bCs/>
          <w:sz w:val="24"/>
          <w:szCs w:val="24"/>
        </w:rPr>
      </w:pPr>
    </w:p>
    <w:p w:rsidR="00F02424" w:rsidRDefault="00F02424" w:rsidP="005E317F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Объем безвозмездных поступлений в бюджет   Шейнского сельсовета                                         Пачелмского района Пензенской области на 2021 год и  плановый период 2022 и 2023 годов.</w:t>
      </w:r>
    </w:p>
    <w:p w:rsidR="00F02424" w:rsidRDefault="00F02424" w:rsidP="005E317F">
      <w:pPr>
        <w:jc w:val="right"/>
      </w:pPr>
    </w:p>
    <w:p w:rsidR="00F02424" w:rsidRDefault="00F02424" w:rsidP="005E317F">
      <w:pPr>
        <w:pStyle w:val="BodyTex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тыс.руб.</w:t>
      </w:r>
    </w:p>
    <w:tbl>
      <w:tblPr>
        <w:tblW w:w="9580" w:type="dxa"/>
        <w:jc w:val="center"/>
        <w:tblLook w:val="00A0"/>
      </w:tblPr>
      <w:tblGrid>
        <w:gridCol w:w="2239"/>
        <w:gridCol w:w="3121"/>
        <w:gridCol w:w="1340"/>
        <w:gridCol w:w="1340"/>
        <w:gridCol w:w="1540"/>
      </w:tblGrid>
      <w:tr w:rsidR="00F02424" w:rsidTr="005E317F">
        <w:trPr>
          <w:trHeight w:val="510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Код доходов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Виды доходов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424" w:rsidRDefault="00F02424" w:rsidP="005E317F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2021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424" w:rsidRDefault="00F0242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424" w:rsidRDefault="00F0242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2023 год</w:t>
            </w:r>
          </w:p>
        </w:tc>
      </w:tr>
      <w:tr w:rsidR="00F02424" w:rsidTr="005E317F">
        <w:trPr>
          <w:trHeight w:val="248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00020200000000000000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 w:rsidP="006A688B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1963,0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1319,6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1321,9</w:t>
            </w:r>
          </w:p>
        </w:tc>
      </w:tr>
      <w:tr w:rsidR="00F02424" w:rsidTr="005E317F">
        <w:trPr>
          <w:trHeight w:val="5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00020210000000000150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Дотации бюджетам 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1225,9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1225,3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1224,1</w:t>
            </w:r>
          </w:p>
        </w:tc>
      </w:tr>
      <w:tr w:rsidR="00F02424" w:rsidTr="005E317F">
        <w:trPr>
          <w:trHeight w:val="379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  <w:r>
              <w:t>00020215001100000150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pPr>
              <w:widowControl/>
            </w:pPr>
            <w: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246,8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246,2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245,0</w:t>
            </w:r>
          </w:p>
        </w:tc>
      </w:tr>
      <w:tr w:rsidR="00F02424" w:rsidTr="005E317F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</w:pPr>
            <w:r>
              <w:t>00020216001100000150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widowControl/>
            </w:pPr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r>
              <w:t>979,1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r>
              <w:t>979,1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r>
              <w:t>979,1</w:t>
            </w:r>
          </w:p>
        </w:tc>
      </w:tr>
      <w:tr w:rsidR="00F02424" w:rsidTr="005E317F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00020240000000000150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rPr>
                <w:color w:val="FF0000"/>
                <w:sz w:val="28"/>
                <w:szCs w:val="28"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646,0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rPr>
                <w:b/>
                <w:bCs/>
              </w:rPr>
            </w:pPr>
          </w:p>
          <w:p w:rsidR="00F02424" w:rsidRDefault="00F0242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:rsidR="00F02424" w:rsidRDefault="00F0242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2,2</w:t>
            </w:r>
          </w:p>
        </w:tc>
      </w:tr>
      <w:tr w:rsidR="00F02424" w:rsidTr="005E317F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F02424" w:rsidRDefault="00F02424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  <w: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</w:p>
          <w:p w:rsidR="00F02424" w:rsidRDefault="00F02424">
            <w:pPr>
              <w:widowControl/>
              <w:jc w:val="center"/>
            </w:pPr>
            <w:r>
              <w:t>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jc w:val="center"/>
            </w:pPr>
          </w:p>
          <w:p w:rsidR="00F02424" w:rsidRDefault="00F02424"/>
          <w:p w:rsidR="00F02424" w:rsidRDefault="00F02424"/>
          <w:p w:rsidR="00F02424" w:rsidRDefault="00F02424"/>
          <w:p w:rsidR="00F02424" w:rsidRDefault="00F02424"/>
          <w:p w:rsidR="00F02424" w:rsidRDefault="00F02424">
            <w:pPr>
              <w:jc w:val="center"/>
            </w:pPr>
            <w:r>
              <w:t>2,2</w:t>
            </w:r>
          </w:p>
        </w:tc>
      </w:tr>
      <w:tr w:rsidR="00F02424" w:rsidTr="005E317F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</w:pPr>
            <w:r>
              <w:t>00020249999100000150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  <w:r>
              <w:t>643,8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  <w: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jc w:val="center"/>
            </w:pPr>
          </w:p>
          <w:p w:rsidR="00F02424" w:rsidRDefault="00F02424">
            <w:pPr>
              <w:jc w:val="center"/>
            </w:pPr>
            <w:r>
              <w:t>0</w:t>
            </w:r>
          </w:p>
        </w:tc>
      </w:tr>
      <w:tr w:rsidR="00F02424" w:rsidTr="005E317F">
        <w:trPr>
          <w:trHeight w:val="6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00020230000000000150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 w:rsidP="00086DA7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95,6</w:t>
            </w:r>
          </w:p>
        </w:tc>
      </w:tr>
      <w:tr w:rsidR="00F02424" w:rsidTr="005E317F">
        <w:trPr>
          <w:trHeight w:val="6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</w:pPr>
            <w:r>
              <w:t>00020235118000000150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>
            <w:pPr>
              <w:widowControl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  <w:r>
              <w:t>91,1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  <w:r>
              <w:t>92,1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  <w:r>
              <w:t>95,6</w:t>
            </w:r>
          </w:p>
        </w:tc>
      </w:tr>
      <w:tr w:rsidR="00F02424" w:rsidTr="00124B75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</w:pPr>
            <w:r>
              <w:t>00020235118100000150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424" w:rsidRDefault="00F02424" w:rsidP="00124B75">
            <w:r>
              <w:t>Субвенции бюджетам сельских поселений 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  <w:r>
              <w:t>91,1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  <w:r>
              <w:t>92,1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424" w:rsidRDefault="00F02424">
            <w:pPr>
              <w:widowControl/>
              <w:jc w:val="center"/>
            </w:pPr>
            <w:r>
              <w:t>95,6</w:t>
            </w:r>
          </w:p>
        </w:tc>
      </w:tr>
    </w:tbl>
    <w:p w:rsidR="00F02424" w:rsidRPr="0043557C" w:rsidRDefault="00F02424" w:rsidP="00A3333D">
      <w:pPr>
        <w:jc w:val="right"/>
      </w:pPr>
      <w:r w:rsidRPr="0043557C">
        <w:t xml:space="preserve"> </w:t>
      </w:r>
    </w:p>
    <w:p w:rsidR="00F02424" w:rsidRPr="0043557C" w:rsidRDefault="00F02424" w:rsidP="000747BE">
      <w:pPr>
        <w:pStyle w:val="BodyText"/>
        <w:rPr>
          <w:sz w:val="24"/>
          <w:szCs w:val="24"/>
        </w:rPr>
      </w:pPr>
    </w:p>
    <w:p w:rsidR="00F02424" w:rsidRPr="0043557C" w:rsidRDefault="00F02424" w:rsidP="00775F45">
      <w:pPr>
        <w:jc w:val="both"/>
      </w:pPr>
    </w:p>
    <w:p w:rsidR="00F02424" w:rsidRPr="0043557C" w:rsidRDefault="00F02424" w:rsidP="00775F45">
      <w:pPr>
        <w:jc w:val="right"/>
        <w:rPr>
          <w:color w:val="FF0000"/>
        </w:rPr>
      </w:pPr>
      <w:r w:rsidRPr="0043557C">
        <w:t>Приложение  8</w:t>
      </w:r>
    </w:p>
    <w:p w:rsidR="00F02424" w:rsidRPr="0043557C" w:rsidRDefault="00F02424" w:rsidP="00775F45">
      <w:pPr>
        <w:jc w:val="right"/>
      </w:pPr>
      <w:r w:rsidRPr="0043557C">
        <w:t>к решению Комитета местного</w:t>
      </w:r>
    </w:p>
    <w:p w:rsidR="00F02424" w:rsidRPr="0043557C" w:rsidRDefault="00F02424" w:rsidP="00775F45">
      <w:pPr>
        <w:jc w:val="right"/>
      </w:pPr>
      <w:r w:rsidRPr="0043557C">
        <w:t xml:space="preserve"> самоуправления Шейнского сельсовета</w:t>
      </w:r>
    </w:p>
    <w:p w:rsidR="00F02424" w:rsidRPr="0043557C" w:rsidRDefault="00F02424" w:rsidP="00775F45">
      <w:pPr>
        <w:jc w:val="right"/>
      </w:pPr>
      <w:r w:rsidRPr="0043557C">
        <w:t>Пачелмского района Пензенской области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Default="00F02424" w:rsidP="00775F45">
      <w:pPr>
        <w:jc w:val="right"/>
      </w:pPr>
    </w:p>
    <w:p w:rsidR="00F02424" w:rsidRDefault="00F02424" w:rsidP="00775F45">
      <w:pPr>
        <w:rPr>
          <w:b/>
          <w:bCs/>
          <w:sz w:val="24"/>
          <w:szCs w:val="24"/>
        </w:rPr>
      </w:pPr>
    </w:p>
    <w:p w:rsidR="00F02424" w:rsidRDefault="00F02424" w:rsidP="00775F45">
      <w:pPr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</w:t>
      </w:r>
      <w:r>
        <w:rPr>
          <w:b/>
          <w:bCs/>
          <w:sz w:val="24"/>
          <w:szCs w:val="24"/>
        </w:rPr>
        <w:t>ие бюджетных ассигнований на 2021 год и плановый период 2022</w:t>
      </w:r>
      <w:r w:rsidRPr="00D2030B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3</w:t>
      </w:r>
      <w:r w:rsidRPr="00D2030B">
        <w:rPr>
          <w:b/>
          <w:bCs/>
          <w:sz w:val="24"/>
          <w:szCs w:val="24"/>
        </w:rPr>
        <w:t xml:space="preserve"> годов по разделам (Рз), подразделам (Пр), целевым статьям (ЦСР)(муниципальным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района Пензенской области </w:t>
      </w:r>
      <w:r>
        <w:rPr>
          <w:b/>
          <w:bCs/>
          <w:sz w:val="24"/>
          <w:szCs w:val="24"/>
        </w:rPr>
        <w:t>.</w:t>
      </w:r>
    </w:p>
    <w:p w:rsidR="00F02424" w:rsidRDefault="00F02424" w:rsidP="00775F45">
      <w:pPr>
        <w:rPr>
          <w:b/>
          <w:bCs/>
          <w:sz w:val="24"/>
          <w:szCs w:val="24"/>
        </w:rPr>
      </w:pPr>
    </w:p>
    <w:p w:rsidR="00F02424" w:rsidRDefault="00F02424" w:rsidP="00775F45">
      <w:pPr>
        <w:rPr>
          <w:b/>
          <w:bCs/>
          <w:sz w:val="24"/>
          <w:szCs w:val="24"/>
        </w:rPr>
      </w:pPr>
    </w:p>
    <w:p w:rsidR="00F02424" w:rsidRPr="00D2030B" w:rsidRDefault="00F02424" w:rsidP="00775F45">
      <w:pPr>
        <w:rPr>
          <w:b/>
          <w:bCs/>
        </w:rPr>
      </w:pPr>
    </w:p>
    <w:tbl>
      <w:tblPr>
        <w:tblW w:w="9832" w:type="dxa"/>
        <w:jc w:val="center"/>
        <w:tblLayout w:type="fixed"/>
        <w:tblLook w:val="00A0"/>
      </w:tblPr>
      <w:tblGrid>
        <w:gridCol w:w="3074"/>
        <w:gridCol w:w="528"/>
        <w:gridCol w:w="20"/>
        <w:gridCol w:w="1015"/>
        <w:gridCol w:w="1430"/>
        <w:gridCol w:w="551"/>
        <w:gridCol w:w="1134"/>
        <w:gridCol w:w="992"/>
        <w:gridCol w:w="1075"/>
        <w:gridCol w:w="13"/>
      </w:tblGrid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Сумма, тысяч рублей</w:t>
            </w:r>
          </w:p>
        </w:tc>
      </w:tr>
      <w:tr w:rsidR="00F02424" w:rsidRPr="0043557C" w:rsidTr="00991FED">
        <w:trPr>
          <w:trHeight w:val="169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20</w:t>
            </w:r>
            <w:r>
              <w:rPr>
                <w:b/>
                <w:bCs/>
              </w:rPr>
              <w:t>22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8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752157" w:rsidRDefault="00F02424" w:rsidP="00775F45">
            <w:pPr>
              <w:widowControl/>
              <w:rPr>
                <w:b/>
              </w:rPr>
            </w:pPr>
            <w:r w:rsidRPr="00752157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52157" w:rsidRDefault="00F02424" w:rsidP="00775F45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4583,0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52157" w:rsidRDefault="00F02424" w:rsidP="00775F45">
            <w:pPr>
              <w:widowControl/>
              <w:jc w:val="center"/>
              <w:rPr>
                <w:b/>
                <w:lang w:val="en-US"/>
              </w:rPr>
            </w:pPr>
            <w:r>
              <w:rPr>
                <w:b/>
              </w:rPr>
              <w:t>3825,5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52157" w:rsidRDefault="00F02424" w:rsidP="00775F45">
            <w:pPr>
              <w:widowControl/>
              <w:rPr>
                <w:b/>
              </w:rPr>
            </w:pPr>
          </w:p>
          <w:p w:rsidR="00F02424" w:rsidRPr="00752157" w:rsidRDefault="00F02424" w:rsidP="00775F45">
            <w:pPr>
              <w:widowControl/>
              <w:jc w:val="center"/>
              <w:rPr>
                <w:b/>
                <w:lang w:val="en-US"/>
              </w:rPr>
            </w:pPr>
            <w:r>
              <w:rPr>
                <w:b/>
              </w:rPr>
              <w:t>3783,8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2698,5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2182,9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2129,8</w:t>
            </w:r>
          </w:p>
        </w:tc>
      </w:tr>
      <w:tr w:rsidR="00F02424" w:rsidRPr="0043557C" w:rsidTr="00991FED">
        <w:trPr>
          <w:trHeight w:val="105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pPr>
              <w:widowControl/>
            </w:pPr>
            <w:r w:rsidRPr="00A67A4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 w:rsidRPr="00A67A48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r>
              <w:t>2692,5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r>
              <w:t>2176,9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r>
              <w:t>2123,8</w:t>
            </w:r>
          </w:p>
        </w:tc>
      </w:tr>
      <w:tr w:rsidR="00F02424" w:rsidRPr="0043557C" w:rsidTr="006C1CA4">
        <w:trPr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</w:t>
            </w:r>
            <w:r w:rsidRPr="0043557C">
              <w:t>"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D04589">
            <w:pPr>
              <w:jc w:val="center"/>
            </w:pPr>
            <w:r>
              <w:t>2692,5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2176,9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71241">
              <w:t>2123,8</w:t>
            </w:r>
          </w:p>
        </w:tc>
      </w:tr>
      <w:tr w:rsidR="00F02424" w:rsidRPr="0043557C" w:rsidTr="006C1CA4">
        <w:trPr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D04589">
            <w:r>
              <w:t>2692,5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2176,9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71241">
              <w:t>2123,8</w:t>
            </w:r>
          </w:p>
        </w:tc>
      </w:tr>
      <w:tr w:rsidR="00F02424" w:rsidRPr="0043557C" w:rsidTr="00991FED">
        <w:trPr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Основное мероприятие "Создание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области"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5333B9">
            <w:r>
              <w:t>2692,5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2176,9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C257C0" w:rsidRDefault="00F02424" w:rsidP="00775F45">
            <w:pPr>
              <w:jc w:val="center"/>
            </w:pPr>
            <w:r>
              <w:t>2123,8</w:t>
            </w:r>
          </w:p>
        </w:tc>
      </w:tr>
      <w:tr w:rsidR="00F02424" w:rsidRPr="0043557C" w:rsidTr="00991FED">
        <w:trPr>
          <w:trHeight w:val="72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на выплаты по оплате труда работников  органов  местного самоуправления (глава администрации)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758,4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758,4</w:t>
            </w:r>
          </w:p>
        </w:tc>
      </w:tr>
      <w:tr w:rsidR="00F02424" w:rsidRPr="0043557C" w:rsidTr="00991FED">
        <w:trPr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758,4</w:t>
            </w:r>
          </w:p>
        </w:tc>
      </w:tr>
      <w:tr w:rsidR="00F02424" w:rsidRPr="0043557C" w:rsidTr="00991FED">
        <w:trPr>
          <w:trHeight w:val="7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758,4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758,4</w:t>
            </w:r>
          </w:p>
        </w:tc>
      </w:tr>
      <w:tr w:rsidR="00F02424" w:rsidRPr="0043557C" w:rsidTr="00C55106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1225,3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0B5D51">
              <w:t>925,3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0B5D51">
              <w:t>925,3</w:t>
            </w:r>
          </w:p>
        </w:tc>
      </w:tr>
      <w:tr w:rsidR="00F02424" w:rsidRPr="0043557C" w:rsidTr="00C55106">
        <w:trPr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1225,3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0B5D51">
              <w:t>925,3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0B5D51">
              <w:t>925,3</w:t>
            </w:r>
          </w:p>
        </w:tc>
      </w:tr>
      <w:tr w:rsidR="00F02424" w:rsidRPr="0043557C" w:rsidTr="00C55106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1225,3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925,3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925,3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708,8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4213AD">
            <w:pPr>
              <w:widowControl/>
            </w:pPr>
            <w:r>
              <w:t>493,2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440,1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A688B">
            <w:pPr>
              <w:widowControl/>
              <w:jc w:val="center"/>
            </w:pPr>
            <w:r>
              <w:t>678,8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585886">
            <w:pPr>
              <w:widowControl/>
            </w:pPr>
            <w:r>
              <w:t>463,2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422,1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678,8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4213AD">
            <w:pPr>
              <w:widowControl/>
            </w:pPr>
            <w:r>
              <w:t>463,2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422,1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D04589">
            <w:r>
              <w:t>30,0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D04589">
            <w:r>
              <w:t>18,0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>
              <w:t>30,0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>
              <w:t>18,0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</w:pPr>
            <w:r w:rsidRPr="00A67A48"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 w:rsidRPr="00A67A48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6C1CA4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 </w:t>
            </w:r>
            <w:r w:rsidRPr="0043557C">
              <w:t>»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Подпрограмма « Реализация отдельных переданных полномочий»</w:t>
            </w:r>
          </w:p>
          <w:p w:rsidR="00F02424" w:rsidRPr="0043557C" w:rsidRDefault="00F02424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 xml:space="preserve">Основное мероприятие «Реализация отдельных переданных полномочий </w:t>
            </w:r>
            <w:r w:rsidRPr="003E52EA">
              <w:t>Шейнским</w:t>
            </w:r>
            <w:r w:rsidRPr="00864F6E">
              <w:rPr>
                <w:color w:val="FF0000"/>
              </w:rPr>
              <w:t xml:space="preserve"> </w:t>
            </w:r>
            <w:r>
              <w:t xml:space="preserve">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F02424" w:rsidRPr="0043557C" w:rsidRDefault="00F02424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775F4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Межбюджетные трансферты</w:t>
            </w:r>
          </w:p>
          <w:p w:rsidR="00F02424" w:rsidRPr="0043557C" w:rsidRDefault="00F02424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1668E" w:rsidRDefault="00F02424" w:rsidP="00775F4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1,0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Иные межбюджетные трансферты</w:t>
            </w:r>
          </w:p>
          <w:p w:rsidR="00F02424" w:rsidRPr="0043557C" w:rsidRDefault="00F02424" w:rsidP="00775F45"/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7B2E3D" w:rsidRDefault="00F02424" w:rsidP="00775F45">
            <w:r w:rsidRPr="007B2E3D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7B2E3D" w:rsidRDefault="00F02424" w:rsidP="00775F45">
            <w:r w:rsidRPr="007B2E3D">
              <w:t>1,0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pPr>
              <w:widowControl/>
            </w:pPr>
            <w:r w:rsidRPr="00A67A48">
              <w:t>Резервные фонды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 w:rsidRPr="00A67A48"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576"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576">
              <w:t>4,0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576">
              <w:t>4,0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E52EA" w:rsidRDefault="00F02424" w:rsidP="00775F45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576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576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576">
              <w:t>4,0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E52EA" w:rsidRDefault="00F02424" w:rsidP="00775F45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576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576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576">
              <w:t>4,0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B93F6E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B93F6E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B93F6E">
              <w:t>4,0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B93F6E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B93F6E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B93F6E">
              <w:t>4,0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B93F6E"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B93F6E">
              <w:t>4,0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B93F6E">
              <w:t>4,0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pPr>
              <w:widowControl/>
            </w:pPr>
            <w:r w:rsidRPr="00A67A48">
              <w:t>Другие общегосударственные вопросы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 w:rsidRPr="00A67A48"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F02424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 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>
              <w:t>1,0</w:t>
            </w:r>
          </w:p>
        </w:tc>
      </w:tr>
      <w:tr w:rsidR="00F02424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1,0</w:t>
            </w:r>
          </w:p>
        </w:tc>
      </w:tr>
      <w:tr w:rsidR="00F02424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1,0</w:t>
            </w:r>
          </w:p>
        </w:tc>
      </w:tr>
      <w:tr w:rsidR="00F02424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0440180210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C2149E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1,0</w:t>
            </w:r>
          </w:p>
        </w:tc>
      </w:tr>
      <w:tr w:rsidR="00F02424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1,0</w:t>
            </w:r>
          </w:p>
        </w:tc>
      </w:tr>
      <w:tr w:rsidR="00F02424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7B2E3D" w:rsidRDefault="00F02424" w:rsidP="00775F45">
            <w:r w:rsidRPr="007B2E3D">
              <w:t>1,0</w:t>
            </w:r>
          </w:p>
        </w:tc>
      </w:tr>
      <w:tr w:rsidR="00F02424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9B24E0" w:rsidRDefault="00F02424" w:rsidP="00775F45">
            <w:pPr>
              <w:widowControl/>
              <w:rPr>
                <w:b/>
                <w:bCs/>
              </w:rPr>
            </w:pPr>
            <w:r w:rsidRPr="009B24E0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9B24E0">
              <w:rPr>
                <w:b/>
                <w:bCs/>
              </w:rPr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95,6</w:t>
            </w:r>
          </w:p>
        </w:tc>
      </w:tr>
      <w:tr w:rsidR="00F02424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A3734D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95,6</w:t>
            </w:r>
          </w:p>
        </w:tc>
      </w:tr>
      <w:tr w:rsidR="00F02424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 на  2014-2024 годы  </w:t>
            </w:r>
            <w:r w:rsidRPr="0043557C">
              <w:t>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95,6</w:t>
            </w:r>
          </w:p>
        </w:tc>
      </w:tr>
      <w:tr w:rsidR="00F02424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0440000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95,6</w:t>
            </w:r>
          </w:p>
        </w:tc>
      </w:tr>
      <w:tr w:rsidR="00F02424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 xml:space="preserve">     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04589">
            <w:pPr>
              <w:widowControl/>
              <w:jc w:val="center"/>
            </w:pPr>
            <w:r>
              <w:t>95,6</w:t>
            </w:r>
          </w:p>
        </w:tc>
      </w:tr>
      <w:tr w:rsidR="00F02424" w:rsidRPr="0043557C" w:rsidTr="00991FED">
        <w:trPr>
          <w:gridAfter w:val="1"/>
          <w:wAfter w:w="13" w:type="dxa"/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95,6</w:t>
            </w:r>
          </w:p>
        </w:tc>
      </w:tr>
      <w:tr w:rsidR="00F02424" w:rsidRPr="0043557C" w:rsidTr="00991FED">
        <w:trPr>
          <w:gridAfter w:val="1"/>
          <w:wAfter w:w="13" w:type="dxa"/>
          <w:trHeight w:val="126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D04589">
            <w:pPr>
              <w:widowControl/>
              <w:jc w:val="center"/>
            </w:pPr>
            <w: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D04589">
            <w:pPr>
              <w:widowControl/>
              <w:jc w:val="center"/>
            </w:pPr>
            <w:r>
              <w:t>80,0</w:t>
            </w:r>
          </w:p>
        </w:tc>
      </w:tr>
      <w:tr w:rsidR="00F02424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D04589">
            <w:pPr>
              <w:widowControl/>
              <w:jc w:val="center"/>
            </w:pPr>
            <w: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D04589">
            <w:pPr>
              <w:widowControl/>
              <w:jc w:val="center"/>
            </w:pPr>
            <w:r>
              <w:t>80,0</w:t>
            </w:r>
          </w:p>
        </w:tc>
      </w:tr>
      <w:tr w:rsidR="00F02424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775F45">
            <w:pPr>
              <w:widowControl/>
              <w:jc w:val="center"/>
            </w:pPr>
            <w: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12,1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15,6</w:t>
            </w:r>
          </w:p>
        </w:tc>
      </w:tr>
      <w:tr w:rsidR="00F02424" w:rsidRPr="0043557C" w:rsidTr="00991FED">
        <w:trPr>
          <w:gridAfter w:val="1"/>
          <w:wAfter w:w="13" w:type="dxa"/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A3734D">
            <w:pPr>
              <w:widowControl/>
              <w:jc w:val="center"/>
            </w:pPr>
            <w:r>
              <w:t>11,1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15,6</w:t>
            </w:r>
          </w:p>
        </w:tc>
      </w:tr>
      <w:tr w:rsidR="00F02424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2F4A6E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895,3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909,2</w:t>
            </w:r>
          </w:p>
        </w:tc>
      </w:tr>
      <w:tr w:rsidR="00F02424" w:rsidRPr="0043557C" w:rsidTr="00991FED">
        <w:trPr>
          <w:gridAfter w:val="1"/>
          <w:wAfter w:w="13" w:type="dxa"/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991FED">
        <w:trPr>
          <w:gridAfter w:val="1"/>
          <w:wAfter w:w="13" w:type="dxa"/>
          <w:trHeight w:val="147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E52EA" w:rsidRDefault="00F02424" w:rsidP="00775F45">
            <w:pPr>
              <w:widowControl/>
            </w:pPr>
            <w:r w:rsidRPr="003E52EA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 xml:space="preserve">на  2014-2024 годы  </w:t>
            </w:r>
            <w:r w:rsidRPr="003E52EA">
              <w:t>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775F0" w:rsidRDefault="00F02424" w:rsidP="00775F45">
            <w:pPr>
              <w:widowControl/>
              <w:jc w:val="center"/>
            </w:pPr>
            <w:r w:rsidRPr="0043557C">
              <w:t>0200000</w:t>
            </w:r>
            <w:r w:rsidRPr="003775F0"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991FED">
        <w:trPr>
          <w:gridAfter w:val="1"/>
          <w:wAfter w:w="13" w:type="dxa"/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Подпрограмма "Содержание и ремонт внутрипоселенческих дорог в Шейнском сельсовете Пачелмского района Пензенской области"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Основное мероприятие " Улучшение состояния автомобильных дорог местного значения в границах поселения"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 xml:space="preserve"> 0220100000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991FED">
        <w:trPr>
          <w:gridAfter w:val="1"/>
          <w:wAfter w:w="13" w:type="dxa"/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0220146010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775F45"/>
          <w:p w:rsidR="00F02424" w:rsidRDefault="00F02424" w:rsidP="00775F45">
            <w:r>
              <w:t>818,0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775F45">
            <w:pPr>
              <w:widowControl/>
              <w:jc w:val="center"/>
            </w:pPr>
            <w:r>
              <w:t>850,0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126,2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45,3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2,2</w:t>
            </w:r>
          </w:p>
        </w:tc>
      </w:tr>
      <w:tr w:rsidR="00F02424" w:rsidRPr="0043557C" w:rsidTr="00991FED">
        <w:trPr>
          <w:trHeight w:val="147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на  2014-2024 годы   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2F4A6E">
            <w:pPr>
              <w:widowControl/>
            </w:pPr>
            <w:r>
              <w:t>126,2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45,3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2,2</w:t>
            </w:r>
          </w:p>
        </w:tc>
      </w:tr>
      <w:tr w:rsidR="00F02424" w:rsidRPr="0043557C" w:rsidTr="006C1CA4">
        <w:trPr>
          <w:trHeight w:val="84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509EA">
              <w:t>43,1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509EA">
              <w:t>43,1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FB4F77" w:rsidRDefault="00F02424" w:rsidP="00775F45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775F45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509EA">
              <w:t>43,1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6C1CA4">
        <w:trPr>
          <w:gridAfter w:val="1"/>
          <w:wAfter w:w="13" w:type="dxa"/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775F45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509EA">
              <w:t>43,1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775F45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775F45">
            <w:r>
              <w:t>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116D8A">
            <w:pPr>
              <w:widowControl/>
              <w:jc w:val="center"/>
            </w:pPr>
            <w:r>
              <w:t>43,1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F02424" w:rsidRPr="0043557C" w:rsidRDefault="00F02424" w:rsidP="00775F45"/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2,2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Основное мероприятие «Реализация отдельных</w:t>
            </w:r>
            <w:r>
              <w:t xml:space="preserve"> переданных полномочий </w:t>
            </w:r>
            <w:r w:rsidRPr="003E52EA">
              <w:t>Шейнским сельсоветом</w:t>
            </w:r>
            <w:r w:rsidRPr="0043557C">
              <w:t xml:space="preserve"> Пачелмского района Пензенской области»</w:t>
            </w:r>
          </w:p>
          <w:p w:rsidR="00F02424" w:rsidRPr="0043557C" w:rsidRDefault="00F02424" w:rsidP="00775F45"/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2,2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775F4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775F45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1,</w:t>
            </w:r>
            <w:r w:rsidRPr="0043557C">
              <w:t>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jc w:val="center"/>
            </w:pPr>
            <w:r w:rsidRPr="007B2E3D">
              <w:t>1,0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1,2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1,2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jc w:val="center"/>
            </w:pPr>
            <w:r w:rsidRPr="007B2E3D">
              <w:t>1,2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DF42F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/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E66DC2" w:rsidRDefault="00F02424" w:rsidP="006C1CA4">
            <w:pPr>
              <w:widowControl/>
              <w:jc w:val="center"/>
              <w:rPr>
                <w:b/>
              </w:rPr>
            </w:pPr>
            <w:r w:rsidRPr="00E66DC2"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E66DC2" w:rsidRDefault="00F02424" w:rsidP="006C1CA4">
            <w:pPr>
              <w:widowControl/>
              <w:jc w:val="center"/>
              <w:rPr>
                <w:b/>
              </w:rPr>
            </w:pPr>
            <w:r w:rsidRPr="00E66DC2">
              <w:rPr>
                <w:b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E66DC2" w:rsidRDefault="00F02424" w:rsidP="006C1CA4">
            <w:pPr>
              <w:jc w:val="center"/>
              <w:rPr>
                <w:b/>
              </w:rPr>
            </w:pPr>
            <w:r w:rsidRPr="00E66DC2">
              <w:rPr>
                <w:b/>
              </w:rPr>
              <w:t>0,0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Благоустройство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>
              <w:t>00000000000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>
              <w:t>0,0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E66DC2">
            <w:pPr>
              <w:widowControl/>
              <w:rPr>
                <w:b/>
              </w:rPr>
            </w:pPr>
            <w:r w:rsidRPr="00DF42F2">
              <w:rPr>
                <w:b/>
              </w:rPr>
              <w:t xml:space="preserve">Муниципальная программа «Комплексное развитие территории </w:t>
            </w:r>
            <w:r>
              <w:rPr>
                <w:b/>
              </w:rPr>
              <w:t>Шейнского</w:t>
            </w:r>
            <w:r w:rsidRPr="00DF42F2">
              <w:rPr>
                <w:b/>
              </w:rPr>
              <w:t xml:space="preserve"> сельсовета Пачелмского района  Пензенской области»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05000</w:t>
            </w:r>
            <w:r w:rsidRPr="00DF42F2">
              <w:rPr>
                <w:lang w:val="en-US"/>
              </w:rPr>
              <w:t>0</w:t>
            </w:r>
            <w:r w:rsidRPr="00DF42F2">
              <w:t>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>
              <w:t>0,0</w:t>
            </w:r>
          </w:p>
        </w:tc>
      </w:tr>
      <w:tr w:rsidR="00F02424" w:rsidRPr="0043557C" w:rsidTr="006C1CA4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</w:pPr>
            <w:r w:rsidRPr="00DF42F2">
              <w:t>Благоустройство территорий поселений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F42F2" w:rsidRDefault="00F02424" w:rsidP="006C1CA4">
            <w:r w:rsidRPr="00DF42F2">
              <w:t>0500065170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>
              <w:t>0,0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</w:pPr>
            <w:r w:rsidRPr="00DF42F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0500065170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>
              <w:t>0,0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</w:pPr>
            <w:r w:rsidRPr="00DF42F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0500065170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jc w:val="center"/>
            </w:pPr>
            <w:r>
              <w:t>0,0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635,7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629,7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Культура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>
              <w:t>729,7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635,7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629,7</w:t>
            </w:r>
          </w:p>
        </w:tc>
      </w:tr>
      <w:tr w:rsidR="00F02424" w:rsidRPr="0043557C" w:rsidTr="00991FED">
        <w:trPr>
          <w:trHeight w:val="105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на  2014-2024 годы </w:t>
            </w:r>
            <w:r w:rsidRPr="0043557C">
              <w:t>"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0300000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0330000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rPr>
                <w:sz w:val="16"/>
                <w:szCs w:val="16"/>
              </w:rPr>
            </w:pPr>
            <w:r w:rsidRPr="0043557C">
              <w:t>Основное мероприятие "Обеспечение соответствия состояния объектов социально-культурной сферы  нормативным требованиям</w:t>
            </w:r>
            <w:r w:rsidRPr="0043557C">
              <w:rPr>
                <w:sz w:val="16"/>
                <w:szCs w:val="16"/>
              </w:rPr>
              <w:t>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 xml:space="preserve">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0330100000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1715A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775F45"/>
          <w:p w:rsidR="00F02424" w:rsidRPr="0043557C" w:rsidRDefault="00F02424" w:rsidP="00775F45">
            <w: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8E5470">
            <w:pPr>
              <w:jc w:val="center"/>
            </w:pPr>
            <w:r>
              <w:t>236,0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83F4A">
            <w:pPr>
              <w:jc w:val="center"/>
            </w:pPr>
            <w:r>
              <w:t>230,0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514176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на  2014-2024 годы 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1715A">
            <w:pPr>
              <w:widowControl/>
              <w:jc w:val="center"/>
              <w:rPr>
                <w:lang w:val="en-US"/>
              </w:rPr>
            </w:pPr>
            <w:r>
              <w:t>04</w:t>
            </w:r>
            <w:r w:rsidRPr="0043557C">
              <w:t>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12663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12663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12663">
              <w:t>399,7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F504FD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1715A">
            <w:pPr>
              <w:widowControl/>
              <w:jc w:val="center"/>
              <w:rPr>
                <w:lang w:val="en-US"/>
              </w:rPr>
            </w:pPr>
            <w:r>
              <w:t>044</w:t>
            </w:r>
            <w:r w:rsidRPr="0043557C">
              <w:t>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</w:pPr>
            <w:r w:rsidRPr="0043557C"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</w:pPr>
            <w:r w:rsidRPr="0043557C">
              <w:t xml:space="preserve"> 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D1715A">
            <w:pPr>
              <w:widowControl/>
            </w:pPr>
            <w:r>
              <w:t>044</w:t>
            </w:r>
            <w:r w:rsidRPr="0043557C"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F504FD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90B29" w:rsidRDefault="00F02424" w:rsidP="00D1715A">
            <w:pPr>
              <w:widowControl/>
              <w:jc w:val="center"/>
            </w:pPr>
            <w:r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F504FD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F504FD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F504FD">
            <w:pPr>
              <w:widowControl/>
              <w:jc w:val="center"/>
            </w:pPr>
            <w:r>
              <w:t>5</w:t>
            </w:r>
            <w:r w:rsidRPr="0043557C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0200E">
              <w:t>399,7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775F4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D7232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A12BB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A12BB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</w:tr>
      <w:tr w:rsidR="00F02424" w:rsidRPr="0043557C" w:rsidTr="00991FED">
        <w:trPr>
          <w:trHeight w:val="1751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на  2014-2024 годы</w:t>
            </w:r>
            <w:r w:rsidRPr="0043557C">
              <w:t>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</w:tr>
      <w:tr w:rsidR="00F02424" w:rsidRPr="0043557C" w:rsidTr="00991FED">
        <w:trPr>
          <w:trHeight w:val="63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E10E4E" w:rsidRDefault="00F02424" w:rsidP="00775F45">
            <w:pPr>
              <w:widowControl/>
              <w:jc w:val="center"/>
            </w:pPr>
            <w:r w:rsidRPr="00E10E4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</w:tr>
      <w:tr w:rsidR="00F02424" w:rsidRPr="0043557C" w:rsidTr="00991FED">
        <w:trPr>
          <w:trHeight w:val="420"/>
          <w:jc w:val="center"/>
        </w:trPr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286374">
              <w:t>19,5</w:t>
            </w:r>
          </w:p>
        </w:tc>
      </w:tr>
      <w:tr w:rsidR="00F02424" w:rsidRPr="0043557C" w:rsidTr="00991FED">
        <w:trPr>
          <w:trHeight w:val="255"/>
          <w:jc w:val="center"/>
        </w:trPr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2424" w:rsidRPr="00FE1452" w:rsidRDefault="00F02424" w:rsidP="00775F45">
            <w:pPr>
              <w:widowControl/>
              <w:rPr>
                <w:b/>
              </w:rPr>
            </w:pPr>
            <w:r w:rsidRPr="00FE1452">
              <w:rPr>
                <w:b/>
              </w:rPr>
              <w:t>ВСЕГО: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4583,0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3825,5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3783,8</w:t>
            </w:r>
          </w:p>
        </w:tc>
      </w:tr>
    </w:tbl>
    <w:p w:rsidR="00F02424" w:rsidRPr="0043557C" w:rsidRDefault="00F02424" w:rsidP="00775F45">
      <w:pPr>
        <w:pStyle w:val="BodyText"/>
        <w:rPr>
          <w:sz w:val="24"/>
        </w:rPr>
      </w:pPr>
    </w:p>
    <w:p w:rsidR="00F02424" w:rsidRPr="0043557C" w:rsidRDefault="00F02424" w:rsidP="00775F45">
      <w:pPr>
        <w:pStyle w:val="BodyText"/>
        <w:spacing w:line="240" w:lineRule="exact"/>
      </w:pPr>
      <w:r w:rsidRPr="0043557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2424" w:rsidRPr="0043557C" w:rsidRDefault="00F02424" w:rsidP="00775F45">
      <w:pPr>
        <w:jc w:val="right"/>
        <w:rPr>
          <w:color w:val="FF0000"/>
        </w:rPr>
      </w:pPr>
      <w:r>
        <w:t xml:space="preserve"> </w:t>
      </w:r>
      <w:r w:rsidRPr="0043557C">
        <w:t>Приложение  9</w:t>
      </w:r>
    </w:p>
    <w:p w:rsidR="00F02424" w:rsidRPr="0043557C" w:rsidRDefault="00F02424" w:rsidP="00775F45">
      <w:pPr>
        <w:jc w:val="right"/>
      </w:pPr>
      <w:r w:rsidRPr="0043557C">
        <w:t>к решению Комитета местного</w:t>
      </w:r>
    </w:p>
    <w:p w:rsidR="00F02424" w:rsidRPr="0043557C" w:rsidRDefault="00F02424" w:rsidP="00775F45">
      <w:pPr>
        <w:jc w:val="right"/>
      </w:pPr>
      <w:r w:rsidRPr="0043557C">
        <w:t xml:space="preserve"> самоуправления Шейнского сельсовета</w:t>
      </w:r>
    </w:p>
    <w:p w:rsidR="00F02424" w:rsidRPr="0043557C" w:rsidRDefault="00F02424" w:rsidP="00775F45">
      <w:pPr>
        <w:jc w:val="right"/>
      </w:pPr>
      <w:r w:rsidRPr="0043557C">
        <w:t>Пачелмского района Пензенской области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Pr="0043557C" w:rsidRDefault="00F02424" w:rsidP="00775F45">
      <w:pPr>
        <w:jc w:val="right"/>
      </w:pPr>
    </w:p>
    <w:p w:rsidR="00F02424" w:rsidRDefault="00F02424" w:rsidP="00775F45">
      <w:pPr>
        <w:pStyle w:val="BodyText"/>
        <w:jc w:val="center"/>
        <w:rPr>
          <w:sz w:val="16"/>
          <w:szCs w:val="16"/>
        </w:rPr>
      </w:pPr>
      <w:r w:rsidRPr="0043557C">
        <w:rPr>
          <w:sz w:val="16"/>
          <w:szCs w:val="16"/>
        </w:rPr>
        <w:t xml:space="preserve"> </w:t>
      </w:r>
    </w:p>
    <w:p w:rsidR="00F02424" w:rsidRDefault="00F02424" w:rsidP="00775F45">
      <w:pPr>
        <w:pStyle w:val="BodyText"/>
        <w:jc w:val="center"/>
        <w:rPr>
          <w:color w:val="000000"/>
          <w:sz w:val="24"/>
          <w:szCs w:val="24"/>
        </w:rPr>
      </w:pPr>
      <w:r w:rsidRPr="0043557C">
        <w:rPr>
          <w:sz w:val="16"/>
          <w:szCs w:val="16"/>
        </w:rPr>
        <w:t xml:space="preserve">             </w:t>
      </w:r>
      <w:r w:rsidRPr="00D2030B">
        <w:rPr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 xml:space="preserve">Ведомственная  структура (Вед) расходов бюджета Шейнского сельсовета Пачелмского </w:t>
      </w:r>
      <w:r>
        <w:rPr>
          <w:b/>
          <w:bCs/>
          <w:color w:val="000000"/>
          <w:sz w:val="24"/>
          <w:szCs w:val="24"/>
        </w:rPr>
        <w:t>района Пензенской области на 2021</w:t>
      </w:r>
      <w:r w:rsidRPr="00D2030B">
        <w:rPr>
          <w:b/>
          <w:bCs/>
          <w:color w:val="000000"/>
          <w:sz w:val="24"/>
          <w:szCs w:val="24"/>
        </w:rPr>
        <w:t xml:space="preserve"> год и  плановый период 202</w:t>
      </w:r>
      <w:r>
        <w:rPr>
          <w:b/>
          <w:bCs/>
          <w:color w:val="000000"/>
          <w:sz w:val="24"/>
          <w:szCs w:val="24"/>
        </w:rPr>
        <w:t xml:space="preserve">2 </w:t>
      </w:r>
      <w:r w:rsidRPr="00CD265B">
        <w:rPr>
          <w:b/>
          <w:bCs/>
          <w:sz w:val="24"/>
          <w:szCs w:val="24"/>
        </w:rPr>
        <w:t>и</w:t>
      </w:r>
      <w:r>
        <w:rPr>
          <w:b/>
          <w:bCs/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>202</w:t>
      </w:r>
      <w:r>
        <w:rPr>
          <w:b/>
          <w:bCs/>
          <w:color w:val="000000"/>
          <w:sz w:val="24"/>
          <w:szCs w:val="24"/>
        </w:rPr>
        <w:t>3</w:t>
      </w:r>
      <w:r w:rsidRPr="00D2030B">
        <w:rPr>
          <w:b/>
          <w:bCs/>
          <w:color w:val="000000"/>
          <w:sz w:val="24"/>
          <w:szCs w:val="24"/>
        </w:rPr>
        <w:t xml:space="preserve"> годов</w:t>
      </w:r>
      <w:r>
        <w:rPr>
          <w:color w:val="000000"/>
          <w:sz w:val="24"/>
          <w:szCs w:val="24"/>
        </w:rPr>
        <w:t>.</w:t>
      </w:r>
    </w:p>
    <w:p w:rsidR="00F02424" w:rsidRPr="002D3BE2" w:rsidRDefault="00F02424" w:rsidP="00775F45">
      <w:pPr>
        <w:pStyle w:val="BodyText"/>
        <w:jc w:val="center"/>
        <w:rPr>
          <w:b/>
          <w:bCs/>
          <w:sz w:val="20"/>
          <w:szCs w:val="20"/>
        </w:rPr>
      </w:pPr>
    </w:p>
    <w:p w:rsidR="00F02424" w:rsidRPr="0043557C" w:rsidRDefault="00F02424" w:rsidP="00775F45">
      <w:pPr>
        <w:pStyle w:val="BodyText"/>
        <w:jc w:val="right"/>
        <w:rPr>
          <w:b/>
          <w:bCs/>
          <w:sz w:val="20"/>
          <w:szCs w:val="20"/>
        </w:rPr>
      </w:pPr>
      <w:r w:rsidRPr="0043557C">
        <w:rPr>
          <w:b/>
          <w:bCs/>
          <w:sz w:val="20"/>
          <w:szCs w:val="20"/>
        </w:rPr>
        <w:t xml:space="preserve">тыс.руб.               </w:t>
      </w:r>
    </w:p>
    <w:tbl>
      <w:tblPr>
        <w:tblW w:w="11147" w:type="dxa"/>
        <w:jc w:val="center"/>
        <w:tblLook w:val="00A0"/>
      </w:tblPr>
      <w:tblGrid>
        <w:gridCol w:w="3733"/>
        <w:gridCol w:w="609"/>
        <w:gridCol w:w="709"/>
        <w:gridCol w:w="850"/>
        <w:gridCol w:w="1316"/>
        <w:gridCol w:w="602"/>
        <w:gridCol w:w="904"/>
        <w:gridCol w:w="921"/>
        <w:gridCol w:w="773"/>
        <w:gridCol w:w="730"/>
      </w:tblGrid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41F43" w:rsidRDefault="00F02424" w:rsidP="0083410E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 20</w:t>
            </w:r>
            <w:r>
              <w:rPr>
                <w:b/>
                <w:bCs/>
              </w:rPr>
              <w:t>21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741F43" w:rsidRDefault="00F02424" w:rsidP="0083410E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741F43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9</w:t>
            </w:r>
          </w:p>
        </w:tc>
      </w:tr>
      <w:tr w:rsidR="00F02424" w:rsidRPr="0043557C" w:rsidTr="006C1CA4">
        <w:trPr>
          <w:gridAfter w:val="1"/>
          <w:wAfter w:w="730" w:type="dxa"/>
          <w:trHeight w:val="63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752157" w:rsidRDefault="00F02424" w:rsidP="001479F5">
            <w:pPr>
              <w:widowControl/>
              <w:rPr>
                <w:b/>
              </w:rPr>
            </w:pPr>
            <w:r w:rsidRPr="00752157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E1452" w:rsidRDefault="00F02424" w:rsidP="00775F45">
            <w:pPr>
              <w:widowControl/>
              <w:jc w:val="center"/>
              <w:rPr>
                <w:b/>
              </w:rPr>
            </w:pPr>
          </w:p>
          <w:p w:rsidR="00F02424" w:rsidRPr="00FE1452" w:rsidRDefault="00F02424" w:rsidP="00775F45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901</w:t>
            </w:r>
          </w:p>
          <w:p w:rsidR="00F02424" w:rsidRPr="00FE1452" w:rsidRDefault="00F02424" w:rsidP="00775F45">
            <w:pPr>
              <w:widowControl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52157" w:rsidRDefault="00F02424" w:rsidP="006C1CA4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4583,0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52157" w:rsidRDefault="00F02424" w:rsidP="006C1CA4">
            <w:pPr>
              <w:widowControl/>
              <w:jc w:val="center"/>
              <w:rPr>
                <w:b/>
                <w:lang w:val="en-US"/>
              </w:rPr>
            </w:pPr>
            <w:r>
              <w:rPr>
                <w:b/>
              </w:rPr>
              <w:t>3825,5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52157" w:rsidRDefault="00F02424" w:rsidP="006C1CA4">
            <w:pPr>
              <w:widowControl/>
              <w:rPr>
                <w:b/>
              </w:rPr>
            </w:pPr>
          </w:p>
          <w:p w:rsidR="00F02424" w:rsidRPr="00752157" w:rsidRDefault="00F02424" w:rsidP="006C1CA4">
            <w:pPr>
              <w:widowControl/>
              <w:jc w:val="center"/>
              <w:rPr>
                <w:b/>
                <w:lang w:val="en-US"/>
              </w:rPr>
            </w:pPr>
            <w:r>
              <w:rPr>
                <w:b/>
              </w:rPr>
              <w:t>3783,8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1479F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2698,5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2182,9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2129,8</w:t>
            </w:r>
          </w:p>
        </w:tc>
      </w:tr>
      <w:tr w:rsidR="00F02424" w:rsidRPr="0043557C" w:rsidTr="006C1CA4">
        <w:trPr>
          <w:gridAfter w:val="1"/>
          <w:wAfter w:w="730" w:type="dxa"/>
          <w:trHeight w:val="105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1479F5">
            <w:pPr>
              <w:widowControl/>
            </w:pPr>
            <w:r w:rsidRPr="00A67A4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  <w:r w:rsidRPr="00A67A48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6C1CA4">
            <w:r>
              <w:t>2692,5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6C1CA4">
            <w:r>
              <w:t>2176,9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6C1CA4">
            <w:r>
              <w:t>2123,8</w:t>
            </w:r>
          </w:p>
        </w:tc>
      </w:tr>
      <w:tr w:rsidR="00F02424" w:rsidRPr="0043557C" w:rsidTr="006C1CA4">
        <w:trPr>
          <w:gridAfter w:val="1"/>
          <w:wAfter w:w="730" w:type="dxa"/>
          <w:trHeight w:val="105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</w:t>
            </w:r>
            <w:r w:rsidRPr="0043557C">
              <w:t>"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6C1CA4">
            <w:pPr>
              <w:jc w:val="center"/>
            </w:pPr>
            <w:r>
              <w:t>2692,5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2176,9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71241">
              <w:t>2123,8</w:t>
            </w:r>
          </w:p>
        </w:tc>
      </w:tr>
      <w:tr w:rsidR="00F02424" w:rsidRPr="0043557C" w:rsidTr="006C1CA4">
        <w:trPr>
          <w:gridAfter w:val="1"/>
          <w:wAfter w:w="730" w:type="dxa"/>
          <w:trHeight w:val="105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6C1CA4">
            <w:r>
              <w:t>2692,5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2176,9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71241">
              <w:t>2123,8</w:t>
            </w:r>
          </w:p>
        </w:tc>
      </w:tr>
      <w:tr w:rsidR="00F02424" w:rsidRPr="0043557C" w:rsidTr="006C1CA4">
        <w:trPr>
          <w:gridAfter w:val="1"/>
          <w:wAfter w:w="730" w:type="dxa"/>
          <w:trHeight w:val="105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Основное мероприятие "Создание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области"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6C1CA4">
            <w:r>
              <w:t>2692,5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2176,9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C257C0" w:rsidRDefault="00F02424" w:rsidP="006C1CA4">
            <w:pPr>
              <w:jc w:val="center"/>
            </w:pPr>
            <w:r>
              <w:t>2123,8</w:t>
            </w:r>
          </w:p>
        </w:tc>
      </w:tr>
      <w:tr w:rsidR="00F02424" w:rsidRPr="0043557C" w:rsidTr="006C1CA4">
        <w:trPr>
          <w:gridAfter w:val="1"/>
          <w:wAfter w:w="730" w:type="dxa"/>
          <w:trHeight w:val="669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на выплаты по оплате труда работников  органов  местного самоуправления (глава администрации)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758,4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758,4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758,4</w:t>
            </w:r>
          </w:p>
        </w:tc>
      </w:tr>
      <w:tr w:rsidR="00F02424" w:rsidRPr="0043557C" w:rsidTr="006C1CA4">
        <w:trPr>
          <w:gridAfter w:val="1"/>
          <w:wAfter w:w="730" w:type="dxa"/>
          <w:trHeight w:val="109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758,4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758,4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758,4</w:t>
            </w:r>
          </w:p>
        </w:tc>
      </w:tr>
      <w:tr w:rsidR="00F02424" w:rsidRPr="0043557C" w:rsidTr="006C1CA4">
        <w:trPr>
          <w:gridAfter w:val="1"/>
          <w:wAfter w:w="730" w:type="dxa"/>
          <w:trHeight w:val="511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758,4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758,4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758,4</w:t>
            </w:r>
          </w:p>
        </w:tc>
      </w:tr>
      <w:tr w:rsidR="00F02424" w:rsidRPr="0043557C" w:rsidTr="006C1CA4">
        <w:trPr>
          <w:gridAfter w:val="1"/>
          <w:wAfter w:w="730" w:type="dxa"/>
          <w:trHeight w:val="63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1225,3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0B5D51">
              <w:t>925,3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0B5D51">
              <w:t>925,3</w:t>
            </w:r>
          </w:p>
        </w:tc>
      </w:tr>
      <w:tr w:rsidR="00F02424" w:rsidRPr="0043557C" w:rsidTr="006C1CA4">
        <w:trPr>
          <w:gridAfter w:val="1"/>
          <w:wAfter w:w="730" w:type="dxa"/>
          <w:trHeight w:val="126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1225,3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0B5D51">
              <w:t>925,3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0B5D51">
              <w:t>925,3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1225,3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925,3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925,3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708,8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493,2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440,1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678,8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463,2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422,1</w:t>
            </w:r>
          </w:p>
        </w:tc>
      </w:tr>
      <w:tr w:rsidR="00F02424" w:rsidRPr="0043557C" w:rsidTr="006C1CA4">
        <w:trPr>
          <w:gridAfter w:val="1"/>
          <w:wAfter w:w="730" w:type="dxa"/>
          <w:trHeight w:val="63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678,8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463,2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422,1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30,0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6C1CA4">
            <w:r>
              <w:t>30,0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6C1CA4">
            <w:r>
              <w:t>18,0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30,0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6C1CA4">
            <w:r>
              <w:t>30,0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6C1CA4">
            <w:r>
              <w:t>18,0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</w:pPr>
            <w:r w:rsidRPr="00A67A48"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</w:pPr>
            <w:r w:rsidRPr="00A67A48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  <w:r w:rsidRPr="00A67A48"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 </w:t>
            </w:r>
            <w:r w:rsidRPr="0043557C">
              <w:t>»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Подпрограмма « Реализация отдельных переданных полномочий»</w:t>
            </w:r>
          </w:p>
          <w:p w:rsidR="00F02424" w:rsidRPr="0043557C" w:rsidRDefault="00F02424" w:rsidP="001479F5"/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 xml:space="preserve">Основное мероприятие «Реализация отдельных переданных полномочий </w:t>
            </w:r>
            <w:r w:rsidRPr="003E52EA">
              <w:t>Шейнским</w:t>
            </w:r>
            <w:r w:rsidRPr="00864F6E">
              <w:rPr>
                <w:color w:val="FF0000"/>
              </w:rPr>
              <w:t xml:space="preserve"> </w:t>
            </w:r>
            <w:r>
              <w:t xml:space="preserve">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F02424" w:rsidRPr="0043557C" w:rsidRDefault="00F02424" w:rsidP="001479F5"/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21873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Межбюджетные трансферты</w:t>
            </w:r>
          </w:p>
          <w:p w:rsidR="00F02424" w:rsidRPr="0043557C" w:rsidRDefault="00F02424" w:rsidP="001479F5"/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1668E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6C1CA4">
            <w:r w:rsidRPr="0043557C">
              <w:t>1,0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6C1CA4">
            <w:r w:rsidRPr="0043557C">
              <w:t>1,0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Иные межбюджетные трансферты</w:t>
            </w:r>
          </w:p>
          <w:p w:rsidR="00F02424" w:rsidRPr="0043557C" w:rsidRDefault="00F02424" w:rsidP="001479F5"/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7B2E3D" w:rsidRDefault="00F02424" w:rsidP="006C1CA4">
            <w:r w:rsidRPr="007B2E3D">
              <w:t>1,0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7B2E3D" w:rsidRDefault="00F02424" w:rsidP="006C1CA4">
            <w:r w:rsidRPr="007B2E3D">
              <w:t>1,0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1479F5">
            <w:pPr>
              <w:widowControl/>
            </w:pPr>
            <w:r w:rsidRPr="00A67A48">
              <w:t>Резервные фонды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  <w:r w:rsidRPr="00A67A48"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AC0576">
              <w:t>4,0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AC0576">
              <w:t>4,0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AC0576">
              <w:t>4,0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E52EA" w:rsidRDefault="00F02424" w:rsidP="001479F5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AC0576">
              <w:t>4,0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AC0576">
              <w:t>4,0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AC0576">
              <w:t>4,0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E52EA" w:rsidRDefault="00F02424" w:rsidP="001479F5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AC0576">
              <w:t>4,0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AC0576">
              <w:t>4,0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AC0576">
              <w:t>4,0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B93F6E">
              <w:t>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B93F6E">
              <w:t>4,0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B93F6E">
              <w:t>4,0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B93F6E">
              <w:t>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B93F6E">
              <w:t>4,0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B93F6E">
              <w:t>4,0</w:t>
            </w:r>
          </w:p>
        </w:tc>
      </w:tr>
      <w:tr w:rsidR="00F02424" w:rsidRPr="0043557C" w:rsidTr="006C1CA4">
        <w:trPr>
          <w:gridAfter w:val="1"/>
          <w:wAfter w:w="730" w:type="dxa"/>
          <w:trHeight w:val="63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B93F6E">
              <w:t>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B93F6E">
              <w:t>4,0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B93F6E">
              <w:t>4,0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1479F5">
            <w:pPr>
              <w:widowControl/>
            </w:pPr>
            <w:r w:rsidRPr="00A67A48">
              <w:t>Другие общегосударственные вопросы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  <w:r w:rsidRPr="00A67A48"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jc w:val="center"/>
            </w:pPr>
            <w:r>
              <w:t>1,0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F02424" w:rsidRPr="0043557C" w:rsidTr="006C1CA4">
        <w:trPr>
          <w:trHeight w:val="64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2014-2024 годы  </w:t>
            </w:r>
            <w:r w:rsidRPr="0043557C">
              <w:t>»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r>
              <w:t>1,0</w:t>
            </w:r>
          </w:p>
        </w:tc>
        <w:tc>
          <w:tcPr>
            <w:tcW w:w="730" w:type="dxa"/>
            <w:vMerge w:val="restart"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  <w:p w:rsidR="00F02424" w:rsidRDefault="00F02424" w:rsidP="00775F45">
            <w:pPr>
              <w:widowControl/>
              <w:jc w:val="center"/>
            </w:pPr>
          </w:p>
          <w:p w:rsidR="00F02424" w:rsidRPr="0043557C" w:rsidRDefault="00F02424" w:rsidP="00775F45">
            <w:pPr>
              <w:widowControl/>
              <w:jc w:val="center"/>
            </w:pPr>
          </w:p>
          <w:p w:rsidR="00F02424" w:rsidRPr="0043557C" w:rsidRDefault="00F02424" w:rsidP="00775F45">
            <w:pPr>
              <w:widowControl/>
              <w:jc w:val="center"/>
            </w:pPr>
          </w:p>
          <w:p w:rsidR="00F02424" w:rsidRDefault="00F02424" w:rsidP="00775F45">
            <w:pPr>
              <w:widowControl/>
              <w:jc w:val="center"/>
            </w:pPr>
          </w:p>
          <w:p w:rsidR="00F02424" w:rsidRPr="0043557C" w:rsidRDefault="00F02424" w:rsidP="00775F45">
            <w:pPr>
              <w:widowControl/>
              <w:jc w:val="center"/>
            </w:pPr>
          </w:p>
        </w:tc>
      </w:tr>
      <w:tr w:rsidR="00F02424" w:rsidRPr="0043557C" w:rsidTr="006C1CA4">
        <w:trPr>
          <w:trHeight w:val="15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</w:tr>
      <w:tr w:rsidR="00F02424" w:rsidRPr="0043557C" w:rsidTr="006C1CA4">
        <w:trPr>
          <w:trHeight w:val="126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0440180210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C2149E" w:rsidRDefault="00F02424" w:rsidP="006C1CA4">
            <w:pPr>
              <w:widowControl/>
              <w:jc w:val="center"/>
            </w:pPr>
            <w:r>
              <w:t>1,0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6C1CA4">
            <w:r w:rsidRPr="0043557C">
              <w:t>1,0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</w:tr>
      <w:tr w:rsidR="00F02424" w:rsidRPr="0043557C" w:rsidTr="006C1CA4">
        <w:trPr>
          <w:trHeight w:val="63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7B2E3D" w:rsidRDefault="00F02424" w:rsidP="006C1CA4">
            <w:r w:rsidRPr="007B2E3D">
              <w:t>1,0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</w:tr>
      <w:tr w:rsidR="00F02424" w:rsidRPr="0043557C" w:rsidTr="006C1CA4">
        <w:trPr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9B24E0" w:rsidRDefault="00F02424" w:rsidP="001479F5">
            <w:pPr>
              <w:widowControl/>
              <w:rPr>
                <w:b/>
                <w:bCs/>
              </w:rPr>
            </w:pPr>
            <w:r w:rsidRPr="009B24E0">
              <w:rPr>
                <w:b/>
                <w:bCs/>
              </w:rPr>
              <w:t>НАЦИОНАЛЬНАЯ ОБОРОНА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9B24E0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95,6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F02424" w:rsidRPr="0043557C" w:rsidTr="006C1CA4">
        <w:trPr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92,1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95,6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F02424" w:rsidRPr="0043557C" w:rsidTr="006C1CA4">
        <w:trPr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 на  2014-2024 годы  </w:t>
            </w:r>
            <w:r w:rsidRPr="0043557C">
              <w:t>"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0440000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91,1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92,1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95,6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 xml:space="preserve">     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92,1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95,6</w:t>
            </w:r>
          </w:p>
        </w:tc>
        <w:tc>
          <w:tcPr>
            <w:tcW w:w="730" w:type="dxa"/>
            <w:vMerge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 xml:space="preserve">     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92,1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95,6</w:t>
            </w: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F02424" w:rsidRPr="0043557C" w:rsidTr="006C1CA4">
        <w:trPr>
          <w:trHeight w:val="126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92,1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95,6</w:t>
            </w:r>
          </w:p>
        </w:tc>
        <w:tc>
          <w:tcPr>
            <w:tcW w:w="730" w:type="dxa"/>
            <w:vMerge w:val="restart"/>
            <w:tcBorders>
              <w:top w:val="nil"/>
              <w:left w:val="nil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6C1CA4">
            <w:pPr>
              <w:widowControl/>
              <w:jc w:val="center"/>
            </w:pPr>
            <w:r>
              <w:t>80,0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6C1CA4">
            <w:pPr>
              <w:widowControl/>
              <w:jc w:val="center"/>
            </w:pPr>
            <w:r>
              <w:t>80,0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6C1CA4">
            <w:pPr>
              <w:widowControl/>
              <w:jc w:val="center"/>
            </w:pPr>
            <w:r>
              <w:t>80,0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</w:tr>
      <w:tr w:rsidR="00F02424" w:rsidRPr="0043557C" w:rsidTr="006C1CA4">
        <w:trPr>
          <w:trHeight w:val="63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6C1CA4">
            <w:pPr>
              <w:widowControl/>
              <w:jc w:val="center"/>
            </w:pPr>
            <w:r>
              <w:t>80,0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6C1CA4">
            <w:pPr>
              <w:widowControl/>
              <w:jc w:val="center"/>
            </w:pPr>
            <w:r>
              <w:t>80,0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6C1CA4">
            <w:pPr>
              <w:widowControl/>
              <w:jc w:val="center"/>
            </w:pPr>
            <w:r>
              <w:t>80,0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</w:tr>
      <w:tr w:rsidR="00F02424" w:rsidRPr="0043557C" w:rsidTr="006C1CA4">
        <w:trPr>
          <w:trHeight w:val="126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6C1CA4">
            <w:pPr>
              <w:widowControl/>
              <w:jc w:val="center"/>
            </w:pPr>
            <w:r>
              <w:t>11,1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12,1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15,6</w:t>
            </w:r>
          </w:p>
        </w:tc>
        <w:tc>
          <w:tcPr>
            <w:tcW w:w="73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lang w:val="en-US"/>
              </w:rPr>
            </w:pP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C6D07" w:rsidRDefault="00F02424" w:rsidP="006C1CA4">
            <w:pPr>
              <w:widowControl/>
              <w:jc w:val="center"/>
            </w:pPr>
            <w:r>
              <w:t>11,1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12,1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15,6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1479F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944,2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895,3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909,2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E52EA" w:rsidRDefault="00F02424" w:rsidP="001479F5">
            <w:pPr>
              <w:widowControl/>
            </w:pPr>
            <w:r w:rsidRPr="003E52EA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 xml:space="preserve">на  2014-2024 годы  </w:t>
            </w:r>
            <w:r w:rsidRPr="003E52EA">
              <w:t>"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3775F0" w:rsidRDefault="00F02424" w:rsidP="001479F5">
            <w:pPr>
              <w:widowControl/>
              <w:jc w:val="center"/>
            </w:pPr>
            <w:r w:rsidRPr="0043557C">
              <w:t>0200000</w:t>
            </w:r>
            <w:r w:rsidRPr="003775F0"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Подпрограмма "Содержание и ремонт внутрипоселенческих дорог в Шейнском сельсовете Пачелмского района Пензенской области"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Основное мероприятие " Улучшение состояния автомобильных дорог местного значения в границах поселения"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 xml:space="preserve"> 0220100000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6C1CA4">
        <w:trPr>
          <w:gridAfter w:val="1"/>
          <w:wAfter w:w="730" w:type="dxa"/>
          <w:trHeight w:val="1032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6C1CA4">
        <w:trPr>
          <w:gridAfter w:val="1"/>
          <w:wAfter w:w="730" w:type="dxa"/>
          <w:trHeight w:val="84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Default="00F02424" w:rsidP="006C1CA4">
            <w:r>
              <w:t>818,0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850,0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907,0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126,2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45,3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2,2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на  2014-2024 годы   </w:t>
            </w:r>
            <w:r w:rsidRPr="0043557C">
              <w:t>»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126,2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45,3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2,2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124,0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5509EA">
              <w:t>43,1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124,0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5509EA">
              <w:t>43,1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FB4F77" w:rsidRDefault="00F02424" w:rsidP="001479F5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1479F5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124,0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5509EA">
              <w:t>43,1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1479F5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124,0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5509EA">
              <w:t>43,1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FB4F77" w:rsidRDefault="00F02424" w:rsidP="001479F5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>
              <w:t>124,0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>
              <w:t>43,1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0,0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F02424" w:rsidRPr="0043557C" w:rsidRDefault="00F02424" w:rsidP="001479F5"/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2,2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2,2</w:t>
            </w:r>
          </w:p>
        </w:tc>
      </w:tr>
      <w:tr w:rsidR="00F02424" w:rsidRPr="0043557C" w:rsidTr="006C1CA4">
        <w:trPr>
          <w:trHeight w:val="63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Основное мероприятие «Реализация отдельных</w:t>
            </w:r>
            <w:r>
              <w:t xml:space="preserve"> переданных полномочий </w:t>
            </w:r>
            <w:r w:rsidRPr="003E52EA">
              <w:t>Шейнским сельсоветом</w:t>
            </w:r>
            <w:r w:rsidRPr="0043557C">
              <w:t xml:space="preserve"> Пачелмского района Пензенской области»</w:t>
            </w:r>
          </w:p>
          <w:p w:rsidR="00F02424" w:rsidRPr="0043557C" w:rsidRDefault="00F02424" w:rsidP="001479F5"/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2,2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2,2</w:t>
            </w:r>
          </w:p>
        </w:tc>
        <w:tc>
          <w:tcPr>
            <w:tcW w:w="73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2424" w:rsidRPr="0043557C" w:rsidRDefault="00F02424" w:rsidP="001479F5"/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0440180220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7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 w:rsidRPr="0043557C">
              <w:t>1,0</w:t>
            </w:r>
          </w:p>
        </w:tc>
        <w:tc>
          <w:tcPr>
            <w:tcW w:w="730" w:type="dxa"/>
            <w:vMerge w:val="restart"/>
            <w:tcBorders>
              <w:left w:val="nil"/>
            </w:tcBorders>
            <w:vAlign w:val="center"/>
          </w:tcPr>
          <w:p w:rsidR="00F02424" w:rsidRDefault="00F02424" w:rsidP="001479F5"/>
          <w:p w:rsidR="00F02424" w:rsidRDefault="00F02424" w:rsidP="001479F5"/>
          <w:p w:rsidR="00F02424" w:rsidRDefault="00F02424" w:rsidP="001479F5"/>
          <w:p w:rsidR="00F02424" w:rsidRPr="0043557C" w:rsidRDefault="00F02424" w:rsidP="001479F5"/>
        </w:tc>
      </w:tr>
      <w:tr w:rsidR="00F02424" w:rsidRPr="0043557C" w:rsidTr="006C1CA4">
        <w:trPr>
          <w:trHeight w:val="84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57845" w:rsidRDefault="00F02424" w:rsidP="006C1CA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1,</w:t>
            </w:r>
            <w:r w:rsidRPr="0043557C">
              <w:t>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1408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 w:rsidRPr="007B2E3D">
              <w:t>1,0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0440180290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1,2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30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0440180290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1,2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1,2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r w:rsidRPr="0043557C">
              <w:t>0440180290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 w:rsidRPr="007B2E3D">
              <w:t>1,2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 w:rsidRPr="00DF42F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/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E66DC2" w:rsidRDefault="00F02424" w:rsidP="006C1CA4">
            <w:pPr>
              <w:widowControl/>
              <w:jc w:val="center"/>
              <w:rPr>
                <w:b/>
              </w:rPr>
            </w:pPr>
            <w:r w:rsidRPr="00E66DC2">
              <w:rPr>
                <w:b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E66DC2" w:rsidRDefault="00F02424" w:rsidP="006C1CA4">
            <w:pPr>
              <w:widowControl/>
              <w:jc w:val="center"/>
              <w:rPr>
                <w:b/>
              </w:rPr>
            </w:pPr>
            <w:r w:rsidRPr="00E66DC2">
              <w:rPr>
                <w:b/>
              </w:rP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E66DC2" w:rsidRDefault="00F02424" w:rsidP="006C1CA4">
            <w:pPr>
              <w:jc w:val="center"/>
              <w:rPr>
                <w:b/>
              </w:rPr>
            </w:pPr>
            <w:r w:rsidRPr="00E66DC2">
              <w:rPr>
                <w:b/>
              </w:rPr>
              <w:t>0,0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Благоустройство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78473F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r>
              <w:t>00000000000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>
              <w:t>0,0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rPr>
                <w:b/>
              </w:rPr>
            </w:pPr>
            <w:r w:rsidRPr="00DF42F2">
              <w:rPr>
                <w:b/>
              </w:rPr>
              <w:t xml:space="preserve">Муниципальная программа «Комплексное развитие территории </w:t>
            </w:r>
            <w:r>
              <w:rPr>
                <w:b/>
              </w:rPr>
              <w:t>Шейнского</w:t>
            </w:r>
            <w:r w:rsidRPr="00DF42F2">
              <w:rPr>
                <w:b/>
              </w:rPr>
              <w:t xml:space="preserve"> сельсовета Пачелмского района  Пензенской области»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78473F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05000</w:t>
            </w:r>
            <w:r w:rsidRPr="00DF42F2">
              <w:rPr>
                <w:lang w:val="en-US"/>
              </w:rPr>
              <w:t>0</w:t>
            </w:r>
            <w:r w:rsidRPr="00DF42F2"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>
              <w:t>0,0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</w:pPr>
            <w:r w:rsidRPr="00DF42F2">
              <w:t>Благоустройство территорий поселений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78473F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F42F2" w:rsidRDefault="00F02424" w:rsidP="006C1CA4">
            <w:r w:rsidRPr="00DF42F2">
              <w:t>0500065170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>
              <w:t>200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>
              <w:t>0,0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</w:pPr>
            <w:r w:rsidRPr="00DF42F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78473F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  <w:jc w:val="center"/>
            </w:pPr>
            <w:r w:rsidRPr="00DF42F2">
              <w:t>0500065170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>
              <w:t>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>
              <w:t>0,0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6C1CA4">
            <w:pPr>
              <w:widowControl/>
            </w:pPr>
            <w:r w:rsidRPr="00DF42F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78473F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/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</w:pPr>
            <w:r>
              <w:t>0,0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jc w:val="center"/>
            </w:pPr>
            <w:r>
              <w:t>0,0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1479F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729,7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635,7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629,7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Культура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6C1CA4">
            <w:r>
              <w:t>729,7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635,7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  <w:jc w:val="center"/>
            </w:pPr>
            <w:r>
              <w:t>629,7</w:t>
            </w:r>
          </w:p>
        </w:tc>
        <w:tc>
          <w:tcPr>
            <w:tcW w:w="730" w:type="dxa"/>
            <w:vMerge/>
            <w:tcBorders>
              <w:left w:val="nil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на  2014-2024 годы </w:t>
            </w:r>
            <w:r w:rsidRPr="0043557C">
              <w:t>"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0300000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  <w:tc>
          <w:tcPr>
            <w:tcW w:w="73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6C1CA4">
        <w:trPr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0330000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  <w:tc>
          <w:tcPr>
            <w:tcW w:w="73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</w:tr>
      <w:tr w:rsidR="00F02424" w:rsidRPr="0043557C" w:rsidTr="006C1CA4">
        <w:trPr>
          <w:gridAfter w:val="1"/>
          <w:wAfter w:w="730" w:type="dxa"/>
          <w:trHeight w:val="28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rPr>
                <w:sz w:val="16"/>
                <w:szCs w:val="16"/>
              </w:rPr>
            </w:pPr>
            <w:r w:rsidRPr="0043557C">
              <w:t>Основное мероприятие "Обеспечение соответствия состояния объектов социально-культурной сферы  нормативным требованиям</w:t>
            </w:r>
            <w:r w:rsidRPr="0043557C">
              <w:rPr>
                <w:sz w:val="16"/>
                <w:szCs w:val="16"/>
              </w:rPr>
              <w:t>"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 xml:space="preserve">     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0330100000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6C1CA4">
        <w:trPr>
          <w:gridAfter w:val="1"/>
          <w:wAfter w:w="730" w:type="dxa"/>
          <w:trHeight w:val="15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6C1CA4">
        <w:trPr>
          <w:gridAfter w:val="1"/>
          <w:wAfter w:w="730" w:type="dxa"/>
          <w:trHeight w:val="12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6C1CA4">
        <w:trPr>
          <w:gridAfter w:val="1"/>
          <w:wAfter w:w="730" w:type="dxa"/>
          <w:trHeight w:val="63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на  2014-2024 годы </w:t>
            </w:r>
            <w:r w:rsidRPr="0043557C">
              <w:t>»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>
              <w:t>04</w:t>
            </w:r>
            <w:r w:rsidRPr="0043557C">
              <w:t>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512663">
              <w:t>399,7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512663">
              <w:t>399,7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512663">
              <w:t>399,7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  <w:rPr>
                <w:lang w:val="en-US"/>
              </w:rPr>
            </w:pPr>
            <w:r>
              <w:t>044</w:t>
            </w:r>
            <w:r w:rsidRPr="0043557C">
              <w:t>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 w:rsidRPr="0043557C">
              <w:t xml:space="preserve">      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044</w:t>
            </w:r>
            <w:r w:rsidRPr="0043557C">
              <w:t>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97D3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890B29" w:rsidRDefault="00F02424" w:rsidP="001479F5">
            <w:pPr>
              <w:widowControl/>
              <w:jc w:val="center"/>
            </w:pPr>
            <w:r>
              <w:t>0440180250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1479F5">
            <w:r w:rsidRPr="005F50FE">
              <w:t>0440180250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>
              <w:t>500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1479F5">
            <w:r w:rsidRPr="005F50FE">
              <w:t>0440180250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>
              <w:t>5</w:t>
            </w:r>
            <w:r w:rsidRPr="0043557C">
              <w:t>40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0200E">
              <w:t>399,7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A67A48" w:rsidRDefault="00F02424" w:rsidP="001479F5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97D3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1479F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6C1CA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</w:tr>
      <w:tr w:rsidR="00F02424" w:rsidRPr="0043557C" w:rsidTr="006C1CA4">
        <w:trPr>
          <w:gridAfter w:val="1"/>
          <w:wAfter w:w="730" w:type="dxa"/>
          <w:trHeight w:val="126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на  2014-2024 годы</w:t>
            </w:r>
            <w:r w:rsidRPr="0043557C">
              <w:t>»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</w:tr>
      <w:tr w:rsidR="00F02424" w:rsidRPr="0043557C" w:rsidTr="006C1CA4">
        <w:trPr>
          <w:gridAfter w:val="1"/>
          <w:wAfter w:w="730" w:type="dxa"/>
          <w:trHeight w:val="126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</w:tr>
      <w:tr w:rsidR="00F02424" w:rsidRPr="0043557C" w:rsidTr="006C1CA4">
        <w:trPr>
          <w:gridAfter w:val="1"/>
          <w:wAfter w:w="730" w:type="dxa"/>
          <w:trHeight w:val="42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</w:tr>
      <w:tr w:rsidR="00F02424" w:rsidRPr="0043557C" w:rsidTr="006C1CA4">
        <w:trPr>
          <w:gridAfter w:val="1"/>
          <w:wAfter w:w="730" w:type="dxa"/>
          <w:trHeight w:val="84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</w:tr>
      <w:tr w:rsidR="00F02424" w:rsidRPr="0043557C" w:rsidTr="006C1CA4">
        <w:trPr>
          <w:trHeight w:val="525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E10E4E" w:rsidRDefault="00F02424" w:rsidP="001479F5">
            <w:pPr>
              <w:widowControl/>
              <w:jc w:val="center"/>
            </w:pPr>
            <w:r w:rsidRPr="00E10E4E">
              <w:t>300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</w:tr>
      <w:tr w:rsidR="00F02424" w:rsidRPr="0043557C" w:rsidTr="006C1CA4">
        <w:trPr>
          <w:gridAfter w:val="1"/>
          <w:wAfter w:w="730" w:type="dxa"/>
          <w:trHeight w:val="630"/>
          <w:jc w:val="center"/>
        </w:trPr>
        <w:tc>
          <w:tcPr>
            <w:tcW w:w="3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A67A48" w:rsidRDefault="00F02424" w:rsidP="00775F45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 w:rsidP="006C1CA4">
            <w:r w:rsidRPr="00286374">
              <w:t>19,5</w:t>
            </w:r>
          </w:p>
        </w:tc>
      </w:tr>
      <w:tr w:rsidR="00F02424" w:rsidRPr="0043557C" w:rsidTr="006C1CA4">
        <w:trPr>
          <w:gridAfter w:val="1"/>
          <w:wAfter w:w="730" w:type="dxa"/>
          <w:trHeight w:val="25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2424" w:rsidRPr="00FE1452" w:rsidRDefault="00F02424" w:rsidP="001479F5">
            <w:pPr>
              <w:widowControl/>
              <w:rPr>
                <w:b/>
              </w:rPr>
            </w:pPr>
            <w:r w:rsidRPr="00FE1452">
              <w:rPr>
                <w:b/>
              </w:rPr>
              <w:t>ВСЕГО: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4583,0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3825,5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6C1CA4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3783,8</w:t>
            </w:r>
          </w:p>
        </w:tc>
      </w:tr>
    </w:tbl>
    <w:p w:rsidR="00F02424" w:rsidRDefault="00F02424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F02424" w:rsidRDefault="00F02424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F02424" w:rsidRDefault="00F02424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F02424" w:rsidRDefault="00F02424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F02424" w:rsidRDefault="00F02424" w:rsidP="002417DB">
      <w:pPr>
        <w:tabs>
          <w:tab w:val="left" w:pos="8430"/>
        </w:tabs>
        <w:suppressAutoHyphens/>
        <w:rPr>
          <w:sz w:val="24"/>
          <w:szCs w:val="24"/>
        </w:rPr>
      </w:pPr>
    </w:p>
    <w:p w:rsidR="00F02424" w:rsidRDefault="00F02424" w:rsidP="00775F45">
      <w:pPr>
        <w:tabs>
          <w:tab w:val="left" w:pos="8430"/>
        </w:tabs>
        <w:suppressAutoHyphens/>
      </w:pPr>
    </w:p>
    <w:p w:rsidR="00F02424" w:rsidRPr="0043557C" w:rsidRDefault="00F02424" w:rsidP="00775F45">
      <w:pPr>
        <w:tabs>
          <w:tab w:val="left" w:pos="8430"/>
        </w:tabs>
        <w:suppressAutoHyphens/>
        <w:jc w:val="right"/>
      </w:pPr>
      <w:r w:rsidRPr="0043557C">
        <w:t>Приложение 10</w:t>
      </w:r>
    </w:p>
    <w:p w:rsidR="00F02424" w:rsidRPr="0043557C" w:rsidRDefault="00F02424" w:rsidP="00775F45">
      <w:pPr>
        <w:suppressAutoHyphens/>
        <w:spacing w:line="240" w:lineRule="exact"/>
        <w:jc w:val="right"/>
      </w:pPr>
      <w:r w:rsidRPr="0043557C">
        <w:t>к решению Комитета местного</w:t>
      </w:r>
    </w:p>
    <w:p w:rsidR="00F02424" w:rsidRPr="0043557C" w:rsidRDefault="00F02424" w:rsidP="00775F45">
      <w:pPr>
        <w:suppressAutoHyphens/>
        <w:spacing w:line="240" w:lineRule="exact"/>
        <w:jc w:val="right"/>
      </w:pPr>
      <w:r w:rsidRPr="0043557C">
        <w:t xml:space="preserve"> самоуправления Шейнского сельсовета</w:t>
      </w:r>
    </w:p>
    <w:p w:rsidR="00F02424" w:rsidRPr="0043557C" w:rsidRDefault="00F02424" w:rsidP="00775F45">
      <w:pPr>
        <w:suppressAutoHyphens/>
        <w:spacing w:line="240" w:lineRule="exact"/>
        <w:jc w:val="right"/>
      </w:pPr>
      <w:r w:rsidRPr="0043557C">
        <w:t>Пачелмского района Пензенской области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Default="00F02424" w:rsidP="00775F45">
      <w:pPr>
        <w:pStyle w:val="BodyText"/>
        <w:rPr>
          <w:b/>
          <w:bCs/>
          <w:sz w:val="24"/>
          <w:szCs w:val="24"/>
        </w:rPr>
      </w:pPr>
    </w:p>
    <w:p w:rsidR="00F02424" w:rsidRDefault="00F02424" w:rsidP="00775F45">
      <w:pPr>
        <w:pStyle w:val="BodyText"/>
        <w:rPr>
          <w:b/>
          <w:bCs/>
          <w:sz w:val="24"/>
          <w:szCs w:val="24"/>
        </w:rPr>
      </w:pPr>
    </w:p>
    <w:p w:rsidR="00F02424" w:rsidRDefault="00F02424" w:rsidP="00061CC1">
      <w:pPr>
        <w:pStyle w:val="BodyText"/>
        <w:jc w:val="center"/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Распределение бюджетных ассигнований по целевым статьям (ЦСР) 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</w:t>
      </w:r>
      <w:r>
        <w:rPr>
          <w:b/>
          <w:bCs/>
          <w:sz w:val="24"/>
          <w:szCs w:val="24"/>
        </w:rPr>
        <w:t>йона Пензенской области  на 2021</w:t>
      </w:r>
      <w:r w:rsidRPr="00D2030B">
        <w:rPr>
          <w:b/>
          <w:bCs/>
          <w:sz w:val="24"/>
          <w:szCs w:val="24"/>
        </w:rPr>
        <w:t xml:space="preserve"> год и плановый период</w:t>
      </w:r>
    </w:p>
    <w:p w:rsidR="00F02424" w:rsidRPr="00D2030B" w:rsidRDefault="00F02424" w:rsidP="00061CC1">
      <w:pPr>
        <w:pStyle w:val="BodyTex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2022 и 2023 годов</w:t>
      </w:r>
    </w:p>
    <w:p w:rsidR="00F02424" w:rsidRPr="0043557C" w:rsidRDefault="00F02424" w:rsidP="00775F45">
      <w:pPr>
        <w:pStyle w:val="BodyText"/>
        <w:jc w:val="right"/>
        <w:rPr>
          <w:b/>
          <w:bCs/>
          <w:sz w:val="20"/>
          <w:szCs w:val="20"/>
        </w:rPr>
      </w:pPr>
      <w:r w:rsidRPr="0043557C">
        <w:rPr>
          <w:b/>
          <w:bCs/>
          <w:sz w:val="20"/>
          <w:szCs w:val="20"/>
        </w:rPr>
        <w:t>тыс.руб.</w:t>
      </w:r>
    </w:p>
    <w:tbl>
      <w:tblPr>
        <w:tblW w:w="9991" w:type="dxa"/>
        <w:tblInd w:w="2" w:type="dxa"/>
        <w:tblLook w:val="00A0"/>
      </w:tblPr>
      <w:tblGrid>
        <w:gridCol w:w="3706"/>
        <w:gridCol w:w="567"/>
        <w:gridCol w:w="352"/>
        <w:gridCol w:w="567"/>
        <w:gridCol w:w="851"/>
        <w:gridCol w:w="708"/>
        <w:gridCol w:w="1066"/>
        <w:gridCol w:w="970"/>
        <w:gridCol w:w="968"/>
        <w:gridCol w:w="236"/>
      </w:tblGrid>
      <w:tr w:rsidR="00F02424" w:rsidRPr="0043557C" w:rsidTr="00775F45">
        <w:trPr>
          <w:gridAfter w:val="1"/>
          <w:wAfter w:w="236" w:type="dxa"/>
          <w:trHeight w:val="435"/>
        </w:trPr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Наименование</w:t>
            </w:r>
          </w:p>
        </w:tc>
        <w:tc>
          <w:tcPr>
            <w:tcW w:w="233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ЦСР</w:t>
            </w:r>
          </w:p>
          <w:p w:rsidR="00F02424" w:rsidRPr="0043557C" w:rsidRDefault="00F02424" w:rsidP="00775F45">
            <w:pPr>
              <w:widowControl/>
              <w:jc w:val="center"/>
            </w:pPr>
          </w:p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Вр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 xml:space="preserve">Сумма </w:t>
            </w:r>
            <w:r w:rsidRPr="0043557C">
              <w:br/>
            </w:r>
          </w:p>
        </w:tc>
      </w:tr>
      <w:tr w:rsidR="00F02424" w:rsidRPr="0043557C" w:rsidTr="00775F45">
        <w:trPr>
          <w:gridAfter w:val="1"/>
          <w:wAfter w:w="236" w:type="dxa"/>
          <w:trHeight w:val="240"/>
        </w:trPr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233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jc w:val="center"/>
            </w:pPr>
            <w:r>
              <w:t>2021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20</w:t>
            </w:r>
            <w:r>
              <w:t>22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47EA7" w:rsidRDefault="00F02424" w:rsidP="00775F45">
            <w:pPr>
              <w:widowControl/>
            </w:pPr>
            <w:r>
              <w:rPr>
                <w:lang w:val="en-US"/>
              </w:rPr>
              <w:t>202</w:t>
            </w:r>
            <w:r>
              <w:t>3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424" w:rsidRPr="0043557C" w:rsidRDefault="00F02424" w:rsidP="00775F45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 w:rsidRPr="0043557C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6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I. МУНИЦИПАЛЬНЫЕ  ПРОГРАММЫ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4579,0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3821,5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3779,8</w:t>
            </w:r>
          </w:p>
        </w:tc>
      </w:tr>
      <w:tr w:rsidR="00F02424" w:rsidRPr="0043557C" w:rsidTr="005E2EF2">
        <w:trPr>
          <w:gridAfter w:val="1"/>
          <w:wAfter w:w="236" w:type="dxa"/>
          <w:trHeight w:val="1867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 сельсовета Пачелмского района Пензенской области "Развитие территории, социальной, коммунальной и инженерной инфраструктуры  Шейнского сельсовета Пачелмского района  Пензенской области</w:t>
            </w:r>
            <w:r>
              <w:rPr>
                <w:b/>
                <w:bCs/>
              </w:rPr>
              <w:t xml:space="preserve">  на 2014-2024 годы</w:t>
            </w:r>
            <w:r w:rsidRPr="0043557C">
              <w:rPr>
                <w:b/>
                <w:bCs/>
              </w:rPr>
              <w:t xml:space="preserve">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4232E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4232E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F02424" w:rsidRPr="00D4232E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F02424" w:rsidRPr="00D4232E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F02424" w:rsidRPr="00D4232E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F02424" w:rsidRPr="00D4232E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D4232E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4232E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</w:p>
          <w:p w:rsidR="00F02424" w:rsidRPr="00D4232E" w:rsidRDefault="00F02424" w:rsidP="00775F45">
            <w:pPr>
              <w:rPr>
                <w:rFonts w:ascii="Times New Roman CYR" w:hAnsi="Times New Roman CYR" w:cs="Times New Roman CYR"/>
                <w:b/>
              </w:rPr>
            </w:pPr>
            <w:r w:rsidRPr="00D4232E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D4232E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BD3C33">
            <w:pPr>
              <w:rPr>
                <w:b/>
              </w:rPr>
            </w:pPr>
          </w:p>
          <w:p w:rsidR="00F02424" w:rsidRDefault="00F02424" w:rsidP="00BD3C33">
            <w:pPr>
              <w:rPr>
                <w:b/>
              </w:rPr>
            </w:pPr>
          </w:p>
          <w:p w:rsidR="00F02424" w:rsidRPr="006C1CA4" w:rsidRDefault="00F02424" w:rsidP="00BD3C33">
            <w:pPr>
              <w:rPr>
                <w:b/>
              </w:rPr>
            </w:pPr>
            <w:r w:rsidRPr="006C1CA4">
              <w:rPr>
                <w:b/>
              </w:rPr>
              <w:t>818,0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6C1CA4" w:rsidRDefault="00F02424" w:rsidP="00BD3C33">
            <w:pPr>
              <w:widowControl/>
              <w:rPr>
                <w:b/>
              </w:rPr>
            </w:pPr>
            <w:r w:rsidRPr="006C1CA4">
              <w:rPr>
                <w:b/>
              </w:rPr>
              <w:t>850,0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6C1CA4" w:rsidRDefault="00F02424" w:rsidP="00BD3C33">
            <w:pPr>
              <w:widowControl/>
              <w:rPr>
                <w:b/>
              </w:rPr>
            </w:pPr>
            <w:r w:rsidRPr="006C1CA4">
              <w:rPr>
                <w:b/>
              </w:rPr>
              <w:t>907,0</w:t>
            </w:r>
          </w:p>
        </w:tc>
      </w:tr>
      <w:tr w:rsidR="00F02424" w:rsidRPr="0043557C" w:rsidTr="006C1CA4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"Содержание и ремонт внутрипоселенческих дорог в Шейнском  сельсовете Пачелмского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6C1CA4">
            <w:pPr>
              <w:rPr>
                <w:b/>
              </w:rPr>
            </w:pPr>
          </w:p>
          <w:p w:rsidR="00F02424" w:rsidRDefault="00F02424" w:rsidP="006C1CA4">
            <w:pPr>
              <w:rPr>
                <w:b/>
              </w:rPr>
            </w:pPr>
          </w:p>
          <w:p w:rsidR="00F02424" w:rsidRPr="006C1CA4" w:rsidRDefault="00F02424" w:rsidP="006C1CA4">
            <w:pPr>
              <w:rPr>
                <w:b/>
              </w:rPr>
            </w:pPr>
            <w:r w:rsidRPr="006C1CA4">
              <w:rPr>
                <w:b/>
              </w:rPr>
              <w:t>818,0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6C1CA4" w:rsidRDefault="00F02424" w:rsidP="006C1CA4">
            <w:pPr>
              <w:widowControl/>
              <w:rPr>
                <w:b/>
              </w:rPr>
            </w:pPr>
            <w:r w:rsidRPr="006C1CA4">
              <w:rPr>
                <w:b/>
              </w:rPr>
              <w:t>850,0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6C1CA4" w:rsidRDefault="00F02424" w:rsidP="006C1CA4">
            <w:pPr>
              <w:widowControl/>
              <w:rPr>
                <w:b/>
              </w:rPr>
            </w:pPr>
            <w:r w:rsidRPr="006C1CA4">
              <w:rPr>
                <w:b/>
              </w:rPr>
              <w:t>907,0</w:t>
            </w:r>
          </w:p>
        </w:tc>
      </w:tr>
      <w:tr w:rsidR="00F02424" w:rsidRPr="0043557C" w:rsidTr="001479F5"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"Улучшение состояния автомобильных дорог местного значения в границах поселения"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  <w:r w:rsidRPr="0043557C">
              <w:t>02</w:t>
            </w:r>
          </w:p>
        </w:tc>
        <w:tc>
          <w:tcPr>
            <w:tcW w:w="3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6C1CA4">
            <w:r>
              <w:t>818,0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850,0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907,0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02424" w:rsidRDefault="00F02424" w:rsidP="00775F45">
            <w:pPr>
              <w:widowControl/>
            </w:pPr>
          </w:p>
          <w:p w:rsidR="00F02424" w:rsidRDefault="00F02424" w:rsidP="00775F45">
            <w:pPr>
              <w:widowControl/>
            </w:pPr>
          </w:p>
          <w:p w:rsidR="00F02424" w:rsidRPr="0043557C" w:rsidRDefault="00F02424" w:rsidP="00775F45">
            <w:pPr>
              <w:widowControl/>
            </w:pP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6C1CA4">
            <w:r>
              <w:t>818,0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850,0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907,0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6C1CA4">
            <w:r>
              <w:t>818,0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850,0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widowControl/>
            </w:pPr>
            <w:r>
              <w:t>907,0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775F45">
            <w:r>
              <w:t>818,0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850,0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907,0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D03AF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Муниципальная программа Шейнского сельсовета Пачелмского района Пензенской области " Развитие культуры и поддержка молодежи Шейнского  сельсовета Пачелмского района Пензенской области</w:t>
            </w:r>
            <w:r>
              <w:rPr>
                <w:b/>
                <w:bCs/>
              </w:rPr>
              <w:t xml:space="preserve">     на 2014-2024 годы</w:t>
            </w:r>
            <w:r w:rsidRPr="0043557C">
              <w:rPr>
                <w:b/>
                <w:bCs/>
              </w:rPr>
              <w:t xml:space="preserve"> 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D03AF7" w:rsidRDefault="00F02424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03AF7" w:rsidRDefault="00F02424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03AF7" w:rsidRDefault="00F02424" w:rsidP="001479F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230,0</w:t>
            </w:r>
          </w:p>
        </w:tc>
      </w:tr>
      <w:tr w:rsidR="00F02424" w:rsidRPr="0043557C" w:rsidTr="006C1CA4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D03AF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Подпрограмма «Содержание объектов социальной культурной сферы»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03AF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03AF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D03AF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D03AF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D03AF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6C1CA4" w:rsidRDefault="00F02424" w:rsidP="006C1CA4">
            <w:pPr>
              <w:rPr>
                <w:b/>
              </w:rPr>
            </w:pPr>
          </w:p>
          <w:p w:rsidR="00F02424" w:rsidRPr="006C1CA4" w:rsidRDefault="00F02424" w:rsidP="006C1CA4">
            <w:pPr>
              <w:rPr>
                <w:b/>
              </w:rPr>
            </w:pPr>
            <w:r w:rsidRPr="006C1CA4">
              <w:rPr>
                <w:b/>
              </w:rP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6C1CA4" w:rsidRDefault="00F02424" w:rsidP="006C1CA4">
            <w:pPr>
              <w:jc w:val="center"/>
              <w:rPr>
                <w:b/>
              </w:rPr>
            </w:pPr>
            <w:r w:rsidRPr="006C1CA4">
              <w:rPr>
                <w:b/>
              </w:rPr>
              <w:t>236,0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6C1CA4" w:rsidRDefault="00F02424" w:rsidP="006C1CA4">
            <w:pPr>
              <w:jc w:val="center"/>
              <w:rPr>
                <w:b/>
              </w:rPr>
            </w:pPr>
            <w:r w:rsidRPr="006C1CA4">
              <w:rPr>
                <w:b/>
              </w:rPr>
              <w:t>230,0</w:t>
            </w:r>
          </w:p>
        </w:tc>
      </w:tr>
      <w:tr w:rsidR="00F02424" w:rsidRPr="0043557C" w:rsidTr="001479F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«Обеспечение соответствия состояния объектов социально-культурной сферы нормативным требованиям»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1479F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содержание объектов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1479F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6C1CA4"/>
          <w:p w:rsidR="00F02424" w:rsidRPr="0043557C" w:rsidRDefault="00F02424" w:rsidP="006C1CA4">
            <w: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6C1CA4">
            <w:pPr>
              <w:jc w:val="center"/>
            </w:pPr>
            <w:r>
              <w:t>230,0</w:t>
            </w:r>
          </w:p>
        </w:tc>
      </w:tr>
      <w:tr w:rsidR="00F02424" w:rsidRPr="0043557C" w:rsidTr="001479F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 w:rsidP="001479F5"/>
          <w:p w:rsidR="00F02424" w:rsidRPr="0043557C" w:rsidRDefault="00F02424" w:rsidP="001479F5">
            <w:r>
              <w:t>330,0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>
              <w:t>236,0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jc w:val="center"/>
            </w:pPr>
            <w:r>
              <w:t>230,0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rPr>
                <w:b/>
                <w:bCs/>
              </w:rPr>
              <w:t xml:space="preserve">   на 2014-2024 годы </w:t>
            </w:r>
            <w:r w:rsidRPr="0043557C">
              <w:rPr>
                <w:b/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6072BF" w:rsidRDefault="00F02424" w:rsidP="00775F45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3331,0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6072BF" w:rsidRDefault="00F02424" w:rsidP="00775F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2735,6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6072BF" w:rsidRDefault="00F02424" w:rsidP="00775F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2642,8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« Оценка недвижимости ,признание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3848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0A7201" w:rsidRDefault="00F02424" w:rsidP="000A7201">
            <w:pPr>
              <w:widowControl/>
              <w:rPr>
                <w:b/>
              </w:rPr>
            </w:pPr>
            <w:r w:rsidRPr="000A7201">
              <w:rPr>
                <w:b/>
              </w:rPr>
              <w:t>124,0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A7201" w:rsidRDefault="00F02424" w:rsidP="000A7201">
            <w:pPr>
              <w:rPr>
                <w:b/>
              </w:rPr>
            </w:pPr>
            <w:r w:rsidRPr="000A7201">
              <w:rPr>
                <w:b/>
              </w:rPr>
              <w:t>43,1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A7201" w:rsidRDefault="00F02424" w:rsidP="000A7201">
            <w:pPr>
              <w:rPr>
                <w:b/>
              </w:rPr>
            </w:pPr>
            <w:r w:rsidRPr="000A7201">
              <w:rPr>
                <w:b/>
              </w:rPr>
              <w:t>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807C62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0A7201">
            <w:pPr>
              <w:widowControl/>
            </w:pPr>
            <w:r>
              <w:t>124,0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0A7201">
            <w:r>
              <w:t>43,1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0A7201">
            <w:r>
              <w:t>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FB4F7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Мероприятия в области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FB4F7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0A7201">
            <w:pPr>
              <w:widowControl/>
            </w:pPr>
            <w:r>
              <w:t>124,0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0A7201">
            <w:r>
              <w:t>43,1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0A7201">
            <w:r>
              <w:t>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FB4F7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0A7201">
            <w:pPr>
              <w:widowControl/>
            </w:pPr>
            <w:r>
              <w:t>124,0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0A7201">
            <w:r>
              <w:t>43,1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0A7201">
            <w:r>
              <w:t>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FB4F77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widowControl/>
            </w:pPr>
            <w:r>
              <w:t>124,0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5F5D97">
            <w:r>
              <w:t>43,1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r>
              <w:t>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 «Обеспечение деятельности администрации Шейнского сельсовета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F16C1" w:rsidRDefault="00F02424" w:rsidP="00775F45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2692,5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F16C1" w:rsidRDefault="00F02424" w:rsidP="00775F45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2176,9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F16C1" w:rsidRDefault="00F02424" w:rsidP="00775F45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2123,8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widowControl/>
            </w:pPr>
            <w:r>
              <w:t>2692.5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2176.9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2123.8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по оплате труда работников  органов  местного самоуправления (глава администрации)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758,4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371A6">
            <w:pPr>
              <w:widowControl/>
            </w:pPr>
            <w:r>
              <w:t>758,4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выплаты по оплате труда работников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>
            <w:r>
              <w:t>1225,3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C14FF">
              <w:t>925,3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C14FF">
              <w:t>925,3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  <w:p w:rsidR="00F02424" w:rsidRPr="0043557C" w:rsidRDefault="00F02424" w:rsidP="00775F45"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>
            <w:r>
              <w:t>1225,3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C14FF">
              <w:t>925,3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C14FF">
              <w:t>925,3</w:t>
            </w:r>
          </w:p>
        </w:tc>
      </w:tr>
      <w:tr w:rsidR="00F02424" w:rsidRPr="0043557C" w:rsidTr="00775F45">
        <w:trPr>
          <w:gridAfter w:val="1"/>
          <w:wAfter w:w="236" w:type="dxa"/>
          <w:trHeight w:val="753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>
            <w:r>
              <w:t>1225,3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C14FF">
              <w:t>925,3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5C14FF">
              <w:t>925,3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обеспечение функций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widowControl/>
            </w:pPr>
            <w:r>
              <w:t>708,8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493,2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440,1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0A7201">
            <w:pPr>
              <w:widowControl/>
            </w:pPr>
            <w:r>
              <w:t>678,8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0A7201">
            <w:pPr>
              <w:widowControl/>
            </w:pPr>
            <w:r>
              <w:t>463,2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0A7201">
            <w:pPr>
              <w:widowControl/>
            </w:pPr>
            <w:r>
              <w:t>422,1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585886">
            <w:pPr>
              <w:widowControl/>
            </w:pPr>
            <w:r>
              <w:t>678,8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463,2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422,1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</w:p>
          <w:p w:rsidR="00F02424" w:rsidRPr="0043557C" w:rsidRDefault="00F02424" w:rsidP="00775F45"/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1479F5">
            <w:pPr>
              <w:widowControl/>
            </w:pPr>
            <w:r>
              <w:t>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1479F5">
            <w:pPr>
              <w:widowControl/>
            </w:pPr>
            <w:r>
              <w:t>18,0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widowControl/>
            </w:pPr>
            <w:r>
              <w:t>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widowControl/>
            </w:pPr>
            <w:r>
              <w:t>18,0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0616F9" w:rsidRDefault="00F02424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5F5D97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5F5D97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19,5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«Выполнение обязательств по социальной поддержке  отдельных 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</w:pPr>
            <w:r w:rsidRPr="0043557C"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>
            <w:r w:rsidRPr="00AC026E"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26E"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26E">
              <w:t>19,5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Доплаты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>
            <w:r w:rsidRPr="00AC026E"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26E"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26E">
              <w:t>19,5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>
            <w:r w:rsidRPr="00AC026E"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26E"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26E">
              <w:t>19,5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Default="00F02424">
            <w:r w:rsidRPr="00AC026E">
              <w:t>19,5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26E">
              <w:t>19,5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C026E">
              <w:t>19,5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«Реализация отдельных переданных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0616F9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0616F9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0616F9" w:rsidRDefault="00F02424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496,0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0616F9" w:rsidRDefault="00F02424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499,5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«Реализация отдельных переданных   полномочий Шейнским  сельсоветом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741F43" w:rsidRDefault="00F02424" w:rsidP="00775F45">
            <w:pPr>
              <w:widowControl/>
              <w:jc w:val="center"/>
              <w:rPr>
                <w:bCs/>
              </w:rPr>
            </w:pPr>
            <w:r>
              <w:rPr>
                <w:bCs/>
              </w:rPr>
              <w:t>466,2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41F43" w:rsidRDefault="00F02424" w:rsidP="00775F45">
            <w:pPr>
              <w:widowControl/>
              <w:rPr>
                <w:bCs/>
              </w:rPr>
            </w:pPr>
            <w:r>
              <w:rPr>
                <w:bCs/>
              </w:rPr>
              <w:t>498,0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41F43" w:rsidRDefault="00F02424" w:rsidP="00775F45">
            <w:pPr>
              <w:widowControl/>
              <w:rPr>
                <w:bCs/>
              </w:rPr>
            </w:pPr>
            <w:r>
              <w:rPr>
                <w:bCs/>
              </w:rPr>
              <w:t>469,9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92,1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95,6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B86380" w:rsidRDefault="00F02424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80,0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B86380" w:rsidRDefault="00F02424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80,0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80,0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B86380" w:rsidRDefault="00F02424" w:rsidP="00775F45">
            <w:pPr>
              <w:widowControl/>
              <w:jc w:val="center"/>
            </w:pPr>
            <w:r>
              <w:t>11,1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12,1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15,6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B86380" w:rsidRDefault="00F02424" w:rsidP="00775F45">
            <w:pPr>
              <w:widowControl/>
              <w:jc w:val="center"/>
            </w:pPr>
            <w:r>
              <w:t>11,1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12,1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15,6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 сельсовета</w:t>
            </w:r>
            <w:r w:rsidRPr="0043557C">
              <w:rPr>
                <w:color w:val="FF0000"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>
              <w:t>399,7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399,7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399,7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1479F5">
            <w:pPr>
              <w:widowControl/>
              <w:jc w:val="center"/>
            </w:pPr>
            <w:r>
              <w:t>399,7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399,7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399,7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399,7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399,7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399,7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Выполнение передаваемых  полномочий  по организации исполнения бюджета Шейнского сельсовета Пачелмского района Пензенской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1,2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1,2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1,2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0A7201">
            <w:pPr>
              <w:widowControl/>
            </w:pPr>
            <w:r w:rsidRPr="00DF42F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Default="00F02424" w:rsidP="000A7201">
            <w:pPr>
              <w:widowControl/>
              <w:jc w:val="center"/>
            </w:pPr>
            <w: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0A7201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0A7201">
            <w:pPr>
              <w:widowControl/>
            </w:pPr>
            <w:r>
              <w:t>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0A7201">
            <w:pPr>
              <w:widowControl/>
            </w:pPr>
            <w: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Default="00F02424" w:rsidP="000A7201">
            <w:pPr>
              <w:widowControl/>
              <w:jc w:val="center"/>
            </w:pPr>
            <w: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0A7201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0A7201">
            <w:pPr>
              <w:widowControl/>
            </w:pPr>
            <w:r>
              <w:t>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0A7201">
            <w:pPr>
              <w:widowControl/>
              <w:rPr>
                <w:b/>
              </w:rPr>
            </w:pPr>
            <w:r w:rsidRPr="00DF42F2">
              <w:rPr>
                <w:b/>
              </w:rPr>
              <w:t xml:space="preserve">Муниципальная программа «Комплексное развитие территории </w:t>
            </w:r>
            <w:r>
              <w:rPr>
                <w:b/>
              </w:rPr>
              <w:t>Шейнского</w:t>
            </w:r>
            <w:r w:rsidRPr="00DF42F2">
              <w:rPr>
                <w:b/>
              </w:rPr>
              <w:t xml:space="preserve"> сельсовета Пачелмского района 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  <w: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Default="00F02424" w:rsidP="000A7201">
            <w:pPr>
              <w:widowControl/>
              <w:jc w:val="center"/>
            </w:pPr>
            <w: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0A7201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0A7201">
            <w:pPr>
              <w:widowControl/>
            </w:pPr>
            <w:r>
              <w:t>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0A7201">
            <w:pPr>
              <w:widowControl/>
            </w:pPr>
            <w:r w:rsidRPr="00DF42F2">
              <w:t>Благоустройство территорий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Default="00F02424" w:rsidP="000A7201">
            <w:pPr>
              <w:widowControl/>
              <w:jc w:val="center"/>
            </w:pPr>
            <w: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0A7201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0A7201">
            <w:pPr>
              <w:widowControl/>
            </w:pPr>
            <w:r>
              <w:t>0,0</w:t>
            </w:r>
          </w:p>
        </w:tc>
      </w:tr>
      <w:tr w:rsidR="00F02424" w:rsidRPr="0043557C" w:rsidTr="006D7D8E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0A7201">
            <w:pPr>
              <w:widowControl/>
            </w:pPr>
            <w:r w:rsidRPr="00DF42F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E14E0"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Default="00F02424" w:rsidP="00775F45">
            <w:pPr>
              <w:widowControl/>
              <w:jc w:val="center"/>
            </w:pPr>
            <w: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775F45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775F45">
            <w:pPr>
              <w:widowControl/>
            </w:pPr>
            <w:r>
              <w:t>0,0</w:t>
            </w:r>
          </w:p>
        </w:tc>
      </w:tr>
      <w:tr w:rsidR="00F02424" w:rsidRPr="0043557C" w:rsidTr="006D7D8E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DF42F2" w:rsidRDefault="00F02424" w:rsidP="000A7201">
            <w:pPr>
              <w:widowControl/>
            </w:pPr>
            <w:r w:rsidRPr="00DF42F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BD3C3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 w:rsidRPr="00AE14E0"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Default="00F02424" w:rsidP="00775F45">
            <w:pPr>
              <w:widowControl/>
              <w:jc w:val="center"/>
            </w:pPr>
            <w:r>
              <w:t>100,0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775F45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775F45">
            <w:pPr>
              <w:widowControl/>
            </w:pPr>
            <w:r>
              <w:t>0,0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II.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5C1C35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5C1C35">
              <w:rPr>
                <w:bCs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1479F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4,0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3E52E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E52EA">
              <w:t xml:space="preserve">Резервные фонды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1479F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4,0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35138A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5138A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1479F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4,0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1479F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1479F5">
            <w:pPr>
              <w:widowControl/>
            </w:pPr>
            <w:r>
              <w:t>4,0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rPr>
                <w:rFonts w:ascii="Times New Roman CYR" w:hAnsi="Times New Roman CYR" w:cs="Times New Roman CYR"/>
              </w:rPr>
            </w:pPr>
            <w:r w:rsidRPr="0043557C">
              <w:t>Резервные средства</w:t>
            </w:r>
          </w:p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43557C" w:rsidRDefault="00F02424" w:rsidP="00775F45">
            <w:pPr>
              <w:jc w:val="center"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4,0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43557C" w:rsidRDefault="00F02424" w:rsidP="00775F45">
            <w:pPr>
              <w:widowControl/>
            </w:pPr>
            <w:r>
              <w:t>4,0</w:t>
            </w:r>
          </w:p>
        </w:tc>
      </w:tr>
      <w:tr w:rsidR="00F02424" w:rsidRPr="0043557C" w:rsidTr="00775F45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3557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2424" w:rsidRPr="0043557C" w:rsidRDefault="00F02424" w:rsidP="00775F4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2424" w:rsidRPr="007B2E3D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4583,0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87D7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3825,5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Pr="007B2E3D" w:rsidRDefault="00F02424" w:rsidP="00775F45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3783,8</w:t>
            </w:r>
          </w:p>
        </w:tc>
      </w:tr>
    </w:tbl>
    <w:p w:rsidR="00F02424" w:rsidRDefault="00F02424" w:rsidP="002417D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F02424" w:rsidRDefault="00F02424" w:rsidP="002417DB">
      <w:pPr>
        <w:rPr>
          <w:sz w:val="24"/>
          <w:szCs w:val="24"/>
        </w:rPr>
      </w:pPr>
    </w:p>
    <w:p w:rsidR="00F02424" w:rsidRPr="002417DB" w:rsidRDefault="00F02424" w:rsidP="002417D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</w:p>
    <w:p w:rsidR="00F02424" w:rsidRDefault="00F02424" w:rsidP="00EB2B14">
      <w:pPr>
        <w:jc w:val="right"/>
        <w:rPr>
          <w:sz w:val="24"/>
          <w:szCs w:val="24"/>
        </w:rPr>
      </w:pPr>
    </w:p>
    <w:p w:rsidR="00F02424" w:rsidRPr="0043557C" w:rsidRDefault="00F02424" w:rsidP="00EB2B14">
      <w:pPr>
        <w:jc w:val="right"/>
        <w:rPr>
          <w:sz w:val="24"/>
          <w:szCs w:val="24"/>
        </w:rPr>
      </w:pPr>
    </w:p>
    <w:p w:rsidR="00F02424" w:rsidRPr="0043557C" w:rsidRDefault="00F02424" w:rsidP="004330CE">
      <w:pPr>
        <w:pStyle w:val="BodyText"/>
        <w:tabs>
          <w:tab w:val="left" w:pos="8430"/>
        </w:tabs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Приложение 11</w:t>
      </w:r>
    </w:p>
    <w:p w:rsidR="00F02424" w:rsidRPr="0043557C" w:rsidRDefault="00F02424" w:rsidP="004330CE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F02424" w:rsidRPr="0043557C" w:rsidRDefault="00F02424" w:rsidP="004330CE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F02424" w:rsidRPr="0043557C" w:rsidRDefault="00F02424" w:rsidP="004330CE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Пачелмского района Пензенской области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Pr="00A67A48" w:rsidRDefault="00F02424" w:rsidP="00A67A48">
      <w:pPr>
        <w:jc w:val="right"/>
      </w:pPr>
      <w:r w:rsidRPr="0043557C">
        <w:t xml:space="preserve"> </w:t>
      </w:r>
      <w:r>
        <w:t xml:space="preserve"> </w:t>
      </w:r>
    </w:p>
    <w:p w:rsidR="00F02424" w:rsidRPr="0043557C" w:rsidRDefault="00F02424" w:rsidP="004330CE">
      <w:pPr>
        <w:pStyle w:val="BodyText"/>
        <w:tabs>
          <w:tab w:val="left" w:pos="8910"/>
        </w:tabs>
        <w:jc w:val="right"/>
        <w:rPr>
          <w:sz w:val="24"/>
          <w:szCs w:val="24"/>
        </w:rPr>
      </w:pPr>
    </w:p>
    <w:p w:rsidR="00F02424" w:rsidRPr="0043557C" w:rsidRDefault="00F02424" w:rsidP="004330CE">
      <w:pPr>
        <w:pStyle w:val="BodyText"/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>Распределение  межбюджетных трансфертов бюджету   Пачелмского р</w:t>
      </w:r>
      <w:r>
        <w:rPr>
          <w:b/>
          <w:bCs/>
          <w:sz w:val="24"/>
          <w:szCs w:val="24"/>
        </w:rPr>
        <w:t xml:space="preserve">айона Пензенской области </w:t>
      </w:r>
      <w:r w:rsidRPr="00FB4F77">
        <w:rPr>
          <w:b/>
          <w:bCs/>
          <w:sz w:val="24"/>
          <w:szCs w:val="24"/>
        </w:rPr>
        <w:t xml:space="preserve">из бюджета </w:t>
      </w:r>
      <w:r w:rsidRPr="007B2E3D">
        <w:rPr>
          <w:b/>
          <w:bCs/>
          <w:sz w:val="24"/>
          <w:szCs w:val="24"/>
        </w:rPr>
        <w:t>Шейнского сельсовета</w:t>
      </w:r>
      <w:r>
        <w:rPr>
          <w:b/>
          <w:bCs/>
          <w:color w:val="FF0000"/>
          <w:sz w:val="24"/>
          <w:szCs w:val="24"/>
        </w:rPr>
        <w:t xml:space="preserve"> </w:t>
      </w:r>
      <w:r w:rsidRPr="00FB4F77">
        <w:rPr>
          <w:b/>
          <w:bCs/>
          <w:sz w:val="24"/>
          <w:szCs w:val="24"/>
        </w:rPr>
        <w:t>Пачелмского района Пензенской области</w:t>
      </w:r>
      <w:r>
        <w:rPr>
          <w:b/>
          <w:bCs/>
          <w:color w:val="FF000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 2021</w:t>
      </w:r>
      <w:r w:rsidRPr="0043557C">
        <w:rPr>
          <w:b/>
          <w:bCs/>
          <w:sz w:val="24"/>
          <w:szCs w:val="24"/>
        </w:rPr>
        <w:t xml:space="preserve"> год и</w:t>
      </w:r>
      <w:r w:rsidRPr="0043557C">
        <w:rPr>
          <w:b/>
          <w:bCs/>
          <w:color w:val="FF0000"/>
          <w:sz w:val="24"/>
          <w:szCs w:val="24"/>
        </w:rPr>
        <w:t xml:space="preserve"> </w:t>
      </w:r>
      <w:r w:rsidRPr="0043557C">
        <w:rPr>
          <w:b/>
          <w:bCs/>
          <w:sz w:val="24"/>
          <w:szCs w:val="24"/>
        </w:rPr>
        <w:t>плановый период  20</w:t>
      </w:r>
      <w:r>
        <w:rPr>
          <w:b/>
          <w:bCs/>
          <w:sz w:val="24"/>
          <w:szCs w:val="24"/>
        </w:rPr>
        <w:t>22 и 2023</w:t>
      </w:r>
      <w:r w:rsidRPr="0043557C">
        <w:rPr>
          <w:b/>
          <w:bCs/>
          <w:sz w:val="24"/>
          <w:szCs w:val="24"/>
        </w:rPr>
        <w:t xml:space="preserve"> годов</w:t>
      </w:r>
      <w:r>
        <w:rPr>
          <w:b/>
          <w:bCs/>
          <w:sz w:val="24"/>
          <w:szCs w:val="24"/>
        </w:rPr>
        <w:t>.</w:t>
      </w:r>
    </w:p>
    <w:p w:rsidR="00F02424" w:rsidRPr="0043557C" w:rsidRDefault="00F02424" w:rsidP="004330CE">
      <w:pPr>
        <w:pStyle w:val="BodyText"/>
        <w:ind w:firstLine="709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4084"/>
        <w:gridCol w:w="1418"/>
        <w:gridCol w:w="1559"/>
        <w:gridCol w:w="1847"/>
      </w:tblGrid>
      <w:tr w:rsidR="00F02424" w:rsidRPr="0043557C">
        <w:trPr>
          <w:trHeight w:val="435"/>
        </w:trPr>
        <w:tc>
          <w:tcPr>
            <w:tcW w:w="560" w:type="dxa"/>
            <w:vMerge w:val="restart"/>
            <w:vAlign w:val="center"/>
          </w:tcPr>
          <w:p w:rsidR="00F02424" w:rsidRPr="0043557C" w:rsidRDefault="00F02424" w:rsidP="006C3FFB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3557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4" w:type="dxa"/>
            <w:vMerge w:val="restart"/>
            <w:vAlign w:val="center"/>
          </w:tcPr>
          <w:p w:rsidR="00F02424" w:rsidRPr="0043557C" w:rsidRDefault="00F02424" w:rsidP="006C3FFB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3557C">
              <w:rPr>
                <w:b/>
                <w:bCs/>
                <w:sz w:val="20"/>
                <w:szCs w:val="20"/>
              </w:rPr>
              <w:t>Наименование передаваемых полномочий</w:t>
            </w:r>
          </w:p>
        </w:tc>
        <w:tc>
          <w:tcPr>
            <w:tcW w:w="4824" w:type="dxa"/>
            <w:gridSpan w:val="3"/>
            <w:tcBorders>
              <w:bottom w:val="single" w:sz="4" w:space="0" w:color="auto"/>
            </w:tcBorders>
            <w:vAlign w:val="center"/>
          </w:tcPr>
          <w:p w:rsidR="00F02424" w:rsidRPr="0043557C" w:rsidRDefault="00F02424" w:rsidP="006C3FFB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3557C">
              <w:rPr>
                <w:b/>
                <w:bCs/>
                <w:sz w:val="20"/>
                <w:szCs w:val="20"/>
              </w:rPr>
              <w:t>Сумма, тыс.руб.</w:t>
            </w:r>
          </w:p>
        </w:tc>
      </w:tr>
      <w:tr w:rsidR="00F02424" w:rsidRPr="0043557C">
        <w:trPr>
          <w:trHeight w:val="390"/>
        </w:trPr>
        <w:tc>
          <w:tcPr>
            <w:tcW w:w="0" w:type="auto"/>
            <w:vMerge/>
            <w:vAlign w:val="center"/>
          </w:tcPr>
          <w:p w:rsidR="00F02424" w:rsidRPr="0043557C" w:rsidRDefault="00F02424" w:rsidP="006C3FFB">
            <w:pPr>
              <w:widowControl/>
              <w:rPr>
                <w:b/>
                <w:bCs/>
                <w:lang w:eastAsia="ar-SA"/>
              </w:rPr>
            </w:pPr>
          </w:p>
        </w:tc>
        <w:tc>
          <w:tcPr>
            <w:tcW w:w="4084" w:type="dxa"/>
            <w:vMerge/>
            <w:vAlign w:val="center"/>
          </w:tcPr>
          <w:p w:rsidR="00F02424" w:rsidRPr="0043557C" w:rsidRDefault="00F02424" w:rsidP="006C3FFB">
            <w:pPr>
              <w:widowControl/>
              <w:rPr>
                <w:b/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02424" w:rsidRPr="00C21500" w:rsidRDefault="00F02424" w:rsidP="00C21500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</w:t>
            </w: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02424" w:rsidRPr="0043557C" w:rsidRDefault="00F02424" w:rsidP="00C21500">
            <w:pPr>
              <w:pStyle w:val="BodyText"/>
              <w:ind w:left="20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  <w:r w:rsidRPr="004355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vAlign w:val="center"/>
          </w:tcPr>
          <w:p w:rsidR="00F02424" w:rsidRPr="0043557C" w:rsidRDefault="00F02424" w:rsidP="00C21500">
            <w:pPr>
              <w:pStyle w:val="BodyText"/>
              <w:jc w:val="center"/>
              <w:rPr>
                <w:b/>
                <w:bCs/>
                <w:sz w:val="20"/>
                <w:szCs w:val="20"/>
              </w:rPr>
            </w:pPr>
            <w:r w:rsidRPr="0043557C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43557C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F02424" w:rsidRPr="0043557C">
        <w:tc>
          <w:tcPr>
            <w:tcW w:w="560" w:type="dxa"/>
            <w:vAlign w:val="center"/>
          </w:tcPr>
          <w:p w:rsidR="00F02424" w:rsidRPr="0043557C" w:rsidRDefault="00F02424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1.</w:t>
            </w:r>
          </w:p>
        </w:tc>
        <w:tc>
          <w:tcPr>
            <w:tcW w:w="4084" w:type="dxa"/>
          </w:tcPr>
          <w:p w:rsidR="00F02424" w:rsidRPr="0043557C" w:rsidRDefault="00F02424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43557C">
              <w:rPr>
                <w:sz w:val="20"/>
                <w:szCs w:val="20"/>
              </w:rPr>
              <w:t xml:space="preserve"> Пачелмского района Пензенской области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02424" w:rsidRPr="0043557C" w:rsidRDefault="00F02424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2424" w:rsidRPr="00552DDE" w:rsidRDefault="00F02424" w:rsidP="006C3FFB">
            <w:pPr>
              <w:pStyle w:val="BodyText"/>
              <w:ind w:left="867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  <w:tc>
          <w:tcPr>
            <w:tcW w:w="1847" w:type="dxa"/>
            <w:vAlign w:val="center"/>
          </w:tcPr>
          <w:p w:rsidR="00F02424" w:rsidRPr="00552DDE" w:rsidRDefault="00F02424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</w:tr>
      <w:tr w:rsidR="00F02424" w:rsidRPr="0043557C">
        <w:tc>
          <w:tcPr>
            <w:tcW w:w="560" w:type="dxa"/>
            <w:vAlign w:val="center"/>
          </w:tcPr>
          <w:p w:rsidR="00F02424" w:rsidRPr="0043557C" w:rsidRDefault="00F02424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2.</w:t>
            </w:r>
          </w:p>
        </w:tc>
        <w:tc>
          <w:tcPr>
            <w:tcW w:w="4084" w:type="dxa"/>
          </w:tcPr>
          <w:p w:rsidR="00F02424" w:rsidRPr="0043557C" w:rsidRDefault="00F02424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02424" w:rsidRPr="0043557C" w:rsidRDefault="00F02424" w:rsidP="00552DDE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2424" w:rsidRPr="00552DDE" w:rsidRDefault="00F02424" w:rsidP="006C3FFB">
            <w:pPr>
              <w:pStyle w:val="BodyText"/>
              <w:ind w:left="567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  <w:tc>
          <w:tcPr>
            <w:tcW w:w="1847" w:type="dxa"/>
            <w:vAlign w:val="center"/>
          </w:tcPr>
          <w:p w:rsidR="00F02424" w:rsidRPr="00552DDE" w:rsidRDefault="00F02424" w:rsidP="006C3FFB">
            <w:pPr>
              <w:pStyle w:val="BodyText"/>
              <w:jc w:val="center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1,0</w:t>
            </w:r>
          </w:p>
        </w:tc>
      </w:tr>
      <w:tr w:rsidR="00F02424" w:rsidRPr="0043557C">
        <w:tc>
          <w:tcPr>
            <w:tcW w:w="560" w:type="dxa"/>
            <w:vAlign w:val="center"/>
          </w:tcPr>
          <w:p w:rsidR="00F02424" w:rsidRPr="0043557C" w:rsidRDefault="00F02424" w:rsidP="006C3FF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F02424" w:rsidRPr="0043557C" w:rsidRDefault="00F02424" w:rsidP="006C3FFB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  <w:tc>
          <w:tcPr>
            <w:tcW w:w="4084" w:type="dxa"/>
          </w:tcPr>
          <w:p w:rsidR="00F02424" w:rsidRPr="0043557C" w:rsidRDefault="00F02424" w:rsidP="006C3FFB">
            <w:pPr>
              <w:pStyle w:val="BodyText"/>
              <w:jc w:val="left"/>
              <w:rPr>
                <w:sz w:val="20"/>
                <w:szCs w:val="20"/>
              </w:rPr>
            </w:pPr>
            <w:r w:rsidRPr="0043557C">
              <w:rPr>
                <w:sz w:val="20"/>
                <w:szCs w:val="20"/>
              </w:rPr>
              <w:t>Выполнение передаваемых полномочий муниципальному району  по обеспечению жителей поселения услугами организаций культуры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02424" w:rsidRPr="0043557C" w:rsidRDefault="00F02424" w:rsidP="006C3FF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F02424" w:rsidRPr="0043557C" w:rsidRDefault="00F02424" w:rsidP="006C3FFB">
            <w:pPr>
              <w:pStyle w:val="BodyText"/>
              <w:ind w:left="6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  <w:tc>
          <w:tcPr>
            <w:tcW w:w="1847" w:type="dxa"/>
            <w:vAlign w:val="center"/>
          </w:tcPr>
          <w:p w:rsidR="00F02424" w:rsidRPr="0043557C" w:rsidRDefault="00F02424" w:rsidP="006C3FF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399,7</w:t>
            </w:r>
          </w:p>
        </w:tc>
      </w:tr>
    </w:tbl>
    <w:p w:rsidR="00F02424" w:rsidRDefault="00F02424" w:rsidP="00097E21">
      <w:pPr>
        <w:pStyle w:val="BodyText"/>
        <w:rPr>
          <w:sz w:val="24"/>
          <w:szCs w:val="24"/>
        </w:rPr>
      </w:pPr>
    </w:p>
    <w:p w:rsidR="00F02424" w:rsidRDefault="00F02424" w:rsidP="00097E21">
      <w:pPr>
        <w:pStyle w:val="BodyText"/>
        <w:rPr>
          <w:sz w:val="24"/>
          <w:szCs w:val="24"/>
        </w:rPr>
      </w:pPr>
    </w:p>
    <w:p w:rsidR="00F02424" w:rsidRPr="0043557C" w:rsidRDefault="00F02424" w:rsidP="00097E21">
      <w:pPr>
        <w:pStyle w:val="BodyText"/>
        <w:rPr>
          <w:sz w:val="24"/>
          <w:szCs w:val="24"/>
        </w:rPr>
      </w:pPr>
    </w:p>
    <w:p w:rsidR="00F02424" w:rsidRDefault="00F02424" w:rsidP="007B2E3D">
      <w:pPr>
        <w:tabs>
          <w:tab w:val="left" w:pos="8910"/>
        </w:tabs>
        <w:suppressAutoHyphens/>
        <w:rPr>
          <w:u w:val="single"/>
        </w:rPr>
      </w:pPr>
    </w:p>
    <w:p w:rsidR="00F02424" w:rsidRDefault="00F02424" w:rsidP="007B2E3D">
      <w:pPr>
        <w:tabs>
          <w:tab w:val="left" w:pos="8910"/>
        </w:tabs>
        <w:suppressAutoHyphens/>
        <w:rPr>
          <w:u w:val="single"/>
        </w:rPr>
      </w:pPr>
    </w:p>
    <w:p w:rsidR="00F02424" w:rsidRDefault="00F02424" w:rsidP="007B2E3D">
      <w:pPr>
        <w:tabs>
          <w:tab w:val="left" w:pos="8910"/>
        </w:tabs>
        <w:suppressAutoHyphens/>
        <w:rPr>
          <w:u w:val="single"/>
        </w:rPr>
      </w:pPr>
    </w:p>
    <w:p w:rsidR="00F02424" w:rsidRDefault="00F02424" w:rsidP="00095962">
      <w:pPr>
        <w:pStyle w:val="BodyText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 12</w:t>
      </w:r>
    </w:p>
    <w:p w:rsidR="00F02424" w:rsidRDefault="00F02424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к решению Комитета местного</w:t>
      </w:r>
    </w:p>
    <w:p w:rsidR="00F02424" w:rsidRDefault="00F02424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самоуправления Шейнского сельсовета</w:t>
      </w:r>
    </w:p>
    <w:p w:rsidR="00F02424" w:rsidRDefault="00F02424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Default="00F02424" w:rsidP="00061CC1">
      <w:pPr>
        <w:pStyle w:val="Heading5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Программа муниципальных внутренних заимствований Шейнского сельсовета Пачелмского района Пензенской области на 2021 год и  на плановый  период 2022 и 2023 годов</w:t>
      </w:r>
    </w:p>
    <w:p w:rsidR="00F02424" w:rsidRDefault="00F02424" w:rsidP="00095962">
      <w:pPr>
        <w:ind w:right="425" w:firstLine="426"/>
        <w:rPr>
          <w:sz w:val="24"/>
          <w:szCs w:val="24"/>
        </w:rPr>
      </w:pPr>
      <w:r>
        <w:rPr>
          <w:sz w:val="24"/>
          <w:szCs w:val="24"/>
        </w:rPr>
        <w:t>1.Муниципальные внутренние заимствования Шейнского сельсовета  Пачелмского района Пензенской области на 2021 год</w:t>
      </w:r>
    </w:p>
    <w:p w:rsidR="00F02424" w:rsidRDefault="00F02424" w:rsidP="00095962">
      <w:pPr>
        <w:ind w:left="-1080" w:firstLine="10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(тыс. рублей)</w:t>
      </w:r>
    </w:p>
    <w:p w:rsidR="00F02424" w:rsidRDefault="00F02424" w:rsidP="00095962">
      <w:pPr>
        <w:ind w:left="-1080" w:right="-850" w:firstLine="1080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961"/>
        <w:gridCol w:w="1276"/>
        <w:gridCol w:w="2835"/>
      </w:tblGrid>
      <w:tr w:rsidR="00F02424" w:rsidTr="00095962">
        <w:trPr>
          <w:trHeight w:val="100"/>
        </w:trPr>
        <w:tc>
          <w:tcPr>
            <w:tcW w:w="709" w:type="dxa"/>
          </w:tcPr>
          <w:p w:rsidR="00F02424" w:rsidRDefault="00F02424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4961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276" w:type="dxa"/>
          </w:tcPr>
          <w:p w:rsidR="00F02424" w:rsidRDefault="00F02424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Сумма </w:t>
            </w:r>
          </w:p>
        </w:tc>
        <w:tc>
          <w:tcPr>
            <w:tcW w:w="2835" w:type="dxa"/>
          </w:tcPr>
          <w:p w:rsidR="00F02424" w:rsidRDefault="00F02424" w:rsidP="00095962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заимствований Шейнского сельсовета Пачелмского района Пензенской области</w:t>
            </w:r>
          </w:p>
        </w:tc>
      </w:tr>
      <w:tr w:rsidR="00F02424" w:rsidTr="00095962">
        <w:trPr>
          <w:trHeight w:val="100"/>
        </w:trPr>
        <w:tc>
          <w:tcPr>
            <w:tcW w:w="709" w:type="dxa"/>
          </w:tcPr>
          <w:p w:rsidR="00F02424" w:rsidRDefault="00F02424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F02424" w:rsidRDefault="00F02424">
            <w:pPr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Бюджетные кредиты, привлеченные из </w:t>
            </w:r>
          </w:p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бюджетов других уровней бюджетной системы </w:t>
            </w:r>
          </w:p>
        </w:tc>
        <w:tc>
          <w:tcPr>
            <w:tcW w:w="1276" w:type="dxa"/>
          </w:tcPr>
          <w:p w:rsidR="00F02424" w:rsidRDefault="00F02424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2424" w:rsidTr="00095962">
        <w:trPr>
          <w:trHeight w:val="100"/>
        </w:trPr>
        <w:tc>
          <w:tcPr>
            <w:tcW w:w="709" w:type="dxa"/>
          </w:tcPr>
          <w:p w:rsidR="00F02424" w:rsidRDefault="00F02424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961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1276" w:type="dxa"/>
          </w:tcPr>
          <w:p w:rsidR="00F02424" w:rsidRDefault="00F02424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2424" w:rsidTr="00095962">
        <w:trPr>
          <w:trHeight w:val="100"/>
        </w:trPr>
        <w:tc>
          <w:tcPr>
            <w:tcW w:w="709" w:type="dxa"/>
          </w:tcPr>
          <w:p w:rsidR="00F02424" w:rsidRDefault="00F02424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961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276" w:type="dxa"/>
          </w:tcPr>
          <w:p w:rsidR="00F02424" w:rsidRDefault="00F02424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2424" w:rsidTr="00095962">
        <w:trPr>
          <w:trHeight w:val="100"/>
        </w:trPr>
        <w:tc>
          <w:tcPr>
            <w:tcW w:w="709" w:type="dxa"/>
          </w:tcPr>
          <w:p w:rsidR="00F02424" w:rsidRDefault="00F02424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F02424" w:rsidRDefault="00F02424">
            <w:pPr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Кредиты, привлеченные от кредитных </w:t>
            </w:r>
          </w:p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организаций</w:t>
            </w:r>
          </w:p>
        </w:tc>
        <w:tc>
          <w:tcPr>
            <w:tcW w:w="1276" w:type="dxa"/>
          </w:tcPr>
          <w:p w:rsidR="00F02424" w:rsidRDefault="00F02424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2424" w:rsidTr="00095962">
        <w:trPr>
          <w:trHeight w:val="100"/>
        </w:trPr>
        <w:tc>
          <w:tcPr>
            <w:tcW w:w="709" w:type="dxa"/>
          </w:tcPr>
          <w:p w:rsidR="00F02424" w:rsidRDefault="00F02424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961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Привлеченные средства</w:t>
            </w:r>
          </w:p>
        </w:tc>
        <w:tc>
          <w:tcPr>
            <w:tcW w:w="1276" w:type="dxa"/>
          </w:tcPr>
          <w:p w:rsidR="00F02424" w:rsidRDefault="00F02424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2424" w:rsidTr="00095962">
        <w:trPr>
          <w:trHeight w:val="100"/>
        </w:trPr>
        <w:tc>
          <w:tcPr>
            <w:tcW w:w="709" w:type="dxa"/>
          </w:tcPr>
          <w:p w:rsidR="00F02424" w:rsidRDefault="00F02424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961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276" w:type="dxa"/>
          </w:tcPr>
          <w:p w:rsidR="00F02424" w:rsidRDefault="00F02424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</w:rPr>
      </w:pPr>
      <w:r>
        <w:rPr>
          <w:sz w:val="24"/>
          <w:szCs w:val="24"/>
        </w:rPr>
        <w:t xml:space="preserve">  2.Муниципальные внутренние заимствования Шейнского сельсовета Пачелмского    района Пензенской области на 2022-2023 года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2424" w:rsidRDefault="00F02424" w:rsidP="00095962">
      <w:pPr>
        <w:ind w:right="-85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(тыс. рублей)</w:t>
      </w:r>
    </w:p>
    <w:p w:rsidR="00F02424" w:rsidRDefault="00F02424" w:rsidP="00095962">
      <w:pPr>
        <w:ind w:right="-850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"/>
        <w:gridCol w:w="2903"/>
        <w:gridCol w:w="987"/>
        <w:gridCol w:w="2241"/>
        <w:gridCol w:w="1116"/>
        <w:gridCol w:w="2107"/>
      </w:tblGrid>
      <w:tr w:rsidR="00F02424" w:rsidTr="00095962">
        <w:tc>
          <w:tcPr>
            <w:tcW w:w="534" w:type="dxa"/>
          </w:tcPr>
          <w:p w:rsidR="00F02424" w:rsidRDefault="00F02424">
            <w:pPr>
              <w:suppressAutoHyphens/>
              <w:ind w:left="-1080" w:right="-92" w:firstLine="108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№п/п</w:t>
            </w:r>
          </w:p>
        </w:tc>
        <w:tc>
          <w:tcPr>
            <w:tcW w:w="2976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993" w:type="dxa"/>
          </w:tcPr>
          <w:p w:rsidR="00F02424" w:rsidRDefault="00F02424">
            <w:pPr>
              <w:suppressAutoHyphens/>
              <w:ind w:right="-24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 на 2022 год</w:t>
            </w:r>
          </w:p>
        </w:tc>
        <w:tc>
          <w:tcPr>
            <w:tcW w:w="2268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заимствований Шейнского сельсовета Пачелмского района Пензенской области</w:t>
            </w:r>
          </w:p>
        </w:tc>
        <w:tc>
          <w:tcPr>
            <w:tcW w:w="1134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2126" w:type="dxa"/>
          </w:tcPr>
          <w:p w:rsidR="00F02424" w:rsidRDefault="00F02424">
            <w:pPr>
              <w:suppressAutoHyphens/>
              <w:ind w:right="-108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заимствований Шейнского сельсовета Пачелмского района Пензенской области</w:t>
            </w:r>
          </w:p>
        </w:tc>
      </w:tr>
      <w:tr w:rsidR="00F02424" w:rsidTr="00095962">
        <w:tc>
          <w:tcPr>
            <w:tcW w:w="5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F02424" w:rsidRDefault="00F02424">
            <w:pPr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Бюджетные кредиты, привлеченные из </w:t>
            </w:r>
          </w:p>
          <w:p w:rsidR="00F02424" w:rsidRDefault="00F02424">
            <w:pPr>
              <w:ind w:right="-8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бюджетов других уров-</w:t>
            </w:r>
          </w:p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ней бюджетной системы </w:t>
            </w:r>
          </w:p>
        </w:tc>
        <w:tc>
          <w:tcPr>
            <w:tcW w:w="993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</w:tr>
      <w:tr w:rsidR="00F02424" w:rsidTr="00095962">
        <w:tc>
          <w:tcPr>
            <w:tcW w:w="5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2976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993" w:type="dxa"/>
          </w:tcPr>
          <w:p w:rsidR="00F02424" w:rsidRDefault="00F02424">
            <w:pPr>
              <w:suppressAutoHyphens/>
              <w:ind w:right="-85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</w:tr>
      <w:tr w:rsidR="00F02424" w:rsidTr="00095962">
        <w:tc>
          <w:tcPr>
            <w:tcW w:w="5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2976" w:type="dxa"/>
          </w:tcPr>
          <w:p w:rsidR="00F02424" w:rsidRDefault="00F02424">
            <w:pPr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Погашение основной</w:t>
            </w:r>
          </w:p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суммы задолженности</w:t>
            </w:r>
          </w:p>
        </w:tc>
        <w:tc>
          <w:tcPr>
            <w:tcW w:w="993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</w:tr>
      <w:tr w:rsidR="00F02424" w:rsidTr="00095962">
        <w:tc>
          <w:tcPr>
            <w:tcW w:w="5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Кредиты, привлеченные от кредитных организаций</w:t>
            </w:r>
          </w:p>
        </w:tc>
        <w:tc>
          <w:tcPr>
            <w:tcW w:w="993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</w:p>
        </w:tc>
      </w:tr>
      <w:tr w:rsidR="00F02424" w:rsidTr="00095962">
        <w:tc>
          <w:tcPr>
            <w:tcW w:w="5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976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Привлеченные средства</w:t>
            </w:r>
          </w:p>
        </w:tc>
        <w:tc>
          <w:tcPr>
            <w:tcW w:w="993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02424" w:rsidRDefault="00F02424">
            <w:pPr>
              <w:suppressAutoHyphens/>
              <w:ind w:right="72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F02424" w:rsidRDefault="00F02424">
            <w:pPr>
              <w:suppressAutoHyphens/>
              <w:ind w:right="72"/>
              <w:rPr>
                <w:sz w:val="24"/>
                <w:szCs w:val="24"/>
                <w:lang w:eastAsia="ar-SA"/>
              </w:rPr>
            </w:pPr>
          </w:p>
        </w:tc>
      </w:tr>
      <w:tr w:rsidR="00F02424" w:rsidTr="00095962">
        <w:tc>
          <w:tcPr>
            <w:tcW w:w="5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2976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993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02424" w:rsidRDefault="00F02424">
            <w:pPr>
              <w:suppressAutoHyphens/>
              <w:ind w:right="72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F02424" w:rsidRDefault="00F02424">
            <w:pPr>
              <w:suppressAutoHyphens/>
              <w:ind w:right="-85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F02424" w:rsidRDefault="00F02424">
            <w:pPr>
              <w:suppressAutoHyphens/>
              <w:ind w:right="72"/>
              <w:rPr>
                <w:sz w:val="24"/>
                <w:szCs w:val="24"/>
                <w:lang w:eastAsia="ar-SA"/>
              </w:rPr>
            </w:pPr>
          </w:p>
        </w:tc>
      </w:tr>
    </w:tbl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>
      <w:pPr>
        <w:ind w:right="-850"/>
        <w:rPr>
          <w:sz w:val="24"/>
          <w:szCs w:val="24"/>
          <w:lang w:eastAsia="ar-SA"/>
        </w:rPr>
      </w:pPr>
    </w:p>
    <w:p w:rsidR="00F02424" w:rsidRDefault="00F02424" w:rsidP="00095962"/>
    <w:p w:rsidR="00F02424" w:rsidRDefault="00F02424" w:rsidP="00095962">
      <w:pPr>
        <w:pStyle w:val="BodyText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 13</w:t>
      </w:r>
    </w:p>
    <w:p w:rsidR="00F02424" w:rsidRDefault="00F02424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к решению Комитета местного</w:t>
      </w:r>
    </w:p>
    <w:p w:rsidR="00F02424" w:rsidRDefault="00F02424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самоуправления Шейнского сельсовета</w:t>
      </w:r>
    </w:p>
    <w:p w:rsidR="00F02424" w:rsidRDefault="00F02424" w:rsidP="00061CC1">
      <w:pPr>
        <w:jc w:val="right"/>
      </w:pPr>
      <w:r>
        <w:t>Пачелмского района Пензенской области</w:t>
      </w:r>
      <w:r w:rsidRPr="00061CC1">
        <w:t xml:space="preserve"> </w:t>
      </w:r>
    </w:p>
    <w:p w:rsidR="00F02424" w:rsidRPr="00CD265B" w:rsidRDefault="00F02424" w:rsidP="00061CC1">
      <w:pPr>
        <w:jc w:val="right"/>
      </w:pPr>
      <w:r>
        <w:t>от 25.12.2020  № 03-23/3</w:t>
      </w:r>
      <w:r w:rsidRPr="00CD265B">
        <w:t xml:space="preserve">  </w:t>
      </w:r>
    </w:p>
    <w:p w:rsidR="00F02424" w:rsidRDefault="00F02424" w:rsidP="00095962">
      <w:pPr>
        <w:pStyle w:val="BodyText"/>
        <w:spacing w:line="240" w:lineRule="exact"/>
        <w:jc w:val="right"/>
        <w:rPr>
          <w:sz w:val="20"/>
          <w:szCs w:val="20"/>
        </w:rPr>
      </w:pPr>
    </w:p>
    <w:p w:rsidR="00F02424" w:rsidRDefault="00F02424" w:rsidP="00095962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</w:p>
    <w:p w:rsidR="00F02424" w:rsidRDefault="00F02424" w:rsidP="00095962">
      <w:pPr>
        <w:pStyle w:val="BodyText"/>
        <w:jc w:val="right"/>
      </w:pPr>
    </w:p>
    <w:p w:rsidR="00F02424" w:rsidRDefault="00F02424" w:rsidP="00095962">
      <w:pPr>
        <w:pStyle w:val="BodyText"/>
        <w:jc w:val="right"/>
        <w:rPr>
          <w:sz w:val="24"/>
          <w:szCs w:val="24"/>
        </w:rPr>
      </w:pPr>
      <w:r>
        <w:t xml:space="preserve">                      </w:t>
      </w:r>
    </w:p>
    <w:p w:rsidR="00F02424" w:rsidRDefault="00F02424" w:rsidP="00095962">
      <w:pPr>
        <w:jc w:val="center"/>
        <w:rPr>
          <w:b/>
          <w:bCs/>
        </w:rPr>
      </w:pPr>
      <w:r>
        <w:rPr>
          <w:b/>
          <w:bCs/>
        </w:rPr>
        <w:t xml:space="preserve">Программа </w:t>
      </w:r>
    </w:p>
    <w:p w:rsidR="00F02424" w:rsidRDefault="00F02424" w:rsidP="00095962">
      <w:pPr>
        <w:jc w:val="center"/>
        <w:rPr>
          <w:b/>
          <w:bCs/>
        </w:rPr>
      </w:pPr>
      <w:r>
        <w:rPr>
          <w:b/>
          <w:bCs/>
        </w:rPr>
        <w:t>муниципальных гарантий Шейнского сельсовета Пачелмского района Пензенской области в валюте Российской Федерации на 2021 год и на плановый период 2022 и 2023 годов</w:t>
      </w:r>
    </w:p>
    <w:p w:rsidR="00F02424" w:rsidRDefault="00F02424" w:rsidP="00095962"/>
    <w:p w:rsidR="00F02424" w:rsidRDefault="00F02424" w:rsidP="00095962">
      <w:pPr>
        <w:ind w:right="-284"/>
        <w:jc w:val="both"/>
        <w:rPr>
          <w:bCs/>
        </w:rPr>
      </w:pPr>
      <w:r>
        <w:rPr>
          <w:bCs/>
        </w:rPr>
        <w:t>1.1. Перечень подлежащих предоставлению муниципальных  гарантий Шейнского сельсовета Пачелмского района  Пензенской области в 2021 год</w:t>
      </w:r>
    </w:p>
    <w:p w:rsidR="00F02424" w:rsidRDefault="00F02424" w:rsidP="00095962">
      <w:pPr>
        <w:ind w:right="4482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0"/>
        <w:gridCol w:w="1820"/>
        <w:gridCol w:w="2552"/>
        <w:gridCol w:w="1417"/>
        <w:gridCol w:w="1276"/>
        <w:gridCol w:w="2126"/>
      </w:tblGrid>
      <w:tr w:rsidR="00F02424" w:rsidTr="0009596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N п/п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Цель гарантирования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Наименование принципала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Сумма гарантирования,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Наличие права регрессного требования</w:t>
            </w:r>
          </w:p>
        </w:tc>
      </w:tr>
      <w:tr w:rsidR="00F02424" w:rsidTr="0009596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Общая 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2021  год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</w:tr>
      <w:tr w:rsidR="00F02424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</w:tr>
      <w:tr w:rsidR="00F02424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</w:tr>
    </w:tbl>
    <w:p w:rsidR="00F02424" w:rsidRDefault="00F02424" w:rsidP="00095962"/>
    <w:p w:rsidR="00F02424" w:rsidRDefault="00F02424" w:rsidP="00095962">
      <w:pPr>
        <w:jc w:val="both"/>
        <w:rPr>
          <w:bCs/>
        </w:rPr>
      </w:pPr>
      <w:r>
        <w:rPr>
          <w:bCs/>
        </w:rPr>
        <w:t>1.2. Общий объем бюджетных ассигнований, предусмотренных на исполнение муниципальных гарантий Шейнского сельсовета  Пачелмского района Пензенской области по возможным гарантийным случаям, в 2021 году</w:t>
      </w:r>
    </w:p>
    <w:p w:rsidR="00F02424" w:rsidRDefault="00F02424" w:rsidP="00095962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0"/>
        <w:gridCol w:w="1253"/>
        <w:gridCol w:w="1560"/>
        <w:gridCol w:w="1417"/>
        <w:gridCol w:w="1559"/>
        <w:gridCol w:w="1276"/>
        <w:gridCol w:w="2126"/>
      </w:tblGrid>
      <w:tr w:rsidR="00F02424" w:rsidTr="0009596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N п/п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Цель гарантирования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Наименование принципала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Сумма гарантирования, тыс. рублей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Объем бюджетных ассигнований, предусмотренных на исполнение гарантий,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Наличие права регрессного требования</w:t>
            </w:r>
          </w:p>
        </w:tc>
      </w:tr>
      <w:tr w:rsidR="00F02424" w:rsidTr="0009596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 xml:space="preserve">за счет расходов бюджета </w:t>
            </w:r>
            <w:r>
              <w:rPr>
                <w:sz w:val="24"/>
                <w:szCs w:val="24"/>
              </w:rPr>
              <w:t>Шейнского</w:t>
            </w:r>
            <w:r>
              <w:t xml:space="preserve"> сельсовета Пачелмского района Пензенской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путем уменьшения задолженности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</w:tr>
      <w:tr w:rsidR="00F02424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</w:tr>
      <w:tr w:rsidR="00F02424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</w:tr>
    </w:tbl>
    <w:p w:rsidR="00F02424" w:rsidRDefault="00F02424" w:rsidP="00095962"/>
    <w:p w:rsidR="00F02424" w:rsidRDefault="00F02424" w:rsidP="00095962">
      <w:pPr>
        <w:jc w:val="both"/>
        <w:rPr>
          <w:bCs/>
        </w:rPr>
      </w:pPr>
      <w:r>
        <w:rPr>
          <w:bCs/>
        </w:rPr>
        <w:t>2.1. Перечень подлежащих предоставлению муниципальных гарантий Шейнского сельсовета Пачелмского района Пензенской области в 2022 - 2023 гг.</w:t>
      </w:r>
    </w:p>
    <w:p w:rsidR="00F02424" w:rsidRDefault="00F02424" w:rsidP="00095962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10"/>
        <w:gridCol w:w="1820"/>
        <w:gridCol w:w="2552"/>
        <w:gridCol w:w="1417"/>
        <w:gridCol w:w="1276"/>
        <w:gridCol w:w="2126"/>
      </w:tblGrid>
      <w:tr w:rsidR="00F02424" w:rsidTr="00095962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N п/п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Цель гарантирования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Наименование принципала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Сумма гарантирования,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Наличие права регрессного требования</w:t>
            </w:r>
          </w:p>
        </w:tc>
      </w:tr>
      <w:tr w:rsidR="00F02424" w:rsidTr="00095962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Общая сумма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2022 - 2023 гг.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</w:tr>
      <w:tr w:rsidR="00F02424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</w:tr>
      <w:tr w:rsidR="00F02424" w:rsidTr="000959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</w:tr>
    </w:tbl>
    <w:p w:rsidR="00F02424" w:rsidRDefault="00F02424" w:rsidP="00095962"/>
    <w:p w:rsidR="00F02424" w:rsidRDefault="00F02424" w:rsidP="00095962">
      <w:pPr>
        <w:jc w:val="both"/>
        <w:rPr>
          <w:bCs/>
        </w:rPr>
      </w:pPr>
      <w:r>
        <w:rPr>
          <w:bCs/>
        </w:rPr>
        <w:t xml:space="preserve">2.2. Общий объем бюджетных ассигнований, предусмотренных на исполнение муниципальных гарантий </w:t>
      </w:r>
      <w:r w:rsidRPr="00095962">
        <w:t>Шейнского</w:t>
      </w:r>
      <w:r>
        <w:rPr>
          <w:bCs/>
        </w:rPr>
        <w:t xml:space="preserve"> сельсовета Пачелмского района Пензенской области</w:t>
      </w:r>
    </w:p>
    <w:p w:rsidR="00F02424" w:rsidRDefault="00F02424" w:rsidP="00095962">
      <w:pPr>
        <w:jc w:val="both"/>
        <w:rPr>
          <w:bCs/>
        </w:rPr>
      </w:pPr>
      <w:r>
        <w:rPr>
          <w:bCs/>
        </w:rPr>
        <w:t>по возможным гарантийным случаям, в 2022 - 2023 гг.</w:t>
      </w:r>
    </w:p>
    <w:p w:rsidR="00F02424" w:rsidRDefault="00F02424" w:rsidP="00095962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1196"/>
        <w:gridCol w:w="1418"/>
        <w:gridCol w:w="1417"/>
        <w:gridCol w:w="851"/>
        <w:gridCol w:w="850"/>
        <w:gridCol w:w="851"/>
        <w:gridCol w:w="992"/>
        <w:gridCol w:w="1559"/>
      </w:tblGrid>
      <w:tr w:rsidR="00F02424" w:rsidTr="000959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N п/п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Цель гарантирования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Наименование принципала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Сумма гарантирования, тыс. рублей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Объем бюджетных ассигнований, предусмотренных на исполнение гарантий,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Наличие права регрессного требования</w:t>
            </w:r>
          </w:p>
        </w:tc>
      </w:tr>
      <w:tr w:rsidR="00F02424" w:rsidTr="000959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 w:rsidP="00095962">
            <w:r>
              <w:t xml:space="preserve">за счет расходов бюджета </w:t>
            </w:r>
            <w:r>
              <w:rPr>
                <w:sz w:val="24"/>
                <w:szCs w:val="24"/>
              </w:rPr>
              <w:t>Шейнского</w:t>
            </w:r>
            <w:r>
              <w:t xml:space="preserve"> сельсовета Пачелмского района  Пензенской области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r>
              <w:t>путем уменьшения задолженности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</w:tr>
      <w:tr w:rsidR="00F02424" w:rsidTr="000959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2023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424" w:rsidRDefault="00F02424">
            <w:pPr>
              <w:widowControl/>
            </w:pPr>
          </w:p>
        </w:tc>
      </w:tr>
      <w:tr w:rsidR="00F02424" w:rsidTr="000959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</w:tr>
      <w:tr w:rsidR="00F02424" w:rsidTr="000959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424" w:rsidRDefault="00F02424">
            <w:r>
              <w:t>-</w:t>
            </w:r>
          </w:p>
        </w:tc>
      </w:tr>
    </w:tbl>
    <w:p w:rsidR="00F02424" w:rsidRDefault="00F02424" w:rsidP="007B2E3D">
      <w:pPr>
        <w:tabs>
          <w:tab w:val="left" w:pos="8910"/>
        </w:tabs>
        <w:suppressAutoHyphens/>
        <w:rPr>
          <w:u w:val="single"/>
        </w:rPr>
      </w:pPr>
    </w:p>
    <w:sectPr w:rsidR="00F02424" w:rsidSect="00CF42E1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424" w:rsidRDefault="00F02424" w:rsidP="001716C4">
      <w:r>
        <w:separator/>
      </w:r>
    </w:p>
  </w:endnote>
  <w:endnote w:type="continuationSeparator" w:id="1">
    <w:p w:rsidR="00F02424" w:rsidRDefault="00F02424" w:rsidP="0017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424" w:rsidRDefault="00F02424" w:rsidP="001716C4">
      <w:r>
        <w:separator/>
      </w:r>
    </w:p>
  </w:footnote>
  <w:footnote w:type="continuationSeparator" w:id="1">
    <w:p w:rsidR="00F02424" w:rsidRDefault="00F02424" w:rsidP="00171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FC1"/>
    <w:multiLevelType w:val="hybridMultilevel"/>
    <w:tmpl w:val="B6BAB4A4"/>
    <w:lvl w:ilvl="0" w:tplc="B60EDC36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FF2C76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242088"/>
    <w:multiLevelType w:val="hybridMultilevel"/>
    <w:tmpl w:val="EC66C736"/>
    <w:lvl w:ilvl="0" w:tplc="F584761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6">
    <w:nsid w:val="22A00244"/>
    <w:multiLevelType w:val="hybridMultilevel"/>
    <w:tmpl w:val="2FFE7474"/>
    <w:lvl w:ilvl="0" w:tplc="0419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634" w:hanging="360"/>
      </w:pPr>
      <w:rPr>
        <w:rFonts w:ascii="Wingdings" w:hAnsi="Wingdings" w:hint="default"/>
      </w:rPr>
    </w:lvl>
  </w:abstractNum>
  <w:abstractNum w:abstractNumId="7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8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9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55957C12"/>
    <w:multiLevelType w:val="hybridMultilevel"/>
    <w:tmpl w:val="7152D0BC"/>
    <w:lvl w:ilvl="0" w:tplc="F834A384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2C27E02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DB87912"/>
    <w:multiLevelType w:val="hybridMultilevel"/>
    <w:tmpl w:val="94309410"/>
    <w:lvl w:ilvl="0" w:tplc="B78ABE36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8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1"/>
  </w:num>
  <w:num w:numId="5">
    <w:abstractNumId w:val="15"/>
  </w:num>
  <w:num w:numId="6">
    <w:abstractNumId w:val="18"/>
  </w:num>
  <w:num w:numId="7">
    <w:abstractNumId w:val="17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"/>
  </w:num>
  <w:num w:numId="18">
    <w:abstractNumId w:val="16"/>
  </w:num>
  <w:num w:numId="19">
    <w:abstractNumId w:val="0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F1B"/>
    <w:rsid w:val="00001A51"/>
    <w:rsid w:val="000053E0"/>
    <w:rsid w:val="000062B2"/>
    <w:rsid w:val="00012F4C"/>
    <w:rsid w:val="00016BBA"/>
    <w:rsid w:val="0001715C"/>
    <w:rsid w:val="00021161"/>
    <w:rsid w:val="00024DDB"/>
    <w:rsid w:val="00025746"/>
    <w:rsid w:val="00026AA9"/>
    <w:rsid w:val="00026D84"/>
    <w:rsid w:val="0002708B"/>
    <w:rsid w:val="0003131B"/>
    <w:rsid w:val="00031FC2"/>
    <w:rsid w:val="00032DD0"/>
    <w:rsid w:val="00033DD4"/>
    <w:rsid w:val="000341E7"/>
    <w:rsid w:val="000349DC"/>
    <w:rsid w:val="0003552E"/>
    <w:rsid w:val="00036165"/>
    <w:rsid w:val="00036D76"/>
    <w:rsid w:val="000402F4"/>
    <w:rsid w:val="00040A43"/>
    <w:rsid w:val="000453A2"/>
    <w:rsid w:val="00045DC2"/>
    <w:rsid w:val="00046FE9"/>
    <w:rsid w:val="00050249"/>
    <w:rsid w:val="00050E6B"/>
    <w:rsid w:val="00051F66"/>
    <w:rsid w:val="0005217D"/>
    <w:rsid w:val="00053334"/>
    <w:rsid w:val="000537AC"/>
    <w:rsid w:val="00053BF2"/>
    <w:rsid w:val="000543C0"/>
    <w:rsid w:val="0005528F"/>
    <w:rsid w:val="000607F5"/>
    <w:rsid w:val="000616F9"/>
    <w:rsid w:val="00061CC1"/>
    <w:rsid w:val="00062FEF"/>
    <w:rsid w:val="000654B3"/>
    <w:rsid w:val="00066C9A"/>
    <w:rsid w:val="00067E89"/>
    <w:rsid w:val="000704BF"/>
    <w:rsid w:val="00070DD0"/>
    <w:rsid w:val="000747BE"/>
    <w:rsid w:val="0007703C"/>
    <w:rsid w:val="00077412"/>
    <w:rsid w:val="00080FF6"/>
    <w:rsid w:val="00082A6D"/>
    <w:rsid w:val="00082DC1"/>
    <w:rsid w:val="00083D59"/>
    <w:rsid w:val="00083E3C"/>
    <w:rsid w:val="000840B5"/>
    <w:rsid w:val="00086DA7"/>
    <w:rsid w:val="00091883"/>
    <w:rsid w:val="00091FC1"/>
    <w:rsid w:val="000921CC"/>
    <w:rsid w:val="00093246"/>
    <w:rsid w:val="00095254"/>
    <w:rsid w:val="00095962"/>
    <w:rsid w:val="00095B2B"/>
    <w:rsid w:val="00095D60"/>
    <w:rsid w:val="00096A26"/>
    <w:rsid w:val="00097E21"/>
    <w:rsid w:val="000A056C"/>
    <w:rsid w:val="000A339F"/>
    <w:rsid w:val="000A7201"/>
    <w:rsid w:val="000B09E8"/>
    <w:rsid w:val="000B21B7"/>
    <w:rsid w:val="000B5D51"/>
    <w:rsid w:val="000B6519"/>
    <w:rsid w:val="000C196F"/>
    <w:rsid w:val="000C2492"/>
    <w:rsid w:val="000C2C31"/>
    <w:rsid w:val="000C312D"/>
    <w:rsid w:val="000C3EF7"/>
    <w:rsid w:val="000C45AA"/>
    <w:rsid w:val="000C471C"/>
    <w:rsid w:val="000C5250"/>
    <w:rsid w:val="000C6B5A"/>
    <w:rsid w:val="000D2066"/>
    <w:rsid w:val="000D4D48"/>
    <w:rsid w:val="000E119E"/>
    <w:rsid w:val="000E1E56"/>
    <w:rsid w:val="000E33C5"/>
    <w:rsid w:val="000E492C"/>
    <w:rsid w:val="000E76B2"/>
    <w:rsid w:val="000F2A6A"/>
    <w:rsid w:val="000F5715"/>
    <w:rsid w:val="000F5D84"/>
    <w:rsid w:val="000F64F0"/>
    <w:rsid w:val="0010093C"/>
    <w:rsid w:val="001047D1"/>
    <w:rsid w:val="00104D6D"/>
    <w:rsid w:val="00105367"/>
    <w:rsid w:val="00107817"/>
    <w:rsid w:val="0011106B"/>
    <w:rsid w:val="00116511"/>
    <w:rsid w:val="00116587"/>
    <w:rsid w:val="00116D8A"/>
    <w:rsid w:val="001203BA"/>
    <w:rsid w:val="001225B4"/>
    <w:rsid w:val="001226EA"/>
    <w:rsid w:val="00123DBB"/>
    <w:rsid w:val="00124B75"/>
    <w:rsid w:val="00131874"/>
    <w:rsid w:val="00136F32"/>
    <w:rsid w:val="001377BB"/>
    <w:rsid w:val="001411C3"/>
    <w:rsid w:val="00144BD6"/>
    <w:rsid w:val="00144E00"/>
    <w:rsid w:val="0014516D"/>
    <w:rsid w:val="001479F5"/>
    <w:rsid w:val="00150B23"/>
    <w:rsid w:val="00151B24"/>
    <w:rsid w:val="001525EB"/>
    <w:rsid w:val="001535B7"/>
    <w:rsid w:val="00157543"/>
    <w:rsid w:val="00161252"/>
    <w:rsid w:val="00162B3D"/>
    <w:rsid w:val="00163C8F"/>
    <w:rsid w:val="00164601"/>
    <w:rsid w:val="00165796"/>
    <w:rsid w:val="00165EF1"/>
    <w:rsid w:val="001667E8"/>
    <w:rsid w:val="00166EC1"/>
    <w:rsid w:val="00167D05"/>
    <w:rsid w:val="00167E8B"/>
    <w:rsid w:val="001716C4"/>
    <w:rsid w:val="0017215C"/>
    <w:rsid w:val="00173F32"/>
    <w:rsid w:val="00175AAC"/>
    <w:rsid w:val="001825A7"/>
    <w:rsid w:val="00183418"/>
    <w:rsid w:val="001864D9"/>
    <w:rsid w:val="00187C19"/>
    <w:rsid w:val="00193CCF"/>
    <w:rsid w:val="00195568"/>
    <w:rsid w:val="00197551"/>
    <w:rsid w:val="00197D33"/>
    <w:rsid w:val="001A0DBD"/>
    <w:rsid w:val="001A26AA"/>
    <w:rsid w:val="001A4950"/>
    <w:rsid w:val="001A62F2"/>
    <w:rsid w:val="001A749D"/>
    <w:rsid w:val="001A77F6"/>
    <w:rsid w:val="001A7E5D"/>
    <w:rsid w:val="001B09D3"/>
    <w:rsid w:val="001B12BE"/>
    <w:rsid w:val="001B1BCA"/>
    <w:rsid w:val="001B2EFD"/>
    <w:rsid w:val="001B35E8"/>
    <w:rsid w:val="001B4472"/>
    <w:rsid w:val="001B5EAD"/>
    <w:rsid w:val="001B7ACA"/>
    <w:rsid w:val="001C02E6"/>
    <w:rsid w:val="001C0CB4"/>
    <w:rsid w:val="001C1B9F"/>
    <w:rsid w:val="001C2607"/>
    <w:rsid w:val="001C3B84"/>
    <w:rsid w:val="001C611A"/>
    <w:rsid w:val="001D190D"/>
    <w:rsid w:val="001D2064"/>
    <w:rsid w:val="001D37F6"/>
    <w:rsid w:val="001D62DC"/>
    <w:rsid w:val="001D7232"/>
    <w:rsid w:val="001E32DA"/>
    <w:rsid w:val="001E4B2B"/>
    <w:rsid w:val="001E704C"/>
    <w:rsid w:val="001F1DC1"/>
    <w:rsid w:val="001F3CA0"/>
    <w:rsid w:val="001F4047"/>
    <w:rsid w:val="0020200E"/>
    <w:rsid w:val="00202627"/>
    <w:rsid w:val="00204E16"/>
    <w:rsid w:val="00206843"/>
    <w:rsid w:val="002108D6"/>
    <w:rsid w:val="00211B03"/>
    <w:rsid w:val="00213857"/>
    <w:rsid w:val="00215AB0"/>
    <w:rsid w:val="002176EE"/>
    <w:rsid w:val="00221B34"/>
    <w:rsid w:val="002234A9"/>
    <w:rsid w:val="00223662"/>
    <w:rsid w:val="00226300"/>
    <w:rsid w:val="002309A8"/>
    <w:rsid w:val="0023331C"/>
    <w:rsid w:val="0023341B"/>
    <w:rsid w:val="00233968"/>
    <w:rsid w:val="002347A1"/>
    <w:rsid w:val="0023562F"/>
    <w:rsid w:val="00236D88"/>
    <w:rsid w:val="002417DB"/>
    <w:rsid w:val="00241FEC"/>
    <w:rsid w:val="0024233C"/>
    <w:rsid w:val="0024248B"/>
    <w:rsid w:val="00242AB4"/>
    <w:rsid w:val="002451F6"/>
    <w:rsid w:val="00245A4C"/>
    <w:rsid w:val="00245FF6"/>
    <w:rsid w:val="0025160F"/>
    <w:rsid w:val="00251BB4"/>
    <w:rsid w:val="00252851"/>
    <w:rsid w:val="002547FF"/>
    <w:rsid w:val="00255FBB"/>
    <w:rsid w:val="00256B8F"/>
    <w:rsid w:val="00260DBC"/>
    <w:rsid w:val="00262028"/>
    <w:rsid w:val="00264C55"/>
    <w:rsid w:val="00264F08"/>
    <w:rsid w:val="00265F06"/>
    <w:rsid w:val="002663B7"/>
    <w:rsid w:val="002676AF"/>
    <w:rsid w:val="00267FED"/>
    <w:rsid w:val="00271241"/>
    <w:rsid w:val="00272A49"/>
    <w:rsid w:val="00272B5A"/>
    <w:rsid w:val="00272E6E"/>
    <w:rsid w:val="00275084"/>
    <w:rsid w:val="002773F9"/>
    <w:rsid w:val="002808FC"/>
    <w:rsid w:val="0028180A"/>
    <w:rsid w:val="002818A9"/>
    <w:rsid w:val="00283243"/>
    <w:rsid w:val="00284F2B"/>
    <w:rsid w:val="00286374"/>
    <w:rsid w:val="0029469D"/>
    <w:rsid w:val="00297C67"/>
    <w:rsid w:val="002A303A"/>
    <w:rsid w:val="002A53DC"/>
    <w:rsid w:val="002A6988"/>
    <w:rsid w:val="002A70AD"/>
    <w:rsid w:val="002A72EC"/>
    <w:rsid w:val="002B2C19"/>
    <w:rsid w:val="002B4652"/>
    <w:rsid w:val="002B4C61"/>
    <w:rsid w:val="002B5E98"/>
    <w:rsid w:val="002B7127"/>
    <w:rsid w:val="002B7930"/>
    <w:rsid w:val="002B7D4D"/>
    <w:rsid w:val="002C0532"/>
    <w:rsid w:val="002C0C06"/>
    <w:rsid w:val="002C0D44"/>
    <w:rsid w:val="002D2855"/>
    <w:rsid w:val="002D3634"/>
    <w:rsid w:val="002D3BE2"/>
    <w:rsid w:val="002D40A9"/>
    <w:rsid w:val="002D54FF"/>
    <w:rsid w:val="002D7775"/>
    <w:rsid w:val="002E16AA"/>
    <w:rsid w:val="002E3F7F"/>
    <w:rsid w:val="002E6EC4"/>
    <w:rsid w:val="002E76E2"/>
    <w:rsid w:val="002E7E7C"/>
    <w:rsid w:val="002F2621"/>
    <w:rsid w:val="002F28F6"/>
    <w:rsid w:val="002F426E"/>
    <w:rsid w:val="002F4A6E"/>
    <w:rsid w:val="002F4B1F"/>
    <w:rsid w:val="002F5BBA"/>
    <w:rsid w:val="002F60B1"/>
    <w:rsid w:val="002F6544"/>
    <w:rsid w:val="002F7043"/>
    <w:rsid w:val="002F733E"/>
    <w:rsid w:val="00303EA2"/>
    <w:rsid w:val="003063C0"/>
    <w:rsid w:val="00306448"/>
    <w:rsid w:val="00307783"/>
    <w:rsid w:val="00311301"/>
    <w:rsid w:val="00311CBD"/>
    <w:rsid w:val="003128D8"/>
    <w:rsid w:val="0031338A"/>
    <w:rsid w:val="00314DFF"/>
    <w:rsid w:val="00316099"/>
    <w:rsid w:val="00316D65"/>
    <w:rsid w:val="003207BE"/>
    <w:rsid w:val="00321873"/>
    <w:rsid w:val="003231B8"/>
    <w:rsid w:val="00324231"/>
    <w:rsid w:val="00324AD8"/>
    <w:rsid w:val="003252CA"/>
    <w:rsid w:val="00325784"/>
    <w:rsid w:val="00330F9D"/>
    <w:rsid w:val="003310E8"/>
    <w:rsid w:val="00331708"/>
    <w:rsid w:val="003334BF"/>
    <w:rsid w:val="0033536D"/>
    <w:rsid w:val="00337332"/>
    <w:rsid w:val="003407D3"/>
    <w:rsid w:val="00341F13"/>
    <w:rsid w:val="00343529"/>
    <w:rsid w:val="00344791"/>
    <w:rsid w:val="00345221"/>
    <w:rsid w:val="003468D4"/>
    <w:rsid w:val="00347314"/>
    <w:rsid w:val="00347C93"/>
    <w:rsid w:val="0035138A"/>
    <w:rsid w:val="00356731"/>
    <w:rsid w:val="00356C78"/>
    <w:rsid w:val="00357D5A"/>
    <w:rsid w:val="00357E1B"/>
    <w:rsid w:val="00363402"/>
    <w:rsid w:val="00366CC5"/>
    <w:rsid w:val="00372452"/>
    <w:rsid w:val="00374B2F"/>
    <w:rsid w:val="00375214"/>
    <w:rsid w:val="00376206"/>
    <w:rsid w:val="0037665B"/>
    <w:rsid w:val="00376696"/>
    <w:rsid w:val="00376F4A"/>
    <w:rsid w:val="003775F0"/>
    <w:rsid w:val="003832EC"/>
    <w:rsid w:val="0038488A"/>
    <w:rsid w:val="00386865"/>
    <w:rsid w:val="003872FB"/>
    <w:rsid w:val="00390BED"/>
    <w:rsid w:val="00396D57"/>
    <w:rsid w:val="003973E7"/>
    <w:rsid w:val="0039793E"/>
    <w:rsid w:val="003A2E0D"/>
    <w:rsid w:val="003A3ED8"/>
    <w:rsid w:val="003A5A3C"/>
    <w:rsid w:val="003B288C"/>
    <w:rsid w:val="003B5843"/>
    <w:rsid w:val="003C08E7"/>
    <w:rsid w:val="003C0DDB"/>
    <w:rsid w:val="003C2691"/>
    <w:rsid w:val="003C3C69"/>
    <w:rsid w:val="003C4127"/>
    <w:rsid w:val="003C42A1"/>
    <w:rsid w:val="003C4438"/>
    <w:rsid w:val="003C54C9"/>
    <w:rsid w:val="003C6111"/>
    <w:rsid w:val="003C7755"/>
    <w:rsid w:val="003C78E7"/>
    <w:rsid w:val="003D1951"/>
    <w:rsid w:val="003D1E70"/>
    <w:rsid w:val="003D2CD3"/>
    <w:rsid w:val="003D48D3"/>
    <w:rsid w:val="003D6BAB"/>
    <w:rsid w:val="003D6E59"/>
    <w:rsid w:val="003E0DAC"/>
    <w:rsid w:val="003E1329"/>
    <w:rsid w:val="003E52EA"/>
    <w:rsid w:val="003E68CA"/>
    <w:rsid w:val="003F0E0B"/>
    <w:rsid w:val="00400534"/>
    <w:rsid w:val="00401950"/>
    <w:rsid w:val="00401EDC"/>
    <w:rsid w:val="00402ED5"/>
    <w:rsid w:val="004039A7"/>
    <w:rsid w:val="00405640"/>
    <w:rsid w:val="00406E30"/>
    <w:rsid w:val="0040700B"/>
    <w:rsid w:val="0040718C"/>
    <w:rsid w:val="00410DCA"/>
    <w:rsid w:val="0041152A"/>
    <w:rsid w:val="004120DF"/>
    <w:rsid w:val="004124B3"/>
    <w:rsid w:val="004163BB"/>
    <w:rsid w:val="0041668E"/>
    <w:rsid w:val="0041679E"/>
    <w:rsid w:val="00416DDA"/>
    <w:rsid w:val="00420934"/>
    <w:rsid w:val="00420BA4"/>
    <w:rsid w:val="004213AD"/>
    <w:rsid w:val="00422CCC"/>
    <w:rsid w:val="00423AA5"/>
    <w:rsid w:val="00423AF3"/>
    <w:rsid w:val="00423FF9"/>
    <w:rsid w:val="004250D4"/>
    <w:rsid w:val="00426A57"/>
    <w:rsid w:val="00426B93"/>
    <w:rsid w:val="00427894"/>
    <w:rsid w:val="00430673"/>
    <w:rsid w:val="004316D0"/>
    <w:rsid w:val="00431D48"/>
    <w:rsid w:val="00432137"/>
    <w:rsid w:val="004330CE"/>
    <w:rsid w:val="0043557C"/>
    <w:rsid w:val="00436443"/>
    <w:rsid w:val="004364FD"/>
    <w:rsid w:val="0044126F"/>
    <w:rsid w:val="00441C90"/>
    <w:rsid w:val="00443C6B"/>
    <w:rsid w:val="00445F4C"/>
    <w:rsid w:val="00447EA7"/>
    <w:rsid w:val="004516AE"/>
    <w:rsid w:val="004517D1"/>
    <w:rsid w:val="00452172"/>
    <w:rsid w:val="0045258B"/>
    <w:rsid w:val="00453136"/>
    <w:rsid w:val="00453380"/>
    <w:rsid w:val="00453A5A"/>
    <w:rsid w:val="00453BC9"/>
    <w:rsid w:val="00455BD1"/>
    <w:rsid w:val="00455C92"/>
    <w:rsid w:val="00455FFC"/>
    <w:rsid w:val="00461AFF"/>
    <w:rsid w:val="00462296"/>
    <w:rsid w:val="004626D2"/>
    <w:rsid w:val="00462F7B"/>
    <w:rsid w:val="0046452C"/>
    <w:rsid w:val="0046791D"/>
    <w:rsid w:val="00470000"/>
    <w:rsid w:val="0047046C"/>
    <w:rsid w:val="0047107A"/>
    <w:rsid w:val="00471535"/>
    <w:rsid w:val="00473A64"/>
    <w:rsid w:val="00473AB4"/>
    <w:rsid w:val="004771BF"/>
    <w:rsid w:val="00477915"/>
    <w:rsid w:val="00480D3E"/>
    <w:rsid w:val="00482E39"/>
    <w:rsid w:val="00484A1C"/>
    <w:rsid w:val="0048647D"/>
    <w:rsid w:val="00487540"/>
    <w:rsid w:val="0048775B"/>
    <w:rsid w:val="00487E95"/>
    <w:rsid w:val="00490A30"/>
    <w:rsid w:val="00492794"/>
    <w:rsid w:val="004939B0"/>
    <w:rsid w:val="00494BA9"/>
    <w:rsid w:val="00495819"/>
    <w:rsid w:val="00495AC0"/>
    <w:rsid w:val="004968CA"/>
    <w:rsid w:val="00496F2F"/>
    <w:rsid w:val="004A07E3"/>
    <w:rsid w:val="004A1090"/>
    <w:rsid w:val="004A13A9"/>
    <w:rsid w:val="004A2835"/>
    <w:rsid w:val="004A6A08"/>
    <w:rsid w:val="004A75B8"/>
    <w:rsid w:val="004B055D"/>
    <w:rsid w:val="004B1669"/>
    <w:rsid w:val="004C01AC"/>
    <w:rsid w:val="004C1222"/>
    <w:rsid w:val="004C337F"/>
    <w:rsid w:val="004C46E8"/>
    <w:rsid w:val="004C5B6A"/>
    <w:rsid w:val="004C6141"/>
    <w:rsid w:val="004C6487"/>
    <w:rsid w:val="004C6FA7"/>
    <w:rsid w:val="004D003B"/>
    <w:rsid w:val="004D0409"/>
    <w:rsid w:val="004D2D79"/>
    <w:rsid w:val="004D30EA"/>
    <w:rsid w:val="004D3359"/>
    <w:rsid w:val="004D349B"/>
    <w:rsid w:val="004D3A4B"/>
    <w:rsid w:val="004D41A6"/>
    <w:rsid w:val="004D4EB6"/>
    <w:rsid w:val="004D6CB0"/>
    <w:rsid w:val="004E0158"/>
    <w:rsid w:val="004E04A8"/>
    <w:rsid w:val="004E10B6"/>
    <w:rsid w:val="004E3279"/>
    <w:rsid w:val="004E404F"/>
    <w:rsid w:val="004E47F8"/>
    <w:rsid w:val="004E62F5"/>
    <w:rsid w:val="004E6FE0"/>
    <w:rsid w:val="004F0B2C"/>
    <w:rsid w:val="004F161C"/>
    <w:rsid w:val="004F16C1"/>
    <w:rsid w:val="004F403A"/>
    <w:rsid w:val="004F5D6F"/>
    <w:rsid w:val="004F658E"/>
    <w:rsid w:val="004F6BFE"/>
    <w:rsid w:val="004F77B7"/>
    <w:rsid w:val="00500265"/>
    <w:rsid w:val="00501F6E"/>
    <w:rsid w:val="005030DD"/>
    <w:rsid w:val="0050379E"/>
    <w:rsid w:val="00504A5B"/>
    <w:rsid w:val="005058D3"/>
    <w:rsid w:val="0050633D"/>
    <w:rsid w:val="00506E1E"/>
    <w:rsid w:val="00510214"/>
    <w:rsid w:val="00510533"/>
    <w:rsid w:val="00510BC8"/>
    <w:rsid w:val="00512663"/>
    <w:rsid w:val="00514176"/>
    <w:rsid w:val="00517DCA"/>
    <w:rsid w:val="0052104D"/>
    <w:rsid w:val="00522EF9"/>
    <w:rsid w:val="00531E0B"/>
    <w:rsid w:val="0053226F"/>
    <w:rsid w:val="005333B9"/>
    <w:rsid w:val="00536430"/>
    <w:rsid w:val="005377F0"/>
    <w:rsid w:val="005434DE"/>
    <w:rsid w:val="00543712"/>
    <w:rsid w:val="00543C55"/>
    <w:rsid w:val="00544076"/>
    <w:rsid w:val="0054531B"/>
    <w:rsid w:val="00545487"/>
    <w:rsid w:val="0054618C"/>
    <w:rsid w:val="0055079A"/>
    <w:rsid w:val="005509EA"/>
    <w:rsid w:val="00551165"/>
    <w:rsid w:val="00551400"/>
    <w:rsid w:val="00552DDE"/>
    <w:rsid w:val="005539FB"/>
    <w:rsid w:val="00553A43"/>
    <w:rsid w:val="005556FA"/>
    <w:rsid w:val="005565D7"/>
    <w:rsid w:val="00562DC6"/>
    <w:rsid w:val="00564B54"/>
    <w:rsid w:val="00565A9D"/>
    <w:rsid w:val="00566EC3"/>
    <w:rsid w:val="00570D8B"/>
    <w:rsid w:val="00572B44"/>
    <w:rsid w:val="00575413"/>
    <w:rsid w:val="00575AA2"/>
    <w:rsid w:val="00575CDB"/>
    <w:rsid w:val="0058062F"/>
    <w:rsid w:val="00581694"/>
    <w:rsid w:val="005838AA"/>
    <w:rsid w:val="00584E43"/>
    <w:rsid w:val="00585886"/>
    <w:rsid w:val="00585B87"/>
    <w:rsid w:val="0059005C"/>
    <w:rsid w:val="00591BBA"/>
    <w:rsid w:val="00592EA3"/>
    <w:rsid w:val="0059311D"/>
    <w:rsid w:val="00594479"/>
    <w:rsid w:val="00595034"/>
    <w:rsid w:val="005956AD"/>
    <w:rsid w:val="00595E96"/>
    <w:rsid w:val="00597253"/>
    <w:rsid w:val="005978F7"/>
    <w:rsid w:val="005A0964"/>
    <w:rsid w:val="005A1889"/>
    <w:rsid w:val="005A29A1"/>
    <w:rsid w:val="005A2CDB"/>
    <w:rsid w:val="005A4420"/>
    <w:rsid w:val="005A6FCD"/>
    <w:rsid w:val="005A7CA6"/>
    <w:rsid w:val="005B0CCD"/>
    <w:rsid w:val="005B265C"/>
    <w:rsid w:val="005B3479"/>
    <w:rsid w:val="005B521F"/>
    <w:rsid w:val="005B53E0"/>
    <w:rsid w:val="005B75CA"/>
    <w:rsid w:val="005B7E2A"/>
    <w:rsid w:val="005C0AD1"/>
    <w:rsid w:val="005C1112"/>
    <w:rsid w:val="005C14FF"/>
    <w:rsid w:val="005C1C35"/>
    <w:rsid w:val="005C3EF6"/>
    <w:rsid w:val="005C51FA"/>
    <w:rsid w:val="005C7F40"/>
    <w:rsid w:val="005D3F22"/>
    <w:rsid w:val="005D68F0"/>
    <w:rsid w:val="005D6AE3"/>
    <w:rsid w:val="005E0588"/>
    <w:rsid w:val="005E120A"/>
    <w:rsid w:val="005E19E6"/>
    <w:rsid w:val="005E1A72"/>
    <w:rsid w:val="005E2D9B"/>
    <w:rsid w:val="005E2EF2"/>
    <w:rsid w:val="005E317F"/>
    <w:rsid w:val="005F09F0"/>
    <w:rsid w:val="005F0F96"/>
    <w:rsid w:val="005F30D8"/>
    <w:rsid w:val="005F380E"/>
    <w:rsid w:val="005F48DD"/>
    <w:rsid w:val="005F50FE"/>
    <w:rsid w:val="005F5CB5"/>
    <w:rsid w:val="005F5D97"/>
    <w:rsid w:val="005F62B6"/>
    <w:rsid w:val="005F6C71"/>
    <w:rsid w:val="005F6FFF"/>
    <w:rsid w:val="005F7441"/>
    <w:rsid w:val="00601566"/>
    <w:rsid w:val="00602C7B"/>
    <w:rsid w:val="00602CC6"/>
    <w:rsid w:val="00604B4E"/>
    <w:rsid w:val="00604B60"/>
    <w:rsid w:val="0060693E"/>
    <w:rsid w:val="006072BF"/>
    <w:rsid w:val="006105A0"/>
    <w:rsid w:val="006117C9"/>
    <w:rsid w:val="00612B8C"/>
    <w:rsid w:val="00613D99"/>
    <w:rsid w:val="006155D5"/>
    <w:rsid w:val="00616B0C"/>
    <w:rsid w:val="00617697"/>
    <w:rsid w:val="00617AC4"/>
    <w:rsid w:val="00617C5E"/>
    <w:rsid w:val="006206E6"/>
    <w:rsid w:val="006272CC"/>
    <w:rsid w:val="00630DDE"/>
    <w:rsid w:val="0063198A"/>
    <w:rsid w:val="00631DF8"/>
    <w:rsid w:val="006419B4"/>
    <w:rsid w:val="00641FA2"/>
    <w:rsid w:val="0064361E"/>
    <w:rsid w:val="006442A5"/>
    <w:rsid w:val="00645EF4"/>
    <w:rsid w:val="00647159"/>
    <w:rsid w:val="00647350"/>
    <w:rsid w:val="00647766"/>
    <w:rsid w:val="00651717"/>
    <w:rsid w:val="0065240F"/>
    <w:rsid w:val="00653601"/>
    <w:rsid w:val="00653C4A"/>
    <w:rsid w:val="00657ED6"/>
    <w:rsid w:val="00660BB3"/>
    <w:rsid w:val="0066183F"/>
    <w:rsid w:val="00662E0A"/>
    <w:rsid w:val="0066695B"/>
    <w:rsid w:val="00667357"/>
    <w:rsid w:val="00673284"/>
    <w:rsid w:val="00673632"/>
    <w:rsid w:val="00675253"/>
    <w:rsid w:val="00675A08"/>
    <w:rsid w:val="006806B2"/>
    <w:rsid w:val="006806F0"/>
    <w:rsid w:val="00682CC8"/>
    <w:rsid w:val="00683178"/>
    <w:rsid w:val="00683B11"/>
    <w:rsid w:val="00683F4B"/>
    <w:rsid w:val="006844BC"/>
    <w:rsid w:val="00685CFF"/>
    <w:rsid w:val="006877E2"/>
    <w:rsid w:val="00690B25"/>
    <w:rsid w:val="006931E8"/>
    <w:rsid w:val="00695A72"/>
    <w:rsid w:val="00695ADB"/>
    <w:rsid w:val="00697BF5"/>
    <w:rsid w:val="006A1661"/>
    <w:rsid w:val="006A4829"/>
    <w:rsid w:val="006A5E14"/>
    <w:rsid w:val="006A5FC1"/>
    <w:rsid w:val="006A6081"/>
    <w:rsid w:val="006A6875"/>
    <w:rsid w:val="006A688B"/>
    <w:rsid w:val="006A6E9C"/>
    <w:rsid w:val="006A70FA"/>
    <w:rsid w:val="006A7DB7"/>
    <w:rsid w:val="006A7EEF"/>
    <w:rsid w:val="006B0EEC"/>
    <w:rsid w:val="006B2932"/>
    <w:rsid w:val="006B366C"/>
    <w:rsid w:val="006B4202"/>
    <w:rsid w:val="006B44FE"/>
    <w:rsid w:val="006B7090"/>
    <w:rsid w:val="006B76E5"/>
    <w:rsid w:val="006C1CA4"/>
    <w:rsid w:val="006C2BAD"/>
    <w:rsid w:val="006C3400"/>
    <w:rsid w:val="006C3FFB"/>
    <w:rsid w:val="006D10E4"/>
    <w:rsid w:val="006D4E8B"/>
    <w:rsid w:val="006D58CB"/>
    <w:rsid w:val="006D6AB8"/>
    <w:rsid w:val="006D7334"/>
    <w:rsid w:val="006D7D8E"/>
    <w:rsid w:val="006D7E76"/>
    <w:rsid w:val="006D7FC3"/>
    <w:rsid w:val="006E0010"/>
    <w:rsid w:val="006E1BC1"/>
    <w:rsid w:val="006E2091"/>
    <w:rsid w:val="006E3259"/>
    <w:rsid w:val="006E392D"/>
    <w:rsid w:val="006E6A71"/>
    <w:rsid w:val="006E78B5"/>
    <w:rsid w:val="006F2FF9"/>
    <w:rsid w:val="006F3FE1"/>
    <w:rsid w:val="006F5C1A"/>
    <w:rsid w:val="006F75F8"/>
    <w:rsid w:val="007005B1"/>
    <w:rsid w:val="00700D2B"/>
    <w:rsid w:val="007060FE"/>
    <w:rsid w:val="00706B67"/>
    <w:rsid w:val="00707608"/>
    <w:rsid w:val="0070784C"/>
    <w:rsid w:val="007078F7"/>
    <w:rsid w:val="00707EC8"/>
    <w:rsid w:val="00712E7E"/>
    <w:rsid w:val="00715CA6"/>
    <w:rsid w:val="007170F8"/>
    <w:rsid w:val="00717485"/>
    <w:rsid w:val="00717AD7"/>
    <w:rsid w:val="00720233"/>
    <w:rsid w:val="00721210"/>
    <w:rsid w:val="00722795"/>
    <w:rsid w:val="00723500"/>
    <w:rsid w:val="0072598C"/>
    <w:rsid w:val="00727FB5"/>
    <w:rsid w:val="00733D2E"/>
    <w:rsid w:val="00734877"/>
    <w:rsid w:val="00736CFA"/>
    <w:rsid w:val="007371A6"/>
    <w:rsid w:val="007400EF"/>
    <w:rsid w:val="00740D2C"/>
    <w:rsid w:val="00741F43"/>
    <w:rsid w:val="00742166"/>
    <w:rsid w:val="0074332B"/>
    <w:rsid w:val="00743578"/>
    <w:rsid w:val="00743E33"/>
    <w:rsid w:val="00745825"/>
    <w:rsid w:val="00746D14"/>
    <w:rsid w:val="0074703C"/>
    <w:rsid w:val="007478B4"/>
    <w:rsid w:val="00752157"/>
    <w:rsid w:val="007528A2"/>
    <w:rsid w:val="00762060"/>
    <w:rsid w:val="00763880"/>
    <w:rsid w:val="00764F91"/>
    <w:rsid w:val="007662C4"/>
    <w:rsid w:val="00766579"/>
    <w:rsid w:val="00770AA0"/>
    <w:rsid w:val="00770C75"/>
    <w:rsid w:val="00770C8B"/>
    <w:rsid w:val="00771B69"/>
    <w:rsid w:val="00774530"/>
    <w:rsid w:val="00775F45"/>
    <w:rsid w:val="007800C4"/>
    <w:rsid w:val="00780DC4"/>
    <w:rsid w:val="007810EF"/>
    <w:rsid w:val="00783A5B"/>
    <w:rsid w:val="0078473F"/>
    <w:rsid w:val="00785363"/>
    <w:rsid w:val="00787D7C"/>
    <w:rsid w:val="00790A94"/>
    <w:rsid w:val="00792413"/>
    <w:rsid w:val="0079356F"/>
    <w:rsid w:val="0079427B"/>
    <w:rsid w:val="00794408"/>
    <w:rsid w:val="007A0574"/>
    <w:rsid w:val="007A0D7C"/>
    <w:rsid w:val="007A1D46"/>
    <w:rsid w:val="007A2357"/>
    <w:rsid w:val="007A248D"/>
    <w:rsid w:val="007A34BD"/>
    <w:rsid w:val="007A3FDE"/>
    <w:rsid w:val="007A42CE"/>
    <w:rsid w:val="007A51D7"/>
    <w:rsid w:val="007B2753"/>
    <w:rsid w:val="007B2E3D"/>
    <w:rsid w:val="007B3FB6"/>
    <w:rsid w:val="007B41B4"/>
    <w:rsid w:val="007B4560"/>
    <w:rsid w:val="007B7AF3"/>
    <w:rsid w:val="007B7D74"/>
    <w:rsid w:val="007C0FB2"/>
    <w:rsid w:val="007C17C9"/>
    <w:rsid w:val="007C22F9"/>
    <w:rsid w:val="007C3B13"/>
    <w:rsid w:val="007C58FD"/>
    <w:rsid w:val="007D16AC"/>
    <w:rsid w:val="007D17CF"/>
    <w:rsid w:val="007D22B8"/>
    <w:rsid w:val="007D360D"/>
    <w:rsid w:val="007D5B88"/>
    <w:rsid w:val="007D7D70"/>
    <w:rsid w:val="007E0051"/>
    <w:rsid w:val="007E4293"/>
    <w:rsid w:val="007E4582"/>
    <w:rsid w:val="007E5074"/>
    <w:rsid w:val="007F1189"/>
    <w:rsid w:val="007F1A66"/>
    <w:rsid w:val="007F2761"/>
    <w:rsid w:val="00800666"/>
    <w:rsid w:val="008015C6"/>
    <w:rsid w:val="0080360E"/>
    <w:rsid w:val="00805FCD"/>
    <w:rsid w:val="00806DFA"/>
    <w:rsid w:val="00807C62"/>
    <w:rsid w:val="00810318"/>
    <w:rsid w:val="00810E95"/>
    <w:rsid w:val="00811972"/>
    <w:rsid w:val="00814C15"/>
    <w:rsid w:val="00815BC6"/>
    <w:rsid w:val="00815BCC"/>
    <w:rsid w:val="00820EBA"/>
    <w:rsid w:val="00821519"/>
    <w:rsid w:val="00822EC2"/>
    <w:rsid w:val="00823F62"/>
    <w:rsid w:val="00824545"/>
    <w:rsid w:val="00832BAA"/>
    <w:rsid w:val="00833781"/>
    <w:rsid w:val="00833BCB"/>
    <w:rsid w:val="0083410E"/>
    <w:rsid w:val="00836529"/>
    <w:rsid w:val="00836E36"/>
    <w:rsid w:val="0084080B"/>
    <w:rsid w:val="008408BA"/>
    <w:rsid w:val="0084168A"/>
    <w:rsid w:val="008500B0"/>
    <w:rsid w:val="008511F9"/>
    <w:rsid w:val="00854A74"/>
    <w:rsid w:val="00855B42"/>
    <w:rsid w:val="0085657F"/>
    <w:rsid w:val="00856973"/>
    <w:rsid w:val="00857845"/>
    <w:rsid w:val="00862467"/>
    <w:rsid w:val="00862714"/>
    <w:rsid w:val="00862E27"/>
    <w:rsid w:val="008644E1"/>
    <w:rsid w:val="00864F6E"/>
    <w:rsid w:val="0086526F"/>
    <w:rsid w:val="00866296"/>
    <w:rsid w:val="00867630"/>
    <w:rsid w:val="008705EA"/>
    <w:rsid w:val="0087181B"/>
    <w:rsid w:val="00872271"/>
    <w:rsid w:val="00872517"/>
    <w:rsid w:val="0087336D"/>
    <w:rsid w:val="00873A13"/>
    <w:rsid w:val="00874387"/>
    <w:rsid w:val="00874503"/>
    <w:rsid w:val="008753A0"/>
    <w:rsid w:val="00877435"/>
    <w:rsid w:val="00881003"/>
    <w:rsid w:val="0088165F"/>
    <w:rsid w:val="00881947"/>
    <w:rsid w:val="00881A6E"/>
    <w:rsid w:val="0088215A"/>
    <w:rsid w:val="0088245E"/>
    <w:rsid w:val="008853E7"/>
    <w:rsid w:val="008860C0"/>
    <w:rsid w:val="00890B29"/>
    <w:rsid w:val="00893A29"/>
    <w:rsid w:val="00896220"/>
    <w:rsid w:val="008970F2"/>
    <w:rsid w:val="00897415"/>
    <w:rsid w:val="008A0AE0"/>
    <w:rsid w:val="008A54F1"/>
    <w:rsid w:val="008B03BD"/>
    <w:rsid w:val="008B0594"/>
    <w:rsid w:val="008B0E2E"/>
    <w:rsid w:val="008B11C5"/>
    <w:rsid w:val="008B1D7F"/>
    <w:rsid w:val="008B1F01"/>
    <w:rsid w:val="008B2CB6"/>
    <w:rsid w:val="008B3640"/>
    <w:rsid w:val="008B3CF8"/>
    <w:rsid w:val="008B6480"/>
    <w:rsid w:val="008C13A8"/>
    <w:rsid w:val="008C2805"/>
    <w:rsid w:val="008C2BEA"/>
    <w:rsid w:val="008C2D37"/>
    <w:rsid w:val="008C378A"/>
    <w:rsid w:val="008C55BC"/>
    <w:rsid w:val="008C5BEB"/>
    <w:rsid w:val="008D3E65"/>
    <w:rsid w:val="008D5B90"/>
    <w:rsid w:val="008D5E57"/>
    <w:rsid w:val="008D6219"/>
    <w:rsid w:val="008D7324"/>
    <w:rsid w:val="008E0107"/>
    <w:rsid w:val="008E3E29"/>
    <w:rsid w:val="008E5470"/>
    <w:rsid w:val="008E740D"/>
    <w:rsid w:val="008E7C08"/>
    <w:rsid w:val="008F0F60"/>
    <w:rsid w:val="008F5F52"/>
    <w:rsid w:val="008F7B00"/>
    <w:rsid w:val="00901025"/>
    <w:rsid w:val="00905935"/>
    <w:rsid w:val="00912FC0"/>
    <w:rsid w:val="00915D21"/>
    <w:rsid w:val="00916D19"/>
    <w:rsid w:val="00917D15"/>
    <w:rsid w:val="00921012"/>
    <w:rsid w:val="0092234B"/>
    <w:rsid w:val="00922FDD"/>
    <w:rsid w:val="00923D0B"/>
    <w:rsid w:val="00924F21"/>
    <w:rsid w:val="00925D80"/>
    <w:rsid w:val="00927E8E"/>
    <w:rsid w:val="00930EB6"/>
    <w:rsid w:val="00932907"/>
    <w:rsid w:val="00934F1A"/>
    <w:rsid w:val="0093540A"/>
    <w:rsid w:val="0093604D"/>
    <w:rsid w:val="009368F3"/>
    <w:rsid w:val="00937EBC"/>
    <w:rsid w:val="00940349"/>
    <w:rsid w:val="00940C0C"/>
    <w:rsid w:val="009429C4"/>
    <w:rsid w:val="009429E6"/>
    <w:rsid w:val="009431DC"/>
    <w:rsid w:val="009436BB"/>
    <w:rsid w:val="0094397E"/>
    <w:rsid w:val="00945629"/>
    <w:rsid w:val="0095273D"/>
    <w:rsid w:val="00952FBC"/>
    <w:rsid w:val="00956338"/>
    <w:rsid w:val="009608DE"/>
    <w:rsid w:val="00960D5F"/>
    <w:rsid w:val="00960F26"/>
    <w:rsid w:val="00961BBD"/>
    <w:rsid w:val="009625F4"/>
    <w:rsid w:val="009656DD"/>
    <w:rsid w:val="00967417"/>
    <w:rsid w:val="00967A44"/>
    <w:rsid w:val="00967D09"/>
    <w:rsid w:val="00970E1B"/>
    <w:rsid w:val="00974EB9"/>
    <w:rsid w:val="00976B2D"/>
    <w:rsid w:val="00977D38"/>
    <w:rsid w:val="0098094C"/>
    <w:rsid w:val="0098232D"/>
    <w:rsid w:val="009857A6"/>
    <w:rsid w:val="00985F40"/>
    <w:rsid w:val="00991FED"/>
    <w:rsid w:val="009929F2"/>
    <w:rsid w:val="00995407"/>
    <w:rsid w:val="00995C9D"/>
    <w:rsid w:val="00997758"/>
    <w:rsid w:val="00997A60"/>
    <w:rsid w:val="00997AD5"/>
    <w:rsid w:val="009A0206"/>
    <w:rsid w:val="009A1AC5"/>
    <w:rsid w:val="009A273E"/>
    <w:rsid w:val="009A2BA9"/>
    <w:rsid w:val="009A3819"/>
    <w:rsid w:val="009A3AE2"/>
    <w:rsid w:val="009A3E75"/>
    <w:rsid w:val="009A46BE"/>
    <w:rsid w:val="009A52BE"/>
    <w:rsid w:val="009A5DF0"/>
    <w:rsid w:val="009B17F2"/>
    <w:rsid w:val="009B1C62"/>
    <w:rsid w:val="009B1F73"/>
    <w:rsid w:val="009B24E0"/>
    <w:rsid w:val="009B3348"/>
    <w:rsid w:val="009B4F86"/>
    <w:rsid w:val="009B7650"/>
    <w:rsid w:val="009C390C"/>
    <w:rsid w:val="009C4A61"/>
    <w:rsid w:val="009C66ED"/>
    <w:rsid w:val="009C78A7"/>
    <w:rsid w:val="009C7A11"/>
    <w:rsid w:val="009C7E67"/>
    <w:rsid w:val="009D1F5B"/>
    <w:rsid w:val="009D241D"/>
    <w:rsid w:val="009D31FC"/>
    <w:rsid w:val="009D35CC"/>
    <w:rsid w:val="009D4C04"/>
    <w:rsid w:val="009D4D42"/>
    <w:rsid w:val="009D6928"/>
    <w:rsid w:val="009D69C7"/>
    <w:rsid w:val="009D7304"/>
    <w:rsid w:val="009D7710"/>
    <w:rsid w:val="009D79F7"/>
    <w:rsid w:val="009E0C0A"/>
    <w:rsid w:val="009E119C"/>
    <w:rsid w:val="009E3D0F"/>
    <w:rsid w:val="009E4201"/>
    <w:rsid w:val="009E4484"/>
    <w:rsid w:val="009E4E8B"/>
    <w:rsid w:val="009E67C9"/>
    <w:rsid w:val="009E798C"/>
    <w:rsid w:val="009F0D89"/>
    <w:rsid w:val="009F1705"/>
    <w:rsid w:val="009F2349"/>
    <w:rsid w:val="009F34DF"/>
    <w:rsid w:val="009F35EB"/>
    <w:rsid w:val="009F4245"/>
    <w:rsid w:val="009F7CBB"/>
    <w:rsid w:val="00A00928"/>
    <w:rsid w:val="00A02F4D"/>
    <w:rsid w:val="00A0669E"/>
    <w:rsid w:val="00A0719B"/>
    <w:rsid w:val="00A071F7"/>
    <w:rsid w:val="00A07E6C"/>
    <w:rsid w:val="00A107CC"/>
    <w:rsid w:val="00A10A76"/>
    <w:rsid w:val="00A10CFD"/>
    <w:rsid w:val="00A12BBE"/>
    <w:rsid w:val="00A13EB3"/>
    <w:rsid w:val="00A13FE0"/>
    <w:rsid w:val="00A15DA6"/>
    <w:rsid w:val="00A20080"/>
    <w:rsid w:val="00A22216"/>
    <w:rsid w:val="00A25870"/>
    <w:rsid w:val="00A26CC1"/>
    <w:rsid w:val="00A327A5"/>
    <w:rsid w:val="00A3333D"/>
    <w:rsid w:val="00A341C5"/>
    <w:rsid w:val="00A35430"/>
    <w:rsid w:val="00A36E18"/>
    <w:rsid w:val="00A3734D"/>
    <w:rsid w:val="00A424CB"/>
    <w:rsid w:val="00A43AC5"/>
    <w:rsid w:val="00A445C8"/>
    <w:rsid w:val="00A47269"/>
    <w:rsid w:val="00A51C6B"/>
    <w:rsid w:val="00A53D7A"/>
    <w:rsid w:val="00A53E5E"/>
    <w:rsid w:val="00A542B8"/>
    <w:rsid w:val="00A6050A"/>
    <w:rsid w:val="00A627A6"/>
    <w:rsid w:val="00A62AB4"/>
    <w:rsid w:val="00A641C8"/>
    <w:rsid w:val="00A67A48"/>
    <w:rsid w:val="00A67BCE"/>
    <w:rsid w:val="00A67E68"/>
    <w:rsid w:val="00A7607C"/>
    <w:rsid w:val="00A77700"/>
    <w:rsid w:val="00A8020C"/>
    <w:rsid w:val="00A804D3"/>
    <w:rsid w:val="00A8070E"/>
    <w:rsid w:val="00A80E05"/>
    <w:rsid w:val="00A83C8C"/>
    <w:rsid w:val="00A8404E"/>
    <w:rsid w:val="00A85FF2"/>
    <w:rsid w:val="00A914F7"/>
    <w:rsid w:val="00A92065"/>
    <w:rsid w:val="00A922D5"/>
    <w:rsid w:val="00A92589"/>
    <w:rsid w:val="00A938F0"/>
    <w:rsid w:val="00A94F50"/>
    <w:rsid w:val="00A95677"/>
    <w:rsid w:val="00AA00E8"/>
    <w:rsid w:val="00AA755A"/>
    <w:rsid w:val="00AB2E5D"/>
    <w:rsid w:val="00AC026E"/>
    <w:rsid w:val="00AC0576"/>
    <w:rsid w:val="00AC6B06"/>
    <w:rsid w:val="00AD4838"/>
    <w:rsid w:val="00AD5693"/>
    <w:rsid w:val="00AD68DD"/>
    <w:rsid w:val="00AD6F1B"/>
    <w:rsid w:val="00AD7E7A"/>
    <w:rsid w:val="00AE14E0"/>
    <w:rsid w:val="00AE5F90"/>
    <w:rsid w:val="00AF167C"/>
    <w:rsid w:val="00AF1860"/>
    <w:rsid w:val="00AF29A7"/>
    <w:rsid w:val="00AF29C1"/>
    <w:rsid w:val="00AF5586"/>
    <w:rsid w:val="00B00391"/>
    <w:rsid w:val="00B0081D"/>
    <w:rsid w:val="00B00C87"/>
    <w:rsid w:val="00B02527"/>
    <w:rsid w:val="00B027E1"/>
    <w:rsid w:val="00B02A83"/>
    <w:rsid w:val="00B03EFA"/>
    <w:rsid w:val="00B053DF"/>
    <w:rsid w:val="00B06CB9"/>
    <w:rsid w:val="00B10AB1"/>
    <w:rsid w:val="00B10EA6"/>
    <w:rsid w:val="00B11537"/>
    <w:rsid w:val="00B16355"/>
    <w:rsid w:val="00B17B78"/>
    <w:rsid w:val="00B2052C"/>
    <w:rsid w:val="00B20E01"/>
    <w:rsid w:val="00B22E6E"/>
    <w:rsid w:val="00B247F6"/>
    <w:rsid w:val="00B26433"/>
    <w:rsid w:val="00B275C8"/>
    <w:rsid w:val="00B30100"/>
    <w:rsid w:val="00B306DD"/>
    <w:rsid w:val="00B31675"/>
    <w:rsid w:val="00B33198"/>
    <w:rsid w:val="00B363F8"/>
    <w:rsid w:val="00B40FEE"/>
    <w:rsid w:val="00B4178F"/>
    <w:rsid w:val="00B41902"/>
    <w:rsid w:val="00B42B00"/>
    <w:rsid w:val="00B443EF"/>
    <w:rsid w:val="00B51CE2"/>
    <w:rsid w:val="00B522F0"/>
    <w:rsid w:val="00B565D9"/>
    <w:rsid w:val="00B576A6"/>
    <w:rsid w:val="00B62160"/>
    <w:rsid w:val="00B638CB"/>
    <w:rsid w:val="00B64F31"/>
    <w:rsid w:val="00B73BE1"/>
    <w:rsid w:val="00B75518"/>
    <w:rsid w:val="00B75E8F"/>
    <w:rsid w:val="00B7797E"/>
    <w:rsid w:val="00B81247"/>
    <w:rsid w:val="00B8195A"/>
    <w:rsid w:val="00B822D1"/>
    <w:rsid w:val="00B82AC0"/>
    <w:rsid w:val="00B82FF8"/>
    <w:rsid w:val="00B83F4A"/>
    <w:rsid w:val="00B8626D"/>
    <w:rsid w:val="00B86380"/>
    <w:rsid w:val="00B9157C"/>
    <w:rsid w:val="00B9361B"/>
    <w:rsid w:val="00B93F6E"/>
    <w:rsid w:val="00B94231"/>
    <w:rsid w:val="00B9453D"/>
    <w:rsid w:val="00B95250"/>
    <w:rsid w:val="00B97F55"/>
    <w:rsid w:val="00BA1466"/>
    <w:rsid w:val="00BB0E81"/>
    <w:rsid w:val="00BB3158"/>
    <w:rsid w:val="00BB380F"/>
    <w:rsid w:val="00BB38CB"/>
    <w:rsid w:val="00BB4120"/>
    <w:rsid w:val="00BB49D1"/>
    <w:rsid w:val="00BB6A20"/>
    <w:rsid w:val="00BB7E8A"/>
    <w:rsid w:val="00BC1BBC"/>
    <w:rsid w:val="00BC2206"/>
    <w:rsid w:val="00BC32F0"/>
    <w:rsid w:val="00BC33DC"/>
    <w:rsid w:val="00BC4D8E"/>
    <w:rsid w:val="00BC5E6E"/>
    <w:rsid w:val="00BC7C7B"/>
    <w:rsid w:val="00BD0E97"/>
    <w:rsid w:val="00BD3C30"/>
    <w:rsid w:val="00BD3C33"/>
    <w:rsid w:val="00BD44D5"/>
    <w:rsid w:val="00BD71F1"/>
    <w:rsid w:val="00BE0782"/>
    <w:rsid w:val="00BE12E1"/>
    <w:rsid w:val="00BE1D0F"/>
    <w:rsid w:val="00BE2B9E"/>
    <w:rsid w:val="00BE3050"/>
    <w:rsid w:val="00BE3BDB"/>
    <w:rsid w:val="00BE479A"/>
    <w:rsid w:val="00BE58E8"/>
    <w:rsid w:val="00BE662C"/>
    <w:rsid w:val="00BE68BC"/>
    <w:rsid w:val="00BF0958"/>
    <w:rsid w:val="00BF26ED"/>
    <w:rsid w:val="00BF2C89"/>
    <w:rsid w:val="00BF39E1"/>
    <w:rsid w:val="00BF652F"/>
    <w:rsid w:val="00C006D5"/>
    <w:rsid w:val="00C00796"/>
    <w:rsid w:val="00C0358D"/>
    <w:rsid w:val="00C03A74"/>
    <w:rsid w:val="00C03DFE"/>
    <w:rsid w:val="00C0454C"/>
    <w:rsid w:val="00C06C81"/>
    <w:rsid w:val="00C07679"/>
    <w:rsid w:val="00C07C08"/>
    <w:rsid w:val="00C10E72"/>
    <w:rsid w:val="00C121A2"/>
    <w:rsid w:val="00C12998"/>
    <w:rsid w:val="00C1303C"/>
    <w:rsid w:val="00C146F6"/>
    <w:rsid w:val="00C14EEC"/>
    <w:rsid w:val="00C15FA3"/>
    <w:rsid w:val="00C20945"/>
    <w:rsid w:val="00C2149E"/>
    <w:rsid w:val="00C21500"/>
    <w:rsid w:val="00C218D1"/>
    <w:rsid w:val="00C21F15"/>
    <w:rsid w:val="00C23015"/>
    <w:rsid w:val="00C24E00"/>
    <w:rsid w:val="00C257C0"/>
    <w:rsid w:val="00C26514"/>
    <w:rsid w:val="00C275A7"/>
    <w:rsid w:val="00C310FD"/>
    <w:rsid w:val="00C34555"/>
    <w:rsid w:val="00C35C1E"/>
    <w:rsid w:val="00C36B22"/>
    <w:rsid w:val="00C4019C"/>
    <w:rsid w:val="00C408A5"/>
    <w:rsid w:val="00C44E81"/>
    <w:rsid w:val="00C46C85"/>
    <w:rsid w:val="00C46CBA"/>
    <w:rsid w:val="00C5007A"/>
    <w:rsid w:val="00C5375F"/>
    <w:rsid w:val="00C55106"/>
    <w:rsid w:val="00C56D90"/>
    <w:rsid w:val="00C57439"/>
    <w:rsid w:val="00C57EDE"/>
    <w:rsid w:val="00C60805"/>
    <w:rsid w:val="00C6098E"/>
    <w:rsid w:val="00C62533"/>
    <w:rsid w:val="00C64032"/>
    <w:rsid w:val="00C640BD"/>
    <w:rsid w:val="00C64C50"/>
    <w:rsid w:val="00C65BE8"/>
    <w:rsid w:val="00C67DC6"/>
    <w:rsid w:val="00C712A5"/>
    <w:rsid w:val="00C71707"/>
    <w:rsid w:val="00C73B5B"/>
    <w:rsid w:val="00C74E8A"/>
    <w:rsid w:val="00C74E9E"/>
    <w:rsid w:val="00C77DFE"/>
    <w:rsid w:val="00C81F17"/>
    <w:rsid w:val="00C871ED"/>
    <w:rsid w:val="00C94110"/>
    <w:rsid w:val="00C9421E"/>
    <w:rsid w:val="00C95D73"/>
    <w:rsid w:val="00CA5C12"/>
    <w:rsid w:val="00CA6396"/>
    <w:rsid w:val="00CB0548"/>
    <w:rsid w:val="00CB2A27"/>
    <w:rsid w:val="00CB4AF7"/>
    <w:rsid w:val="00CB61C0"/>
    <w:rsid w:val="00CC21F8"/>
    <w:rsid w:val="00CC71C8"/>
    <w:rsid w:val="00CC7F65"/>
    <w:rsid w:val="00CD0224"/>
    <w:rsid w:val="00CD16ED"/>
    <w:rsid w:val="00CD265B"/>
    <w:rsid w:val="00CD2DC4"/>
    <w:rsid w:val="00CD491C"/>
    <w:rsid w:val="00CD5021"/>
    <w:rsid w:val="00CD58F3"/>
    <w:rsid w:val="00CD73B6"/>
    <w:rsid w:val="00CE2F1D"/>
    <w:rsid w:val="00CE43AC"/>
    <w:rsid w:val="00CE52EC"/>
    <w:rsid w:val="00CE55EA"/>
    <w:rsid w:val="00CF0EEA"/>
    <w:rsid w:val="00CF2609"/>
    <w:rsid w:val="00CF42E1"/>
    <w:rsid w:val="00CF4EB8"/>
    <w:rsid w:val="00CF602B"/>
    <w:rsid w:val="00CF6616"/>
    <w:rsid w:val="00CF66A2"/>
    <w:rsid w:val="00CF68E9"/>
    <w:rsid w:val="00CF743C"/>
    <w:rsid w:val="00CF7650"/>
    <w:rsid w:val="00D01584"/>
    <w:rsid w:val="00D03AF7"/>
    <w:rsid w:val="00D03BFD"/>
    <w:rsid w:val="00D04589"/>
    <w:rsid w:val="00D0557D"/>
    <w:rsid w:val="00D05FED"/>
    <w:rsid w:val="00D0607D"/>
    <w:rsid w:val="00D06166"/>
    <w:rsid w:val="00D06C3B"/>
    <w:rsid w:val="00D1002B"/>
    <w:rsid w:val="00D13498"/>
    <w:rsid w:val="00D1715A"/>
    <w:rsid w:val="00D2030B"/>
    <w:rsid w:val="00D215C0"/>
    <w:rsid w:val="00D23203"/>
    <w:rsid w:val="00D24376"/>
    <w:rsid w:val="00D244A5"/>
    <w:rsid w:val="00D2490D"/>
    <w:rsid w:val="00D255E7"/>
    <w:rsid w:val="00D2665B"/>
    <w:rsid w:val="00D27F36"/>
    <w:rsid w:val="00D305B5"/>
    <w:rsid w:val="00D315F2"/>
    <w:rsid w:val="00D323B3"/>
    <w:rsid w:val="00D32C97"/>
    <w:rsid w:val="00D33B88"/>
    <w:rsid w:val="00D346E5"/>
    <w:rsid w:val="00D34BA2"/>
    <w:rsid w:val="00D36C96"/>
    <w:rsid w:val="00D36E9F"/>
    <w:rsid w:val="00D41D8D"/>
    <w:rsid w:val="00D422E6"/>
    <w:rsid w:val="00D4232E"/>
    <w:rsid w:val="00D44351"/>
    <w:rsid w:val="00D44E13"/>
    <w:rsid w:val="00D47038"/>
    <w:rsid w:val="00D507B2"/>
    <w:rsid w:val="00D5194F"/>
    <w:rsid w:val="00D54C12"/>
    <w:rsid w:val="00D55F6B"/>
    <w:rsid w:val="00D575DB"/>
    <w:rsid w:val="00D57BDD"/>
    <w:rsid w:val="00D615E1"/>
    <w:rsid w:val="00D61B1C"/>
    <w:rsid w:val="00D61BF1"/>
    <w:rsid w:val="00D632DB"/>
    <w:rsid w:val="00D647DF"/>
    <w:rsid w:val="00D65637"/>
    <w:rsid w:val="00D66BE9"/>
    <w:rsid w:val="00D71F0E"/>
    <w:rsid w:val="00D72D2A"/>
    <w:rsid w:val="00D7389A"/>
    <w:rsid w:val="00D73EEC"/>
    <w:rsid w:val="00D74048"/>
    <w:rsid w:val="00D7441A"/>
    <w:rsid w:val="00D76707"/>
    <w:rsid w:val="00D76E2C"/>
    <w:rsid w:val="00D77AC6"/>
    <w:rsid w:val="00D80BDD"/>
    <w:rsid w:val="00D81761"/>
    <w:rsid w:val="00D821FE"/>
    <w:rsid w:val="00D85221"/>
    <w:rsid w:val="00D8657C"/>
    <w:rsid w:val="00D87031"/>
    <w:rsid w:val="00D9282E"/>
    <w:rsid w:val="00D9338E"/>
    <w:rsid w:val="00D93D12"/>
    <w:rsid w:val="00D94CCF"/>
    <w:rsid w:val="00D9569E"/>
    <w:rsid w:val="00D97347"/>
    <w:rsid w:val="00DA32AC"/>
    <w:rsid w:val="00DA7FE6"/>
    <w:rsid w:val="00DB0952"/>
    <w:rsid w:val="00DB0F38"/>
    <w:rsid w:val="00DB224A"/>
    <w:rsid w:val="00DB5275"/>
    <w:rsid w:val="00DB5B2B"/>
    <w:rsid w:val="00DC098F"/>
    <w:rsid w:val="00DC0D72"/>
    <w:rsid w:val="00DC1800"/>
    <w:rsid w:val="00DC1D37"/>
    <w:rsid w:val="00DC3D52"/>
    <w:rsid w:val="00DC4732"/>
    <w:rsid w:val="00DC5943"/>
    <w:rsid w:val="00DC6D07"/>
    <w:rsid w:val="00DD1615"/>
    <w:rsid w:val="00DD1AD6"/>
    <w:rsid w:val="00DD2A07"/>
    <w:rsid w:val="00DD6A5D"/>
    <w:rsid w:val="00DD7B0E"/>
    <w:rsid w:val="00DE0E89"/>
    <w:rsid w:val="00DE0EF9"/>
    <w:rsid w:val="00DE16EF"/>
    <w:rsid w:val="00DE21D1"/>
    <w:rsid w:val="00DE5D64"/>
    <w:rsid w:val="00DE705E"/>
    <w:rsid w:val="00DF1896"/>
    <w:rsid w:val="00DF233E"/>
    <w:rsid w:val="00DF3838"/>
    <w:rsid w:val="00DF42F2"/>
    <w:rsid w:val="00DF4EA9"/>
    <w:rsid w:val="00DF66BD"/>
    <w:rsid w:val="00E02C43"/>
    <w:rsid w:val="00E03C85"/>
    <w:rsid w:val="00E04D29"/>
    <w:rsid w:val="00E06313"/>
    <w:rsid w:val="00E06676"/>
    <w:rsid w:val="00E06807"/>
    <w:rsid w:val="00E10B05"/>
    <w:rsid w:val="00E10E4E"/>
    <w:rsid w:val="00E13C32"/>
    <w:rsid w:val="00E1458F"/>
    <w:rsid w:val="00E1496B"/>
    <w:rsid w:val="00E16409"/>
    <w:rsid w:val="00E234B7"/>
    <w:rsid w:val="00E241E4"/>
    <w:rsid w:val="00E25FEB"/>
    <w:rsid w:val="00E27F95"/>
    <w:rsid w:val="00E30F39"/>
    <w:rsid w:val="00E32829"/>
    <w:rsid w:val="00E32EBF"/>
    <w:rsid w:val="00E33210"/>
    <w:rsid w:val="00E35B20"/>
    <w:rsid w:val="00E35C0A"/>
    <w:rsid w:val="00E369CF"/>
    <w:rsid w:val="00E36D33"/>
    <w:rsid w:val="00E376EE"/>
    <w:rsid w:val="00E4030C"/>
    <w:rsid w:val="00E40894"/>
    <w:rsid w:val="00E40A6F"/>
    <w:rsid w:val="00E41FF8"/>
    <w:rsid w:val="00E42787"/>
    <w:rsid w:val="00E51E76"/>
    <w:rsid w:val="00E523D9"/>
    <w:rsid w:val="00E52ED3"/>
    <w:rsid w:val="00E5498D"/>
    <w:rsid w:val="00E564F2"/>
    <w:rsid w:val="00E569D0"/>
    <w:rsid w:val="00E56B22"/>
    <w:rsid w:val="00E608FA"/>
    <w:rsid w:val="00E619AA"/>
    <w:rsid w:val="00E641BE"/>
    <w:rsid w:val="00E65997"/>
    <w:rsid w:val="00E66DC2"/>
    <w:rsid w:val="00E70AE8"/>
    <w:rsid w:val="00E710D1"/>
    <w:rsid w:val="00E756FF"/>
    <w:rsid w:val="00E76356"/>
    <w:rsid w:val="00E76EDA"/>
    <w:rsid w:val="00E7773A"/>
    <w:rsid w:val="00E81DEA"/>
    <w:rsid w:val="00E8427E"/>
    <w:rsid w:val="00E847C2"/>
    <w:rsid w:val="00E84AD6"/>
    <w:rsid w:val="00E95577"/>
    <w:rsid w:val="00E96E34"/>
    <w:rsid w:val="00E9737C"/>
    <w:rsid w:val="00E97737"/>
    <w:rsid w:val="00EA0116"/>
    <w:rsid w:val="00EA0D49"/>
    <w:rsid w:val="00EA1FF1"/>
    <w:rsid w:val="00EA54C5"/>
    <w:rsid w:val="00EA747D"/>
    <w:rsid w:val="00EB1F80"/>
    <w:rsid w:val="00EB29B7"/>
    <w:rsid w:val="00EB2B14"/>
    <w:rsid w:val="00EB7875"/>
    <w:rsid w:val="00EC5681"/>
    <w:rsid w:val="00EC5958"/>
    <w:rsid w:val="00ED16AC"/>
    <w:rsid w:val="00ED26F9"/>
    <w:rsid w:val="00ED273C"/>
    <w:rsid w:val="00ED2762"/>
    <w:rsid w:val="00ED374A"/>
    <w:rsid w:val="00ED468F"/>
    <w:rsid w:val="00ED6D11"/>
    <w:rsid w:val="00ED728D"/>
    <w:rsid w:val="00ED72B0"/>
    <w:rsid w:val="00ED7331"/>
    <w:rsid w:val="00ED7F08"/>
    <w:rsid w:val="00EE0455"/>
    <w:rsid w:val="00EE0977"/>
    <w:rsid w:val="00EE131D"/>
    <w:rsid w:val="00EE1638"/>
    <w:rsid w:val="00EE1CA6"/>
    <w:rsid w:val="00EE3DBE"/>
    <w:rsid w:val="00EE78AA"/>
    <w:rsid w:val="00EF25AD"/>
    <w:rsid w:val="00EF381C"/>
    <w:rsid w:val="00EF3D5D"/>
    <w:rsid w:val="00F01D32"/>
    <w:rsid w:val="00F02424"/>
    <w:rsid w:val="00F02567"/>
    <w:rsid w:val="00F03296"/>
    <w:rsid w:val="00F0521B"/>
    <w:rsid w:val="00F055DC"/>
    <w:rsid w:val="00F05CBE"/>
    <w:rsid w:val="00F06261"/>
    <w:rsid w:val="00F06947"/>
    <w:rsid w:val="00F06C2B"/>
    <w:rsid w:val="00F13D38"/>
    <w:rsid w:val="00F14DC6"/>
    <w:rsid w:val="00F16482"/>
    <w:rsid w:val="00F16501"/>
    <w:rsid w:val="00F17A5E"/>
    <w:rsid w:val="00F21059"/>
    <w:rsid w:val="00F271FB"/>
    <w:rsid w:val="00F27EA7"/>
    <w:rsid w:val="00F32CE0"/>
    <w:rsid w:val="00F33D92"/>
    <w:rsid w:val="00F351AE"/>
    <w:rsid w:val="00F375B0"/>
    <w:rsid w:val="00F3789A"/>
    <w:rsid w:val="00F37BFA"/>
    <w:rsid w:val="00F405D1"/>
    <w:rsid w:val="00F4081A"/>
    <w:rsid w:val="00F40A19"/>
    <w:rsid w:val="00F40E4D"/>
    <w:rsid w:val="00F41CC4"/>
    <w:rsid w:val="00F41F42"/>
    <w:rsid w:val="00F43857"/>
    <w:rsid w:val="00F474E2"/>
    <w:rsid w:val="00F504FD"/>
    <w:rsid w:val="00F52254"/>
    <w:rsid w:val="00F549FC"/>
    <w:rsid w:val="00F54D5B"/>
    <w:rsid w:val="00F56D7C"/>
    <w:rsid w:val="00F604B9"/>
    <w:rsid w:val="00F61C20"/>
    <w:rsid w:val="00F63321"/>
    <w:rsid w:val="00F64C5C"/>
    <w:rsid w:val="00F65BC0"/>
    <w:rsid w:val="00F66D62"/>
    <w:rsid w:val="00F67CFF"/>
    <w:rsid w:val="00F67DB8"/>
    <w:rsid w:val="00F70258"/>
    <w:rsid w:val="00F70A9C"/>
    <w:rsid w:val="00F719BC"/>
    <w:rsid w:val="00F72A57"/>
    <w:rsid w:val="00F73574"/>
    <w:rsid w:val="00F74BB6"/>
    <w:rsid w:val="00F7594D"/>
    <w:rsid w:val="00F80217"/>
    <w:rsid w:val="00F80F17"/>
    <w:rsid w:val="00F8239A"/>
    <w:rsid w:val="00F82A9B"/>
    <w:rsid w:val="00F837BB"/>
    <w:rsid w:val="00F85956"/>
    <w:rsid w:val="00F861B2"/>
    <w:rsid w:val="00F8763F"/>
    <w:rsid w:val="00F87AF5"/>
    <w:rsid w:val="00F91162"/>
    <w:rsid w:val="00F93ED3"/>
    <w:rsid w:val="00F94DF3"/>
    <w:rsid w:val="00F95C57"/>
    <w:rsid w:val="00FA06AD"/>
    <w:rsid w:val="00FA60E7"/>
    <w:rsid w:val="00FA64BF"/>
    <w:rsid w:val="00FB0F38"/>
    <w:rsid w:val="00FB2BA9"/>
    <w:rsid w:val="00FB32FC"/>
    <w:rsid w:val="00FB49C7"/>
    <w:rsid w:val="00FB4F77"/>
    <w:rsid w:val="00FB65BA"/>
    <w:rsid w:val="00FC110E"/>
    <w:rsid w:val="00FC32AD"/>
    <w:rsid w:val="00FC5D5A"/>
    <w:rsid w:val="00FC7493"/>
    <w:rsid w:val="00FD1330"/>
    <w:rsid w:val="00FD1613"/>
    <w:rsid w:val="00FD39D0"/>
    <w:rsid w:val="00FD61A9"/>
    <w:rsid w:val="00FD7031"/>
    <w:rsid w:val="00FE1452"/>
    <w:rsid w:val="00FE293B"/>
    <w:rsid w:val="00FE2BDF"/>
    <w:rsid w:val="00FE32A0"/>
    <w:rsid w:val="00FE33AA"/>
    <w:rsid w:val="00FE4281"/>
    <w:rsid w:val="00FE488E"/>
    <w:rsid w:val="00FE4FB6"/>
    <w:rsid w:val="00FF1288"/>
    <w:rsid w:val="00FF4AA7"/>
    <w:rsid w:val="00FF5459"/>
    <w:rsid w:val="00FF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1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2137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4034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0F3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aliases w:val="Знак"/>
    <w:basedOn w:val="Normal"/>
    <w:next w:val="Normal"/>
    <w:link w:val="Heading6Char"/>
    <w:uiPriority w:val="99"/>
    <w:qFormat/>
    <w:rsid w:val="00FE293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2137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2137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1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21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70FA"/>
    <w:rPr>
      <w:rFonts w:cs="Times New Roman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034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0F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 Char"/>
    <w:basedOn w:val="DefaultParagraphFont"/>
    <w:link w:val="Heading6"/>
    <w:uiPriority w:val="99"/>
    <w:locked/>
    <w:rsid w:val="00FE293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3213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D6F1B"/>
    <w:pPr>
      <w:widowControl/>
      <w:suppressAutoHyphens/>
      <w:jc w:val="both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D6F1B"/>
    <w:pPr>
      <w:widowControl/>
      <w:suppressAutoHyphens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D6F1B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6F1B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D6F1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4034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0349"/>
    <w:rPr>
      <w:rFonts w:cs="Times New Roman"/>
    </w:rPr>
  </w:style>
  <w:style w:type="paragraph" w:customStyle="1" w:styleId="ConsPlusNormal">
    <w:name w:val="ConsPlusNormal"/>
    <w:uiPriority w:val="99"/>
    <w:rsid w:val="009403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">
    <w:name w:val="Стиль2"/>
    <w:basedOn w:val="1"/>
    <w:uiPriority w:val="99"/>
    <w:rsid w:val="00940349"/>
  </w:style>
  <w:style w:type="paragraph" w:customStyle="1" w:styleId="1">
    <w:name w:val="Стиль1"/>
    <w:basedOn w:val="Normal"/>
    <w:uiPriority w:val="99"/>
    <w:rsid w:val="00940349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sz w:val="24"/>
      <w:szCs w:val="24"/>
    </w:rPr>
  </w:style>
  <w:style w:type="paragraph" w:customStyle="1" w:styleId="a">
    <w:name w:val="Заголовок статьи"/>
    <w:basedOn w:val="Normal"/>
    <w:next w:val="Normal"/>
    <w:uiPriority w:val="99"/>
    <w:rsid w:val="00940349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E2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1"/>
    <w:uiPriority w:val="99"/>
    <w:rsid w:val="00FE293B"/>
    <w:pPr>
      <w:widowControl/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5B6A"/>
    <w:rPr>
      <w:rFonts w:cs="Times New Roman"/>
      <w:sz w:val="24"/>
      <w:szCs w:val="24"/>
      <w:lang w:val="ru-RU"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E293B"/>
    <w:rPr>
      <w:rFonts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432137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PageNumber">
    <w:name w:val="page number"/>
    <w:basedOn w:val="DefaultParagraphFont"/>
    <w:uiPriority w:val="99"/>
    <w:rsid w:val="0043213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432137"/>
    <w:pPr>
      <w:widowControl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32137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32137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2137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432137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32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13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321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32137"/>
    <w:rPr>
      <w:rFonts w:ascii="Tahoma" w:hAnsi="Tahoma" w:cs="Tahoma"/>
      <w:shd w:val="clear" w:color="auto" w:fill="000080"/>
    </w:rPr>
  </w:style>
  <w:style w:type="table" w:styleId="TableGrid">
    <w:name w:val="Table Grid"/>
    <w:basedOn w:val="TableNormal"/>
    <w:uiPriority w:val="99"/>
    <w:rsid w:val="003473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DefaultParagraphFont"/>
    <w:uiPriority w:val="99"/>
    <w:rsid w:val="00311301"/>
    <w:rPr>
      <w:rFonts w:cs="Times New Roman"/>
    </w:rPr>
  </w:style>
  <w:style w:type="character" w:customStyle="1" w:styleId="5">
    <w:name w:val="Знак Знак5"/>
    <w:basedOn w:val="DefaultParagraphFont"/>
    <w:uiPriority w:val="99"/>
    <w:rsid w:val="00ED2762"/>
    <w:rPr>
      <w:rFonts w:cs="Times New Roman"/>
      <w:sz w:val="24"/>
      <w:szCs w:val="24"/>
      <w:lang w:eastAsia="ar-SA" w:bidi="ar-SA"/>
    </w:rPr>
  </w:style>
  <w:style w:type="character" w:customStyle="1" w:styleId="52">
    <w:name w:val="Знак Знак52"/>
    <w:basedOn w:val="DefaultParagraphFont"/>
    <w:uiPriority w:val="99"/>
    <w:rsid w:val="00653C4A"/>
    <w:rPr>
      <w:rFonts w:cs="Times New Roman"/>
      <w:sz w:val="24"/>
      <w:szCs w:val="24"/>
      <w:lang w:eastAsia="ar-SA" w:bidi="ar-SA"/>
    </w:rPr>
  </w:style>
  <w:style w:type="character" w:customStyle="1" w:styleId="51">
    <w:name w:val="Знак Знак51"/>
    <w:basedOn w:val="DefaultParagraphFont"/>
    <w:uiPriority w:val="99"/>
    <w:rsid w:val="00531E0B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CD58F3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0">
    <w:name w:val="Знак Знак Знак Знак Знак1 Знак Знак Знак Знак Знак Знак Знак Знак Знак Знак Знак Знак Знак Знак Знак Знак"/>
    <w:basedOn w:val="Normal"/>
    <w:uiPriority w:val="99"/>
    <w:rsid w:val="004C5B6A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ListParagraph">
    <w:name w:val="List Paragraph"/>
    <w:basedOn w:val="Normal"/>
    <w:uiPriority w:val="99"/>
    <w:qFormat/>
    <w:rsid w:val="00575CDB"/>
    <w:pPr>
      <w:ind w:left="708"/>
    </w:pPr>
  </w:style>
  <w:style w:type="paragraph" w:customStyle="1" w:styleId="ConsPlusTitlePage">
    <w:name w:val="ConsPlusTitlePage"/>
    <w:uiPriority w:val="99"/>
    <w:rsid w:val="00D9338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8">
    <w:name w:val="Знак Знак8"/>
    <w:basedOn w:val="DefaultParagraphFont"/>
    <w:uiPriority w:val="99"/>
    <w:locked/>
    <w:rsid w:val="005C7F40"/>
    <w:rPr>
      <w:rFonts w:cs="Times New Roman"/>
      <w:sz w:val="24"/>
      <w:szCs w:val="24"/>
      <w:lang w:val="ru-RU" w:eastAsia="ar-SA" w:bidi="ar-SA"/>
    </w:rPr>
  </w:style>
  <w:style w:type="character" w:customStyle="1" w:styleId="7">
    <w:name w:val="Знак Знак7"/>
    <w:basedOn w:val="DefaultParagraphFont"/>
    <w:uiPriority w:val="99"/>
    <w:locked/>
    <w:rsid w:val="005C7F40"/>
    <w:rPr>
      <w:rFonts w:ascii="Cambria" w:hAnsi="Cambria" w:cs="Times New Roman"/>
      <w:sz w:val="24"/>
      <w:szCs w:val="24"/>
      <w:lang w:val="ru-RU" w:eastAsia="ru-RU" w:bidi="ar-SA"/>
    </w:rPr>
  </w:style>
  <w:style w:type="character" w:customStyle="1" w:styleId="9">
    <w:name w:val="Знак Знак9"/>
    <w:basedOn w:val="DefaultParagraphFont"/>
    <w:uiPriority w:val="99"/>
    <w:locked/>
    <w:rsid w:val="000C5250"/>
    <w:rPr>
      <w:rFonts w:cs="Times New Roman"/>
      <w:sz w:val="28"/>
      <w:szCs w:val="28"/>
      <w:lang w:val="ru-RU" w:eastAsia="ar-SA" w:bidi="ar-SA"/>
    </w:rPr>
  </w:style>
  <w:style w:type="character" w:customStyle="1" w:styleId="53">
    <w:name w:val="Знак Знак53"/>
    <w:basedOn w:val="DefaultParagraphFont"/>
    <w:uiPriority w:val="99"/>
    <w:locked/>
    <w:rsid w:val="000C5250"/>
    <w:rPr>
      <w:rFonts w:cs="Times New Roman"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locked/>
    <w:rsid w:val="000704B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2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934D9FF8E1A4C9B57DABFF56C494A9281C217CEB35081D23675638FF8E67890012A42BA5E574961E311D70D3752532970C63B43D6B8976y8y0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1340</TotalTime>
  <Pages>34</Pages>
  <Words>10799</Words>
  <Characters>-32766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30</cp:revision>
  <cp:lastPrinted>2020-01-02T07:56:00Z</cp:lastPrinted>
  <dcterms:created xsi:type="dcterms:W3CDTF">2019-12-30T10:27:00Z</dcterms:created>
  <dcterms:modified xsi:type="dcterms:W3CDTF">2020-12-26T09:00:00Z</dcterms:modified>
</cp:coreProperties>
</file>