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048" w:rsidRDefault="00274048" w:rsidP="00C21D0C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18pt;width:57.25pt;height:69.7pt;z-index:251658240">
            <v:imagedata r:id="rId7" o:title=""/>
            <w10:wrap type="square"/>
          </v:shape>
        </w:pict>
      </w:r>
    </w:p>
    <w:p w:rsidR="00274048" w:rsidRPr="008905D3" w:rsidRDefault="00274048" w:rsidP="00C21D0C">
      <w:pPr>
        <w:rPr>
          <w:color w:val="99330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74048" w:rsidTr="00EE30F6">
        <w:trPr>
          <w:trHeight w:val="397"/>
        </w:trPr>
        <w:tc>
          <w:tcPr>
            <w:tcW w:w="9606" w:type="dxa"/>
          </w:tcPr>
          <w:p w:rsidR="00274048" w:rsidRDefault="00274048" w:rsidP="00EE30F6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274048" w:rsidTr="00EE30F6">
        <w:tc>
          <w:tcPr>
            <w:tcW w:w="9606" w:type="dxa"/>
          </w:tcPr>
          <w:p w:rsidR="00274048" w:rsidRDefault="00274048" w:rsidP="00EE30F6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274048" w:rsidRDefault="00274048" w:rsidP="00EE30F6">
            <w:pPr>
              <w:widowControl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СЕЛЬСКОГО ПОСЕЛЕНИЯ ШЕЙНСКИЙ СЕЛЬСОВЕТ</w:t>
            </w:r>
          </w:p>
          <w:p w:rsidR="00274048" w:rsidRDefault="00274048" w:rsidP="00EE30F6">
            <w:pPr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274048" w:rsidTr="00EE30F6">
        <w:trPr>
          <w:trHeight w:val="397"/>
        </w:trPr>
        <w:tc>
          <w:tcPr>
            <w:tcW w:w="9606" w:type="dxa"/>
          </w:tcPr>
          <w:p w:rsidR="00274048" w:rsidRDefault="00274048" w:rsidP="00EE30F6">
            <w:pPr>
              <w:widowControl/>
              <w:jc w:val="both"/>
              <w:rPr>
                <w:sz w:val="24"/>
              </w:rPr>
            </w:pPr>
          </w:p>
        </w:tc>
      </w:tr>
      <w:tr w:rsidR="00274048" w:rsidTr="00EE30F6">
        <w:tc>
          <w:tcPr>
            <w:tcW w:w="9606" w:type="dxa"/>
          </w:tcPr>
          <w:p w:rsidR="00274048" w:rsidRDefault="00274048" w:rsidP="00EE30F6">
            <w:pPr>
              <w:pStyle w:val="Heading3"/>
            </w:pPr>
            <w:r>
              <w:rPr>
                <w:sz w:val="28"/>
              </w:rPr>
              <w:t>РЕШЕНИЕ</w:t>
            </w:r>
          </w:p>
        </w:tc>
      </w:tr>
      <w:tr w:rsidR="00274048" w:rsidTr="00EE30F6">
        <w:trPr>
          <w:trHeight w:val="340"/>
        </w:trPr>
        <w:tc>
          <w:tcPr>
            <w:tcW w:w="9606" w:type="dxa"/>
            <w:vAlign w:val="center"/>
          </w:tcPr>
          <w:p w:rsidR="00274048" w:rsidRDefault="00274048" w:rsidP="00EE30F6">
            <w:pPr>
              <w:pStyle w:val="Heading3"/>
            </w:pPr>
          </w:p>
        </w:tc>
      </w:tr>
    </w:tbl>
    <w:p w:rsidR="00274048" w:rsidRDefault="00274048" w:rsidP="00C21D0C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274048" w:rsidTr="00EE30F6">
        <w:trPr>
          <w:jc w:val="center"/>
        </w:trPr>
        <w:tc>
          <w:tcPr>
            <w:tcW w:w="284" w:type="dxa"/>
            <w:vAlign w:val="bottom"/>
          </w:tcPr>
          <w:p w:rsidR="00274048" w:rsidRDefault="00274048" w:rsidP="00EE30F6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4048" w:rsidRDefault="00274048" w:rsidP="00EE30F6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07.12.2020</w:t>
            </w:r>
          </w:p>
        </w:tc>
        <w:tc>
          <w:tcPr>
            <w:tcW w:w="397" w:type="dxa"/>
          </w:tcPr>
          <w:p w:rsidR="00274048" w:rsidRDefault="00274048" w:rsidP="00EE30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4048" w:rsidRDefault="00274048" w:rsidP="00EE30F6">
            <w:pPr>
              <w:widowControl/>
              <w:rPr>
                <w:sz w:val="24"/>
              </w:rPr>
            </w:pPr>
            <w:r>
              <w:rPr>
                <w:sz w:val="24"/>
              </w:rPr>
              <w:t>09-22/3</w:t>
            </w:r>
          </w:p>
        </w:tc>
      </w:tr>
      <w:tr w:rsidR="00274048" w:rsidTr="00EE30F6">
        <w:trPr>
          <w:jc w:val="center"/>
        </w:trPr>
        <w:tc>
          <w:tcPr>
            <w:tcW w:w="4650" w:type="dxa"/>
            <w:gridSpan w:val="4"/>
          </w:tcPr>
          <w:p w:rsidR="00274048" w:rsidRDefault="00274048" w:rsidP="00EE30F6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274048" w:rsidRDefault="00274048" w:rsidP="00EE30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274048" w:rsidRDefault="00274048" w:rsidP="00612EBF">
      <w:pPr>
        <w:jc w:val="both"/>
        <w:rPr>
          <w:sz w:val="24"/>
          <w:szCs w:val="24"/>
        </w:rPr>
      </w:pPr>
    </w:p>
    <w:p w:rsidR="00274048" w:rsidRPr="00183418" w:rsidRDefault="00274048" w:rsidP="00C21D0C">
      <w:pPr>
        <w:jc w:val="center"/>
        <w:rPr>
          <w:b/>
          <w:sz w:val="24"/>
          <w:szCs w:val="24"/>
        </w:rPr>
      </w:pPr>
      <w:r w:rsidRPr="002458AA">
        <w:rPr>
          <w:b/>
          <w:sz w:val="24"/>
          <w:szCs w:val="24"/>
        </w:rPr>
        <w:t>О внесении изменений и дополнений в решение Комитета местного самоуправления Шейнского сельсовета Пачелмского р</w:t>
      </w:r>
      <w:r>
        <w:rPr>
          <w:b/>
          <w:sz w:val="24"/>
          <w:szCs w:val="24"/>
        </w:rPr>
        <w:t>айона Пензенской области  от  25.12.2019  № 08-6/3</w:t>
      </w:r>
      <w:r w:rsidRPr="002458AA">
        <w:rPr>
          <w:b/>
          <w:sz w:val="24"/>
          <w:szCs w:val="24"/>
        </w:rPr>
        <w:t>«</w:t>
      </w:r>
      <w:r w:rsidRPr="00183418">
        <w:rPr>
          <w:b/>
          <w:sz w:val="24"/>
          <w:szCs w:val="24"/>
        </w:rPr>
        <w:t xml:space="preserve">О  бюджете </w:t>
      </w:r>
      <w:r>
        <w:rPr>
          <w:b/>
          <w:sz w:val="24"/>
          <w:szCs w:val="24"/>
        </w:rPr>
        <w:t>Шейнского</w:t>
      </w:r>
      <w:r w:rsidRPr="00183418">
        <w:rPr>
          <w:b/>
          <w:sz w:val="24"/>
          <w:szCs w:val="24"/>
        </w:rPr>
        <w:t xml:space="preserve"> сельсовета Пачелмского района Пензенской области</w:t>
      </w:r>
    </w:p>
    <w:p w:rsidR="00274048" w:rsidRPr="00FB49C7" w:rsidRDefault="00274048" w:rsidP="00C21D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2020</w:t>
      </w:r>
      <w:r w:rsidRPr="0018341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и плановый период  2021 и  2022 годов»</w:t>
      </w:r>
    </w:p>
    <w:p w:rsidR="00274048" w:rsidRDefault="00274048" w:rsidP="00490EFA">
      <w:pPr>
        <w:jc w:val="both"/>
        <w:rPr>
          <w:sz w:val="24"/>
          <w:szCs w:val="24"/>
        </w:rPr>
      </w:pPr>
    </w:p>
    <w:p w:rsidR="00274048" w:rsidRDefault="00274048" w:rsidP="00E328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Внесено главой администрации Шейнского сельсовета Пачелмского района   Пензенской области </w:t>
      </w:r>
      <w:r>
        <w:rPr>
          <w:color w:val="FF0000"/>
          <w:sz w:val="24"/>
          <w:szCs w:val="24"/>
        </w:rPr>
        <w:t xml:space="preserve"> </w:t>
      </w:r>
      <w:r w:rsidRPr="005D2589">
        <w:rPr>
          <w:sz w:val="24"/>
          <w:szCs w:val="24"/>
        </w:rPr>
        <w:t>Хитровым Г.В.</w:t>
      </w:r>
    </w:p>
    <w:p w:rsidR="00274048" w:rsidRDefault="00274048" w:rsidP="00E328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 со статьей  20  Устава Шейнского сельсовета Пачелмского района Пензенской области,</w:t>
      </w:r>
    </w:p>
    <w:p w:rsidR="00274048" w:rsidRDefault="00274048" w:rsidP="00E328E6">
      <w:pPr>
        <w:ind w:firstLine="709"/>
        <w:jc w:val="both"/>
        <w:rPr>
          <w:sz w:val="24"/>
          <w:szCs w:val="24"/>
        </w:rPr>
      </w:pPr>
    </w:p>
    <w:p w:rsidR="00274048" w:rsidRPr="00FD575D" w:rsidRDefault="00274048" w:rsidP="00E328E6">
      <w:pPr>
        <w:jc w:val="center"/>
        <w:rPr>
          <w:b/>
          <w:sz w:val="24"/>
          <w:szCs w:val="24"/>
        </w:rPr>
      </w:pPr>
      <w:r w:rsidRPr="00FD575D">
        <w:rPr>
          <w:b/>
          <w:sz w:val="24"/>
          <w:szCs w:val="24"/>
        </w:rPr>
        <w:t>Комитет  местного самоуправления Шейнского сельсовета</w:t>
      </w:r>
    </w:p>
    <w:p w:rsidR="00274048" w:rsidRDefault="00274048" w:rsidP="00E328E6">
      <w:pPr>
        <w:jc w:val="center"/>
        <w:rPr>
          <w:b/>
          <w:sz w:val="24"/>
          <w:szCs w:val="24"/>
        </w:rPr>
      </w:pPr>
      <w:r w:rsidRPr="00FD575D">
        <w:rPr>
          <w:b/>
          <w:sz w:val="24"/>
          <w:szCs w:val="24"/>
        </w:rPr>
        <w:t>Пачелмского района Пензенской области решил:</w:t>
      </w:r>
    </w:p>
    <w:p w:rsidR="00274048" w:rsidRDefault="00274048" w:rsidP="00E328E6">
      <w:pPr>
        <w:pStyle w:val="BodyText"/>
        <w:jc w:val="center"/>
        <w:rPr>
          <w:b/>
          <w:bCs/>
          <w:sz w:val="24"/>
          <w:szCs w:val="24"/>
        </w:rPr>
      </w:pPr>
    </w:p>
    <w:p w:rsidR="00274048" w:rsidRDefault="00274048" w:rsidP="00E7766D">
      <w:pPr>
        <w:jc w:val="both"/>
        <w:rPr>
          <w:sz w:val="24"/>
        </w:rPr>
      </w:pPr>
      <w:r w:rsidRPr="002F20EF">
        <w:rPr>
          <w:sz w:val="24"/>
        </w:rPr>
        <w:t>1.Внести   изменения в решение Комитета местного самоуправления Шейнского сельсовета  Пачелмского</w:t>
      </w:r>
      <w:r>
        <w:rPr>
          <w:sz w:val="24"/>
        </w:rPr>
        <w:t xml:space="preserve"> района Пензенской области от 25</w:t>
      </w:r>
      <w:r w:rsidRPr="00D77FC7">
        <w:rPr>
          <w:sz w:val="24"/>
        </w:rPr>
        <w:t>.12.20</w:t>
      </w:r>
      <w:r>
        <w:rPr>
          <w:sz w:val="24"/>
        </w:rPr>
        <w:t xml:space="preserve">19 № 08-6/3 </w:t>
      </w:r>
      <w:r w:rsidRPr="002F20EF">
        <w:rPr>
          <w:sz w:val="24"/>
        </w:rPr>
        <w:t>«</w:t>
      </w:r>
      <w:r w:rsidRPr="00B92FA7">
        <w:rPr>
          <w:sz w:val="24"/>
          <w:szCs w:val="24"/>
        </w:rPr>
        <w:t xml:space="preserve">О  бюджете </w:t>
      </w:r>
      <w:r>
        <w:rPr>
          <w:sz w:val="24"/>
          <w:szCs w:val="24"/>
        </w:rPr>
        <w:t>Шейнского сельсовета Пачелмского района Пензенской области  на 2020 и плановый период 2021 и 2022 годов»</w:t>
      </w:r>
      <w:r w:rsidRPr="0043557C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»(</w:t>
      </w:r>
      <w:r w:rsidRPr="00D24E82">
        <w:rPr>
          <w:sz w:val="24"/>
        </w:rPr>
        <w:t xml:space="preserve"> </w:t>
      </w:r>
      <w:r>
        <w:rPr>
          <w:sz w:val="24"/>
        </w:rPr>
        <w:t xml:space="preserve">с изменениями от 28.01.2020 № 07-7/3; от 27.02.2020г № 03-9/3;от 29.04.2020г </w:t>
      </w:r>
    </w:p>
    <w:p w:rsidR="00274048" w:rsidRDefault="00274048" w:rsidP="00322FFA">
      <w:pPr>
        <w:jc w:val="both"/>
        <w:rPr>
          <w:bCs/>
          <w:sz w:val="24"/>
          <w:szCs w:val="24"/>
        </w:rPr>
      </w:pPr>
      <w:r>
        <w:rPr>
          <w:sz w:val="24"/>
        </w:rPr>
        <w:t>№ 03-12/3; от 26.06.2020 г. № 04-14/3,от 17.08.2020 г № 03-17/3;от30.09.2020 г № 08-19/3; от 25.11.2020г№ 03-21/3)</w:t>
      </w:r>
      <w:r>
        <w:rPr>
          <w:bCs/>
          <w:sz w:val="24"/>
          <w:szCs w:val="24"/>
        </w:rPr>
        <w:t xml:space="preserve">       </w:t>
      </w:r>
    </w:p>
    <w:p w:rsidR="00274048" w:rsidRPr="00FC7310" w:rsidRDefault="00274048" w:rsidP="00FC7310">
      <w:pPr>
        <w:pStyle w:val="BodyText"/>
      </w:pPr>
    </w:p>
    <w:p w:rsidR="00274048" w:rsidRDefault="00274048" w:rsidP="0090122B">
      <w:pPr>
        <w:jc w:val="right"/>
      </w:pPr>
    </w:p>
    <w:p w:rsidR="00274048" w:rsidRDefault="00274048" w:rsidP="00133DCD">
      <w:pPr>
        <w:pStyle w:val="BodyText"/>
        <w:rPr>
          <w:sz w:val="16"/>
          <w:szCs w:val="16"/>
        </w:rPr>
      </w:pPr>
      <w:r>
        <w:tab/>
      </w:r>
    </w:p>
    <w:p w:rsidR="00274048" w:rsidRDefault="00274048" w:rsidP="00397F4F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     1.1.Приложение № 8 изложить в следующей редакции:</w:t>
      </w:r>
    </w:p>
    <w:p w:rsidR="00274048" w:rsidRPr="00397F4F" w:rsidRDefault="00274048" w:rsidP="00397F4F">
      <w:pPr>
        <w:pStyle w:val="BodyText"/>
        <w:rPr>
          <w:sz w:val="16"/>
          <w:szCs w:val="16"/>
        </w:rPr>
      </w:pPr>
    </w:p>
    <w:p w:rsidR="00274048" w:rsidRPr="0043557C" w:rsidRDefault="00274048" w:rsidP="00397F4F">
      <w:pPr>
        <w:jc w:val="right"/>
        <w:rPr>
          <w:color w:val="FF0000"/>
        </w:rPr>
      </w:pPr>
      <w:r>
        <w:t>«</w:t>
      </w:r>
      <w:r w:rsidRPr="0043557C">
        <w:t>Приложение  8</w:t>
      </w:r>
    </w:p>
    <w:p w:rsidR="00274048" w:rsidRPr="0043557C" w:rsidRDefault="00274048" w:rsidP="00397F4F">
      <w:pPr>
        <w:jc w:val="right"/>
      </w:pPr>
      <w:r w:rsidRPr="0043557C">
        <w:t>к решению Комитета местного</w:t>
      </w:r>
    </w:p>
    <w:p w:rsidR="00274048" w:rsidRPr="0043557C" w:rsidRDefault="00274048" w:rsidP="00397F4F">
      <w:pPr>
        <w:jc w:val="right"/>
      </w:pPr>
      <w:r w:rsidRPr="0043557C">
        <w:t xml:space="preserve"> самоуправления Шейнского сельсовета</w:t>
      </w:r>
    </w:p>
    <w:p w:rsidR="00274048" w:rsidRPr="0043557C" w:rsidRDefault="00274048" w:rsidP="00397F4F">
      <w:pPr>
        <w:jc w:val="right"/>
      </w:pPr>
      <w:r w:rsidRPr="0043557C">
        <w:t>Пачелмского района Пензенской области</w:t>
      </w:r>
    </w:p>
    <w:p w:rsidR="00274048" w:rsidRDefault="00274048" w:rsidP="00397F4F">
      <w:pPr>
        <w:jc w:val="right"/>
      </w:pPr>
      <w:r w:rsidRPr="0043557C">
        <w:t xml:space="preserve">от </w:t>
      </w:r>
      <w:r>
        <w:t xml:space="preserve"> 25.12.2019</w:t>
      </w:r>
      <w:r w:rsidRPr="0043557C">
        <w:t xml:space="preserve">№ </w:t>
      </w:r>
      <w:r>
        <w:t xml:space="preserve">08-6/3 </w:t>
      </w:r>
    </w:p>
    <w:p w:rsidR="00274048" w:rsidRDefault="00274048" w:rsidP="00397F4F">
      <w:pPr>
        <w:jc w:val="right"/>
      </w:pPr>
    </w:p>
    <w:p w:rsidR="00274048" w:rsidRDefault="00274048" w:rsidP="00397F4F">
      <w:pPr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</w:t>
      </w:r>
      <w:r>
        <w:rPr>
          <w:b/>
          <w:bCs/>
          <w:sz w:val="24"/>
          <w:szCs w:val="24"/>
        </w:rPr>
        <w:t>ие бюджетных ассигнований на 2020 год и плановый период 2021</w:t>
      </w:r>
      <w:r w:rsidRPr="00D2030B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2</w:t>
      </w:r>
      <w:r w:rsidRPr="00D2030B">
        <w:rPr>
          <w:b/>
          <w:bCs/>
          <w:sz w:val="24"/>
          <w:szCs w:val="24"/>
        </w:rPr>
        <w:t xml:space="preserve"> годов по разделам (Рз), подразделам (Пр), целевым статьям (ЦСР)(муниципальным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района Пензенской области </w:t>
      </w:r>
      <w:r>
        <w:rPr>
          <w:b/>
          <w:bCs/>
          <w:sz w:val="24"/>
          <w:szCs w:val="24"/>
        </w:rPr>
        <w:t>.</w:t>
      </w:r>
    </w:p>
    <w:p w:rsidR="00274048" w:rsidRPr="00D2030B" w:rsidRDefault="00274048" w:rsidP="00397F4F">
      <w:pPr>
        <w:rPr>
          <w:b/>
          <w:bCs/>
        </w:rPr>
      </w:pPr>
    </w:p>
    <w:tbl>
      <w:tblPr>
        <w:tblW w:w="9832" w:type="dxa"/>
        <w:jc w:val="center"/>
        <w:tblLayout w:type="fixed"/>
        <w:tblLook w:val="00A0"/>
      </w:tblPr>
      <w:tblGrid>
        <w:gridCol w:w="3040"/>
        <w:gridCol w:w="46"/>
        <w:gridCol w:w="516"/>
        <w:gridCol w:w="20"/>
        <w:gridCol w:w="1015"/>
        <w:gridCol w:w="1430"/>
        <w:gridCol w:w="551"/>
        <w:gridCol w:w="1134"/>
        <w:gridCol w:w="992"/>
        <w:gridCol w:w="1075"/>
        <w:gridCol w:w="13"/>
      </w:tblGrid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Сумма, тысяч рублей</w:t>
            </w:r>
          </w:p>
        </w:tc>
      </w:tr>
      <w:tr w:rsidR="00274048" w:rsidRPr="0043557C" w:rsidTr="00F21103">
        <w:trPr>
          <w:trHeight w:val="169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752157" w:rsidRDefault="00274048" w:rsidP="00F21103">
            <w:pPr>
              <w:widowControl/>
              <w:rPr>
                <w:b/>
              </w:rPr>
            </w:pPr>
            <w:r w:rsidRPr="00752157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52157" w:rsidRDefault="00274048" w:rsidP="00F21103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28352,5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52157" w:rsidRDefault="00274048" w:rsidP="00F21103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3665,3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52157" w:rsidRDefault="00274048" w:rsidP="00F21103">
            <w:pPr>
              <w:widowControl/>
              <w:rPr>
                <w:b/>
              </w:rPr>
            </w:pPr>
          </w:p>
          <w:p w:rsidR="00274048" w:rsidRPr="00752157" w:rsidRDefault="00274048" w:rsidP="00F21103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3614,8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2706,2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2241,5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2149,9</w:t>
            </w:r>
          </w:p>
        </w:tc>
      </w:tr>
      <w:tr w:rsidR="00274048" w:rsidRPr="0043557C" w:rsidTr="00F21103">
        <w:trPr>
          <w:trHeight w:val="105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</w:pPr>
            <w:r w:rsidRPr="00A67A4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 w:rsidRPr="00A67A48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r>
              <w:t>2572,9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r>
              <w:t>2135,9</w:t>
            </w:r>
          </w:p>
        </w:tc>
      </w:tr>
      <w:tr w:rsidR="00274048" w:rsidRPr="0043557C" w:rsidTr="00F21103">
        <w:trPr>
          <w:trHeight w:val="126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на  2014-2022 годы </w:t>
            </w:r>
            <w:r w:rsidRPr="0043557C">
              <w:t>"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/>
          <w:p w:rsidR="00274048" w:rsidRPr="00A8417B" w:rsidRDefault="00274048" w:rsidP="007A671A"/>
          <w:p w:rsidR="00274048" w:rsidRPr="00A8417B" w:rsidRDefault="00274048" w:rsidP="007A671A"/>
          <w:p w:rsidR="00274048" w:rsidRPr="00A8417B" w:rsidRDefault="00274048" w:rsidP="00B01E71">
            <w:r>
              <w:t>2572,9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2135,9</w:t>
            </w:r>
          </w:p>
        </w:tc>
      </w:tr>
      <w:tr w:rsidR="00274048" w:rsidRPr="0043557C" w:rsidTr="00F21103">
        <w:trPr>
          <w:trHeight w:val="8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F21103">
            <w:r>
              <w:t>2572,9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2135,9</w:t>
            </w:r>
          </w:p>
        </w:tc>
      </w:tr>
      <w:tr w:rsidR="00274048" w:rsidRPr="0043557C" w:rsidTr="00F21103">
        <w:trPr>
          <w:trHeight w:val="8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Основное мероприятие "Создание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области"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F21103">
            <w:r>
              <w:t>2572,9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C257C0" w:rsidRDefault="00274048" w:rsidP="00F21103">
            <w:pPr>
              <w:jc w:val="center"/>
            </w:pPr>
            <w:r>
              <w:t>2135,9</w:t>
            </w:r>
          </w:p>
        </w:tc>
      </w:tr>
      <w:tr w:rsidR="00274048" w:rsidRPr="0043557C" w:rsidTr="00F21103">
        <w:trPr>
          <w:trHeight w:val="72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по оплате труда работников  органов  местного самоуправления (глава администрации)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736,3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736,3</w:t>
            </w:r>
          </w:p>
        </w:tc>
      </w:tr>
      <w:tr w:rsidR="00274048" w:rsidRPr="0043557C" w:rsidTr="00F21103">
        <w:trPr>
          <w:trHeight w:val="8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736,3</w:t>
            </w:r>
          </w:p>
        </w:tc>
      </w:tr>
      <w:tr w:rsidR="00274048" w:rsidRPr="0043557C" w:rsidTr="00F21103">
        <w:trPr>
          <w:trHeight w:val="7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736,3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736,3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F21103">
            <w:pPr>
              <w:widowControl/>
              <w:jc w:val="center"/>
            </w:pPr>
            <w:r>
              <w:t>1214,9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F21103">
            <w:pPr>
              <w:widowControl/>
              <w:jc w:val="center"/>
            </w:pPr>
            <w:r>
              <w:t>1214,9</w:t>
            </w:r>
          </w:p>
        </w:tc>
      </w:tr>
      <w:tr w:rsidR="00274048" w:rsidRPr="0043557C" w:rsidTr="00F21103">
        <w:trPr>
          <w:trHeight w:val="126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1214,9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/>
          <w:p w:rsidR="00274048" w:rsidRDefault="00274048" w:rsidP="00F21103"/>
          <w:p w:rsidR="00274048" w:rsidRDefault="00274048" w:rsidP="00F21103"/>
          <w:p w:rsidR="00274048" w:rsidRDefault="00274048" w:rsidP="00F21103"/>
          <w:p w:rsidR="00274048" w:rsidRPr="0043557C" w:rsidRDefault="00274048" w:rsidP="00F21103">
            <w:r>
              <w:t>1214,9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05764D">
            <w:pPr>
              <w:widowControl/>
            </w:pPr>
            <w:r>
              <w:t>818,9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1214,9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/>
          <w:p w:rsidR="00274048" w:rsidRPr="0043557C" w:rsidRDefault="00274048" w:rsidP="00F21103">
            <w:r>
              <w:t>1214,9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322FFA">
            <w:pPr>
              <w:widowControl/>
            </w:pPr>
            <w:r>
              <w:t xml:space="preserve">   1017,7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276,3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184,7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322FFA">
            <w:pPr>
              <w:widowControl/>
            </w:pPr>
            <w:r>
              <w:t xml:space="preserve">    986,7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265,3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178,7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986,7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265,3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178,7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11,0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6,0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11,0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6,0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Выполнение других обязательств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widowControl/>
            </w:pPr>
            <w:r>
              <w:t>Реализация отдельных мероприятий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8170000000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Мероприятия ,направленные на профилактику (борьбу) и устранение последствий распространения коронавирусной инфекции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8170028100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8170028100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8170028100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</w:pPr>
            <w:r w:rsidRPr="00A67A48"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 w:rsidRPr="00A67A48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</w:pPr>
            <w:r>
              <w:t xml:space="preserve">      </w:t>
            </w:r>
            <w:r w:rsidRPr="00A67A48">
              <w:t>3,</w:t>
            </w:r>
            <w:r w:rsidRPr="00A67A48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</w:pPr>
            <w:r w:rsidRPr="00A67A48">
              <w:t>3,0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</w:pPr>
            <w:r w:rsidRPr="00A67A48">
              <w:t>3,0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2014-2022 годы  </w:t>
            </w:r>
            <w:r w:rsidRPr="0043557C">
              <w:t>»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21873" w:rsidRDefault="00274048" w:rsidP="00F21103">
            <w:pPr>
              <w:widowControl/>
            </w:pPr>
            <w:r>
              <w:t xml:space="preserve">        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3</w:t>
            </w:r>
            <w:r w:rsidRPr="0043557C">
              <w:t>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3,0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 Реализация отдельных переданных полномочий»</w:t>
            </w:r>
          </w:p>
          <w:p w:rsidR="00274048" w:rsidRPr="0043557C" w:rsidRDefault="00274048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21873" w:rsidRDefault="00274048" w:rsidP="00F21103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3,</w:t>
            </w:r>
            <w:r w:rsidRPr="0043557C"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 xml:space="preserve">Основное мероприятие «Реализация отдельных переданных полномочий </w:t>
            </w:r>
            <w:r w:rsidRPr="003E52EA">
              <w:t>Шейнским</w:t>
            </w:r>
            <w:r w:rsidRPr="00864F6E">
              <w:rPr>
                <w:color w:val="FF0000"/>
              </w:rPr>
              <w:t xml:space="preserve"> </w:t>
            </w:r>
            <w:r>
              <w:t xml:space="preserve">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21873" w:rsidRDefault="00274048" w:rsidP="00F21103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3</w:t>
            </w:r>
            <w:r w:rsidRPr="0043557C">
              <w:t>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274048" w:rsidRPr="0043557C" w:rsidRDefault="00274048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21873" w:rsidRDefault="00274048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Межбюджетные трансферты</w:t>
            </w:r>
          </w:p>
          <w:p w:rsidR="00274048" w:rsidRPr="0043557C" w:rsidRDefault="00274048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1668E" w:rsidRDefault="00274048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1,0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Иные межбюджетные трансферты</w:t>
            </w:r>
          </w:p>
          <w:p w:rsidR="00274048" w:rsidRPr="0043557C" w:rsidRDefault="00274048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F21103">
            <w:r w:rsidRPr="007B2E3D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F21103">
            <w:r w:rsidRPr="007B2E3D">
              <w:t>1,0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F21103">
            <w:pPr>
              <w:widowControl/>
            </w:pPr>
            <w:r w:rsidRPr="0043557C">
              <w:t xml:space="preserve"> </w:t>
            </w: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B4202" w:rsidRDefault="00274048" w:rsidP="00F21103">
            <w:pPr>
              <w:widowControl/>
            </w:pPr>
            <w:r>
              <w:t xml:space="preserve">      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/>
          <w:p w:rsidR="00274048" w:rsidRDefault="00274048" w:rsidP="00F21103"/>
          <w:p w:rsidR="00274048" w:rsidRDefault="00274048" w:rsidP="00F21103"/>
          <w:p w:rsidR="00274048" w:rsidRPr="0043557C" w:rsidRDefault="00274048" w:rsidP="00F21103">
            <w:r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/>
          <w:p w:rsidR="00274048" w:rsidRDefault="00274048" w:rsidP="00F21103"/>
          <w:p w:rsidR="00274048" w:rsidRDefault="00274048" w:rsidP="00F21103"/>
          <w:p w:rsidR="00274048" w:rsidRPr="0043557C" w:rsidRDefault="00274048" w:rsidP="00F21103">
            <w:r>
              <w:t>2,0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Межбюджетные трансферты</w:t>
            </w:r>
          </w:p>
          <w:p w:rsidR="00274048" w:rsidRPr="0043557C" w:rsidRDefault="00274048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B4202" w:rsidRDefault="00274048" w:rsidP="00F21103">
            <w:pPr>
              <w:widowControl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B4202" w:rsidRDefault="00274048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2,0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widowControl/>
            </w:pPr>
            <w:r w:rsidRPr="009B24E0">
              <w:t>Иные межбюджетные трансферты</w:t>
            </w:r>
          </w:p>
          <w:p w:rsidR="00274048" w:rsidRPr="009B24E0" w:rsidRDefault="00274048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r w:rsidRPr="009B24E0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jc w:val="center"/>
            </w:pPr>
            <w:r w:rsidRPr="009B24E0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r w:rsidRPr="009B24E0"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widowControl/>
              <w:jc w:val="center"/>
            </w:pPr>
            <w:r w:rsidRPr="009B24E0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</w:pPr>
            <w:r w:rsidRPr="007B2E3D"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F21103">
            <w:r w:rsidRPr="007B2E3D"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F21103">
            <w:r w:rsidRPr="007B2E3D">
              <w:t>2,0</w:t>
            </w:r>
          </w:p>
        </w:tc>
      </w:tr>
      <w:tr w:rsidR="00274048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5C6564">
            <w:r w:rsidRPr="00A67A48">
              <w:t>Обеспечение проведения выборов и референдумов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C6564"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C6564">
            <w:pPr>
              <w:jc w:val="center"/>
            </w:pPr>
            <w:r w:rsidRPr="00A67A48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C6564"/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</w:tr>
      <w:tr w:rsidR="00274048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Выполнение других обязательств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8100000000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</w:tr>
      <w:tr w:rsidR="00274048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Организация и проведение муниципальных выборов и местных референдумов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C6564">
            <w:r w:rsidRPr="00741F43">
              <w:t>8120000000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</w:tr>
      <w:tr w:rsidR="00274048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Проведение выборов в представительные органы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C6564">
            <w:r w:rsidRPr="00741F43">
              <w:t>8120020210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</w:tr>
      <w:tr w:rsidR="00274048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Иные бюджетные ассигнования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C6564">
            <w:r w:rsidRPr="00741F43">
              <w:t>8120020210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  <w:r w:rsidRPr="00B822D1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</w:tr>
      <w:tr w:rsidR="00274048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Специальные расходы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C6564">
            <w:r w:rsidRPr="00741F43">
              <w:t>8120020210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  <w:r w:rsidRPr="00B822D1"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C6564">
            <w:r>
              <w:t>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</w:pPr>
            <w:r w:rsidRPr="00A67A48">
              <w:t>Резервные фонды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 w:rsidRPr="00A67A48"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 w:rsidRPr="00A67A48">
              <w:t>10,0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 w:rsidRPr="00A67A48">
              <w:t>10,0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E52EA" w:rsidRDefault="00274048" w:rsidP="00F21103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 xml:space="preserve">   </w:t>
            </w:r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E52EA" w:rsidRDefault="00274048" w:rsidP="00F21103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</w:pPr>
            <w:r w:rsidRPr="00A67A48">
              <w:t>Другие общегосударственные вопросы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 w:rsidRPr="00A67A48"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274048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2014-2022 годы 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>
              <w:t>1,0</w:t>
            </w:r>
          </w:p>
        </w:tc>
      </w:tr>
      <w:tr w:rsidR="00274048" w:rsidRPr="0043557C" w:rsidTr="00851648">
        <w:trPr>
          <w:gridAfter w:val="1"/>
          <w:wAfter w:w="13" w:type="dxa"/>
          <w:trHeight w:val="19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048" w:rsidRPr="0043557C" w:rsidRDefault="00274048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 xml:space="preserve">Подпрограмма   </w:t>
            </w:r>
            <w:r>
              <w:rPr>
                <w:bCs/>
                <w:iCs/>
              </w:rPr>
              <w:t>«</w:t>
            </w:r>
            <w:r w:rsidRPr="0043557C">
              <w:rPr>
                <w:bCs/>
                <w:iCs/>
              </w:rPr>
              <w:t>Оценка недвижимости, 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rPr>
                <w:bCs/>
                <w:iCs/>
              </w:rP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r>
              <w:t>0,0</w:t>
            </w:r>
          </w:p>
        </w:tc>
      </w:tr>
      <w:tr w:rsidR="00274048" w:rsidRPr="0043557C" w:rsidTr="00851648">
        <w:trPr>
          <w:gridAfter w:val="1"/>
          <w:wAfter w:w="13" w:type="dxa"/>
          <w:trHeight w:val="16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048" w:rsidRPr="0043557C" w:rsidRDefault="00274048" w:rsidP="00851648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 w:rsidRPr="0043557C">
              <w:rPr>
                <w:bCs/>
                <w:iCs/>
              </w:rPr>
              <w:t>0410100000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r>
              <w:t>0,0</w:t>
            </w:r>
          </w:p>
        </w:tc>
      </w:tr>
      <w:tr w:rsidR="00274048" w:rsidRPr="0043557C" w:rsidTr="00851648">
        <w:trPr>
          <w:gridAfter w:val="1"/>
          <w:wAfter w:w="13" w:type="dxa"/>
          <w:trHeight w:val="16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048" w:rsidRPr="0043557C" w:rsidRDefault="00274048" w:rsidP="00851648">
            <w:pPr>
              <w:widowControl/>
            </w:pPr>
            <w:r w:rsidRPr="0043557C">
              <w:t xml:space="preserve">Оценка недвижимости, признание прав и регулирование отношений по муниципальной собственности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r>
              <w:t>0,0</w:t>
            </w:r>
          </w:p>
        </w:tc>
      </w:tr>
      <w:tr w:rsidR="00274048" w:rsidRPr="0043557C" w:rsidTr="00851648">
        <w:trPr>
          <w:gridAfter w:val="1"/>
          <w:wAfter w:w="13" w:type="dxa"/>
          <w:trHeight w:val="24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r>
              <w:t>0,0</w:t>
            </w:r>
          </w:p>
        </w:tc>
      </w:tr>
      <w:tr w:rsidR="00274048" w:rsidRPr="0043557C" w:rsidTr="00851648">
        <w:trPr>
          <w:gridAfter w:val="1"/>
          <w:wAfter w:w="13" w:type="dxa"/>
          <w:trHeight w:val="18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51648">
            <w:r>
              <w:t>0,0</w:t>
            </w:r>
          </w:p>
        </w:tc>
      </w:tr>
      <w:tr w:rsidR="00274048" w:rsidRPr="0043557C" w:rsidTr="00EE65CE">
        <w:trPr>
          <w:gridAfter w:val="1"/>
          <w:wAfter w:w="13" w:type="dxa"/>
          <w:trHeight w:val="3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8555B0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0,0</w:t>
            </w:r>
          </w:p>
        </w:tc>
      </w:tr>
      <w:tr w:rsidR="00274048" w:rsidRPr="0043557C" w:rsidTr="00EE65CE">
        <w:trPr>
          <w:gridAfter w:val="1"/>
          <w:wAfter w:w="13" w:type="dxa"/>
          <w:trHeight w:val="523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8555B0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Реализация отдельных переданных полномочий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</w:pPr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</w:pPr>
            <w:r w:rsidRPr="0043557C">
              <w:t>1,0</w:t>
            </w:r>
          </w:p>
        </w:tc>
      </w:tr>
      <w:tr w:rsidR="00274048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Реализация отдельных переданных   полномочий Шейнским сельсоветом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1,0</w:t>
            </w:r>
          </w:p>
        </w:tc>
      </w:tr>
      <w:tr w:rsidR="00274048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0440180210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C2149E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1,0</w:t>
            </w:r>
          </w:p>
        </w:tc>
      </w:tr>
      <w:tr w:rsidR="00274048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1,0</w:t>
            </w:r>
          </w:p>
        </w:tc>
      </w:tr>
      <w:tr w:rsidR="00274048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F21103">
            <w:r w:rsidRPr="007B2E3D">
              <w:t>1,0</w:t>
            </w:r>
          </w:p>
        </w:tc>
      </w:tr>
      <w:tr w:rsidR="00274048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B24E0" w:rsidRDefault="00274048" w:rsidP="00F21103">
            <w:pPr>
              <w:widowControl/>
              <w:rPr>
                <w:b/>
                <w:bCs/>
              </w:rPr>
            </w:pPr>
            <w:r w:rsidRPr="009B24E0">
              <w:rPr>
                <w:b/>
                <w:bCs/>
              </w:rPr>
              <w:t>НАЦИОНАЛЬНАЯ ОБОРОНА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9B24E0">
              <w:rPr>
                <w:b/>
                <w:bCs/>
              </w:rPr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84,6</w:t>
            </w:r>
          </w:p>
        </w:tc>
      </w:tr>
      <w:tr w:rsidR="00274048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84,6</w:t>
            </w:r>
          </w:p>
        </w:tc>
      </w:tr>
      <w:tr w:rsidR="00274048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43557C">
              <w:t>Развитие муниципального управления в Шейнском сельсовете Пачелмского района Пензенской области</w:t>
            </w:r>
            <w:r>
              <w:t xml:space="preserve">  на  2014-2022 годы  «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84,6</w:t>
            </w:r>
          </w:p>
        </w:tc>
      </w:tr>
      <w:tr w:rsidR="00274048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Реализация отдельных переданных полномочий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84,6</w:t>
            </w:r>
          </w:p>
        </w:tc>
      </w:tr>
      <w:tr w:rsidR="00274048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Реализация отдельных переданных   полномочий Шейнским сельсоветом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 xml:space="preserve">     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84,6</w:t>
            </w:r>
          </w:p>
        </w:tc>
      </w:tr>
      <w:tr w:rsidR="00274048" w:rsidRPr="0043557C" w:rsidTr="00F21103">
        <w:trPr>
          <w:gridAfter w:val="1"/>
          <w:wAfter w:w="13" w:type="dxa"/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84,6</w:t>
            </w:r>
          </w:p>
        </w:tc>
      </w:tr>
      <w:tr w:rsidR="00274048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C6D07" w:rsidRDefault="00274048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/>
          <w:p w:rsidR="00274048" w:rsidRPr="0043557C" w:rsidRDefault="00274048" w:rsidP="00F21103"/>
          <w:p w:rsidR="00274048" w:rsidRPr="0043557C" w:rsidRDefault="00274048" w:rsidP="00F21103"/>
          <w:p w:rsidR="00274048" w:rsidRPr="0043557C" w:rsidRDefault="00274048" w:rsidP="00F21103"/>
          <w:p w:rsidR="00274048" w:rsidRPr="0043557C" w:rsidRDefault="00274048" w:rsidP="00F21103">
            <w:r>
              <w:t>81,1</w:t>
            </w:r>
          </w:p>
        </w:tc>
      </w:tr>
      <w:tr w:rsidR="00274048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C6D07" w:rsidRDefault="00274048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/>
          <w:p w:rsidR="00274048" w:rsidRPr="0043557C" w:rsidRDefault="00274048" w:rsidP="00F21103">
            <w:r>
              <w:t>81,1</w:t>
            </w:r>
          </w:p>
        </w:tc>
      </w:tr>
      <w:tr w:rsidR="00274048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C6D07" w:rsidRDefault="00274048" w:rsidP="00F21103">
            <w:pPr>
              <w:widowControl/>
              <w:jc w:val="center"/>
            </w:pPr>
            <w: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3,5</w:t>
            </w:r>
          </w:p>
        </w:tc>
      </w:tr>
      <w:tr w:rsidR="00274048" w:rsidRPr="0043557C" w:rsidTr="00F21103">
        <w:trPr>
          <w:gridAfter w:val="1"/>
          <w:wAfter w:w="13" w:type="dxa"/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C6D07" w:rsidRDefault="00274048" w:rsidP="00F21103">
            <w:pPr>
              <w:widowControl/>
              <w:jc w:val="center"/>
            </w:pPr>
            <w: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3,5</w:t>
            </w:r>
          </w:p>
        </w:tc>
      </w:tr>
      <w:tr w:rsidR="00274048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063591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23334,6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839,2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877,2</w:t>
            </w:r>
          </w:p>
        </w:tc>
      </w:tr>
      <w:tr w:rsidR="00274048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063591">
            <w:pPr>
              <w:widowControl/>
            </w:pPr>
            <w:r>
              <w:t>23094,0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13" w:type="dxa"/>
          <w:trHeight w:val="147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E52EA" w:rsidRDefault="00274048" w:rsidP="00F21103">
            <w:pPr>
              <w:widowControl/>
            </w:pPr>
            <w:r w:rsidRPr="003E52EA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3E52EA">
              <w:t xml:space="preserve">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>на  2014-2022 годы  «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775F0" w:rsidRDefault="00274048" w:rsidP="00F21103">
            <w:pPr>
              <w:widowControl/>
              <w:jc w:val="center"/>
            </w:pPr>
            <w:r w:rsidRPr="0043557C">
              <w:t>0200000</w:t>
            </w:r>
            <w:r w:rsidRPr="003775F0"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063591">
            <w:r>
              <w:t>23094,0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775F0" w:rsidRDefault="00274048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13" w:type="dxa"/>
          <w:trHeight w:val="84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Содержание и ремонт внутрипоселенческих дорог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23094,0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 xml:space="preserve"> Улучшение состояния автомобильных дорог местного значения в границах поселения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 xml:space="preserve"> 0220100000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07BF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07BF" w:rsidRDefault="00274048" w:rsidP="00F21103">
            <w:r w:rsidRPr="007B07BF">
              <w:t>4785,5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0220146010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CE15B0">
            <w:pPr>
              <w:widowControl/>
            </w:pPr>
            <w:r>
              <w:t xml:space="preserve">Ремонт автомобильных дорог </w:t>
            </w:r>
            <w:r w:rsidRPr="0043557C">
              <w:t xml:space="preserve">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CE15B0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3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3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3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EE65CE">
            <w: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CE15B0">
            <w:pPr>
              <w:widowControl/>
            </w:pPr>
            <w:r>
              <w:t xml:space="preserve">Строительство и реконструкция </w:t>
            </w:r>
            <w:r w:rsidRPr="0043557C">
              <w:t xml:space="preserve"> автомобильных дорог и искусственных сооружений на них </w:t>
            </w:r>
            <w:r>
              <w:t xml:space="preserve"> в Шейнском сельсовете</w:t>
            </w:r>
            <w:r w:rsidRPr="0043557C">
              <w:t xml:space="preserve">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4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EE65CE">
            <w: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4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EE65CE">
            <w: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4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EE65CE">
            <w: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rPr>
                <w:bCs/>
                <w:iCs/>
              </w:rPr>
              <w:t>Текущий ремонт  дорог  общего пользования в с. Шейно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B75E8F" w:rsidRDefault="00274048" w:rsidP="00F21103">
            <w:r w:rsidRPr="00770C8B">
              <w:t>022</w:t>
            </w:r>
            <w:r w:rsidRPr="00B75E8F">
              <w:t>01</w:t>
            </w:r>
            <w:r>
              <w:rPr>
                <w:lang w:val="en-US"/>
              </w:rPr>
              <w:t>S</w:t>
            </w:r>
            <w:r w:rsidRPr="00B75E8F">
              <w:t>3080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197551" w:rsidRDefault="00274048" w:rsidP="00F21103">
            <w:r>
              <w:t>4038,2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197551" w:rsidRDefault="00274048" w:rsidP="00F21103">
            <w:r>
              <w:t>4038,2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197551" w:rsidRDefault="00274048" w:rsidP="00F21103">
            <w:r>
              <w:t>4038,2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Основное мероприятие «Строительство автомобильных дорог общего пользования местного значения в границах поселения»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70C8B" w:rsidRDefault="00274048" w:rsidP="00F21103">
            <w:r>
              <w:t>0220200000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18308,5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Проектирование, строительство,</w:t>
            </w:r>
          </w:p>
          <w:p w:rsidR="00274048" w:rsidRPr="0043557C" w:rsidRDefault="00274048" w:rsidP="00F21103">
            <w: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B75E8F" w:rsidRDefault="00274048" w:rsidP="00F21103">
            <w:r>
              <w:t>02202S3720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971577">
            <w:r>
              <w:t>18308,5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70C8B" w:rsidRDefault="00274048" w:rsidP="00F21103">
            <w:r>
              <w:t>02202S3720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18308,5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Бюджетные инвестиции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02202S3720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18308,5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240,6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</w:tr>
      <w:tr w:rsidR="00274048" w:rsidRPr="0043557C" w:rsidTr="00F21103">
        <w:trPr>
          <w:trHeight w:val="147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на  2014-2022 годы  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240,6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</w:tr>
      <w:tr w:rsidR="00274048" w:rsidRPr="0043557C" w:rsidTr="00F21103">
        <w:trPr>
          <w:trHeight w:val="84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F21103">
            <w:pPr>
              <w:widowControl/>
            </w:pPr>
            <w:r>
              <w:t>238,4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F21103">
            <w:pPr>
              <w:widowControl/>
            </w:pPr>
            <w:r>
              <w:t>238,4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C551A2">
        <w:trPr>
          <w:trHeight w:val="28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Разработка проекта зон санитарной охраны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C551A2" w:rsidRDefault="00274048" w:rsidP="00851648">
            <w:pPr>
              <w:widowControl/>
              <w:jc w:val="center"/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>
              <w:t>20390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129,4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851648">
        <w:trPr>
          <w:trHeight w:val="21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C551A2" w:rsidRDefault="00274048" w:rsidP="00851648">
            <w:pPr>
              <w:widowControl/>
              <w:jc w:val="center"/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>
              <w:t>20390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129,4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851648">
        <w:trPr>
          <w:trHeight w:val="19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C551A2" w:rsidRDefault="00274048" w:rsidP="00851648">
            <w:pPr>
              <w:widowControl/>
              <w:jc w:val="center"/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>
              <w:t>20390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129,4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 w:rsidRPr="0043557C">
              <w:t>0,0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F21103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13" w:type="dxa"/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Кадастровые работы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widowControl/>
              <w:jc w:val="center"/>
            </w:pPr>
            <w:r>
              <w:t>0410120440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widowControl/>
              <w:jc w:val="center"/>
            </w:pPr>
            <w:r>
              <w:t>0410120440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F21103">
            <w:pPr>
              <w:widowControl/>
              <w:jc w:val="center"/>
            </w:pPr>
            <w:r w:rsidRPr="00A8417B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widowControl/>
              <w:jc w:val="center"/>
            </w:pPr>
            <w:r>
              <w:t>0410120440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F21103">
            <w:pPr>
              <w:widowControl/>
              <w:jc w:val="center"/>
            </w:pPr>
            <w:r w:rsidRPr="00A8417B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274048" w:rsidRPr="0043557C" w:rsidRDefault="00274048" w:rsidP="00F21103"/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Основное мероприятие «Реализация отдельных</w:t>
            </w:r>
            <w:r>
              <w:t xml:space="preserve"> переданных полномочий </w:t>
            </w:r>
            <w:r w:rsidRPr="003E52EA">
              <w:t>Шейнским сельсоветом</w:t>
            </w:r>
            <w:r w:rsidRPr="0043557C">
              <w:t xml:space="preserve"> Пачелмского района Пензенской области»</w:t>
            </w:r>
          </w:p>
          <w:p w:rsidR="00274048" w:rsidRPr="0043557C" w:rsidRDefault="00274048" w:rsidP="00F21103"/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2,2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1,</w:t>
            </w:r>
            <w:r w:rsidRPr="0043557C">
              <w:t>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jc w:val="center"/>
            </w:pPr>
            <w:r w:rsidRPr="007B2E3D">
              <w:t>1,0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1,2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1,2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jc w:val="center"/>
            </w:pPr>
            <w:r w:rsidRPr="007B2E3D">
              <w:t>1,2</w:t>
            </w:r>
          </w:p>
        </w:tc>
      </w:tr>
      <w:tr w:rsidR="00274048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EE65CE">
            <w:pPr>
              <w:widowControl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4232E" w:rsidRDefault="00274048" w:rsidP="00EE65CE">
            <w:pPr>
              <w:widowControl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4232E" w:rsidRDefault="00274048" w:rsidP="00EE65CE">
            <w:pPr>
              <w:widowControl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4232E" w:rsidRDefault="00274048" w:rsidP="00EE65CE">
            <w:pPr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874403" w:rsidRDefault="00274048" w:rsidP="00EE65CE">
            <w:r>
              <w:rPr>
                <w:bCs/>
                <w:iCs/>
              </w:rPr>
              <w:t>1396,0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 w:rsidRPr="003E52EA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3E52EA">
              <w:t xml:space="preserve">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>на  2014-2022 годы  «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EE65CE"/>
          <w:p w:rsidR="00274048" w:rsidRPr="009E3C72" w:rsidRDefault="00274048" w:rsidP="009E3C72"/>
          <w:p w:rsidR="00274048" w:rsidRPr="009E3C72" w:rsidRDefault="00274048" w:rsidP="009E3C72"/>
          <w:p w:rsidR="00274048" w:rsidRDefault="00274048" w:rsidP="009E3C72"/>
          <w:p w:rsidR="00274048" w:rsidRPr="009E3C72" w:rsidRDefault="00274048" w:rsidP="009E3C72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 xml:space="preserve">Подпрограмма </w:t>
            </w:r>
            <w:r>
              <w:rPr>
                <w:bCs/>
                <w:iCs/>
              </w:rPr>
              <w:t>«</w:t>
            </w:r>
            <w:r w:rsidRPr="00951729">
              <w:rPr>
                <w:bCs/>
                <w:iCs/>
              </w:rPr>
              <w:t xml:space="preserve">Комплексная программа развития систем коммунальной инфраструктуры </w:t>
            </w:r>
            <w:r>
              <w:rPr>
                <w:bCs/>
                <w:iCs/>
              </w:rPr>
              <w:t>Шейнского</w:t>
            </w:r>
            <w:r w:rsidRPr="00951729">
              <w:rPr>
                <w:bCs/>
                <w:iCs/>
              </w:rPr>
              <w:t xml:space="preserve"> сельсовета Пачелмского района Пензенской области</w:t>
            </w:r>
            <w:r>
              <w:rPr>
                <w:bCs/>
                <w:iCs/>
              </w:rP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276D3A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02100</w:t>
            </w:r>
            <w:r w:rsidRPr="00951729">
              <w:rPr>
                <w:bCs/>
                <w:iCs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86298" w:rsidRDefault="00274048" w:rsidP="00EE65CE">
            <w:pPr>
              <w:rPr>
                <w:color w:val="FF0000"/>
              </w:rPr>
            </w:pPr>
          </w:p>
          <w:p w:rsidR="00274048" w:rsidRPr="00D86298" w:rsidRDefault="00274048" w:rsidP="00276D3A">
            <w:pPr>
              <w:rPr>
                <w:color w:val="FF0000"/>
              </w:rPr>
            </w:pPr>
          </w:p>
          <w:p w:rsidR="00274048" w:rsidRPr="00D86298" w:rsidRDefault="00274048" w:rsidP="00276D3A">
            <w:pPr>
              <w:rPr>
                <w:color w:val="FF0000"/>
              </w:rPr>
            </w:pPr>
          </w:p>
          <w:p w:rsidR="00274048" w:rsidRPr="00727045" w:rsidRDefault="00274048" w:rsidP="00276D3A">
            <w:r w:rsidRPr="00727045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28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Основное мер</w:t>
            </w:r>
            <w:r>
              <w:rPr>
                <w:bCs/>
                <w:iCs/>
              </w:rPr>
              <w:t>оприятие «Обеспечение освещения населенных пунктов  в ночное время»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EE65CE"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33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Уличное освещение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EE65CE"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30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</w:t>
            </w:r>
            <w:r>
              <w:rPr>
                <w:bCs/>
                <w:iCs/>
              </w:rPr>
              <w:t>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EE65CE"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3E52EA">
              <w:t xml:space="preserve">Муниципальная программа Шейнского сельсовета Пачелмского района Пензенской области </w:t>
            </w:r>
            <w:r>
              <w:t xml:space="preserve">«Комплексное развитие сельских территорий </w:t>
            </w:r>
            <w:r w:rsidRPr="003E52EA">
              <w:t xml:space="preserve"> Шейнского сельсовета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BE0C1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BE0C1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00000000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BE0C1C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BE0C1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BE0C1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BE0C1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E52EA" w:rsidRDefault="00274048" w:rsidP="0013747A">
            <w:pPr>
              <w:widowControl/>
            </w:pPr>
            <w:r>
              <w:t>Благоустройство сельских территорий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13747A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13747A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>
              <w:t>Благоустройство сельских территорий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34EA6" w:rsidRDefault="00274048" w:rsidP="00B40ABE">
            <w:pPr>
              <w:widowControl/>
              <w:rPr>
                <w:bCs/>
                <w:iCs/>
                <w:lang w:val="en-US"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</w:t>
            </w: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F1C12" w:rsidRDefault="00274048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240D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6261DD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6261DD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41342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Культура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C1793">
            <w:r>
              <w:t>808,0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484,1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484,1</w:t>
            </w:r>
          </w:p>
        </w:tc>
      </w:tr>
      <w:tr w:rsidR="00274048" w:rsidRPr="0043557C" w:rsidTr="00F21103">
        <w:trPr>
          <w:trHeight w:val="105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на  2014-2022 годы «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0300000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428,9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105,0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0330000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EF0C79">
              <w:t>428,9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>
              <w:t>105,0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sz w:val="16"/>
                <w:szCs w:val="16"/>
              </w:rPr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Обеспечение соответствия состояния объектов социально-культурной сферы  нормативным требованиям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 xml:space="preserve">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0330100000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EF0C79">
              <w:t>428,9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105,0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EF0C79">
              <w:t>428,9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105,0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EF0C79">
              <w:t>428,9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>
              <w:t>105,0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/>
          <w:p w:rsidR="00274048" w:rsidRPr="0043557C" w:rsidRDefault="00274048" w:rsidP="00F21103">
            <w:r>
              <w:t>428,9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105,0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на  2014-2022 годы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>
              <w:t>04</w:t>
            </w:r>
            <w:r w:rsidRPr="0043557C">
              <w:t>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>
              <w:t>044</w:t>
            </w:r>
            <w:r w:rsidRPr="0043557C">
              <w:t>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Реализация отдельных переданных полномочий Шейнским сельсоветом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 xml:space="preserve"> 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044</w:t>
            </w:r>
            <w:r w:rsidRPr="0043557C"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90B29" w:rsidRDefault="00274048" w:rsidP="00F21103">
            <w:pPr>
              <w:widowControl/>
              <w:jc w:val="center"/>
            </w:pPr>
            <w:r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5</w:t>
            </w:r>
            <w:r w:rsidRPr="0043557C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19,0</w:t>
            </w:r>
          </w:p>
        </w:tc>
      </w:tr>
      <w:tr w:rsidR="00274048" w:rsidRPr="0043557C" w:rsidTr="00F21103">
        <w:trPr>
          <w:trHeight w:val="1751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на  2014-2022 годы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E10E4E" w:rsidRDefault="00274048" w:rsidP="00F21103">
            <w:pPr>
              <w:widowControl/>
              <w:jc w:val="center"/>
            </w:pPr>
            <w:r w:rsidRPr="00E10E4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D71F0E">
              <w:t>19,0</w:t>
            </w: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D7FC3" w:rsidRDefault="00274048" w:rsidP="00F21103">
            <w:pPr>
              <w:widowControl/>
            </w:pPr>
            <w: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D7FC3" w:rsidRDefault="00274048" w:rsidP="00F21103">
            <w:pPr>
              <w:widowControl/>
            </w:pPr>
            <w:r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D7FC3" w:rsidRDefault="00274048" w:rsidP="00F21103">
            <w:pPr>
              <w:widowControl/>
            </w:pPr>
            <w:r>
              <w:t>19,0</w:t>
            </w: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4048" w:rsidRPr="00FE1452" w:rsidRDefault="00274048" w:rsidP="00F21103">
            <w:pPr>
              <w:widowControl/>
              <w:rPr>
                <w:b/>
              </w:rPr>
            </w:pPr>
            <w:r w:rsidRPr="00FE1452">
              <w:rPr>
                <w:b/>
              </w:rPr>
              <w:t>ВСЕГО: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B240D8">
            <w:pPr>
              <w:widowControl/>
              <w:rPr>
                <w:b/>
              </w:rPr>
            </w:pPr>
            <w:r>
              <w:rPr>
                <w:b/>
              </w:rPr>
              <w:t>28352,5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3665,3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3614,8</w:t>
            </w:r>
          </w:p>
        </w:tc>
      </w:tr>
    </w:tbl>
    <w:p w:rsidR="00274048" w:rsidRDefault="00274048" w:rsidP="00397F4F">
      <w:pPr>
        <w:pStyle w:val="BodyText"/>
        <w:jc w:val="right"/>
        <w:rPr>
          <w:sz w:val="24"/>
        </w:rPr>
      </w:pPr>
      <w:r>
        <w:rPr>
          <w:sz w:val="24"/>
        </w:rPr>
        <w:t>».</w:t>
      </w:r>
    </w:p>
    <w:p w:rsidR="00274048" w:rsidRPr="0043557C" w:rsidRDefault="00274048" w:rsidP="00397F4F">
      <w:pPr>
        <w:pStyle w:val="BodyText"/>
        <w:rPr>
          <w:sz w:val="24"/>
        </w:rPr>
      </w:pPr>
    </w:p>
    <w:p w:rsidR="00274048" w:rsidRPr="00397F4F" w:rsidRDefault="00274048" w:rsidP="00397F4F">
      <w:pPr>
        <w:pStyle w:val="BodyText"/>
        <w:rPr>
          <w:sz w:val="16"/>
          <w:szCs w:val="16"/>
        </w:rPr>
      </w:pPr>
      <w:r w:rsidRPr="0043557C">
        <w:t xml:space="preserve">           </w:t>
      </w:r>
      <w:r>
        <w:rPr>
          <w:sz w:val="24"/>
          <w:szCs w:val="24"/>
        </w:rPr>
        <w:t>1.2.Приложение № 9 изложить в следующей редакции:</w:t>
      </w:r>
    </w:p>
    <w:p w:rsidR="00274048" w:rsidRPr="0043557C" w:rsidRDefault="00274048" w:rsidP="00397F4F">
      <w:pPr>
        <w:pStyle w:val="BodyText"/>
        <w:spacing w:line="240" w:lineRule="exact"/>
      </w:pPr>
      <w:r w:rsidRPr="0043557C">
        <w:t xml:space="preserve">                           </w:t>
      </w:r>
      <w:r>
        <w:t xml:space="preserve">                              </w:t>
      </w:r>
      <w:r w:rsidRPr="0043557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4048" w:rsidRPr="0043557C" w:rsidRDefault="00274048" w:rsidP="00397F4F">
      <w:pPr>
        <w:jc w:val="right"/>
        <w:rPr>
          <w:color w:val="FF0000"/>
        </w:rPr>
      </w:pPr>
      <w:r>
        <w:t xml:space="preserve">« </w:t>
      </w:r>
      <w:r w:rsidRPr="0043557C">
        <w:t>Приложение  9</w:t>
      </w:r>
    </w:p>
    <w:p w:rsidR="00274048" w:rsidRPr="0043557C" w:rsidRDefault="00274048" w:rsidP="00397F4F">
      <w:pPr>
        <w:jc w:val="right"/>
      </w:pPr>
      <w:r w:rsidRPr="0043557C">
        <w:t>к решению Комитета местного</w:t>
      </w:r>
    </w:p>
    <w:p w:rsidR="00274048" w:rsidRPr="0043557C" w:rsidRDefault="00274048" w:rsidP="00397F4F">
      <w:pPr>
        <w:jc w:val="right"/>
      </w:pPr>
      <w:r w:rsidRPr="0043557C">
        <w:t xml:space="preserve"> самоуправления Шейнского сельсовета</w:t>
      </w:r>
    </w:p>
    <w:p w:rsidR="00274048" w:rsidRPr="0043557C" w:rsidRDefault="00274048" w:rsidP="00397F4F">
      <w:pPr>
        <w:jc w:val="right"/>
      </w:pPr>
      <w:r w:rsidRPr="0043557C">
        <w:t>Пачелмского района Пензенской области</w:t>
      </w:r>
    </w:p>
    <w:p w:rsidR="00274048" w:rsidRDefault="00274048" w:rsidP="00397F4F">
      <w:pPr>
        <w:jc w:val="right"/>
      </w:pPr>
      <w:r w:rsidRPr="0043557C">
        <w:t xml:space="preserve">от </w:t>
      </w:r>
      <w:r>
        <w:t xml:space="preserve">25.12.2019  </w:t>
      </w:r>
      <w:r w:rsidRPr="0043557C">
        <w:t>№</w:t>
      </w:r>
      <w:r>
        <w:t xml:space="preserve"> 08-6/3</w:t>
      </w:r>
    </w:p>
    <w:p w:rsidR="00274048" w:rsidRDefault="00274048" w:rsidP="00397F4F">
      <w:pPr>
        <w:jc w:val="right"/>
      </w:pPr>
    </w:p>
    <w:p w:rsidR="00274048" w:rsidRDefault="00274048" w:rsidP="00397F4F">
      <w:pPr>
        <w:jc w:val="right"/>
      </w:pPr>
    </w:p>
    <w:p w:rsidR="00274048" w:rsidRDefault="00274048" w:rsidP="00397F4F">
      <w:pPr>
        <w:jc w:val="right"/>
      </w:pPr>
    </w:p>
    <w:p w:rsidR="00274048" w:rsidRDefault="00274048" w:rsidP="00397F4F">
      <w:pPr>
        <w:jc w:val="right"/>
      </w:pPr>
    </w:p>
    <w:p w:rsidR="00274048" w:rsidRPr="0043557C" w:rsidRDefault="00274048" w:rsidP="00397F4F">
      <w:pPr>
        <w:jc w:val="right"/>
      </w:pPr>
    </w:p>
    <w:p w:rsidR="00274048" w:rsidRDefault="00274048" w:rsidP="00397F4F">
      <w:pPr>
        <w:pStyle w:val="BodyText"/>
        <w:jc w:val="center"/>
        <w:rPr>
          <w:color w:val="000000"/>
          <w:sz w:val="24"/>
          <w:szCs w:val="24"/>
        </w:rPr>
      </w:pPr>
      <w:r w:rsidRPr="0043557C">
        <w:rPr>
          <w:sz w:val="16"/>
          <w:szCs w:val="16"/>
        </w:rPr>
        <w:t xml:space="preserve">              </w:t>
      </w:r>
      <w:r w:rsidRPr="00D2030B">
        <w:rPr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 xml:space="preserve">Ведомственная  структура (Вед) расходов бюджета Шейнского сельсовета Пачелмского </w:t>
      </w:r>
      <w:r>
        <w:rPr>
          <w:b/>
          <w:bCs/>
          <w:color w:val="000000"/>
          <w:sz w:val="24"/>
          <w:szCs w:val="24"/>
        </w:rPr>
        <w:t>района Пензенской области на 2020</w:t>
      </w:r>
      <w:r w:rsidRPr="00D2030B">
        <w:rPr>
          <w:b/>
          <w:bCs/>
          <w:color w:val="000000"/>
          <w:sz w:val="24"/>
          <w:szCs w:val="24"/>
        </w:rPr>
        <w:t xml:space="preserve"> год и  плановый период 202</w:t>
      </w:r>
      <w:r>
        <w:rPr>
          <w:b/>
          <w:bCs/>
          <w:color w:val="000000"/>
          <w:sz w:val="24"/>
          <w:szCs w:val="24"/>
        </w:rPr>
        <w:t xml:space="preserve">1 </w:t>
      </w:r>
      <w:r w:rsidRPr="00CD265B">
        <w:rPr>
          <w:b/>
          <w:bCs/>
          <w:sz w:val="24"/>
          <w:szCs w:val="24"/>
        </w:rPr>
        <w:t>и</w:t>
      </w:r>
      <w:r>
        <w:rPr>
          <w:b/>
          <w:bCs/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>202</w:t>
      </w:r>
      <w:r>
        <w:rPr>
          <w:b/>
          <w:bCs/>
          <w:color w:val="000000"/>
          <w:sz w:val="24"/>
          <w:szCs w:val="24"/>
        </w:rPr>
        <w:t>2</w:t>
      </w:r>
      <w:r w:rsidRPr="00D2030B">
        <w:rPr>
          <w:b/>
          <w:bCs/>
          <w:color w:val="000000"/>
          <w:sz w:val="24"/>
          <w:szCs w:val="24"/>
        </w:rPr>
        <w:t xml:space="preserve"> годов</w:t>
      </w:r>
      <w:r>
        <w:rPr>
          <w:color w:val="000000"/>
          <w:sz w:val="24"/>
          <w:szCs w:val="24"/>
        </w:rPr>
        <w:t>.</w:t>
      </w:r>
    </w:p>
    <w:p w:rsidR="00274048" w:rsidRPr="002D3BE2" w:rsidRDefault="00274048" w:rsidP="00397F4F">
      <w:pPr>
        <w:pStyle w:val="BodyText"/>
        <w:jc w:val="center"/>
        <w:rPr>
          <w:b/>
          <w:bCs/>
          <w:sz w:val="20"/>
          <w:szCs w:val="20"/>
        </w:rPr>
      </w:pPr>
    </w:p>
    <w:p w:rsidR="00274048" w:rsidRPr="0043557C" w:rsidRDefault="00274048" w:rsidP="00397F4F">
      <w:pPr>
        <w:pStyle w:val="BodyTex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</w:t>
      </w:r>
      <w:r w:rsidRPr="0043557C">
        <w:rPr>
          <w:b/>
          <w:bCs/>
          <w:sz w:val="20"/>
          <w:szCs w:val="20"/>
        </w:rPr>
        <w:t xml:space="preserve">ыс.руб.               </w:t>
      </w:r>
    </w:p>
    <w:tbl>
      <w:tblPr>
        <w:tblW w:w="11147" w:type="dxa"/>
        <w:jc w:val="center"/>
        <w:tblLook w:val="00A0"/>
      </w:tblPr>
      <w:tblGrid>
        <w:gridCol w:w="3732"/>
        <w:gridCol w:w="645"/>
        <w:gridCol w:w="709"/>
        <w:gridCol w:w="850"/>
        <w:gridCol w:w="1283"/>
        <w:gridCol w:w="602"/>
        <w:gridCol w:w="1066"/>
        <w:gridCol w:w="934"/>
        <w:gridCol w:w="766"/>
        <w:gridCol w:w="560"/>
      </w:tblGrid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 20</w:t>
            </w:r>
            <w:r>
              <w:rPr>
                <w:b/>
                <w:bCs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41F43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41F43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9</w:t>
            </w:r>
          </w:p>
        </w:tc>
      </w:tr>
      <w:tr w:rsidR="00274048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FE1452" w:rsidRDefault="00274048" w:rsidP="00F21103">
            <w:pPr>
              <w:widowControl/>
              <w:rPr>
                <w:b/>
              </w:rPr>
            </w:pPr>
            <w:r w:rsidRPr="00FE1452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E1452" w:rsidRDefault="00274048" w:rsidP="00F21103">
            <w:pPr>
              <w:widowControl/>
              <w:jc w:val="center"/>
              <w:rPr>
                <w:b/>
              </w:rPr>
            </w:pPr>
          </w:p>
          <w:p w:rsidR="00274048" w:rsidRPr="00FE1452" w:rsidRDefault="00274048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901</w:t>
            </w:r>
          </w:p>
          <w:p w:rsidR="00274048" w:rsidRPr="00FE1452" w:rsidRDefault="00274048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E1452" w:rsidRDefault="00274048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E1452" w:rsidRDefault="00274048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E1452" w:rsidRDefault="00274048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E1452" w:rsidRDefault="00274048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52157" w:rsidRDefault="00274048" w:rsidP="008917BF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28352,5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52157" w:rsidRDefault="00274048" w:rsidP="00587BAC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52157" w:rsidRDefault="00274048" w:rsidP="00587BAC">
            <w:pPr>
              <w:widowControl/>
              <w:rPr>
                <w:b/>
              </w:rPr>
            </w:pPr>
          </w:p>
          <w:p w:rsidR="00274048" w:rsidRPr="00752157" w:rsidRDefault="00274048" w:rsidP="00587BAC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3614,8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8917B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2706,2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2149,9</w:t>
            </w:r>
          </w:p>
        </w:tc>
      </w:tr>
      <w:tr w:rsidR="00274048" w:rsidRPr="0043557C" w:rsidTr="005C6564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8917BF">
            <w:r>
              <w:t>2572,9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587BAC"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587BAC">
            <w:r>
              <w:t>2135,9</w:t>
            </w:r>
          </w:p>
        </w:tc>
      </w:tr>
      <w:tr w:rsidR="00274048" w:rsidRPr="0043557C" w:rsidTr="005C6564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43557C">
              <w:t>Развитие муниципального управления в Шейнском сельсовете Пачелмского райо</w:t>
            </w:r>
            <w:r>
              <w:t>на Пензенской области  на  2014-2022 годы «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8917BF"/>
          <w:p w:rsidR="00274048" w:rsidRPr="00A8417B" w:rsidRDefault="00274048" w:rsidP="008917BF"/>
          <w:p w:rsidR="00274048" w:rsidRPr="00A8417B" w:rsidRDefault="00274048" w:rsidP="008917BF"/>
          <w:p w:rsidR="00274048" w:rsidRPr="00A8417B" w:rsidRDefault="00274048" w:rsidP="008917BF">
            <w:r>
              <w:t>2572,9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2135,9</w:t>
            </w:r>
          </w:p>
        </w:tc>
      </w:tr>
      <w:tr w:rsidR="00274048" w:rsidRPr="0043557C" w:rsidTr="00F21103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Обеспечение деятельности</w:t>
            </w:r>
            <w:r>
              <w:t xml:space="preserve"> </w:t>
            </w:r>
            <w:r w:rsidRPr="0043557C">
              <w:t xml:space="preserve"> администрации Шейнского сельсовета Пачелмского района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8917BF">
            <w:r>
              <w:t>2572,9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2135,9</w:t>
            </w:r>
          </w:p>
        </w:tc>
      </w:tr>
      <w:tr w:rsidR="00274048" w:rsidRPr="0043557C" w:rsidTr="00F21103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8917BF">
            <w:r>
              <w:t>2572,9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C257C0" w:rsidRDefault="00274048" w:rsidP="00587BAC">
            <w:pPr>
              <w:jc w:val="center"/>
            </w:pPr>
            <w:r>
              <w:t>2135,9</w:t>
            </w:r>
          </w:p>
        </w:tc>
      </w:tr>
      <w:tr w:rsidR="00274048" w:rsidRPr="0043557C" w:rsidTr="00F21103">
        <w:trPr>
          <w:gridAfter w:val="1"/>
          <w:wAfter w:w="560" w:type="dxa"/>
          <w:trHeight w:val="669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по оплате труда работников органов местного самоуправления(глава администрации)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736,3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736,3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736,3</w:t>
            </w:r>
          </w:p>
        </w:tc>
      </w:tr>
      <w:tr w:rsidR="00274048" w:rsidRPr="0043557C" w:rsidTr="00F21103">
        <w:trPr>
          <w:gridAfter w:val="1"/>
          <w:wAfter w:w="560" w:type="dxa"/>
          <w:trHeight w:val="109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736,3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</w:pPr>
            <w:r>
              <w:t>736,3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736,3</w:t>
            </w:r>
          </w:p>
        </w:tc>
      </w:tr>
      <w:tr w:rsidR="00274048" w:rsidRPr="0043557C" w:rsidTr="00F21103">
        <w:trPr>
          <w:gridAfter w:val="1"/>
          <w:wAfter w:w="560" w:type="dxa"/>
          <w:trHeight w:val="511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736,3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736,3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736,3</w:t>
            </w:r>
          </w:p>
        </w:tc>
      </w:tr>
      <w:tr w:rsidR="00274048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818,9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87BAC">
            <w:pPr>
              <w:widowControl/>
              <w:jc w:val="center"/>
            </w:pPr>
            <w:r>
              <w:t>1214,9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87BAC">
            <w:pPr>
              <w:widowControl/>
              <w:jc w:val="center"/>
            </w:pPr>
            <w:r>
              <w:t>1214,9</w:t>
            </w:r>
          </w:p>
        </w:tc>
      </w:tr>
      <w:tr w:rsidR="00274048" w:rsidRPr="0043557C" w:rsidTr="005C6564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818,9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1214,9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/>
          <w:p w:rsidR="00274048" w:rsidRDefault="00274048" w:rsidP="00587BAC"/>
          <w:p w:rsidR="00274048" w:rsidRDefault="00274048" w:rsidP="00587BAC"/>
          <w:p w:rsidR="00274048" w:rsidRDefault="00274048" w:rsidP="00587BAC"/>
          <w:p w:rsidR="00274048" w:rsidRPr="0043557C" w:rsidRDefault="00274048" w:rsidP="00587BAC">
            <w:r>
              <w:t>1214,9</w:t>
            </w:r>
          </w:p>
        </w:tc>
      </w:tr>
      <w:tr w:rsidR="00274048" w:rsidRPr="0043557C" w:rsidTr="005C6564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818,9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1214,9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/>
          <w:p w:rsidR="00274048" w:rsidRPr="0043557C" w:rsidRDefault="00274048" w:rsidP="00587BAC">
            <w:r>
              <w:t>1214,9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 xml:space="preserve">   1017,7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</w:pPr>
            <w:r>
              <w:t>276,3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</w:pPr>
            <w:r>
              <w:t>184,7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 xml:space="preserve">    986,7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</w:pPr>
            <w:r>
              <w:t>265,3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</w:pPr>
            <w:r>
              <w:t>178,7</w:t>
            </w:r>
          </w:p>
        </w:tc>
      </w:tr>
      <w:tr w:rsidR="00274048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986,7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</w:pPr>
            <w:r>
              <w:t>265,3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</w:pPr>
            <w:r>
              <w:t>178,7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31,0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11,0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6,0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31,0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11,0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6,0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Выполнение других обязательств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Реализация отдельных мероприятий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8170000000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widowControl/>
            </w:pPr>
            <w:r>
              <w:t>Мероприятия ,направленные на профилактику (борьбу) и устранение последствий распространения коронавирусной инфекции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F5E4B" w:rsidRDefault="00274048" w:rsidP="00D465B7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F5E4B" w:rsidRDefault="00274048" w:rsidP="00D465B7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F5E4B" w:rsidRDefault="00274048" w:rsidP="00D465B7">
            <w:pPr>
              <w:widowControl/>
            </w:pPr>
            <w:r>
              <w:t>8170028100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F5E4B" w:rsidRDefault="00274048" w:rsidP="00D465B7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F5E4B" w:rsidRDefault="00274048" w:rsidP="00D465B7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F5E4B" w:rsidRDefault="00274048" w:rsidP="00D465B7">
            <w:pPr>
              <w:widowControl/>
            </w:pPr>
            <w:r>
              <w:t>8170028100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F5E4B" w:rsidRDefault="00274048" w:rsidP="00D465B7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F5E4B" w:rsidRDefault="00274048" w:rsidP="00D465B7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F5E4B" w:rsidRDefault="00274048" w:rsidP="00D465B7">
            <w:pPr>
              <w:widowControl/>
            </w:pPr>
            <w:r>
              <w:t>8170028100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8917BF">
            <w:pPr>
              <w:widowControl/>
            </w:pPr>
            <w:r>
              <w:t xml:space="preserve">      </w:t>
            </w:r>
            <w:r w:rsidRPr="00A67A48">
              <w:t>3,</w:t>
            </w:r>
            <w:r w:rsidRPr="00A67A48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</w:pPr>
            <w:r w:rsidRPr="00A67A48">
              <w:t>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</w:pPr>
            <w:r w:rsidRPr="00A67A48">
              <w:t>3,0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 на  2014-2022 годы 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21873" w:rsidRDefault="00274048" w:rsidP="008917BF">
            <w:pPr>
              <w:widowControl/>
            </w:pPr>
            <w:r>
              <w:t xml:space="preserve">        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3</w:t>
            </w:r>
            <w:r w:rsidRPr="0043557C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3,0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 xml:space="preserve">Подпрограмма « Реализация отдельных переданных полномочий»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21873" w:rsidRDefault="00274048" w:rsidP="008917BF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3,</w:t>
            </w:r>
            <w:r w:rsidRPr="0043557C"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 xml:space="preserve">Основное мероприятие «Реализация отдельных </w:t>
            </w:r>
            <w:r w:rsidRPr="003E52EA">
              <w:t xml:space="preserve">переданных полномочий Шейнским 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21873" w:rsidRDefault="00274048" w:rsidP="008917BF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3</w:t>
            </w:r>
            <w:r w:rsidRPr="0043557C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274048" w:rsidRPr="0043557C" w:rsidRDefault="00274048" w:rsidP="00F21103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21873" w:rsidRDefault="00274048" w:rsidP="008917BF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 w:rsidRPr="0043557C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1668E" w:rsidRDefault="00274048" w:rsidP="008917BF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 w:rsidRPr="0043557C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 w:rsidRPr="0043557C">
              <w:t>1,0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 w:rsidRPr="007B2E3D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 w:rsidRPr="007B2E3D">
              <w:t>1,0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F1189" w:rsidRDefault="00274048" w:rsidP="00F21103">
            <w:pPr>
              <w:widowControl/>
            </w:pPr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B4202" w:rsidRDefault="00274048" w:rsidP="008917BF">
            <w:pPr>
              <w:widowControl/>
            </w:pPr>
            <w:r>
              <w:t xml:space="preserve">      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/>
          <w:p w:rsidR="00274048" w:rsidRDefault="00274048" w:rsidP="00587BAC"/>
          <w:p w:rsidR="00274048" w:rsidRDefault="00274048" w:rsidP="00587BAC"/>
          <w:p w:rsidR="00274048" w:rsidRPr="0043557C" w:rsidRDefault="00274048" w:rsidP="00587BAC">
            <w:r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/>
          <w:p w:rsidR="00274048" w:rsidRDefault="00274048" w:rsidP="00587BAC"/>
          <w:p w:rsidR="00274048" w:rsidRDefault="00274048" w:rsidP="00587BAC"/>
          <w:p w:rsidR="00274048" w:rsidRPr="0043557C" w:rsidRDefault="00274048" w:rsidP="00587BAC">
            <w:r>
              <w:t>2,0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F1189" w:rsidRDefault="00274048" w:rsidP="00F21103">
            <w:pPr>
              <w:widowControl/>
            </w:pPr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B4202" w:rsidRDefault="00274048" w:rsidP="008917BF">
            <w:pPr>
              <w:widowControl/>
              <w:jc w:val="center"/>
            </w:pPr>
            <w:r>
              <w:t>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2,0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F1189" w:rsidRDefault="00274048" w:rsidP="00F21103">
            <w:pPr>
              <w:widowControl/>
            </w:pPr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 w:rsidRPr="007B2E3D">
              <w:t>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 w:rsidRPr="007B2E3D"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 w:rsidRPr="007B2E3D">
              <w:t>2,0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5C6564">
            <w:r w:rsidRPr="00A67A48">
              <w:t>Обеспечение проведения выборов и референдумов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C6564">
            <w:r w:rsidRPr="00A67A48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C6564">
            <w:pPr>
              <w:jc w:val="center"/>
            </w:pPr>
            <w:r w:rsidRPr="00A67A48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C6564"/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Выполнение других обязательств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8100000000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Организация и проведение муниципальных выборов и местных референдумов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C6564">
            <w:r w:rsidRPr="00741F43">
              <w:t>8120000000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Проведение выборов в представительные органы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C6564">
            <w:r w:rsidRPr="00741F43">
              <w:t>8120020210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Иные бюджетные ассигнования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C6564">
            <w:r w:rsidRPr="00741F43">
              <w:t>8120020210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  <w:r w:rsidRPr="00B822D1"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B822D1" w:rsidRDefault="00274048" w:rsidP="005C6564">
            <w:r w:rsidRPr="00B822D1">
              <w:t>Специальные расходы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5C6564">
            <w:r w:rsidRPr="00741F43">
              <w:t>8120020210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822D1" w:rsidRDefault="00274048" w:rsidP="005C6564">
            <w:pPr>
              <w:widowControl/>
              <w:jc w:val="center"/>
            </w:pPr>
            <w:r w:rsidRPr="00B822D1">
              <w:t>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 xml:space="preserve">Резервные фонды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8917BF">
            <w:pPr>
              <w:widowControl/>
              <w:jc w:val="center"/>
            </w:pPr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jc w:val="center"/>
            </w:pPr>
            <w:r w:rsidRPr="00A67A48"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jc w:val="center"/>
            </w:pPr>
            <w:r w:rsidRPr="00A67A48">
              <w:t>10,0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E52EA" w:rsidRDefault="00274048" w:rsidP="00F21103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 xml:space="preserve">   </w:t>
            </w:r>
            <w:r w:rsidRPr="007B2753"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 w:rsidRPr="0043557C">
              <w:t>10,0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E52EA" w:rsidRDefault="00274048" w:rsidP="00F21103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7B2753"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 w:rsidRPr="0043557C">
              <w:t>10,0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8110020500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7B2753"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 w:rsidRPr="0043557C">
              <w:t>10,0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7B2753"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10,0</w:t>
            </w:r>
          </w:p>
        </w:tc>
      </w:tr>
      <w:tr w:rsidR="00274048" w:rsidRPr="0043557C" w:rsidTr="005C6564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7B2753"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10,0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Другие 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8917BF">
            <w:pPr>
              <w:widowControl/>
              <w:jc w:val="center"/>
            </w:pPr>
            <w:r>
              <w:t>83,0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274048" w:rsidRPr="0043557C" w:rsidTr="00F21103">
        <w:trPr>
          <w:trHeight w:val="64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 xml:space="preserve"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</w:t>
            </w:r>
            <w:r>
              <w:t>района Пензенской области    на  2014-2022 годы»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4081A" w:rsidRDefault="00274048" w:rsidP="00F21103">
            <w:pPr>
              <w:widowControl/>
              <w:jc w:val="center"/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83,0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r>
              <w:t>1,0</w:t>
            </w:r>
          </w:p>
        </w:tc>
        <w:tc>
          <w:tcPr>
            <w:tcW w:w="560" w:type="dxa"/>
            <w:vMerge w:val="restart"/>
            <w:tcBorders>
              <w:lef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</w:p>
          <w:p w:rsidR="00274048" w:rsidRPr="0043557C" w:rsidRDefault="00274048" w:rsidP="00F21103">
            <w:pPr>
              <w:widowControl/>
              <w:jc w:val="center"/>
            </w:pPr>
          </w:p>
          <w:p w:rsidR="00274048" w:rsidRDefault="00274048" w:rsidP="00F21103">
            <w:pPr>
              <w:widowControl/>
              <w:jc w:val="center"/>
            </w:pPr>
          </w:p>
          <w:p w:rsidR="00274048" w:rsidRPr="0043557C" w:rsidRDefault="00274048" w:rsidP="00F21103">
            <w:pPr>
              <w:widowControl/>
              <w:jc w:val="center"/>
            </w:pPr>
          </w:p>
          <w:p w:rsidR="00274048" w:rsidRPr="0043557C" w:rsidRDefault="00274048" w:rsidP="00F21103">
            <w:pPr>
              <w:widowControl/>
              <w:jc w:val="center"/>
            </w:pPr>
          </w:p>
          <w:p w:rsidR="00274048" w:rsidRDefault="00274048" w:rsidP="00F21103">
            <w:pPr>
              <w:widowControl/>
              <w:jc w:val="center"/>
            </w:pPr>
          </w:p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851648">
        <w:trPr>
          <w:trHeight w:val="49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048" w:rsidRPr="0043557C" w:rsidRDefault="00274048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Подпрограмма   "Оценка недвижимости, 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82,0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851648">
        <w:trPr>
          <w:trHeight w:val="39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048" w:rsidRPr="0043557C" w:rsidRDefault="00274048" w:rsidP="00851648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 w:rsidRPr="0043557C">
              <w:rPr>
                <w:bCs/>
                <w:iCs/>
              </w:rPr>
              <w:t>0410100000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82,0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851648">
        <w:trPr>
          <w:trHeight w:val="40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048" w:rsidRPr="0043557C" w:rsidRDefault="00274048" w:rsidP="00851648">
            <w:pPr>
              <w:widowControl/>
            </w:pPr>
            <w:r w:rsidRPr="0043557C">
              <w:t xml:space="preserve">Оценка недвижимости, признание прав и регулирование отношений по муниципальной собственности   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82,0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851648">
        <w:trPr>
          <w:trHeight w:val="31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F21103">
            <w:pPr>
              <w:widowControl/>
              <w:jc w:val="center"/>
            </w:pPr>
            <w:r w:rsidRPr="00A8417B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12,0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851648">
        <w:trPr>
          <w:trHeight w:val="36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F21103">
            <w:pPr>
              <w:widowControl/>
              <w:jc w:val="center"/>
            </w:pPr>
            <w:r w:rsidRPr="00A8417B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jc w:val="center"/>
            </w:pPr>
            <w:r>
              <w:t>12,0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EE65CE">
        <w:trPr>
          <w:trHeight w:val="29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E0716E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800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70,0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EE65CE">
        <w:trPr>
          <w:trHeight w:val="13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E0716E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>
              <w:t>850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70,0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8C76DD">
        <w:trPr>
          <w:trHeight w:val="16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851648">
        <w:trPr>
          <w:trHeight w:val="2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r w:rsidRPr="0043557C">
              <w:t>Основное мероприятие «Реализация отдельных  переданных полномочий Шейнским сельсоветом Пачелмского района Пензенской области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r w:rsidRPr="0043557C">
              <w:t>0440100000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8C76DD">
        <w:trPr>
          <w:trHeight w:val="23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  <w:color w:val="FF0000"/>
              </w:rPr>
              <w:t xml:space="preserve"> </w:t>
            </w:r>
            <w:r w:rsidRPr="0043557C">
              <w:t xml:space="preserve"> Пачелмского района Пензен</w:t>
            </w:r>
            <w:r>
              <w:t xml:space="preserve">ской области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C2149E" w:rsidRDefault="00274048" w:rsidP="008917BF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5C6564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5C6564">
        <w:trPr>
          <w:trHeight w:val="63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87BAC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2E3D" w:rsidRDefault="00274048" w:rsidP="00587BAC">
            <w:r w:rsidRPr="007B2E3D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ОБОРОНА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8917B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B24E0" w:rsidRDefault="00274048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274048" w:rsidRPr="0043557C" w:rsidTr="00F21103">
        <w:trPr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 на  2014-2022 годы  </w:t>
            </w:r>
            <w:r w:rsidRPr="0043557C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274048" w:rsidRPr="0043557C" w:rsidTr="00F21103">
        <w:trPr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274048" w:rsidRPr="0043557C" w:rsidTr="005C6564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C6D07" w:rsidRDefault="00274048" w:rsidP="008917BF">
            <w:pPr>
              <w:widowControl/>
              <w:jc w:val="center"/>
            </w:pPr>
            <w:r>
              <w:t>77,4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78,0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/>
          <w:p w:rsidR="00274048" w:rsidRPr="0043557C" w:rsidRDefault="00274048" w:rsidP="00587BAC"/>
          <w:p w:rsidR="00274048" w:rsidRPr="0043557C" w:rsidRDefault="00274048" w:rsidP="00587BAC"/>
          <w:p w:rsidR="00274048" w:rsidRPr="0043557C" w:rsidRDefault="00274048" w:rsidP="00587BAC"/>
          <w:p w:rsidR="00274048" w:rsidRPr="0043557C" w:rsidRDefault="00274048" w:rsidP="00587BAC">
            <w:r>
              <w:t>81,1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5C6564">
        <w:trPr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C6D07" w:rsidRDefault="00274048" w:rsidP="008917BF">
            <w:pPr>
              <w:widowControl/>
              <w:jc w:val="center"/>
            </w:pPr>
            <w:r>
              <w:t>77,4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78,0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/>
          <w:p w:rsidR="00274048" w:rsidRPr="0043557C" w:rsidRDefault="00274048" w:rsidP="00587BAC">
            <w:r>
              <w:t>81,1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</w:tr>
      <w:tr w:rsidR="00274048" w:rsidRPr="0043557C" w:rsidTr="00F21103">
        <w:trPr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C6D07" w:rsidRDefault="00274048" w:rsidP="008917BF">
            <w:pPr>
              <w:widowControl/>
              <w:jc w:val="center"/>
            </w:pPr>
            <w:r>
              <w:t>11,3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3,5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3,5</w:t>
            </w:r>
          </w:p>
        </w:tc>
        <w:tc>
          <w:tcPr>
            <w:tcW w:w="56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C6D07" w:rsidRDefault="00274048" w:rsidP="008917BF">
            <w:pPr>
              <w:widowControl/>
              <w:jc w:val="center"/>
            </w:pPr>
            <w:r>
              <w:t>11,3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3,5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3,5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8917B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23334,6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839,2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877,2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23094,0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</w:t>
            </w:r>
            <w:r>
              <w:t xml:space="preserve">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 w:rsidRPr="0043557C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r>
              <w:t>23094,0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775F0" w:rsidRDefault="00274048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"Содержание и ремонт внутрипоселенческих дорог</w:t>
            </w:r>
            <w:r>
              <w:t xml:space="preserve"> </w:t>
            </w:r>
            <w:r w:rsidRPr="0043557C">
              <w:t xml:space="preserve"> в Шейнском сельсовете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23094,0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Основное мероприятие " Улучшение состояния автомобильных дорог местного значения в границах поселения"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0220100000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B07BF" w:rsidRDefault="00274048" w:rsidP="008917BF">
            <w:r w:rsidRPr="007B07BF">
              <w:t>4785,5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560" w:type="dxa"/>
          <w:trHeight w:val="1032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Содержание автомобильных дорог и искусственных сооружений на них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647,3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560" w:type="dxa"/>
          <w:trHeight w:val="84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647,3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647,3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875,0</w:t>
            </w:r>
          </w:p>
        </w:tc>
      </w:tr>
      <w:tr w:rsidR="00274048" w:rsidRPr="0043557C" w:rsidTr="00EE65CE">
        <w:trPr>
          <w:gridAfter w:val="1"/>
          <w:wAfter w:w="560" w:type="dxa"/>
          <w:trHeight w:val="19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>
              <w:t xml:space="preserve">Ремонт автомобильных дорог </w:t>
            </w:r>
            <w:r w:rsidRPr="0043557C">
              <w:t xml:space="preserve">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022014603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25,0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EE65CE">
        <w:trPr>
          <w:gridAfter w:val="1"/>
          <w:wAfter w:w="560" w:type="dxa"/>
          <w:trHeight w:val="19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02201460</w:t>
            </w:r>
            <w:r>
              <w:t>3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25,0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EE65CE">
        <w:trPr>
          <w:gridAfter w:val="1"/>
          <w:wAfter w:w="560" w:type="dxa"/>
          <w:trHeight w:val="19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02201460</w:t>
            </w:r>
            <w:r>
              <w:t>3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25,0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EE65CE">
        <w:trPr>
          <w:gridAfter w:val="1"/>
          <w:wAfter w:w="560" w:type="dxa"/>
          <w:trHeight w:val="21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>
              <w:t xml:space="preserve">Строительство и реконструкция </w:t>
            </w:r>
            <w:r w:rsidRPr="0043557C">
              <w:t xml:space="preserve"> автомобильных дорог и искусственных сооружений на них </w:t>
            </w:r>
            <w:r>
              <w:t xml:space="preserve"> в Шейнском сельсовете</w:t>
            </w:r>
            <w:r w:rsidRPr="0043557C">
              <w:t xml:space="preserve"> Пачелмского района Пензенской области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022014604</w:t>
            </w:r>
            <w:r w:rsidRPr="0043557C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75,0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EE65CE">
        <w:trPr>
          <w:gridAfter w:val="1"/>
          <w:wAfter w:w="560" w:type="dxa"/>
          <w:trHeight w:val="18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022014604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75,0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EE65CE">
        <w:trPr>
          <w:gridAfter w:val="1"/>
          <w:wAfter w:w="560" w:type="dxa"/>
          <w:trHeight w:val="22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022014604</w:t>
            </w:r>
            <w:r w:rsidRPr="0043557C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75,0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EE65CE">
            <w:r>
              <w:rPr>
                <w:bCs/>
                <w:iCs/>
              </w:rPr>
              <w:t>Текущий ремонт  дорог  общего пользования в с. Шейно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B75E8F" w:rsidRDefault="00274048" w:rsidP="00EE65CE">
            <w:r w:rsidRPr="00770C8B">
              <w:t>022</w:t>
            </w:r>
            <w:r w:rsidRPr="00B75E8F">
              <w:t>01</w:t>
            </w:r>
            <w:r>
              <w:rPr>
                <w:lang w:val="en-US"/>
              </w:rPr>
              <w:t>S</w:t>
            </w:r>
            <w:r w:rsidRPr="00B75E8F">
              <w:t>3080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197551" w:rsidRDefault="00274048" w:rsidP="008917BF">
            <w:r>
              <w:t>4038,2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CD265B" w:rsidRDefault="00274048" w:rsidP="00F21103">
            <w:pPr>
              <w:widowControl/>
              <w:jc w:val="center"/>
            </w:pPr>
            <w:r w:rsidRPr="00CD265B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197551" w:rsidRDefault="00274048" w:rsidP="008917BF">
            <w:r>
              <w:t>4038,2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CD265B" w:rsidRDefault="00274048" w:rsidP="00F21103">
            <w:pPr>
              <w:widowControl/>
              <w:jc w:val="center"/>
            </w:pPr>
            <w:r w:rsidRPr="00CD265B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197551" w:rsidRDefault="00274048" w:rsidP="008917BF">
            <w:r>
              <w:t>4038,2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Основное мероприятие «Строительство автомобильных дорог общего пользования местного значения в границах поселения»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70C8B" w:rsidRDefault="00274048" w:rsidP="00F21103">
            <w:r>
              <w:t>0220200000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18308,5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Проектирование,строительство,</w:t>
            </w:r>
          </w:p>
          <w:p w:rsidR="00274048" w:rsidRPr="0043557C" w:rsidRDefault="00274048" w:rsidP="00F21103">
            <w:r>
              <w:t>реконструкция,капитальный ремонт и ремонт автомобильных дорог общего пользования местного значения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B75E8F" w:rsidRDefault="00274048" w:rsidP="00F21103">
            <w:r>
              <w:t>02202S3720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18308,5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770C8B" w:rsidRDefault="00274048" w:rsidP="00F21103">
            <w:r>
              <w:t>02202S3720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74403" w:rsidRDefault="00274048" w:rsidP="00F21103">
            <w:pPr>
              <w:widowControl/>
              <w:jc w:val="center"/>
            </w:pPr>
            <w:r w:rsidRPr="00874403"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18308,5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Бюджетные инвестиции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02202S3720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74403" w:rsidRDefault="00274048" w:rsidP="00F21103">
            <w:pPr>
              <w:widowControl/>
              <w:jc w:val="center"/>
            </w:pPr>
            <w:r w:rsidRPr="00874403"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18308,5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240,6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2,2</w:t>
            </w:r>
          </w:p>
        </w:tc>
      </w:tr>
      <w:tr w:rsidR="00274048" w:rsidRPr="0043557C" w:rsidTr="00F21103">
        <w:trPr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240,6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8917BF">
            <w:pPr>
              <w:widowControl/>
            </w:pPr>
            <w:r>
              <w:t>238,4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 w:rsidRPr="0043557C">
              <w:t>0,0</w:t>
            </w:r>
          </w:p>
        </w:tc>
        <w:tc>
          <w:tcPr>
            <w:tcW w:w="560" w:type="dxa"/>
            <w:vMerge w:val="restart"/>
            <w:tcBorders>
              <w:left w:val="nil"/>
            </w:tcBorders>
            <w:vAlign w:val="center"/>
          </w:tcPr>
          <w:p w:rsidR="00274048" w:rsidRDefault="00274048" w:rsidP="00F21103">
            <w:pPr>
              <w:widowControl/>
            </w:pPr>
          </w:p>
          <w:p w:rsidR="00274048" w:rsidRDefault="00274048" w:rsidP="00F21103">
            <w:pPr>
              <w:widowControl/>
            </w:pPr>
          </w:p>
          <w:p w:rsidR="00274048" w:rsidRDefault="00274048" w:rsidP="00F21103">
            <w:pPr>
              <w:widowControl/>
            </w:pPr>
          </w:p>
          <w:p w:rsidR="00274048" w:rsidRDefault="00274048" w:rsidP="00F21103">
            <w:pPr>
              <w:widowControl/>
            </w:pPr>
          </w:p>
          <w:p w:rsidR="00274048" w:rsidRDefault="00274048" w:rsidP="00F21103">
            <w:pPr>
              <w:widowControl/>
            </w:pPr>
          </w:p>
          <w:p w:rsidR="00274048" w:rsidRDefault="00274048" w:rsidP="00F21103">
            <w:pPr>
              <w:widowControl/>
            </w:pPr>
          </w:p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5C6564">
        <w:trPr>
          <w:trHeight w:val="9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8917BF">
            <w:pPr>
              <w:widowControl/>
            </w:pPr>
            <w:r>
              <w:t>238,4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5C6564">
        <w:trPr>
          <w:trHeight w:val="22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widowControl/>
            </w:pPr>
            <w:r>
              <w:t>Разработка проекта зон санитарной охраны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0410120390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</w:pPr>
            <w:r>
              <w:t>129,4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851648">
        <w:trPr>
          <w:trHeight w:val="2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01194F">
              <w:t>0410120390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8055D" w:rsidRDefault="00274048" w:rsidP="00F21103">
            <w:pPr>
              <w:widowControl/>
              <w:jc w:val="center"/>
            </w:pPr>
            <w:r w:rsidRPr="00F8055D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129,4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851648">
        <w:trPr>
          <w:trHeight w:val="20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>
            <w:r w:rsidRPr="0001194F">
              <w:t>0410120390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8055D" w:rsidRDefault="00274048" w:rsidP="00F21103">
            <w:pPr>
              <w:widowControl/>
              <w:jc w:val="center"/>
            </w:pPr>
            <w:r w:rsidRPr="00F8055D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129,4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 w:rsidRPr="0043557C"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F21103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99,0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4E4A15">
        <w:trPr>
          <w:trHeight w:val="3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F21103">
            <w:pPr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99,0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4E4A15">
        <w:trPr>
          <w:trHeight w:val="34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D465B7">
            <w:pPr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99,0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 w:rsidRPr="0043557C"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4E4A15">
        <w:trPr>
          <w:trHeight w:val="13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>
              <w:t>Кадастровые работы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E4A15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E4A15" w:rsidRDefault="00274048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D465B7">
            <w:pPr>
              <w:jc w:val="center"/>
            </w:pPr>
            <w:r>
              <w:t>041012044</w:t>
            </w:r>
            <w:r w:rsidRPr="00FB4F77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4E4A15">
        <w:trPr>
          <w:trHeight w:val="9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E4A15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E4A15" w:rsidRDefault="00274048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D778E4">
            <w:pPr>
              <w:jc w:val="center"/>
            </w:pPr>
            <w:r w:rsidRPr="00FB4F77">
              <w:t>04101204</w:t>
            </w:r>
            <w:r>
              <w:t>4</w:t>
            </w:r>
            <w:r w:rsidRPr="00FB4F77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4E4A15">
        <w:trPr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E4A15" w:rsidRDefault="00274048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E4A15" w:rsidRDefault="00274048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B4F77" w:rsidRDefault="00274048" w:rsidP="00D465B7">
            <w:pPr>
              <w:jc w:val="center"/>
            </w:pPr>
            <w:r>
              <w:t>041012044</w:t>
            </w:r>
            <w:r w:rsidRPr="00FB4F77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274048" w:rsidRPr="0043557C" w:rsidRDefault="00274048" w:rsidP="00F21103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Основное мероприятие «Реализация отдельных переданных полномочий Шейнского сельсовета Пачелмского района Пензенской области»</w:t>
            </w:r>
          </w:p>
          <w:p w:rsidR="00274048" w:rsidRPr="0043557C" w:rsidRDefault="00274048" w:rsidP="00F21103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/>
          <w:p w:rsidR="00274048" w:rsidRDefault="00274048" w:rsidP="007D6339"/>
          <w:p w:rsidR="00274048" w:rsidRPr="007D6339" w:rsidRDefault="00274048" w:rsidP="007D6339"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7D6339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857845" w:rsidRDefault="00274048" w:rsidP="00587BAC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1,</w:t>
            </w:r>
            <w:r w:rsidRPr="0043557C">
              <w:t>0</w:t>
            </w:r>
          </w:p>
        </w:tc>
        <w:tc>
          <w:tcPr>
            <w:tcW w:w="56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87BAC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87BAC">
            <w:pPr>
              <w:jc w:val="center"/>
            </w:pPr>
            <w:r w:rsidRPr="007B2E3D">
              <w:t>1,0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  <w:p w:rsidR="00274048" w:rsidRPr="0043557C" w:rsidRDefault="00274048" w:rsidP="00F21103">
            <w:pPr>
              <w:widowControl/>
            </w:pPr>
          </w:p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gridAfter w:val="1"/>
          <w:wAfter w:w="560" w:type="dxa"/>
          <w:trHeight w:val="28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0440180290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1,2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1,2</w:t>
            </w:r>
          </w:p>
        </w:tc>
      </w:tr>
      <w:tr w:rsidR="00274048" w:rsidRPr="0043557C" w:rsidTr="00F21103">
        <w:trPr>
          <w:gridAfter w:val="1"/>
          <w:wAfter w:w="560" w:type="dxa"/>
          <w:trHeight w:val="15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0440180290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jc w:val="center"/>
            </w:pPr>
            <w:r>
              <w:t>1,2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1,2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1,2</w:t>
            </w:r>
          </w:p>
        </w:tc>
      </w:tr>
      <w:tr w:rsidR="00274048" w:rsidRPr="0043557C" w:rsidTr="00F21103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0440180290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87BAC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87BAC">
            <w:pPr>
              <w:jc w:val="center"/>
            </w:pPr>
            <w:r w:rsidRPr="007B2E3D">
              <w:t>1,2</w:t>
            </w:r>
          </w:p>
        </w:tc>
      </w:tr>
      <w:tr w:rsidR="00274048" w:rsidRPr="0043557C" w:rsidTr="00EE65CE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EE65CE">
            <w:pPr>
              <w:widowControl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EE65CE" w:rsidRDefault="00274048" w:rsidP="00F21103">
            <w:pPr>
              <w:jc w:val="center"/>
              <w:rPr>
                <w:b/>
              </w:rPr>
            </w:pPr>
            <w:r w:rsidRPr="00EE65CE">
              <w:rPr>
                <w:b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EE65CE" w:rsidRDefault="00274048" w:rsidP="00F21103">
            <w:pPr>
              <w:widowControl/>
              <w:jc w:val="center"/>
              <w:rPr>
                <w:b/>
              </w:rPr>
            </w:pPr>
            <w:r w:rsidRPr="00EE65CE">
              <w:rPr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EE65CE" w:rsidRDefault="00274048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EE65CE" w:rsidRDefault="00274048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EE65CE" w:rsidRDefault="00274048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4232E" w:rsidRDefault="00274048" w:rsidP="008917BF">
            <w:pPr>
              <w:widowControl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1396,0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4232E" w:rsidRDefault="00274048" w:rsidP="00587BAC">
            <w:pPr>
              <w:widowControl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4232E" w:rsidRDefault="00274048" w:rsidP="00587BAC">
            <w:pPr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Благоустройство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413423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874403" w:rsidRDefault="00274048" w:rsidP="008917BF">
            <w:r>
              <w:rPr>
                <w:bCs/>
                <w:iCs/>
              </w:rPr>
              <w:t>1396,0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 w:rsidRPr="003E52EA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 xml:space="preserve">на  2014-2022 годы  </w:t>
            </w:r>
            <w:r w:rsidRPr="003E52EA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615EE1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020</w:t>
            </w: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0</w:t>
            </w:r>
            <w:r w:rsidRPr="00951729">
              <w:rPr>
                <w:bCs/>
                <w:iCs/>
              </w:rPr>
              <w:t>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/>
          <w:p w:rsidR="00274048" w:rsidRPr="009E3C72" w:rsidRDefault="00274048" w:rsidP="008917BF"/>
          <w:p w:rsidR="00274048" w:rsidRPr="009E3C72" w:rsidRDefault="00274048" w:rsidP="008917BF"/>
          <w:p w:rsidR="00274048" w:rsidRDefault="00274048" w:rsidP="008917BF"/>
          <w:p w:rsidR="00274048" w:rsidRPr="009E3C72" w:rsidRDefault="00274048" w:rsidP="008917BF"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 xml:space="preserve">Подпрограмма "Комплексная программа развития систем коммунальной инфраструктуры </w:t>
            </w:r>
            <w:r>
              <w:rPr>
                <w:bCs/>
                <w:iCs/>
              </w:rPr>
              <w:t>Шейнского</w:t>
            </w:r>
            <w:r w:rsidRPr="00951729">
              <w:rPr>
                <w:bCs/>
                <w:iCs/>
              </w:rPr>
              <w:t xml:space="preserve"> сельсовета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0210000000 </w:t>
            </w:r>
          </w:p>
          <w:p w:rsidR="00274048" w:rsidRDefault="00274048" w:rsidP="007D6339"/>
          <w:p w:rsidR="00274048" w:rsidRPr="007D6339" w:rsidRDefault="00274048" w:rsidP="007D6339"/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413423"/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86298" w:rsidRDefault="00274048" w:rsidP="008917BF">
            <w:pPr>
              <w:rPr>
                <w:color w:val="FF0000"/>
              </w:rPr>
            </w:pPr>
          </w:p>
          <w:p w:rsidR="00274048" w:rsidRPr="00D86298" w:rsidRDefault="00274048" w:rsidP="008917BF">
            <w:pPr>
              <w:rPr>
                <w:color w:val="FF0000"/>
              </w:rPr>
            </w:pPr>
          </w:p>
          <w:p w:rsidR="00274048" w:rsidRPr="00D86298" w:rsidRDefault="00274048" w:rsidP="008917BF">
            <w:pPr>
              <w:rPr>
                <w:color w:val="FF0000"/>
              </w:rPr>
            </w:pPr>
          </w:p>
          <w:p w:rsidR="00274048" w:rsidRPr="00727045" w:rsidRDefault="00274048" w:rsidP="008917BF">
            <w:r w:rsidRPr="00727045"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Основное мер</w:t>
            </w:r>
            <w:r>
              <w:rPr>
                <w:bCs/>
                <w:iCs/>
              </w:rPr>
              <w:t>оприятие "Обеспечение освещения населенных пунктов  в ночное время</w:t>
            </w:r>
            <w:r w:rsidRPr="00951729">
              <w:rPr>
                <w:bCs/>
                <w:iCs/>
              </w:rPr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EE65CE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Уличное освещение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</w:t>
            </w:r>
            <w:r>
              <w:rPr>
                <w:bCs/>
                <w:iCs/>
              </w:rPr>
              <w:t>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</w:t>
            </w:r>
            <w:r>
              <w:rPr>
                <w:bCs/>
                <w:iCs/>
              </w:rPr>
              <w:t>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3E52EA">
              <w:t>Муниципальная</w:t>
            </w:r>
            <w:r>
              <w:t xml:space="preserve"> </w:t>
            </w:r>
            <w:r w:rsidRPr="003E52EA">
              <w:t xml:space="preserve"> программа</w:t>
            </w:r>
            <w:r>
              <w:t xml:space="preserve"> </w:t>
            </w:r>
            <w:r w:rsidRPr="003E52EA">
              <w:t xml:space="preserve"> Шейнского сельсовета </w:t>
            </w:r>
            <w:r>
              <w:t xml:space="preserve"> </w:t>
            </w:r>
            <w:r w:rsidRPr="003E52EA">
              <w:t xml:space="preserve">Пачелмского района Пензенской области </w:t>
            </w:r>
            <w:r>
              <w:t xml:space="preserve"> </w:t>
            </w:r>
            <w:r w:rsidRPr="003E52EA">
              <w:t>"</w:t>
            </w:r>
            <w:r>
              <w:t xml:space="preserve">Комплексное развитие сельских территорий </w:t>
            </w:r>
            <w:r w:rsidRPr="003E52EA">
              <w:t xml:space="preserve"> Шейнского сельсовета </w:t>
            </w:r>
            <w:r>
              <w:t xml:space="preserve"> </w:t>
            </w:r>
            <w:r w:rsidRPr="003E52EA">
              <w:t>Пачелмского района</w:t>
            </w:r>
            <w:r>
              <w:t xml:space="preserve"> </w:t>
            </w:r>
            <w:r w:rsidRPr="003E52EA">
              <w:t xml:space="preserve">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1386,0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E52EA" w:rsidRDefault="00274048" w:rsidP="00BE0C1C">
            <w:pPr>
              <w:widowControl/>
            </w:pPr>
            <w:r>
              <w:t>Благоустройство сельских территорий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51729" w:rsidRDefault="00274048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>
              <w:t>Благоустройство сельских территорий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F34EA6" w:rsidRDefault="00274048" w:rsidP="00BE0C1C">
            <w:pPr>
              <w:widowControl/>
              <w:rPr>
                <w:bCs/>
                <w:iCs/>
                <w:lang w:val="en-US"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</w:t>
            </w: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F1C12" w:rsidRDefault="00274048" w:rsidP="008917BF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240D8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C75A26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BE0C1C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C75A26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BE0C1C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8917BF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274048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8917B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808,0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Культура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917BF">
            <w:r>
              <w:t>808,0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484,1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  <w:jc w:val="center"/>
            </w:pPr>
            <w:r>
              <w:t>484,1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>
              <w:t xml:space="preserve">  </w:t>
            </w:r>
            <w:r w:rsidRPr="0043557C">
              <w:t>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917BF">
            <w:r>
              <w:t>428,9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105,0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0330000000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EF0C79">
              <w:t>428,9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r>
              <w:t>105,0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sz w:val="16"/>
                <w:szCs w:val="16"/>
              </w:rPr>
            </w:pPr>
            <w:r w:rsidRPr="0043557C">
              <w:t>Основное мероприятие "Обеспечение соответствия состояния объектов социально-культурной сферы  нормативным требованиям</w:t>
            </w:r>
            <w:r w:rsidRPr="0043557C">
              <w:rPr>
                <w:sz w:val="16"/>
                <w:szCs w:val="16"/>
              </w:rPr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0330100000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EF0C79">
              <w:t>428,9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105,0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0330128500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EF0C79">
              <w:t>428,9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587BAC">
            <w:r>
              <w:t>105,0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0330128500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EF0C79">
              <w:t>428,9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r>
              <w:t>105,0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0330128500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/>
          <w:p w:rsidR="00274048" w:rsidRPr="0043557C" w:rsidRDefault="00274048" w:rsidP="008917BF">
            <w:r>
              <w:t>428,9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jc w:val="center"/>
            </w:pPr>
            <w:r>
              <w:t>105,0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379,1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</w:tr>
      <w:tr w:rsidR="00274048" w:rsidRPr="0043557C" w:rsidTr="007D6339">
        <w:trPr>
          <w:gridAfter w:val="1"/>
          <w:wAfter w:w="560" w:type="dxa"/>
          <w:trHeight w:val="959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379,1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379,1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0440180250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379,1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gridAfter w:val="1"/>
          <w:wAfter w:w="560" w:type="dxa"/>
          <w:trHeight w:val="8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0440180250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379,1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</w:tr>
      <w:tr w:rsidR="00274048" w:rsidRPr="0043557C" w:rsidTr="00F21103">
        <w:trPr>
          <w:trHeight w:val="52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0440180250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>
              <w:t>379,1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74048" w:rsidRDefault="00274048" w:rsidP="00587BAC">
            <w:pPr>
              <w:jc w:val="center"/>
            </w:pPr>
            <w:r>
              <w:t>379,1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</w:p>
          <w:p w:rsidR="00274048" w:rsidRPr="0043557C" w:rsidRDefault="00274048" w:rsidP="00F21103">
            <w:pPr>
              <w:widowControl/>
            </w:pPr>
          </w:p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67A48" w:rsidRDefault="00274048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8917BF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67A48" w:rsidRDefault="00274048" w:rsidP="00587BAC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</w:tr>
      <w:tr w:rsidR="00274048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917BF">
            <w:pPr>
              <w:widowControl/>
            </w:pPr>
            <w:r>
              <w:t>19,0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</w:pPr>
            <w:r>
              <w:t>19,0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587BAC">
            <w:pPr>
              <w:widowControl/>
            </w:pPr>
            <w:r>
              <w:t>19,0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</w:tr>
      <w:tr w:rsidR="00274048" w:rsidRPr="0043557C" w:rsidTr="005C6564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</w:tr>
      <w:tr w:rsidR="00274048" w:rsidRPr="0043557C" w:rsidTr="005C6564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</w:tr>
      <w:tr w:rsidR="00274048" w:rsidRPr="0043557C" w:rsidTr="005C6564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</w:tr>
      <w:tr w:rsidR="00274048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917BF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587BAC">
            <w:r w:rsidRPr="00D71F0E">
              <w:t>19,0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D7FC3" w:rsidRDefault="00274048" w:rsidP="008917BF">
            <w:pPr>
              <w:widowControl/>
            </w:pPr>
            <w:r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D7FC3" w:rsidRDefault="00274048" w:rsidP="00587BAC">
            <w:pPr>
              <w:widowControl/>
            </w:pPr>
            <w:r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6D7FC3" w:rsidRDefault="00274048" w:rsidP="00587BAC">
            <w:pPr>
              <w:widowControl/>
            </w:pPr>
            <w:r>
              <w:t>19,0</w:t>
            </w:r>
          </w:p>
        </w:tc>
      </w:tr>
      <w:tr w:rsidR="00274048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 xml:space="preserve">     Всего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8917BF">
            <w:pPr>
              <w:widowControl/>
              <w:rPr>
                <w:b/>
              </w:rPr>
            </w:pPr>
            <w:r>
              <w:rPr>
                <w:b/>
              </w:rPr>
              <w:t>28352,5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87BA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587BA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3614,8</w:t>
            </w:r>
          </w:p>
        </w:tc>
      </w:tr>
    </w:tbl>
    <w:p w:rsidR="00274048" w:rsidRDefault="00274048" w:rsidP="00397F4F">
      <w:pPr>
        <w:tabs>
          <w:tab w:val="left" w:pos="8430"/>
        </w:tabs>
        <w:suppressAutoHyphens/>
        <w:rPr>
          <w:sz w:val="24"/>
          <w:szCs w:val="24"/>
        </w:rPr>
      </w:pPr>
    </w:p>
    <w:p w:rsidR="00274048" w:rsidRDefault="00274048" w:rsidP="00397F4F">
      <w:pPr>
        <w:pStyle w:val="BodyText"/>
        <w:jc w:val="right"/>
        <w:rPr>
          <w:sz w:val="24"/>
        </w:rPr>
      </w:pPr>
      <w:r>
        <w:rPr>
          <w:sz w:val="24"/>
        </w:rPr>
        <w:t>».</w:t>
      </w:r>
    </w:p>
    <w:p w:rsidR="00274048" w:rsidRDefault="00274048" w:rsidP="00397F4F">
      <w:pPr>
        <w:pStyle w:val="BodyText"/>
        <w:jc w:val="right"/>
        <w:rPr>
          <w:sz w:val="24"/>
        </w:rPr>
      </w:pPr>
    </w:p>
    <w:p w:rsidR="00274048" w:rsidRPr="00204388" w:rsidRDefault="00274048" w:rsidP="00204388">
      <w:pPr>
        <w:pStyle w:val="BodyText"/>
        <w:rPr>
          <w:sz w:val="16"/>
          <w:szCs w:val="16"/>
        </w:rPr>
      </w:pPr>
      <w:r w:rsidRPr="0043557C">
        <w:t xml:space="preserve">           </w:t>
      </w:r>
      <w:r>
        <w:rPr>
          <w:sz w:val="24"/>
          <w:szCs w:val="24"/>
        </w:rPr>
        <w:t>1.3.Приложение № 10 изложить в следующей редакции:</w:t>
      </w:r>
    </w:p>
    <w:p w:rsidR="00274048" w:rsidRDefault="00274048" w:rsidP="00397F4F">
      <w:pPr>
        <w:tabs>
          <w:tab w:val="left" w:pos="8430"/>
        </w:tabs>
        <w:suppressAutoHyphens/>
      </w:pPr>
    </w:p>
    <w:p w:rsidR="00274048" w:rsidRPr="0043557C" w:rsidRDefault="00274048" w:rsidP="00397F4F">
      <w:pPr>
        <w:tabs>
          <w:tab w:val="left" w:pos="8430"/>
        </w:tabs>
        <w:suppressAutoHyphens/>
        <w:jc w:val="right"/>
      </w:pPr>
      <w:r>
        <w:t>«</w:t>
      </w:r>
      <w:r w:rsidRPr="0043557C">
        <w:t>Приложение 10</w:t>
      </w:r>
    </w:p>
    <w:p w:rsidR="00274048" w:rsidRPr="0043557C" w:rsidRDefault="00274048" w:rsidP="00397F4F">
      <w:pPr>
        <w:suppressAutoHyphens/>
        <w:spacing w:line="240" w:lineRule="exact"/>
        <w:jc w:val="right"/>
      </w:pPr>
      <w:r w:rsidRPr="0043557C">
        <w:t>к решению Комитета местного</w:t>
      </w:r>
    </w:p>
    <w:p w:rsidR="00274048" w:rsidRPr="0043557C" w:rsidRDefault="00274048" w:rsidP="00397F4F">
      <w:pPr>
        <w:suppressAutoHyphens/>
        <w:spacing w:line="240" w:lineRule="exact"/>
        <w:jc w:val="right"/>
      </w:pPr>
      <w:r w:rsidRPr="0043557C">
        <w:t xml:space="preserve"> самоуправления Шейнского сельсовета</w:t>
      </w:r>
    </w:p>
    <w:p w:rsidR="00274048" w:rsidRPr="0043557C" w:rsidRDefault="00274048" w:rsidP="00397F4F">
      <w:pPr>
        <w:suppressAutoHyphens/>
        <w:spacing w:line="240" w:lineRule="exact"/>
        <w:jc w:val="right"/>
      </w:pPr>
      <w:r w:rsidRPr="0043557C">
        <w:t>Пачелмского района Пензенской области</w:t>
      </w:r>
    </w:p>
    <w:p w:rsidR="00274048" w:rsidRPr="002D3BE2" w:rsidRDefault="00274048" w:rsidP="00397F4F">
      <w:pPr>
        <w:jc w:val="right"/>
      </w:pPr>
      <w:r w:rsidRPr="0043557C">
        <w:t xml:space="preserve">от </w:t>
      </w:r>
      <w:r>
        <w:t xml:space="preserve"> 25.12.2019 </w:t>
      </w:r>
      <w:r w:rsidRPr="0043557C">
        <w:t>№</w:t>
      </w:r>
      <w:r>
        <w:t>08-6/3</w:t>
      </w:r>
      <w:r w:rsidRPr="0043557C">
        <w:t xml:space="preserve"> </w:t>
      </w:r>
      <w:r>
        <w:t xml:space="preserve"> </w:t>
      </w:r>
    </w:p>
    <w:p w:rsidR="00274048" w:rsidRDefault="00274048" w:rsidP="00397F4F">
      <w:pPr>
        <w:pStyle w:val="BodyText"/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Распределение бюджетных ассигнований по целевым статьям (ЦСР) 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</w:t>
      </w:r>
      <w:r>
        <w:rPr>
          <w:b/>
          <w:bCs/>
          <w:sz w:val="24"/>
          <w:szCs w:val="24"/>
        </w:rPr>
        <w:t>йона Пензенской области  на 2020</w:t>
      </w:r>
      <w:r w:rsidRPr="00D2030B">
        <w:rPr>
          <w:b/>
          <w:bCs/>
          <w:sz w:val="24"/>
          <w:szCs w:val="24"/>
        </w:rPr>
        <w:t xml:space="preserve"> год и плановый период </w:t>
      </w:r>
    </w:p>
    <w:p w:rsidR="00274048" w:rsidRPr="00D2030B" w:rsidRDefault="00274048" w:rsidP="00397F4F">
      <w:pPr>
        <w:pStyle w:val="Body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2021 и 2022</w:t>
      </w:r>
      <w:r w:rsidRPr="00D2030B">
        <w:rPr>
          <w:b/>
          <w:bCs/>
          <w:sz w:val="24"/>
          <w:szCs w:val="24"/>
        </w:rPr>
        <w:t xml:space="preserve"> годов.</w:t>
      </w:r>
    </w:p>
    <w:p w:rsidR="00274048" w:rsidRPr="0043557C" w:rsidRDefault="00274048" w:rsidP="00397F4F">
      <w:pPr>
        <w:pStyle w:val="BodyText"/>
        <w:jc w:val="right"/>
        <w:rPr>
          <w:b/>
          <w:bCs/>
          <w:sz w:val="20"/>
          <w:szCs w:val="20"/>
        </w:rPr>
      </w:pPr>
      <w:r w:rsidRPr="0043557C">
        <w:rPr>
          <w:b/>
          <w:bCs/>
          <w:sz w:val="20"/>
          <w:szCs w:val="20"/>
        </w:rPr>
        <w:t>тыс.руб.</w:t>
      </w:r>
    </w:p>
    <w:tbl>
      <w:tblPr>
        <w:tblW w:w="9991" w:type="dxa"/>
        <w:tblInd w:w="2" w:type="dxa"/>
        <w:tblLook w:val="00A0"/>
      </w:tblPr>
      <w:tblGrid>
        <w:gridCol w:w="3706"/>
        <w:gridCol w:w="567"/>
        <w:gridCol w:w="352"/>
        <w:gridCol w:w="567"/>
        <w:gridCol w:w="851"/>
        <w:gridCol w:w="708"/>
        <w:gridCol w:w="1066"/>
        <w:gridCol w:w="970"/>
        <w:gridCol w:w="968"/>
        <w:gridCol w:w="236"/>
      </w:tblGrid>
      <w:tr w:rsidR="00274048" w:rsidRPr="0043557C" w:rsidTr="00F21103">
        <w:trPr>
          <w:gridAfter w:val="1"/>
          <w:wAfter w:w="236" w:type="dxa"/>
          <w:trHeight w:val="435"/>
        </w:trPr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Наименование</w:t>
            </w:r>
          </w:p>
        </w:tc>
        <w:tc>
          <w:tcPr>
            <w:tcW w:w="233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ЦСР</w:t>
            </w:r>
          </w:p>
          <w:p w:rsidR="00274048" w:rsidRPr="0043557C" w:rsidRDefault="00274048" w:rsidP="00F21103">
            <w:pPr>
              <w:widowControl/>
              <w:jc w:val="center"/>
            </w:pPr>
          </w:p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Вр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 xml:space="preserve">Сумма </w:t>
            </w:r>
            <w:r w:rsidRPr="0043557C">
              <w:br/>
            </w:r>
          </w:p>
        </w:tc>
      </w:tr>
      <w:tr w:rsidR="00274048" w:rsidRPr="0043557C" w:rsidTr="00F21103">
        <w:trPr>
          <w:gridAfter w:val="1"/>
          <w:wAfter w:w="236" w:type="dxa"/>
          <w:trHeight w:val="240"/>
        </w:trPr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233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jc w:val="center"/>
            </w:pPr>
            <w:r>
              <w:t>2020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20</w:t>
            </w:r>
            <w:r>
              <w:t>21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47EA7" w:rsidRDefault="00274048" w:rsidP="00F21103">
            <w:pPr>
              <w:widowControl/>
            </w:pPr>
            <w:r>
              <w:rPr>
                <w:lang w:val="en-US"/>
              </w:rPr>
              <w:t>202</w:t>
            </w:r>
            <w:r>
              <w:t>2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4048" w:rsidRPr="0043557C" w:rsidRDefault="00274048" w:rsidP="00F21103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 w:rsidRPr="0043557C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6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I. МУНИЦИПАЛЬНЫЕ  ПРОГРАММЫ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28305,2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3604,8</w:t>
            </w:r>
          </w:p>
        </w:tc>
      </w:tr>
      <w:tr w:rsidR="00274048" w:rsidRPr="0043557C" w:rsidTr="00F21103">
        <w:trPr>
          <w:gridAfter w:val="1"/>
          <w:wAfter w:w="236" w:type="dxa"/>
          <w:trHeight w:val="1867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 сельсовета Пачелмского района Пензенской области "Развитие территории, социальной, коммунальной и инженерной инфраструктуры  Шейнского сельсовета Пачелмского района  Пензенской области</w:t>
            </w:r>
            <w:r>
              <w:rPr>
                <w:b/>
                <w:bCs/>
              </w:rPr>
              <w:t xml:space="preserve">  на 2014-2022 годы</w:t>
            </w:r>
            <w:r w:rsidRPr="0043557C">
              <w:rPr>
                <w:b/>
                <w:bCs/>
              </w:rPr>
              <w:t xml:space="preserve">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274048" w:rsidRPr="00D4232E" w:rsidRDefault="00274048" w:rsidP="00F21103">
            <w:pPr>
              <w:rPr>
                <w:rFonts w:ascii="Times New Roman CYR" w:hAnsi="Times New Roman CYR" w:cs="Times New Roman CYR"/>
                <w:b/>
              </w:rPr>
            </w:pPr>
            <w:r w:rsidRPr="00D4232E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D4232E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23104,0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4232E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D4232E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875,0</w:t>
            </w:r>
          </w:p>
        </w:tc>
      </w:tr>
      <w:tr w:rsidR="00274048" w:rsidRPr="0043557C" w:rsidTr="00276D3A">
        <w:trPr>
          <w:gridAfter w:val="1"/>
          <w:wAfter w:w="236" w:type="dxa"/>
          <w:trHeight w:val="322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 xml:space="preserve">Подпрограмма "Комплексная программа развития систем коммунальной инфраструктуры </w:t>
            </w:r>
            <w:r>
              <w:rPr>
                <w:bCs/>
                <w:iCs/>
              </w:rPr>
              <w:t>Шейнского</w:t>
            </w:r>
            <w:r w:rsidRPr="00951729">
              <w:rPr>
                <w:bCs/>
                <w:iCs/>
              </w:rPr>
              <w:t xml:space="preserve"> сельсовета Пачелмского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D4232E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4048" w:rsidRPr="0043557C" w:rsidTr="00276D3A">
        <w:trPr>
          <w:gridAfter w:val="1"/>
          <w:wAfter w:w="236" w:type="dxa"/>
          <w:trHeight w:val="33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Основное мер</w:t>
            </w:r>
            <w:r>
              <w:rPr>
                <w:bCs/>
                <w:iCs/>
              </w:rPr>
              <w:t>оприятие "Обеспечение освещения населенных пунктов  в ночное время</w:t>
            </w:r>
            <w:r w:rsidRPr="00951729">
              <w:rPr>
                <w:bCs/>
                <w:i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276D3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276D3A" w:rsidRDefault="00274048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276D3A" w:rsidRDefault="00274048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276D3A" w:rsidRDefault="00274048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274048" w:rsidRPr="0043557C" w:rsidTr="00413423">
        <w:trPr>
          <w:gridAfter w:val="1"/>
          <w:wAfter w:w="236" w:type="dxa"/>
          <w:trHeight w:val="37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413423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65160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276D3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276D3A" w:rsidRDefault="00274048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276D3A" w:rsidRDefault="00274048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276D3A" w:rsidRDefault="00274048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274048" w:rsidRPr="0043557C" w:rsidTr="00413423">
        <w:trPr>
          <w:gridAfter w:val="1"/>
          <w:wAfter w:w="236" w:type="dxa"/>
          <w:trHeight w:val="3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65160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276D3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276D3A" w:rsidRDefault="00274048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276D3A" w:rsidRDefault="00274048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276D3A" w:rsidRDefault="00274048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274048" w:rsidRPr="0043557C" w:rsidTr="00413423">
        <w:trPr>
          <w:gridAfter w:val="1"/>
          <w:wAfter w:w="236" w:type="dxa"/>
          <w:trHeight w:val="4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276D3A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65160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276D3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276D3A" w:rsidRDefault="00274048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276D3A" w:rsidRDefault="00274048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276D3A" w:rsidRDefault="00274048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"Содержание и ремонт внутрипоселенческих дорог в Шейнском  сельсовете Пачелмского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38488A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23094,0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8488A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38488A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875,0</w:t>
            </w:r>
          </w:p>
        </w:tc>
      </w:tr>
      <w:tr w:rsidR="00274048" w:rsidRPr="0043557C" w:rsidTr="00F21103"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"Улучшение состояния автомобильных дорог местного значения в границах поселения"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02</w:t>
            </w:r>
          </w:p>
        </w:tc>
        <w:tc>
          <w:tcPr>
            <w:tcW w:w="3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</w:pPr>
            <w:r>
              <w:t>4785,5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875,0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74048" w:rsidRDefault="00274048" w:rsidP="00F21103">
            <w:pPr>
              <w:widowControl/>
            </w:pPr>
          </w:p>
          <w:p w:rsidR="00274048" w:rsidRDefault="00274048" w:rsidP="00F21103">
            <w:pPr>
              <w:widowControl/>
            </w:pPr>
          </w:p>
          <w:p w:rsidR="00274048" w:rsidRPr="0043557C" w:rsidRDefault="00274048" w:rsidP="00F21103">
            <w:pPr>
              <w:widowControl/>
            </w:pP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647,3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647,3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647,3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875,0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 xml:space="preserve">Ремонт автомобильных дорог </w:t>
            </w:r>
            <w:r w:rsidRPr="0043557C">
              <w:t xml:space="preserve">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t>4603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25,0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F6E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</w:t>
            </w:r>
            <w:r>
              <w:t>3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25,0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F6E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</w:t>
            </w:r>
            <w:r>
              <w:t>3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25,0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 xml:space="preserve">Строительство и реконструкция </w:t>
            </w:r>
            <w:r w:rsidRPr="0043557C">
              <w:t xml:space="preserve"> автомобильных дорог и искусственных сооружений на них </w:t>
            </w:r>
            <w:r>
              <w:t xml:space="preserve"> в Шейнском сельсовете</w:t>
            </w:r>
            <w:r w:rsidRPr="0043557C">
              <w:t xml:space="preserve">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t>4604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75,0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t>4604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75,0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F6E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</w:t>
            </w:r>
            <w:r>
              <w:t>4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75,0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rPr>
                <w:bCs/>
                <w:iCs/>
              </w:rPr>
              <w:t>Текущий ремонт  дорог  общего пользования в с. Шейно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967417" w:rsidRDefault="00274048" w:rsidP="00BF6EED">
            <w:r>
              <w:t>4038,2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F375B0">
              <w:rPr>
                <w:rFonts w:ascii="Times New Roman CYR" w:hAnsi="Times New Roman CYR" w:cs="Times New Roman CYR"/>
                <w:lang w:val="en-US"/>
              </w:rPr>
              <w:t>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967417" w:rsidRDefault="00274048" w:rsidP="00F21103">
            <w:r>
              <w:t>4038,2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F375B0">
              <w:rPr>
                <w:rFonts w:ascii="Times New Roman CYR" w:hAnsi="Times New Roman CYR" w:cs="Times New Roman CYR"/>
                <w:lang w:val="en-US"/>
              </w:rPr>
              <w:t>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967417" w:rsidRDefault="00274048" w:rsidP="00F21103">
            <w:r>
              <w:t>4038,2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Основное мероприятие «Строительство автомобильных дорог общего пользования местного значения в границах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967417" w:rsidRDefault="00274048" w:rsidP="00F21103">
            <w:pPr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9E22DE" w:rsidRDefault="00274048" w:rsidP="00F21103">
            <w:r>
              <w:t>18308,5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Проектирование, строительство,</w:t>
            </w:r>
          </w:p>
          <w:p w:rsidR="00274048" w:rsidRPr="0043557C" w:rsidRDefault="00274048" w:rsidP="00F21103">
            <w: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091883">
              <w:rPr>
                <w:rFonts w:ascii="Times New Roman CYR" w:hAnsi="Times New Roman CYR" w:cs="Times New Roman CYR"/>
                <w:lang w:val="en-US"/>
              </w:rPr>
              <w:t>S3720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9E22DE" w:rsidRDefault="00274048" w:rsidP="00F21103">
            <w:r>
              <w:t>18308,5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widowControl/>
              <w:rPr>
                <w:lang w:val="en-US"/>
              </w:rPr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091883">
              <w:rPr>
                <w:rFonts w:ascii="Times New Roman CYR" w:hAnsi="Times New Roman CYR" w:cs="Times New Roman CYR"/>
                <w:lang w:val="en-US"/>
              </w:rPr>
              <w:t>S</w:t>
            </w:r>
            <w:r w:rsidRPr="00967417">
              <w:rPr>
                <w:rFonts w:ascii="Times New Roman CYR" w:hAnsi="Times New Roman CYR" w:cs="Times New Roman CYR"/>
              </w:rPr>
              <w:t>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967417" w:rsidRDefault="00274048" w:rsidP="00F21103">
            <w:r>
              <w:t>18308,5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967417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091883">
              <w:rPr>
                <w:rFonts w:ascii="Times New Roman CYR" w:hAnsi="Times New Roman CYR" w:cs="Times New Roman CYR"/>
                <w:lang w:val="en-US"/>
              </w:rPr>
              <w:t>S3720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967417" w:rsidRDefault="00274048" w:rsidP="00F21103">
            <w:r>
              <w:t>18308,5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D03AF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Муниципальная программа Шейнского сельсовета Пачелмского района Пензенской области " Развитие культуры и поддержка молодежи Шейнского  сельсовета Пачелмского района Пензенской области</w:t>
            </w:r>
            <w:r>
              <w:rPr>
                <w:b/>
                <w:bCs/>
              </w:rPr>
              <w:t xml:space="preserve">     на 2014-2022 годы</w:t>
            </w:r>
            <w:r w:rsidRPr="0043557C">
              <w:rPr>
                <w:b/>
                <w:bCs/>
              </w:rPr>
              <w:t xml:space="preserve"> 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F16C1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428,9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F16C1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F16C1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D03AF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Подпрограмма «Содержание объектов социальной культурной сферы»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03AF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03AF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D03AF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03AF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D03AF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D03AF7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428,9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03AF7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D03AF7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«Обеспечение соответствия состояния объектов социально-культурной сферы нормативным требованиям»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>
            <w:r w:rsidRPr="00AE6575">
              <w:t>428,9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105,0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содержание объектов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>
            <w:r w:rsidRPr="00AE6575">
              <w:t>428,9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105,0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>
            <w:r w:rsidRPr="00AE6575">
              <w:t>428,9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105,0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428,9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105,0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rPr>
                <w:b/>
                <w:bCs/>
              </w:rPr>
              <w:t xml:space="preserve">   на 2014-2022 годы </w:t>
            </w:r>
            <w:r w:rsidRPr="0043557C">
              <w:rPr>
                <w:b/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3386,3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6072BF" w:rsidRDefault="00274048" w:rsidP="00F2110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2713,3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6072BF" w:rsidRDefault="00274048" w:rsidP="00F2110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2624,8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« Оценка недвижимости ,признание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3848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7250A6">
            <w:pPr>
              <w:widowControl/>
              <w:rPr>
                <w:b/>
                <w:bCs/>
              </w:rPr>
            </w:pPr>
            <w:r w:rsidRPr="00A8417B">
              <w:rPr>
                <w:b/>
                <w:bCs/>
              </w:rPr>
              <w:t>320,4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38488A" w:rsidRDefault="00274048" w:rsidP="00F21103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807C62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F21103">
            <w:pPr>
              <w:widowControl/>
            </w:pPr>
            <w:r w:rsidRPr="00A8417B">
              <w:t>320,4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widowControl/>
            </w:pPr>
            <w:r>
              <w:t>Разработка проекта зон санитарной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807C62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F21103">
            <w:pPr>
              <w:widowControl/>
            </w:pPr>
            <w:r w:rsidRPr="00A8417B">
              <w:t>129,4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</w:tr>
      <w:tr w:rsidR="00274048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807C62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7250A6">
            <w:pPr>
              <w:widowControl/>
            </w:pPr>
            <w:r w:rsidRPr="00A8417B">
              <w:t>129,4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</w:tr>
      <w:tr w:rsidR="00274048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807C62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F21103">
            <w:pPr>
              <w:widowControl/>
            </w:pPr>
            <w:r w:rsidRPr="00A8417B">
              <w:t>129,4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Мероприятия в области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0,0</w:t>
            </w:r>
          </w:p>
        </w:tc>
      </w:tr>
      <w:tr w:rsidR="00274048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048" w:rsidRPr="0043557C" w:rsidRDefault="00274048" w:rsidP="00851648">
            <w:pPr>
              <w:widowControl/>
            </w:pPr>
            <w:r w:rsidRPr="0043557C">
              <w:t xml:space="preserve">Оценка недвижимости, признание прав и регулирование отношений по муниципальной собственности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851648">
            <w:pPr>
              <w:widowControl/>
            </w:pPr>
            <w:r w:rsidRPr="00A8417B">
              <w:t>82,0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>
              <w:t>0,0</w:t>
            </w:r>
          </w:p>
        </w:tc>
      </w:tr>
      <w:tr w:rsidR="00274048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851648">
            <w:pPr>
              <w:widowControl/>
            </w:pPr>
            <w:r>
              <w:t>12,0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>
              <w:t>0,0</w:t>
            </w:r>
          </w:p>
        </w:tc>
      </w:tr>
      <w:tr w:rsidR="00274048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851648">
            <w:pPr>
              <w:widowControl/>
            </w:pPr>
            <w:r>
              <w:t>12,0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851648">
            <w:r>
              <w:t>0,0</w:t>
            </w:r>
          </w:p>
        </w:tc>
      </w:tr>
      <w:tr w:rsidR="00274048" w:rsidRPr="0043557C" w:rsidTr="000D0A3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193C40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851648">
            <w:pPr>
              <w:widowControl/>
            </w:pPr>
            <w:r>
              <w:t>70,0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</w:tr>
      <w:tr w:rsidR="00274048" w:rsidRPr="0043557C" w:rsidTr="000D0A3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193C40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851648">
            <w:pPr>
              <w:widowControl/>
            </w:pPr>
            <w:r>
              <w:t>70,0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</w:tr>
      <w:tr w:rsidR="00274048" w:rsidRPr="0043557C" w:rsidTr="000D0A3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193C40">
            <w:pPr>
              <w:widowControl/>
            </w:pPr>
            <w:r>
              <w:t>Кадастровые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851648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</w:tr>
      <w:tr w:rsidR="00274048" w:rsidRPr="0043557C" w:rsidTr="00603F57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851648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</w:tr>
      <w:tr w:rsidR="00274048" w:rsidRPr="0043557C" w:rsidTr="00603F57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FB4F77" w:rsidRDefault="00274048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851648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851648"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 «Обеспечение деятельности администрации Шейнского сельсовета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F16C1" w:rsidRDefault="00274048" w:rsidP="00F21103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2572,9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F16C1" w:rsidRDefault="00274048" w:rsidP="00F21103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2227,5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F16C1" w:rsidRDefault="00274048" w:rsidP="00F21103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2135,9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 xml:space="preserve">Основное мероприятие «Создание  оптимальных  условий для повышения эффективности реализации полномочий администрацией </w:t>
            </w:r>
            <w:r>
              <w:rPr>
                <w:color w:val="000000"/>
              </w:rPr>
              <w:t xml:space="preserve"> </w:t>
            </w:r>
            <w:r w:rsidRPr="0043557C">
              <w:rPr>
                <w:color w:val="000000"/>
              </w:rPr>
              <w:t>Шейнского сельсовета  Пачелмского района</w:t>
            </w:r>
            <w:r>
              <w:rPr>
                <w:color w:val="000000"/>
              </w:rPr>
              <w:t xml:space="preserve"> </w:t>
            </w:r>
            <w:r w:rsidRPr="0043557C">
              <w:rPr>
                <w:color w:val="000000"/>
              </w:rPr>
              <w:t xml:space="preserve">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2572,9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2227,5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2135,9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Расходы на выплаты по оплате труда работников  органов  местного самоуправления </w:t>
            </w:r>
            <w:r>
              <w:t xml:space="preserve"> </w:t>
            </w:r>
            <w:r w:rsidRPr="0043557C">
              <w:t>(глава администрации)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</w:t>
            </w:r>
            <w:r>
              <w:t xml:space="preserve"> </w:t>
            </w:r>
            <w:r w:rsidRPr="0043557C">
              <w:t xml:space="preserve">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736,3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выплаты по оплате труда работников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818,9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1214,9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1214,9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  <w:p w:rsidR="00274048" w:rsidRPr="0043557C" w:rsidRDefault="00274048" w:rsidP="00F21103"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818,9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1214,9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1214,9</w:t>
            </w:r>
          </w:p>
        </w:tc>
      </w:tr>
      <w:tr w:rsidR="00274048" w:rsidRPr="0043557C" w:rsidTr="00F21103">
        <w:trPr>
          <w:gridAfter w:val="1"/>
          <w:wAfter w:w="236" w:type="dxa"/>
          <w:trHeight w:val="753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Default="00274048" w:rsidP="00F21103">
            <w:r>
              <w:t>818,9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1214,9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1214,9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обеспечение функций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B34B2A">
            <w:pPr>
              <w:widowControl/>
            </w:pPr>
            <w:r>
              <w:t>1017,7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276,3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276,3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E10E4E" w:rsidRDefault="00274048" w:rsidP="00B34B2A">
            <w:pPr>
              <w:widowControl/>
            </w:pPr>
            <w:r>
              <w:t>986,7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265,3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178,7</w:t>
            </w:r>
          </w:p>
        </w:tc>
      </w:tr>
      <w:tr w:rsidR="00274048" w:rsidRPr="0043557C" w:rsidTr="00D63DF2">
        <w:trPr>
          <w:gridAfter w:val="1"/>
          <w:wAfter w:w="236" w:type="dxa"/>
          <w:trHeight w:val="774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986,7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265,3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178,7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</w:p>
          <w:p w:rsidR="00274048" w:rsidRPr="0043557C" w:rsidRDefault="00274048" w:rsidP="00F21103"/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31,0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6,0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widowControl/>
            </w:pPr>
            <w:r>
              <w:t>31,0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11,0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widowControl/>
            </w:pPr>
            <w:r>
              <w:t>6,0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0616F9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«Выполнение обязательств по социальной поддержке  отдельных 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 w:rsidRPr="0043557C"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C44E81" w:rsidRDefault="00274048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C44E81" w:rsidRDefault="00274048" w:rsidP="00F21103">
            <w:pPr>
              <w:widowControl/>
            </w:pPr>
            <w: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C44E81" w:rsidRDefault="00274048" w:rsidP="00F21103">
            <w:pPr>
              <w:widowControl/>
            </w:pPr>
            <w:r>
              <w:t>19,0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Доплаты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C44E81" w:rsidRDefault="00274048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66183F"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66183F">
              <w:t>19,0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C44E81" w:rsidRDefault="00274048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66183F"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66183F">
              <w:t>19,0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C44E81" w:rsidRDefault="00274048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66183F"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r w:rsidRPr="0066183F">
              <w:t>19,0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«Реализация отдельных переданных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0616F9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0616F9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0616F9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466,8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0616F9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469,9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«Реализация отдельных переданных   полномочий Шейнским  сельсоветом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741F43" w:rsidRDefault="00274048" w:rsidP="00F21103">
            <w:pPr>
              <w:widowControl/>
              <w:jc w:val="center"/>
              <w:rPr>
                <w:bCs/>
              </w:rPr>
            </w:pPr>
            <w:r>
              <w:rPr>
                <w:bCs/>
              </w:rPr>
              <w:t>474,0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F21103">
            <w:pPr>
              <w:widowControl/>
              <w:rPr>
                <w:bCs/>
              </w:rPr>
            </w:pPr>
            <w:r>
              <w:rPr>
                <w:bCs/>
              </w:rPr>
              <w:t>466,8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41F43" w:rsidRDefault="00274048" w:rsidP="00F21103">
            <w:pPr>
              <w:widowControl/>
              <w:rPr>
                <w:bCs/>
              </w:rPr>
            </w:pPr>
            <w:r>
              <w:rPr>
                <w:bCs/>
              </w:rPr>
              <w:t>469,9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84,6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B86380" w:rsidRDefault="00274048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81,1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B86380" w:rsidRDefault="00274048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81,1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B86380" w:rsidRDefault="00274048" w:rsidP="00F21103">
            <w:pPr>
              <w:widowControl/>
              <w:jc w:val="center"/>
            </w:pPr>
            <w:r>
              <w:t>11,3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3,5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B86380" w:rsidRDefault="00274048" w:rsidP="00D66BBD">
            <w:pPr>
              <w:widowControl/>
              <w:jc w:val="center"/>
            </w:pPr>
            <w:r>
              <w:t>11,3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3,5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 сельсовета</w:t>
            </w:r>
            <w:r w:rsidRPr="0043557C">
              <w:rPr>
                <w:color w:val="FF0000"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379,1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379,1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379,1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379,1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379,1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379,1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379,1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379,1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379,1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Выполнение передаваемых  полномочий  по организации исполнения бюджета Шейнского сельсовета Пачелмского района Пензенской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2,0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2,0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2,0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 xml:space="preserve">Исполнение полномочий </w:t>
            </w:r>
            <w:r>
              <w:t xml:space="preserve"> </w:t>
            </w:r>
            <w:r w:rsidRPr="0043557C">
              <w:t>Пачелмского района по осуществлению муниципального контроля</w:t>
            </w:r>
            <w:r>
              <w:t xml:space="preserve"> </w:t>
            </w:r>
            <w:r w:rsidRPr="0043557C">
              <w:t xml:space="preserve"> за использованием земель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1,2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1,2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1,2</w:t>
            </w:r>
          </w:p>
        </w:tc>
      </w:tr>
      <w:tr w:rsidR="00274048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6456AA" w:rsidRDefault="00274048" w:rsidP="00BE0C1C">
            <w:pPr>
              <w:widowControl/>
              <w:rPr>
                <w:b/>
                <w:bCs/>
                <w:iCs/>
              </w:rPr>
            </w:pPr>
            <w:r w:rsidRPr="006456AA">
              <w:rPr>
                <w:b/>
              </w:rPr>
              <w:t>Муниципальная  программа  Шейнского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 сельсовета  Пачелмского района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 Пензенской области  "Комплексное развитие сельских территорий  Шейнского 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сельсовета  Пачелмского </w:t>
            </w:r>
            <w:r>
              <w:rPr>
                <w:b/>
              </w:rPr>
              <w:t xml:space="preserve">  </w:t>
            </w:r>
            <w:r w:rsidRPr="006456AA">
              <w:rPr>
                <w:b/>
              </w:rPr>
              <w:t xml:space="preserve">района 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00AD8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</w:rPr>
            </w:pPr>
            <w:r w:rsidRPr="00B00AD8">
              <w:rPr>
                <w:rFonts w:ascii="Times New Roman CYR" w:hAnsi="Times New Roman CYR" w:cs="Times New Roman CYR"/>
                <w:b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00AD8" w:rsidRDefault="00274048" w:rsidP="00F211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0AD8">
              <w:rPr>
                <w:b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00AD8" w:rsidRDefault="00274048" w:rsidP="00F211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0AD8">
              <w:rPr>
                <w:b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00AD8" w:rsidRDefault="00274048" w:rsidP="00F211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0AD8">
              <w:rPr>
                <w:b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B00AD8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B00AD8" w:rsidRDefault="00274048" w:rsidP="00F2110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1386,0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00AD8" w:rsidRDefault="00274048" w:rsidP="00F21103">
            <w:pPr>
              <w:widowControl/>
              <w:rPr>
                <w:b/>
              </w:rPr>
            </w:pPr>
            <w:r w:rsidRPr="00B00AD8">
              <w:rPr>
                <w:b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B00AD8" w:rsidRDefault="00274048" w:rsidP="00F21103">
            <w:pPr>
              <w:widowControl/>
              <w:rPr>
                <w:b/>
              </w:rPr>
            </w:pPr>
            <w:r w:rsidRPr="00B00AD8">
              <w:rPr>
                <w:b/>
              </w:rPr>
              <w:t>0,0</w:t>
            </w:r>
          </w:p>
        </w:tc>
      </w:tr>
      <w:tr w:rsidR="00274048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E52EA" w:rsidRDefault="00274048" w:rsidP="00BE0C1C">
            <w:pPr>
              <w:widowControl/>
            </w:pPr>
            <w: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7B07BF" w:rsidRDefault="00274048" w:rsidP="00D16017">
            <w:pPr>
              <w:widowControl/>
            </w:pPr>
            <w:r w:rsidRPr="007B07BF"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07BF" w:rsidRDefault="00274048" w:rsidP="00D1601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B07BF"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07BF" w:rsidRDefault="00274048" w:rsidP="00D16017">
            <w:pPr>
              <w:autoSpaceDE w:val="0"/>
              <w:autoSpaceDN w:val="0"/>
              <w:adjustRightInd w:val="0"/>
              <w:jc w:val="center"/>
            </w:pPr>
            <w:r w:rsidRPr="007B07BF"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07BF" w:rsidRDefault="00274048" w:rsidP="00D16017">
            <w:pPr>
              <w:autoSpaceDE w:val="0"/>
              <w:autoSpaceDN w:val="0"/>
              <w:adjustRightInd w:val="0"/>
              <w:jc w:val="center"/>
            </w:pPr>
            <w:r w:rsidRPr="007B07BF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07BF" w:rsidRDefault="00274048" w:rsidP="00D16017">
            <w:pPr>
              <w:autoSpaceDE w:val="0"/>
              <w:autoSpaceDN w:val="0"/>
              <w:adjustRightInd w:val="0"/>
              <w:jc w:val="center"/>
            </w:pPr>
            <w:r w:rsidRPr="007B07BF">
              <w:rPr>
                <w:bCs/>
                <w:iCs/>
                <w:lang w:val="en-US"/>
              </w:rPr>
              <w:t>L5765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7B07BF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7B07BF" w:rsidRDefault="00274048" w:rsidP="00D16017">
            <w:pPr>
              <w:widowControl/>
              <w:jc w:val="center"/>
            </w:pPr>
            <w:r w:rsidRPr="007B07BF">
              <w:t>1378,3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07BF" w:rsidRDefault="00274048" w:rsidP="00D16017">
            <w:pPr>
              <w:widowControl/>
            </w:pPr>
            <w:r w:rsidRPr="007B07BF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07BF" w:rsidRDefault="00274048" w:rsidP="00D16017">
            <w:pPr>
              <w:widowControl/>
            </w:pPr>
            <w:r w:rsidRPr="007B07BF">
              <w:t>0,0</w:t>
            </w:r>
          </w:p>
        </w:tc>
      </w:tr>
      <w:tr w:rsidR="00274048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1378,3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951729" w:rsidRDefault="00274048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BE0C1C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F21103">
            <w:pPr>
              <w:widowControl/>
              <w:jc w:val="center"/>
            </w:pPr>
            <w:r>
              <w:t>1378,3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II.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F21103">
            <w:pPr>
              <w:jc w:val="center"/>
              <w:rPr>
                <w:b/>
                <w:bCs/>
              </w:rPr>
            </w:pPr>
            <w:r w:rsidRPr="00A8417B">
              <w:rPr>
                <w:b/>
                <w:bCs/>
              </w:rPr>
              <w:t>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5C1C35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5C1C35">
              <w:rPr>
                <w:bCs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F21103">
            <w:pPr>
              <w:jc w:val="center"/>
            </w:pPr>
            <w:r w:rsidRPr="00A8417B">
              <w:t>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</w:tr>
      <w:tr w:rsidR="00274048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3E52E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E52EA">
              <w:t xml:space="preserve">Резервные фонды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22089D">
            <w:pPr>
              <w:jc w:val="center"/>
            </w:pPr>
            <w:r w:rsidRPr="00A8417B"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</w:tr>
      <w:tr w:rsidR="00274048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35138A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5138A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22089D">
            <w:pPr>
              <w:jc w:val="center"/>
            </w:pPr>
            <w:r w:rsidRPr="00A8417B"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</w:tr>
      <w:tr w:rsidR="00274048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22089D">
            <w:pPr>
              <w:jc w:val="center"/>
            </w:pPr>
            <w:r w:rsidRPr="00A8417B"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</w:tr>
      <w:tr w:rsidR="00274048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Резервные средства</w:t>
            </w:r>
          </w:p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22089D">
            <w:pPr>
              <w:jc w:val="center"/>
            </w:pPr>
            <w:r w:rsidRPr="00A8417B"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43557C" w:rsidRDefault="00274048" w:rsidP="00F21103">
            <w:pPr>
              <w:widowControl/>
            </w:pPr>
            <w:r>
              <w:t>10,0</w:t>
            </w:r>
          </w:p>
        </w:tc>
      </w:tr>
      <w:tr w:rsidR="00274048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r w:rsidRPr="00A8417B">
              <w:t>Организация и проведение муниципальных выборов и местных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</w:pPr>
            <w:r w:rsidRPr="00A8417B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22089D">
            <w:pPr>
              <w:jc w:val="center"/>
            </w:pPr>
            <w:r w:rsidRPr="00A8417B">
              <w:t>37,0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356630">
            <w:pPr>
              <w:widowControl/>
            </w:pPr>
            <w:r w:rsidRPr="00A8417B">
              <w:t>0,0</w:t>
            </w:r>
          </w:p>
        </w:tc>
      </w:tr>
      <w:tr w:rsidR="00274048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r w:rsidRPr="00A8417B">
              <w:t>Проведение выборов в представительные органы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</w:pPr>
            <w:r w:rsidRPr="00A8417B">
              <w:t>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356630">
            <w:pPr>
              <w:jc w:val="center"/>
            </w:pPr>
            <w:r w:rsidRPr="00A8417B">
              <w:t>37,0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356630">
            <w:pPr>
              <w:widowControl/>
            </w:pPr>
            <w:r w:rsidRPr="00A8417B">
              <w:t>0,0</w:t>
            </w:r>
          </w:p>
        </w:tc>
      </w:tr>
      <w:tr w:rsidR="00274048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r w:rsidRPr="00A8417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7075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707565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707565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707565">
            <w:pPr>
              <w:autoSpaceDE w:val="0"/>
              <w:autoSpaceDN w:val="0"/>
              <w:adjustRightInd w:val="0"/>
            </w:pPr>
            <w:r w:rsidRPr="00A8417B">
              <w:t>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356630">
            <w:pPr>
              <w:jc w:val="center"/>
            </w:pPr>
            <w:r w:rsidRPr="00A8417B">
              <w:t>37,0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356630">
            <w:pPr>
              <w:widowControl/>
            </w:pPr>
            <w:r w:rsidRPr="00A8417B">
              <w:t>0,0</w:t>
            </w:r>
          </w:p>
        </w:tc>
      </w:tr>
      <w:tr w:rsidR="00274048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F21103">
            <w:r w:rsidRPr="00A8417B"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7075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707565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707565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A8417B" w:rsidRDefault="00274048" w:rsidP="00707565">
            <w:pPr>
              <w:autoSpaceDE w:val="0"/>
              <w:autoSpaceDN w:val="0"/>
              <w:adjustRightInd w:val="0"/>
            </w:pPr>
            <w:r w:rsidRPr="00A8417B">
              <w:t>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A8417B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A8417B" w:rsidRDefault="00274048" w:rsidP="00356630">
            <w:pPr>
              <w:jc w:val="center"/>
            </w:pPr>
            <w:r w:rsidRPr="00A8417B">
              <w:t>37,0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A8417B" w:rsidRDefault="00274048" w:rsidP="00356630">
            <w:pPr>
              <w:widowControl/>
            </w:pPr>
            <w:r w:rsidRPr="00A8417B">
              <w:t>0,0</w:t>
            </w:r>
          </w:p>
        </w:tc>
      </w:tr>
      <w:tr w:rsidR="00274048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r>
              <w:t>Реализация отдельных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F8055D" w:rsidRDefault="00274048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D465B7">
            <w:pPr>
              <w:widowControl/>
            </w:pPr>
            <w:r>
              <w:t>0,0</w:t>
            </w:r>
          </w:p>
        </w:tc>
      </w:tr>
      <w:tr w:rsidR="00274048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widowControl/>
            </w:pPr>
            <w:r>
              <w:t>Мероприятия ,направленные на профилактику (борьбу) и устранение последствий распространения коронавирусной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Default="00274048" w:rsidP="00F21103">
            <w:pPr>
              <w:autoSpaceDE w:val="0"/>
              <w:autoSpaceDN w:val="0"/>
              <w:adjustRightInd w:val="0"/>
            </w:pPr>
            <w:r>
              <w:t>28100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Default="00274048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114D9A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D465B7">
            <w:pPr>
              <w:widowControl/>
            </w:pPr>
            <w:r>
              <w:t>0,0</w:t>
            </w:r>
          </w:p>
        </w:tc>
      </w:tr>
      <w:tr w:rsidR="00274048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28100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F8055D" w:rsidRDefault="00274048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D465B7">
            <w:pPr>
              <w:widowControl/>
            </w:pPr>
            <w:r>
              <w:t>0,0</w:t>
            </w:r>
          </w:p>
        </w:tc>
      </w:tr>
      <w:tr w:rsidR="00274048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</w:pPr>
            <w:r>
              <w:t>28100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F8055D" w:rsidRDefault="00274048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Default="00274048" w:rsidP="00D465B7">
            <w:pPr>
              <w:widowControl/>
            </w:pPr>
            <w:r>
              <w:t>0,0</w:t>
            </w:r>
          </w:p>
        </w:tc>
      </w:tr>
      <w:tr w:rsidR="00274048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3557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4048" w:rsidRPr="0043557C" w:rsidRDefault="00274048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48" w:rsidRPr="007B2E3D" w:rsidRDefault="00274048" w:rsidP="00320A50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28352,5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  <w:rPr>
                <w:b/>
                <w:bCs/>
              </w:rPr>
            </w:pPr>
            <w:r w:rsidRPr="007B2E3D">
              <w:rPr>
                <w:b/>
                <w:bCs/>
              </w:rPr>
              <w:t>366</w:t>
            </w:r>
            <w:r>
              <w:rPr>
                <w:b/>
                <w:bCs/>
              </w:rPr>
              <w:t>5</w:t>
            </w:r>
            <w:r w:rsidRPr="007B2E3D">
              <w:rPr>
                <w:b/>
                <w:bCs/>
              </w:rPr>
              <w:t>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048" w:rsidRPr="007B2E3D" w:rsidRDefault="00274048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3614,8</w:t>
            </w:r>
          </w:p>
        </w:tc>
      </w:tr>
    </w:tbl>
    <w:p w:rsidR="00274048" w:rsidRPr="0043557C" w:rsidRDefault="00274048" w:rsidP="00204388">
      <w:pPr>
        <w:tabs>
          <w:tab w:val="right" w:pos="963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».          </w:t>
      </w:r>
    </w:p>
    <w:p w:rsidR="00274048" w:rsidRDefault="00274048" w:rsidP="00397F4F">
      <w:pPr>
        <w:pStyle w:val="BodyText"/>
        <w:jc w:val="center"/>
        <w:rPr>
          <w:b/>
          <w:bCs/>
          <w:sz w:val="24"/>
          <w:szCs w:val="24"/>
        </w:rPr>
      </w:pPr>
    </w:p>
    <w:p w:rsidR="00274048" w:rsidRPr="0043557C" w:rsidRDefault="00274048" w:rsidP="00397F4F">
      <w:pPr>
        <w:pStyle w:val="BodyText"/>
        <w:jc w:val="center"/>
        <w:rPr>
          <w:b/>
          <w:bCs/>
          <w:sz w:val="24"/>
          <w:szCs w:val="24"/>
        </w:rPr>
      </w:pPr>
    </w:p>
    <w:p w:rsidR="00274048" w:rsidRDefault="00274048" w:rsidP="00F21103">
      <w:pPr>
        <w:pStyle w:val="BodyText"/>
        <w:rPr>
          <w:sz w:val="24"/>
        </w:rPr>
      </w:pPr>
      <w:r>
        <w:rPr>
          <w:b/>
          <w:sz w:val="24"/>
        </w:rPr>
        <w:t xml:space="preserve">   </w:t>
      </w:r>
      <w:r>
        <w:rPr>
          <w:sz w:val="24"/>
        </w:rPr>
        <w:t xml:space="preserve">  2. Настоящее решение вступает в силу на следующий день после дня его официального опубликования .</w:t>
      </w:r>
    </w:p>
    <w:p w:rsidR="00274048" w:rsidRDefault="00274048" w:rsidP="00F21103">
      <w:pPr>
        <w:pStyle w:val="BodyText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>3. Настоящее решение опубликовать в информационном бюллетене «Шейнские вести».</w:t>
      </w:r>
    </w:p>
    <w:p w:rsidR="00274048" w:rsidRDefault="00274048" w:rsidP="00F21103">
      <w:pPr>
        <w:pStyle w:val="BodyText"/>
        <w:rPr>
          <w:sz w:val="24"/>
        </w:rPr>
      </w:pPr>
      <w:r>
        <w:rPr>
          <w:sz w:val="24"/>
        </w:rPr>
        <w:t xml:space="preserve">     4. Контроль за настоящим решением возложить на постоянную депутатскую комиссию по бюджетной, налоговой и экономической политике .</w:t>
      </w:r>
    </w:p>
    <w:p w:rsidR="00274048" w:rsidRDefault="00274048" w:rsidP="00F21103">
      <w:r>
        <w:rPr>
          <w:szCs w:val="28"/>
        </w:rPr>
        <w:t xml:space="preserve">  </w:t>
      </w:r>
      <w:r>
        <w:t xml:space="preserve"> </w:t>
      </w:r>
    </w:p>
    <w:p w:rsidR="00274048" w:rsidRDefault="00274048" w:rsidP="00F21103">
      <w:pPr>
        <w:rPr>
          <w:sz w:val="24"/>
          <w:szCs w:val="24"/>
        </w:rPr>
      </w:pPr>
      <w:r>
        <w:rPr>
          <w:sz w:val="24"/>
          <w:szCs w:val="24"/>
        </w:rPr>
        <w:t>Глава  Шейнского сельсовета</w:t>
      </w:r>
    </w:p>
    <w:p w:rsidR="00274048" w:rsidRDefault="00274048" w:rsidP="00F21103">
      <w:pPr>
        <w:rPr>
          <w:sz w:val="24"/>
          <w:szCs w:val="24"/>
        </w:rPr>
      </w:pPr>
      <w:r>
        <w:rPr>
          <w:sz w:val="24"/>
          <w:szCs w:val="24"/>
        </w:rPr>
        <w:t xml:space="preserve">Пачелмского района Пензенской области                                          Л.Б.Ерохина </w:t>
      </w:r>
    </w:p>
    <w:p w:rsidR="00274048" w:rsidRDefault="00274048" w:rsidP="00F21103">
      <w:pPr>
        <w:pStyle w:val="BodyText"/>
        <w:rPr>
          <w:sz w:val="24"/>
          <w:szCs w:val="24"/>
        </w:rPr>
      </w:pPr>
    </w:p>
    <w:p w:rsidR="00274048" w:rsidRPr="008724BD" w:rsidRDefault="00274048" w:rsidP="008724BD">
      <w:pPr>
        <w:pStyle w:val="BodyText"/>
        <w:spacing w:line="240" w:lineRule="exact"/>
      </w:pPr>
      <w:r>
        <w:t xml:space="preserve">            </w:t>
      </w:r>
      <w:r w:rsidRPr="00FE4FB6"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</w:t>
      </w:r>
    </w:p>
    <w:sectPr w:rsidR="00274048" w:rsidRPr="008724BD" w:rsidSect="00CF42E1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048" w:rsidRDefault="00274048" w:rsidP="001716C4">
      <w:r>
        <w:separator/>
      </w:r>
    </w:p>
  </w:endnote>
  <w:endnote w:type="continuationSeparator" w:id="1">
    <w:p w:rsidR="00274048" w:rsidRDefault="00274048" w:rsidP="0017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048" w:rsidRDefault="00274048" w:rsidP="001716C4">
      <w:r>
        <w:separator/>
      </w:r>
    </w:p>
  </w:footnote>
  <w:footnote w:type="continuationSeparator" w:id="1">
    <w:p w:rsidR="00274048" w:rsidRDefault="00274048" w:rsidP="00171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FC1"/>
    <w:multiLevelType w:val="hybridMultilevel"/>
    <w:tmpl w:val="B6BAB4A4"/>
    <w:lvl w:ilvl="0" w:tplc="B60EDC36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FF2C76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242088"/>
    <w:multiLevelType w:val="hybridMultilevel"/>
    <w:tmpl w:val="EC66C736"/>
    <w:lvl w:ilvl="0" w:tplc="F584761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6">
    <w:nsid w:val="22A00244"/>
    <w:multiLevelType w:val="hybridMultilevel"/>
    <w:tmpl w:val="2FFE7474"/>
    <w:lvl w:ilvl="0" w:tplc="0419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634" w:hanging="360"/>
      </w:pPr>
      <w:rPr>
        <w:rFonts w:ascii="Wingdings" w:hAnsi="Wingdings" w:hint="default"/>
      </w:rPr>
    </w:lvl>
  </w:abstractNum>
  <w:abstractNum w:abstractNumId="7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8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9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55957C12"/>
    <w:multiLevelType w:val="hybridMultilevel"/>
    <w:tmpl w:val="7152D0BC"/>
    <w:lvl w:ilvl="0" w:tplc="F834A384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2C27E02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902BDA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16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DB87912"/>
    <w:multiLevelType w:val="hybridMultilevel"/>
    <w:tmpl w:val="94309410"/>
    <w:lvl w:ilvl="0" w:tplc="B78ABE36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9">
    <w:nsid w:val="7D9522EE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20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1"/>
  </w:num>
  <w:num w:numId="5">
    <w:abstractNumId w:val="16"/>
  </w:num>
  <w:num w:numId="6">
    <w:abstractNumId w:val="20"/>
  </w:num>
  <w:num w:numId="7">
    <w:abstractNumId w:val="18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"/>
  </w:num>
  <w:num w:numId="18">
    <w:abstractNumId w:val="17"/>
  </w:num>
  <w:num w:numId="19">
    <w:abstractNumId w:val="0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F1B"/>
    <w:rsid w:val="00001A51"/>
    <w:rsid w:val="000053E0"/>
    <w:rsid w:val="000062B2"/>
    <w:rsid w:val="0001194F"/>
    <w:rsid w:val="00012F4C"/>
    <w:rsid w:val="00016BBA"/>
    <w:rsid w:val="0001715C"/>
    <w:rsid w:val="00021161"/>
    <w:rsid w:val="00025746"/>
    <w:rsid w:val="00026AA9"/>
    <w:rsid w:val="00026D84"/>
    <w:rsid w:val="0002708B"/>
    <w:rsid w:val="00030664"/>
    <w:rsid w:val="0003131B"/>
    <w:rsid w:val="00031FC2"/>
    <w:rsid w:val="00032DD0"/>
    <w:rsid w:val="00033DD4"/>
    <w:rsid w:val="000341E7"/>
    <w:rsid w:val="000349DC"/>
    <w:rsid w:val="0003552E"/>
    <w:rsid w:val="00036165"/>
    <w:rsid w:val="00036D76"/>
    <w:rsid w:val="000402F4"/>
    <w:rsid w:val="00040A43"/>
    <w:rsid w:val="000453A2"/>
    <w:rsid w:val="000454FD"/>
    <w:rsid w:val="00045DC2"/>
    <w:rsid w:val="00046FE9"/>
    <w:rsid w:val="00050249"/>
    <w:rsid w:val="00050E6B"/>
    <w:rsid w:val="000518B4"/>
    <w:rsid w:val="00051F66"/>
    <w:rsid w:val="0005217D"/>
    <w:rsid w:val="00053334"/>
    <w:rsid w:val="000537AC"/>
    <w:rsid w:val="00053BF2"/>
    <w:rsid w:val="000543C0"/>
    <w:rsid w:val="0005528F"/>
    <w:rsid w:val="0005764D"/>
    <w:rsid w:val="000578A1"/>
    <w:rsid w:val="000607F5"/>
    <w:rsid w:val="000616F9"/>
    <w:rsid w:val="00062FEF"/>
    <w:rsid w:val="00063591"/>
    <w:rsid w:val="000654B3"/>
    <w:rsid w:val="00066C9A"/>
    <w:rsid w:val="00066EB2"/>
    <w:rsid w:val="00067E89"/>
    <w:rsid w:val="000708B4"/>
    <w:rsid w:val="00070DD0"/>
    <w:rsid w:val="0007392D"/>
    <w:rsid w:val="000747BE"/>
    <w:rsid w:val="0007703C"/>
    <w:rsid w:val="00077412"/>
    <w:rsid w:val="00077B8E"/>
    <w:rsid w:val="00080FF6"/>
    <w:rsid w:val="00082A6D"/>
    <w:rsid w:val="00082DC1"/>
    <w:rsid w:val="00083625"/>
    <w:rsid w:val="00083C5E"/>
    <w:rsid w:val="00083D59"/>
    <w:rsid w:val="000840B5"/>
    <w:rsid w:val="00086DA7"/>
    <w:rsid w:val="00091468"/>
    <w:rsid w:val="00091883"/>
    <w:rsid w:val="00091FC1"/>
    <w:rsid w:val="000921CC"/>
    <w:rsid w:val="00093246"/>
    <w:rsid w:val="00095254"/>
    <w:rsid w:val="00095B2B"/>
    <w:rsid w:val="00095D60"/>
    <w:rsid w:val="00096A26"/>
    <w:rsid w:val="00097E21"/>
    <w:rsid w:val="000A056C"/>
    <w:rsid w:val="000A2BAB"/>
    <w:rsid w:val="000A339F"/>
    <w:rsid w:val="000A37C9"/>
    <w:rsid w:val="000A5512"/>
    <w:rsid w:val="000B09E8"/>
    <w:rsid w:val="000B21B7"/>
    <w:rsid w:val="000B6519"/>
    <w:rsid w:val="000B6C6B"/>
    <w:rsid w:val="000C196F"/>
    <w:rsid w:val="000C2492"/>
    <w:rsid w:val="000C2C31"/>
    <w:rsid w:val="000C312D"/>
    <w:rsid w:val="000C3EF7"/>
    <w:rsid w:val="000C45AA"/>
    <w:rsid w:val="000C471C"/>
    <w:rsid w:val="000C5250"/>
    <w:rsid w:val="000C6B5A"/>
    <w:rsid w:val="000D0A3F"/>
    <w:rsid w:val="000D2066"/>
    <w:rsid w:val="000D4417"/>
    <w:rsid w:val="000D4D48"/>
    <w:rsid w:val="000E119E"/>
    <w:rsid w:val="000E1E56"/>
    <w:rsid w:val="000E33C5"/>
    <w:rsid w:val="000E492C"/>
    <w:rsid w:val="000E76B2"/>
    <w:rsid w:val="000F037F"/>
    <w:rsid w:val="000F2A6A"/>
    <w:rsid w:val="000F5715"/>
    <w:rsid w:val="000F5D84"/>
    <w:rsid w:val="000F64F0"/>
    <w:rsid w:val="000F7DFA"/>
    <w:rsid w:val="0010093C"/>
    <w:rsid w:val="001047D1"/>
    <w:rsid w:val="00104D6D"/>
    <w:rsid w:val="00105367"/>
    <w:rsid w:val="00107817"/>
    <w:rsid w:val="0011106B"/>
    <w:rsid w:val="00114983"/>
    <w:rsid w:val="00114D9A"/>
    <w:rsid w:val="00116160"/>
    <w:rsid w:val="00116511"/>
    <w:rsid w:val="00116587"/>
    <w:rsid w:val="00116D8A"/>
    <w:rsid w:val="001203BA"/>
    <w:rsid w:val="001225B4"/>
    <w:rsid w:val="001226EA"/>
    <w:rsid w:val="00123DBB"/>
    <w:rsid w:val="00124B75"/>
    <w:rsid w:val="00131874"/>
    <w:rsid w:val="00133DCD"/>
    <w:rsid w:val="00136F32"/>
    <w:rsid w:val="0013747A"/>
    <w:rsid w:val="001377BB"/>
    <w:rsid w:val="001411C3"/>
    <w:rsid w:val="00144BD6"/>
    <w:rsid w:val="00144E00"/>
    <w:rsid w:val="0014516D"/>
    <w:rsid w:val="00147EBE"/>
    <w:rsid w:val="00150B23"/>
    <w:rsid w:val="00151B24"/>
    <w:rsid w:val="001525EB"/>
    <w:rsid w:val="001535B7"/>
    <w:rsid w:val="00153ECE"/>
    <w:rsid w:val="00156D11"/>
    <w:rsid w:val="00157543"/>
    <w:rsid w:val="00161252"/>
    <w:rsid w:val="00162B3D"/>
    <w:rsid w:val="00163C8F"/>
    <w:rsid w:val="00164601"/>
    <w:rsid w:val="0016549E"/>
    <w:rsid w:val="00165796"/>
    <w:rsid w:val="00165EF1"/>
    <w:rsid w:val="001667E8"/>
    <w:rsid w:val="00166EC1"/>
    <w:rsid w:val="00167D05"/>
    <w:rsid w:val="00167E8B"/>
    <w:rsid w:val="001716C4"/>
    <w:rsid w:val="0017215C"/>
    <w:rsid w:val="00173F32"/>
    <w:rsid w:val="00175AAC"/>
    <w:rsid w:val="001825A7"/>
    <w:rsid w:val="00183418"/>
    <w:rsid w:val="001864D9"/>
    <w:rsid w:val="00187C19"/>
    <w:rsid w:val="00193C40"/>
    <w:rsid w:val="00193CCF"/>
    <w:rsid w:val="00195568"/>
    <w:rsid w:val="00197551"/>
    <w:rsid w:val="00197D33"/>
    <w:rsid w:val="001A0DBD"/>
    <w:rsid w:val="001A26AA"/>
    <w:rsid w:val="001A4950"/>
    <w:rsid w:val="001A6021"/>
    <w:rsid w:val="001A62F2"/>
    <w:rsid w:val="001A749D"/>
    <w:rsid w:val="001A77F6"/>
    <w:rsid w:val="001A7E5D"/>
    <w:rsid w:val="001B09D3"/>
    <w:rsid w:val="001B12BE"/>
    <w:rsid w:val="001B1BCA"/>
    <w:rsid w:val="001B2EFD"/>
    <w:rsid w:val="001B35E8"/>
    <w:rsid w:val="001B3F46"/>
    <w:rsid w:val="001B4472"/>
    <w:rsid w:val="001B5EAD"/>
    <w:rsid w:val="001B7ACA"/>
    <w:rsid w:val="001C02E6"/>
    <w:rsid w:val="001C0CB4"/>
    <w:rsid w:val="001C1B9F"/>
    <w:rsid w:val="001C2607"/>
    <w:rsid w:val="001C3B84"/>
    <w:rsid w:val="001C611A"/>
    <w:rsid w:val="001D190D"/>
    <w:rsid w:val="001D2064"/>
    <w:rsid w:val="001D37F6"/>
    <w:rsid w:val="001D4530"/>
    <w:rsid w:val="001D62DC"/>
    <w:rsid w:val="001D7232"/>
    <w:rsid w:val="001E3E34"/>
    <w:rsid w:val="001E4B2B"/>
    <w:rsid w:val="001E704C"/>
    <w:rsid w:val="001F1DC1"/>
    <w:rsid w:val="001F3CA0"/>
    <w:rsid w:val="001F4047"/>
    <w:rsid w:val="00202627"/>
    <w:rsid w:val="00204388"/>
    <w:rsid w:val="00204E16"/>
    <w:rsid w:val="0020525B"/>
    <w:rsid w:val="00206843"/>
    <w:rsid w:val="002108D6"/>
    <w:rsid w:val="00211B03"/>
    <w:rsid w:val="00212E23"/>
    <w:rsid w:val="00213857"/>
    <w:rsid w:val="00215AB0"/>
    <w:rsid w:val="002166EC"/>
    <w:rsid w:val="0022089D"/>
    <w:rsid w:val="00221331"/>
    <w:rsid w:val="00221B34"/>
    <w:rsid w:val="002234A9"/>
    <w:rsid w:val="00223662"/>
    <w:rsid w:val="00226300"/>
    <w:rsid w:val="002309A8"/>
    <w:rsid w:val="0023331C"/>
    <w:rsid w:val="0023341B"/>
    <w:rsid w:val="00233968"/>
    <w:rsid w:val="002347A1"/>
    <w:rsid w:val="0023562F"/>
    <w:rsid w:val="00236D88"/>
    <w:rsid w:val="00237ED5"/>
    <w:rsid w:val="002417DB"/>
    <w:rsid w:val="00241FEC"/>
    <w:rsid w:val="0024233C"/>
    <w:rsid w:val="0024248B"/>
    <w:rsid w:val="00242AB4"/>
    <w:rsid w:val="002451F6"/>
    <w:rsid w:val="002458AA"/>
    <w:rsid w:val="00245A4C"/>
    <w:rsid w:val="00245FF6"/>
    <w:rsid w:val="0025160F"/>
    <w:rsid w:val="00251BB4"/>
    <w:rsid w:val="00252851"/>
    <w:rsid w:val="002547FF"/>
    <w:rsid w:val="00255FBB"/>
    <w:rsid w:val="00256B8F"/>
    <w:rsid w:val="00260DBC"/>
    <w:rsid w:val="00262028"/>
    <w:rsid w:val="00264C55"/>
    <w:rsid w:val="00264F08"/>
    <w:rsid w:val="002659B9"/>
    <w:rsid w:val="00265F06"/>
    <w:rsid w:val="002663B7"/>
    <w:rsid w:val="002676AF"/>
    <w:rsid w:val="00267FED"/>
    <w:rsid w:val="00272A49"/>
    <w:rsid w:val="00272B5A"/>
    <w:rsid w:val="00272E6E"/>
    <w:rsid w:val="00274048"/>
    <w:rsid w:val="00275084"/>
    <w:rsid w:val="00276D3A"/>
    <w:rsid w:val="002773F9"/>
    <w:rsid w:val="002808FC"/>
    <w:rsid w:val="0028180A"/>
    <w:rsid w:val="002818A9"/>
    <w:rsid w:val="00283243"/>
    <w:rsid w:val="002832E2"/>
    <w:rsid w:val="002843FF"/>
    <w:rsid w:val="00284F2B"/>
    <w:rsid w:val="00291453"/>
    <w:rsid w:val="0029469D"/>
    <w:rsid w:val="00297C67"/>
    <w:rsid w:val="002A0FA3"/>
    <w:rsid w:val="002A303A"/>
    <w:rsid w:val="002A53DC"/>
    <w:rsid w:val="002A6988"/>
    <w:rsid w:val="002A6BCD"/>
    <w:rsid w:val="002A6C4B"/>
    <w:rsid w:val="002A72EC"/>
    <w:rsid w:val="002B0863"/>
    <w:rsid w:val="002B2C19"/>
    <w:rsid w:val="002B4652"/>
    <w:rsid w:val="002B4C61"/>
    <w:rsid w:val="002B5E98"/>
    <w:rsid w:val="002B7127"/>
    <w:rsid w:val="002B7930"/>
    <w:rsid w:val="002B7D4D"/>
    <w:rsid w:val="002C0334"/>
    <w:rsid w:val="002C0532"/>
    <w:rsid w:val="002C0C06"/>
    <w:rsid w:val="002C0D44"/>
    <w:rsid w:val="002D19AE"/>
    <w:rsid w:val="002D1E1C"/>
    <w:rsid w:val="002D2855"/>
    <w:rsid w:val="002D3634"/>
    <w:rsid w:val="002D3BE2"/>
    <w:rsid w:val="002D54FF"/>
    <w:rsid w:val="002D632E"/>
    <w:rsid w:val="002D7775"/>
    <w:rsid w:val="002E16AA"/>
    <w:rsid w:val="002E3F7F"/>
    <w:rsid w:val="002E6EC4"/>
    <w:rsid w:val="002E76E2"/>
    <w:rsid w:val="002E7E7C"/>
    <w:rsid w:val="002F20EF"/>
    <w:rsid w:val="002F2621"/>
    <w:rsid w:val="002F28F6"/>
    <w:rsid w:val="002F426E"/>
    <w:rsid w:val="002F4A6E"/>
    <w:rsid w:val="002F4B1F"/>
    <w:rsid w:val="002F5BBA"/>
    <w:rsid w:val="002F60B1"/>
    <w:rsid w:val="002F6544"/>
    <w:rsid w:val="002F7043"/>
    <w:rsid w:val="002F733E"/>
    <w:rsid w:val="002F7F85"/>
    <w:rsid w:val="00303EA2"/>
    <w:rsid w:val="003063C0"/>
    <w:rsid w:val="00306448"/>
    <w:rsid w:val="00307783"/>
    <w:rsid w:val="00311301"/>
    <w:rsid w:val="00311CBD"/>
    <w:rsid w:val="003128D8"/>
    <w:rsid w:val="0031338A"/>
    <w:rsid w:val="00313728"/>
    <w:rsid w:val="00314DFF"/>
    <w:rsid w:val="00316D65"/>
    <w:rsid w:val="00320A50"/>
    <w:rsid w:val="00321873"/>
    <w:rsid w:val="00321D47"/>
    <w:rsid w:val="00322FFA"/>
    <w:rsid w:val="003231B8"/>
    <w:rsid w:val="00324231"/>
    <w:rsid w:val="00324AD8"/>
    <w:rsid w:val="003252CA"/>
    <w:rsid w:val="00325784"/>
    <w:rsid w:val="00330F9D"/>
    <w:rsid w:val="003310E8"/>
    <w:rsid w:val="00331708"/>
    <w:rsid w:val="003334BF"/>
    <w:rsid w:val="0033536D"/>
    <w:rsid w:val="00337332"/>
    <w:rsid w:val="00341F13"/>
    <w:rsid w:val="00343529"/>
    <w:rsid w:val="003437F5"/>
    <w:rsid w:val="00343A26"/>
    <w:rsid w:val="00344791"/>
    <w:rsid w:val="00345221"/>
    <w:rsid w:val="003468D4"/>
    <w:rsid w:val="00347314"/>
    <w:rsid w:val="00347C93"/>
    <w:rsid w:val="0035138A"/>
    <w:rsid w:val="00352579"/>
    <w:rsid w:val="00355AD6"/>
    <w:rsid w:val="00356630"/>
    <w:rsid w:val="00356731"/>
    <w:rsid w:val="00356C78"/>
    <w:rsid w:val="00357D5A"/>
    <w:rsid w:val="00357E1B"/>
    <w:rsid w:val="0036186A"/>
    <w:rsid w:val="00363402"/>
    <w:rsid w:val="00366CC5"/>
    <w:rsid w:val="00372452"/>
    <w:rsid w:val="00374B2F"/>
    <w:rsid w:val="00375214"/>
    <w:rsid w:val="00376206"/>
    <w:rsid w:val="0037665B"/>
    <w:rsid w:val="00376696"/>
    <w:rsid w:val="00376F4A"/>
    <w:rsid w:val="003775F0"/>
    <w:rsid w:val="003832EC"/>
    <w:rsid w:val="0038488A"/>
    <w:rsid w:val="00384ADE"/>
    <w:rsid w:val="00386865"/>
    <w:rsid w:val="003872FB"/>
    <w:rsid w:val="00390BED"/>
    <w:rsid w:val="00396D57"/>
    <w:rsid w:val="003973E7"/>
    <w:rsid w:val="0039793E"/>
    <w:rsid w:val="00397F4F"/>
    <w:rsid w:val="003A2E0D"/>
    <w:rsid w:val="003A3ED8"/>
    <w:rsid w:val="003A5A3C"/>
    <w:rsid w:val="003B288C"/>
    <w:rsid w:val="003B5843"/>
    <w:rsid w:val="003C08E7"/>
    <w:rsid w:val="003C0DDB"/>
    <w:rsid w:val="003C2691"/>
    <w:rsid w:val="003C3C69"/>
    <w:rsid w:val="003C4127"/>
    <w:rsid w:val="003C42A1"/>
    <w:rsid w:val="003C4438"/>
    <w:rsid w:val="003C54C9"/>
    <w:rsid w:val="003C6111"/>
    <w:rsid w:val="003C78E7"/>
    <w:rsid w:val="003D1951"/>
    <w:rsid w:val="003D1E70"/>
    <w:rsid w:val="003D2CD3"/>
    <w:rsid w:val="003D48D3"/>
    <w:rsid w:val="003D6BAB"/>
    <w:rsid w:val="003D6E59"/>
    <w:rsid w:val="003E0DAC"/>
    <w:rsid w:val="003E1329"/>
    <w:rsid w:val="003E52EA"/>
    <w:rsid w:val="003E68CA"/>
    <w:rsid w:val="003F0E0B"/>
    <w:rsid w:val="003F6169"/>
    <w:rsid w:val="00400534"/>
    <w:rsid w:val="00401950"/>
    <w:rsid w:val="00401EDC"/>
    <w:rsid w:val="00402ED5"/>
    <w:rsid w:val="004039A7"/>
    <w:rsid w:val="00405640"/>
    <w:rsid w:val="00406E30"/>
    <w:rsid w:val="0040700B"/>
    <w:rsid w:val="0040718C"/>
    <w:rsid w:val="00410DCA"/>
    <w:rsid w:val="0041152A"/>
    <w:rsid w:val="004120DF"/>
    <w:rsid w:val="004124B3"/>
    <w:rsid w:val="00413423"/>
    <w:rsid w:val="004163BB"/>
    <w:rsid w:val="0041668E"/>
    <w:rsid w:val="0041679E"/>
    <w:rsid w:val="00416DDA"/>
    <w:rsid w:val="00416ED8"/>
    <w:rsid w:val="00420934"/>
    <w:rsid w:val="00420BA4"/>
    <w:rsid w:val="00422CCC"/>
    <w:rsid w:val="00423AA5"/>
    <w:rsid w:val="00423AF3"/>
    <w:rsid w:val="00423FF9"/>
    <w:rsid w:val="004250D4"/>
    <w:rsid w:val="00426A57"/>
    <w:rsid w:val="00426B93"/>
    <w:rsid w:val="00427894"/>
    <w:rsid w:val="00430673"/>
    <w:rsid w:val="004316D0"/>
    <w:rsid w:val="00431D48"/>
    <w:rsid w:val="00432137"/>
    <w:rsid w:val="004330CE"/>
    <w:rsid w:val="0043557C"/>
    <w:rsid w:val="00436443"/>
    <w:rsid w:val="004364FD"/>
    <w:rsid w:val="0044126F"/>
    <w:rsid w:val="00441C90"/>
    <w:rsid w:val="00443C6B"/>
    <w:rsid w:val="00443F22"/>
    <w:rsid w:val="00445F4C"/>
    <w:rsid w:val="00447EA7"/>
    <w:rsid w:val="004516AE"/>
    <w:rsid w:val="004517D1"/>
    <w:rsid w:val="00452172"/>
    <w:rsid w:val="0045258B"/>
    <w:rsid w:val="00453136"/>
    <w:rsid w:val="00453380"/>
    <w:rsid w:val="00453A5A"/>
    <w:rsid w:val="00453BC9"/>
    <w:rsid w:val="00455BD1"/>
    <w:rsid w:val="00455C92"/>
    <w:rsid w:val="00455FFC"/>
    <w:rsid w:val="00461AFF"/>
    <w:rsid w:val="00462296"/>
    <w:rsid w:val="004626D2"/>
    <w:rsid w:val="00462F7B"/>
    <w:rsid w:val="004633AF"/>
    <w:rsid w:val="0046452C"/>
    <w:rsid w:val="00465EED"/>
    <w:rsid w:val="0046791D"/>
    <w:rsid w:val="00470000"/>
    <w:rsid w:val="0047046C"/>
    <w:rsid w:val="0047107A"/>
    <w:rsid w:val="004710D5"/>
    <w:rsid w:val="00471535"/>
    <w:rsid w:val="004719BD"/>
    <w:rsid w:val="004738FE"/>
    <w:rsid w:val="00473A64"/>
    <w:rsid w:val="00473AB4"/>
    <w:rsid w:val="004771BF"/>
    <w:rsid w:val="00477915"/>
    <w:rsid w:val="0047799A"/>
    <w:rsid w:val="00480D3E"/>
    <w:rsid w:val="00482E39"/>
    <w:rsid w:val="00484A1C"/>
    <w:rsid w:val="0048647D"/>
    <w:rsid w:val="00487540"/>
    <w:rsid w:val="0048775B"/>
    <w:rsid w:val="00487E95"/>
    <w:rsid w:val="00490EFA"/>
    <w:rsid w:val="00492794"/>
    <w:rsid w:val="004939B0"/>
    <w:rsid w:val="00494BA9"/>
    <w:rsid w:val="00495819"/>
    <w:rsid w:val="00495AC0"/>
    <w:rsid w:val="004968CA"/>
    <w:rsid w:val="00496F2F"/>
    <w:rsid w:val="004A07E3"/>
    <w:rsid w:val="004A1090"/>
    <w:rsid w:val="004A13A9"/>
    <w:rsid w:val="004A2835"/>
    <w:rsid w:val="004A6A08"/>
    <w:rsid w:val="004A75B8"/>
    <w:rsid w:val="004A79F0"/>
    <w:rsid w:val="004B055D"/>
    <w:rsid w:val="004B1669"/>
    <w:rsid w:val="004C01AC"/>
    <w:rsid w:val="004C1222"/>
    <w:rsid w:val="004C337F"/>
    <w:rsid w:val="004C46E8"/>
    <w:rsid w:val="004C5B6A"/>
    <w:rsid w:val="004C6141"/>
    <w:rsid w:val="004C6FA7"/>
    <w:rsid w:val="004D003B"/>
    <w:rsid w:val="004D0409"/>
    <w:rsid w:val="004D0F40"/>
    <w:rsid w:val="004D2D79"/>
    <w:rsid w:val="004D30EA"/>
    <w:rsid w:val="004D3359"/>
    <w:rsid w:val="004D349B"/>
    <w:rsid w:val="004D3A4B"/>
    <w:rsid w:val="004D41A6"/>
    <w:rsid w:val="004D4EB6"/>
    <w:rsid w:val="004D6CB0"/>
    <w:rsid w:val="004E0158"/>
    <w:rsid w:val="004E04A8"/>
    <w:rsid w:val="004E10B6"/>
    <w:rsid w:val="004E3279"/>
    <w:rsid w:val="004E404F"/>
    <w:rsid w:val="004E47F8"/>
    <w:rsid w:val="004E4A15"/>
    <w:rsid w:val="004E62F5"/>
    <w:rsid w:val="004E6FE0"/>
    <w:rsid w:val="004F0B2C"/>
    <w:rsid w:val="004F161C"/>
    <w:rsid w:val="004F16C1"/>
    <w:rsid w:val="004F403A"/>
    <w:rsid w:val="004F5D6F"/>
    <w:rsid w:val="004F658E"/>
    <w:rsid w:val="004F6BFE"/>
    <w:rsid w:val="004F77B7"/>
    <w:rsid w:val="00500265"/>
    <w:rsid w:val="00501A13"/>
    <w:rsid w:val="00501F6E"/>
    <w:rsid w:val="005030DD"/>
    <w:rsid w:val="0050379E"/>
    <w:rsid w:val="00504A5B"/>
    <w:rsid w:val="005058D3"/>
    <w:rsid w:val="0050633D"/>
    <w:rsid w:val="00506E1E"/>
    <w:rsid w:val="005079BE"/>
    <w:rsid w:val="00510214"/>
    <w:rsid w:val="00510533"/>
    <w:rsid w:val="00510BC8"/>
    <w:rsid w:val="00517DCA"/>
    <w:rsid w:val="0052104D"/>
    <w:rsid w:val="0052113C"/>
    <w:rsid w:val="00522EF9"/>
    <w:rsid w:val="00525E8D"/>
    <w:rsid w:val="00527080"/>
    <w:rsid w:val="00531E0B"/>
    <w:rsid w:val="0053226F"/>
    <w:rsid w:val="00536430"/>
    <w:rsid w:val="005377F0"/>
    <w:rsid w:val="00542B2F"/>
    <w:rsid w:val="005434DE"/>
    <w:rsid w:val="00543712"/>
    <w:rsid w:val="00543C55"/>
    <w:rsid w:val="00544076"/>
    <w:rsid w:val="0054531B"/>
    <w:rsid w:val="00545487"/>
    <w:rsid w:val="0055079A"/>
    <w:rsid w:val="00551165"/>
    <w:rsid w:val="00552DDE"/>
    <w:rsid w:val="005539FB"/>
    <w:rsid w:val="00553A43"/>
    <w:rsid w:val="005556FA"/>
    <w:rsid w:val="005565D7"/>
    <w:rsid w:val="005624C5"/>
    <w:rsid w:val="00562DC6"/>
    <w:rsid w:val="00564B54"/>
    <w:rsid w:val="00565A9D"/>
    <w:rsid w:val="00566EC3"/>
    <w:rsid w:val="0056714C"/>
    <w:rsid w:val="00570D8B"/>
    <w:rsid w:val="00572B44"/>
    <w:rsid w:val="0057445B"/>
    <w:rsid w:val="00575413"/>
    <w:rsid w:val="00575AA2"/>
    <w:rsid w:val="00575CDB"/>
    <w:rsid w:val="0058062F"/>
    <w:rsid w:val="00581694"/>
    <w:rsid w:val="005838AA"/>
    <w:rsid w:val="00584E43"/>
    <w:rsid w:val="00585B87"/>
    <w:rsid w:val="00587BAC"/>
    <w:rsid w:val="0059005C"/>
    <w:rsid w:val="00591A50"/>
    <w:rsid w:val="00591BBA"/>
    <w:rsid w:val="00591CED"/>
    <w:rsid w:val="0059311D"/>
    <w:rsid w:val="00594479"/>
    <w:rsid w:val="00595034"/>
    <w:rsid w:val="005956AD"/>
    <w:rsid w:val="00595E96"/>
    <w:rsid w:val="00597253"/>
    <w:rsid w:val="005978F7"/>
    <w:rsid w:val="005A0964"/>
    <w:rsid w:val="005A29A1"/>
    <w:rsid w:val="005A2CDB"/>
    <w:rsid w:val="005A4420"/>
    <w:rsid w:val="005A6FCD"/>
    <w:rsid w:val="005A7CA6"/>
    <w:rsid w:val="005B0CCD"/>
    <w:rsid w:val="005B265C"/>
    <w:rsid w:val="005B3479"/>
    <w:rsid w:val="005B521F"/>
    <w:rsid w:val="005B53E0"/>
    <w:rsid w:val="005B7E2A"/>
    <w:rsid w:val="005C0AD1"/>
    <w:rsid w:val="005C1112"/>
    <w:rsid w:val="005C1793"/>
    <w:rsid w:val="005C1C35"/>
    <w:rsid w:val="005C3EF6"/>
    <w:rsid w:val="005C6564"/>
    <w:rsid w:val="005C7F40"/>
    <w:rsid w:val="005D0E48"/>
    <w:rsid w:val="005D2589"/>
    <w:rsid w:val="005D3F22"/>
    <w:rsid w:val="005D600A"/>
    <w:rsid w:val="005D68F0"/>
    <w:rsid w:val="005D6AE3"/>
    <w:rsid w:val="005E0588"/>
    <w:rsid w:val="005E120A"/>
    <w:rsid w:val="005E19E6"/>
    <w:rsid w:val="005E1A72"/>
    <w:rsid w:val="005E2D9B"/>
    <w:rsid w:val="005E317F"/>
    <w:rsid w:val="005F09F0"/>
    <w:rsid w:val="005F0F96"/>
    <w:rsid w:val="005F30D8"/>
    <w:rsid w:val="005F36FF"/>
    <w:rsid w:val="005F380E"/>
    <w:rsid w:val="005F3E7E"/>
    <w:rsid w:val="005F48DD"/>
    <w:rsid w:val="005F50FE"/>
    <w:rsid w:val="005F5CB5"/>
    <w:rsid w:val="005F5D97"/>
    <w:rsid w:val="005F62B6"/>
    <w:rsid w:val="005F6C71"/>
    <w:rsid w:val="005F6FFF"/>
    <w:rsid w:val="005F7441"/>
    <w:rsid w:val="00601566"/>
    <w:rsid w:val="00602C7B"/>
    <w:rsid w:val="00602CC6"/>
    <w:rsid w:val="00603F57"/>
    <w:rsid w:val="00604B4E"/>
    <w:rsid w:val="00604B60"/>
    <w:rsid w:val="0060693E"/>
    <w:rsid w:val="006072BF"/>
    <w:rsid w:val="006105A0"/>
    <w:rsid w:val="006117C9"/>
    <w:rsid w:val="00612B8C"/>
    <w:rsid w:val="00612EBF"/>
    <w:rsid w:val="00613D99"/>
    <w:rsid w:val="006155D5"/>
    <w:rsid w:val="00615A07"/>
    <w:rsid w:val="00615EE1"/>
    <w:rsid w:val="00616455"/>
    <w:rsid w:val="00616B0C"/>
    <w:rsid w:val="00617697"/>
    <w:rsid w:val="00617AC4"/>
    <w:rsid w:val="00617C5E"/>
    <w:rsid w:val="006206E6"/>
    <w:rsid w:val="006261DD"/>
    <w:rsid w:val="006272CC"/>
    <w:rsid w:val="0063198A"/>
    <w:rsid w:val="00631DF8"/>
    <w:rsid w:val="00637788"/>
    <w:rsid w:val="006419B4"/>
    <w:rsid w:val="00641FA2"/>
    <w:rsid w:val="0064361E"/>
    <w:rsid w:val="006442A5"/>
    <w:rsid w:val="006456AA"/>
    <w:rsid w:val="00645EF4"/>
    <w:rsid w:val="00647159"/>
    <w:rsid w:val="00647350"/>
    <w:rsid w:val="00647766"/>
    <w:rsid w:val="00651717"/>
    <w:rsid w:val="0065240F"/>
    <w:rsid w:val="00653601"/>
    <w:rsid w:val="00653C4A"/>
    <w:rsid w:val="00656DBF"/>
    <w:rsid w:val="00657ED6"/>
    <w:rsid w:val="00660BB3"/>
    <w:rsid w:val="0066183F"/>
    <w:rsid w:val="00662E0A"/>
    <w:rsid w:val="0066695B"/>
    <w:rsid w:val="00667357"/>
    <w:rsid w:val="00673284"/>
    <w:rsid w:val="00673632"/>
    <w:rsid w:val="00675253"/>
    <w:rsid w:val="00675A08"/>
    <w:rsid w:val="006806B2"/>
    <w:rsid w:val="006806F0"/>
    <w:rsid w:val="00682CC8"/>
    <w:rsid w:val="00683178"/>
    <w:rsid w:val="00683B11"/>
    <w:rsid w:val="00683F4B"/>
    <w:rsid w:val="006844BC"/>
    <w:rsid w:val="006877E2"/>
    <w:rsid w:val="00690B25"/>
    <w:rsid w:val="006931E8"/>
    <w:rsid w:val="00695A72"/>
    <w:rsid w:val="00695ADB"/>
    <w:rsid w:val="00697BF5"/>
    <w:rsid w:val="006A1661"/>
    <w:rsid w:val="006A4829"/>
    <w:rsid w:val="006A5E14"/>
    <w:rsid w:val="006A5FC1"/>
    <w:rsid w:val="006A6081"/>
    <w:rsid w:val="006A6875"/>
    <w:rsid w:val="006A6E9C"/>
    <w:rsid w:val="006A70FA"/>
    <w:rsid w:val="006A7DB7"/>
    <w:rsid w:val="006A7EEF"/>
    <w:rsid w:val="006B0EEC"/>
    <w:rsid w:val="006B19CD"/>
    <w:rsid w:val="006B2932"/>
    <w:rsid w:val="006B366C"/>
    <w:rsid w:val="006B4202"/>
    <w:rsid w:val="006B44FE"/>
    <w:rsid w:val="006B7090"/>
    <w:rsid w:val="006B76E5"/>
    <w:rsid w:val="006C2BAD"/>
    <w:rsid w:val="006C3400"/>
    <w:rsid w:val="006C3FFB"/>
    <w:rsid w:val="006C6476"/>
    <w:rsid w:val="006D10E4"/>
    <w:rsid w:val="006D4E8B"/>
    <w:rsid w:val="006D58CB"/>
    <w:rsid w:val="006D6AB8"/>
    <w:rsid w:val="006D7334"/>
    <w:rsid w:val="006D7E76"/>
    <w:rsid w:val="006D7FC3"/>
    <w:rsid w:val="006E0010"/>
    <w:rsid w:val="006E1BC1"/>
    <w:rsid w:val="006E2091"/>
    <w:rsid w:val="006E3259"/>
    <w:rsid w:val="006E392D"/>
    <w:rsid w:val="006E6A71"/>
    <w:rsid w:val="006E78B5"/>
    <w:rsid w:val="006F2FF9"/>
    <w:rsid w:val="006F3FE1"/>
    <w:rsid w:val="006F5C1A"/>
    <w:rsid w:val="006F75F8"/>
    <w:rsid w:val="007005B1"/>
    <w:rsid w:val="00700D2B"/>
    <w:rsid w:val="007060FE"/>
    <w:rsid w:val="00706B67"/>
    <w:rsid w:val="00707565"/>
    <w:rsid w:val="00707608"/>
    <w:rsid w:val="0070784C"/>
    <w:rsid w:val="007078F7"/>
    <w:rsid w:val="00707EC8"/>
    <w:rsid w:val="00711659"/>
    <w:rsid w:val="00712E7E"/>
    <w:rsid w:val="00715CA6"/>
    <w:rsid w:val="007170F8"/>
    <w:rsid w:val="00717485"/>
    <w:rsid w:val="00717AD7"/>
    <w:rsid w:val="00720233"/>
    <w:rsid w:val="00721210"/>
    <w:rsid w:val="00722795"/>
    <w:rsid w:val="00723500"/>
    <w:rsid w:val="007250A6"/>
    <w:rsid w:val="0072598C"/>
    <w:rsid w:val="00727045"/>
    <w:rsid w:val="00727FB5"/>
    <w:rsid w:val="007321FB"/>
    <w:rsid w:val="00733D2E"/>
    <w:rsid w:val="00734877"/>
    <w:rsid w:val="00736CFA"/>
    <w:rsid w:val="007371A6"/>
    <w:rsid w:val="007400EF"/>
    <w:rsid w:val="00740D2C"/>
    <w:rsid w:val="00741F43"/>
    <w:rsid w:val="00742166"/>
    <w:rsid w:val="0074332B"/>
    <w:rsid w:val="00743578"/>
    <w:rsid w:val="00743E33"/>
    <w:rsid w:val="00745825"/>
    <w:rsid w:val="00746D14"/>
    <w:rsid w:val="0074703C"/>
    <w:rsid w:val="007478B4"/>
    <w:rsid w:val="00752157"/>
    <w:rsid w:val="007528A2"/>
    <w:rsid w:val="007532B3"/>
    <w:rsid w:val="00762060"/>
    <w:rsid w:val="00763880"/>
    <w:rsid w:val="00764F91"/>
    <w:rsid w:val="007662C4"/>
    <w:rsid w:val="00766579"/>
    <w:rsid w:val="00770C75"/>
    <w:rsid w:val="00770C8B"/>
    <w:rsid w:val="00771B69"/>
    <w:rsid w:val="00774530"/>
    <w:rsid w:val="00775F45"/>
    <w:rsid w:val="007800C4"/>
    <w:rsid w:val="00780DC4"/>
    <w:rsid w:val="007810EF"/>
    <w:rsid w:val="00783A5B"/>
    <w:rsid w:val="00785363"/>
    <w:rsid w:val="00787D7C"/>
    <w:rsid w:val="00790A94"/>
    <w:rsid w:val="00792413"/>
    <w:rsid w:val="0079356F"/>
    <w:rsid w:val="00794408"/>
    <w:rsid w:val="007A0574"/>
    <w:rsid w:val="007A0D7C"/>
    <w:rsid w:val="007A0E37"/>
    <w:rsid w:val="007A1D46"/>
    <w:rsid w:val="007A2357"/>
    <w:rsid w:val="007A248D"/>
    <w:rsid w:val="007A34BD"/>
    <w:rsid w:val="007A3FDE"/>
    <w:rsid w:val="007A42CE"/>
    <w:rsid w:val="007A51D7"/>
    <w:rsid w:val="007A671A"/>
    <w:rsid w:val="007B07BF"/>
    <w:rsid w:val="007B2547"/>
    <w:rsid w:val="007B2753"/>
    <w:rsid w:val="007B2E3D"/>
    <w:rsid w:val="007B3FB6"/>
    <w:rsid w:val="007B41B4"/>
    <w:rsid w:val="007B4560"/>
    <w:rsid w:val="007B7AF3"/>
    <w:rsid w:val="007B7CB7"/>
    <w:rsid w:val="007B7D74"/>
    <w:rsid w:val="007C0FB2"/>
    <w:rsid w:val="007C17C9"/>
    <w:rsid w:val="007C22F9"/>
    <w:rsid w:val="007C3B13"/>
    <w:rsid w:val="007C58FD"/>
    <w:rsid w:val="007D16AC"/>
    <w:rsid w:val="007D17CF"/>
    <w:rsid w:val="007D22B8"/>
    <w:rsid w:val="007D5155"/>
    <w:rsid w:val="007D5B88"/>
    <w:rsid w:val="007D6339"/>
    <w:rsid w:val="007D7D70"/>
    <w:rsid w:val="007E0051"/>
    <w:rsid w:val="007E4293"/>
    <w:rsid w:val="007E4582"/>
    <w:rsid w:val="007E5074"/>
    <w:rsid w:val="007F1189"/>
    <w:rsid w:val="007F1A66"/>
    <w:rsid w:val="007F2761"/>
    <w:rsid w:val="00800666"/>
    <w:rsid w:val="008015C6"/>
    <w:rsid w:val="0080360E"/>
    <w:rsid w:val="00805FCD"/>
    <w:rsid w:val="00807C62"/>
    <w:rsid w:val="00810318"/>
    <w:rsid w:val="008107B3"/>
    <w:rsid w:val="00810E95"/>
    <w:rsid w:val="00811972"/>
    <w:rsid w:val="00814C15"/>
    <w:rsid w:val="00815BC6"/>
    <w:rsid w:val="00815BCC"/>
    <w:rsid w:val="00820EBA"/>
    <w:rsid w:val="00821519"/>
    <w:rsid w:val="00822EC2"/>
    <w:rsid w:val="00823F62"/>
    <w:rsid w:val="00824545"/>
    <w:rsid w:val="00826980"/>
    <w:rsid w:val="00832BAA"/>
    <w:rsid w:val="00833781"/>
    <w:rsid w:val="00833BCB"/>
    <w:rsid w:val="0083410E"/>
    <w:rsid w:val="008358B0"/>
    <w:rsid w:val="00836529"/>
    <w:rsid w:val="00836E36"/>
    <w:rsid w:val="0084080B"/>
    <w:rsid w:val="008408BA"/>
    <w:rsid w:val="0084168A"/>
    <w:rsid w:val="008500B0"/>
    <w:rsid w:val="008511F9"/>
    <w:rsid w:val="00851648"/>
    <w:rsid w:val="008523B3"/>
    <w:rsid w:val="00854A74"/>
    <w:rsid w:val="008555B0"/>
    <w:rsid w:val="00855B42"/>
    <w:rsid w:val="008560F9"/>
    <w:rsid w:val="0085657F"/>
    <w:rsid w:val="00856973"/>
    <w:rsid w:val="00857845"/>
    <w:rsid w:val="008602C7"/>
    <w:rsid w:val="00862467"/>
    <w:rsid w:val="00862714"/>
    <w:rsid w:val="00862E27"/>
    <w:rsid w:val="008644E1"/>
    <w:rsid w:val="00864D6A"/>
    <w:rsid w:val="00864F6E"/>
    <w:rsid w:val="0086526F"/>
    <w:rsid w:val="00866296"/>
    <w:rsid w:val="00867630"/>
    <w:rsid w:val="008705EA"/>
    <w:rsid w:val="00871132"/>
    <w:rsid w:val="00872271"/>
    <w:rsid w:val="008724BD"/>
    <w:rsid w:val="00872517"/>
    <w:rsid w:val="0087336D"/>
    <w:rsid w:val="00874387"/>
    <w:rsid w:val="00874403"/>
    <w:rsid w:val="00874503"/>
    <w:rsid w:val="008753A0"/>
    <w:rsid w:val="00877435"/>
    <w:rsid w:val="00881003"/>
    <w:rsid w:val="0088165F"/>
    <w:rsid w:val="00881947"/>
    <w:rsid w:val="00881A6E"/>
    <w:rsid w:val="0088245E"/>
    <w:rsid w:val="008853E7"/>
    <w:rsid w:val="008860C0"/>
    <w:rsid w:val="008905D3"/>
    <w:rsid w:val="00890B29"/>
    <w:rsid w:val="008917BF"/>
    <w:rsid w:val="00893A29"/>
    <w:rsid w:val="00896220"/>
    <w:rsid w:val="008970F2"/>
    <w:rsid w:val="00897415"/>
    <w:rsid w:val="008A0AE0"/>
    <w:rsid w:val="008A54F1"/>
    <w:rsid w:val="008B03BD"/>
    <w:rsid w:val="008B0594"/>
    <w:rsid w:val="008B0E2E"/>
    <w:rsid w:val="008B11C5"/>
    <w:rsid w:val="008B1D7F"/>
    <w:rsid w:val="008B1F01"/>
    <w:rsid w:val="008B2CB6"/>
    <w:rsid w:val="008B3640"/>
    <w:rsid w:val="008B3CF8"/>
    <w:rsid w:val="008B425B"/>
    <w:rsid w:val="008B6480"/>
    <w:rsid w:val="008C13A8"/>
    <w:rsid w:val="008C2805"/>
    <w:rsid w:val="008C2D37"/>
    <w:rsid w:val="008C378A"/>
    <w:rsid w:val="008C55BC"/>
    <w:rsid w:val="008C5BEB"/>
    <w:rsid w:val="008C76DD"/>
    <w:rsid w:val="008D3E65"/>
    <w:rsid w:val="008D5B90"/>
    <w:rsid w:val="008D5E57"/>
    <w:rsid w:val="008D6219"/>
    <w:rsid w:val="008D7324"/>
    <w:rsid w:val="008E0107"/>
    <w:rsid w:val="008E3E29"/>
    <w:rsid w:val="008E740D"/>
    <w:rsid w:val="008E7C08"/>
    <w:rsid w:val="008F0F60"/>
    <w:rsid w:val="008F5F52"/>
    <w:rsid w:val="008F7B00"/>
    <w:rsid w:val="00901025"/>
    <w:rsid w:val="0090122B"/>
    <w:rsid w:val="00905935"/>
    <w:rsid w:val="00910E33"/>
    <w:rsid w:val="00912FC0"/>
    <w:rsid w:val="00915D21"/>
    <w:rsid w:val="00916D19"/>
    <w:rsid w:val="00917D15"/>
    <w:rsid w:val="00921012"/>
    <w:rsid w:val="0092234B"/>
    <w:rsid w:val="00922FDD"/>
    <w:rsid w:val="00923D0B"/>
    <w:rsid w:val="00924F21"/>
    <w:rsid w:val="00925D80"/>
    <w:rsid w:val="00927E8E"/>
    <w:rsid w:val="00930EB6"/>
    <w:rsid w:val="00932907"/>
    <w:rsid w:val="00934F1A"/>
    <w:rsid w:val="0093540A"/>
    <w:rsid w:val="0093604D"/>
    <w:rsid w:val="009368F3"/>
    <w:rsid w:val="00937EBC"/>
    <w:rsid w:val="00940349"/>
    <w:rsid w:val="00940C0C"/>
    <w:rsid w:val="009429C4"/>
    <w:rsid w:val="009429E6"/>
    <w:rsid w:val="009431DC"/>
    <w:rsid w:val="009436BB"/>
    <w:rsid w:val="0094397E"/>
    <w:rsid w:val="00945629"/>
    <w:rsid w:val="00951729"/>
    <w:rsid w:val="0095273D"/>
    <w:rsid w:val="00952863"/>
    <w:rsid w:val="00952FBC"/>
    <w:rsid w:val="0095610C"/>
    <w:rsid w:val="00956338"/>
    <w:rsid w:val="009608DE"/>
    <w:rsid w:val="00960D5F"/>
    <w:rsid w:val="00960F26"/>
    <w:rsid w:val="00961BBD"/>
    <w:rsid w:val="009625F4"/>
    <w:rsid w:val="009656DD"/>
    <w:rsid w:val="00967417"/>
    <w:rsid w:val="00967A44"/>
    <w:rsid w:val="00967D09"/>
    <w:rsid w:val="00970E1B"/>
    <w:rsid w:val="00971577"/>
    <w:rsid w:val="0097272F"/>
    <w:rsid w:val="00974D86"/>
    <w:rsid w:val="00974EB9"/>
    <w:rsid w:val="00976B2D"/>
    <w:rsid w:val="00977D38"/>
    <w:rsid w:val="0098094C"/>
    <w:rsid w:val="0098232D"/>
    <w:rsid w:val="009857A6"/>
    <w:rsid w:val="00985F40"/>
    <w:rsid w:val="009929F2"/>
    <w:rsid w:val="00995407"/>
    <w:rsid w:val="00995C9D"/>
    <w:rsid w:val="00997758"/>
    <w:rsid w:val="00997A60"/>
    <w:rsid w:val="00997AD5"/>
    <w:rsid w:val="009A0206"/>
    <w:rsid w:val="009A1AC5"/>
    <w:rsid w:val="009A273E"/>
    <w:rsid w:val="009A2BA9"/>
    <w:rsid w:val="009A3819"/>
    <w:rsid w:val="009A3AE2"/>
    <w:rsid w:val="009A3E75"/>
    <w:rsid w:val="009A46BE"/>
    <w:rsid w:val="009A52BE"/>
    <w:rsid w:val="009A5DF0"/>
    <w:rsid w:val="009B17F2"/>
    <w:rsid w:val="009B1C62"/>
    <w:rsid w:val="009B1F73"/>
    <w:rsid w:val="009B24E0"/>
    <w:rsid w:val="009B2CF1"/>
    <w:rsid w:val="009B3348"/>
    <w:rsid w:val="009B4F86"/>
    <w:rsid w:val="009B7650"/>
    <w:rsid w:val="009C390C"/>
    <w:rsid w:val="009C4A61"/>
    <w:rsid w:val="009C66ED"/>
    <w:rsid w:val="009C78A7"/>
    <w:rsid w:val="009C7A11"/>
    <w:rsid w:val="009C7E67"/>
    <w:rsid w:val="009D1F5B"/>
    <w:rsid w:val="009D241D"/>
    <w:rsid w:val="009D2AF1"/>
    <w:rsid w:val="009D31FC"/>
    <w:rsid w:val="009D35CC"/>
    <w:rsid w:val="009D4C04"/>
    <w:rsid w:val="009D4D42"/>
    <w:rsid w:val="009D6928"/>
    <w:rsid w:val="009D69C7"/>
    <w:rsid w:val="009D7304"/>
    <w:rsid w:val="009D7710"/>
    <w:rsid w:val="009D79F7"/>
    <w:rsid w:val="009D7A9F"/>
    <w:rsid w:val="009E0C0A"/>
    <w:rsid w:val="009E119C"/>
    <w:rsid w:val="009E22DE"/>
    <w:rsid w:val="009E3C72"/>
    <w:rsid w:val="009E3D0F"/>
    <w:rsid w:val="009E4009"/>
    <w:rsid w:val="009E4201"/>
    <w:rsid w:val="009E4484"/>
    <w:rsid w:val="009E4E8B"/>
    <w:rsid w:val="009E67C9"/>
    <w:rsid w:val="009E798C"/>
    <w:rsid w:val="009F0D89"/>
    <w:rsid w:val="009F1705"/>
    <w:rsid w:val="009F2349"/>
    <w:rsid w:val="009F34DF"/>
    <w:rsid w:val="009F35EB"/>
    <w:rsid w:val="009F4245"/>
    <w:rsid w:val="009F5E4B"/>
    <w:rsid w:val="009F7A81"/>
    <w:rsid w:val="009F7CBB"/>
    <w:rsid w:val="00A00928"/>
    <w:rsid w:val="00A02F4D"/>
    <w:rsid w:val="00A03941"/>
    <w:rsid w:val="00A0587A"/>
    <w:rsid w:val="00A0669E"/>
    <w:rsid w:val="00A0719B"/>
    <w:rsid w:val="00A071F7"/>
    <w:rsid w:val="00A07E6C"/>
    <w:rsid w:val="00A107CC"/>
    <w:rsid w:val="00A10A76"/>
    <w:rsid w:val="00A10CFD"/>
    <w:rsid w:val="00A12BBE"/>
    <w:rsid w:val="00A13EB3"/>
    <w:rsid w:val="00A13FE0"/>
    <w:rsid w:val="00A15DA6"/>
    <w:rsid w:val="00A20080"/>
    <w:rsid w:val="00A22216"/>
    <w:rsid w:val="00A25870"/>
    <w:rsid w:val="00A26CC1"/>
    <w:rsid w:val="00A309F1"/>
    <w:rsid w:val="00A327A5"/>
    <w:rsid w:val="00A3333D"/>
    <w:rsid w:val="00A341C5"/>
    <w:rsid w:val="00A35430"/>
    <w:rsid w:val="00A3633C"/>
    <w:rsid w:val="00A36E18"/>
    <w:rsid w:val="00A3734D"/>
    <w:rsid w:val="00A424CB"/>
    <w:rsid w:val="00A43AC5"/>
    <w:rsid w:val="00A445C8"/>
    <w:rsid w:val="00A47269"/>
    <w:rsid w:val="00A51C6B"/>
    <w:rsid w:val="00A53D7A"/>
    <w:rsid w:val="00A53E5E"/>
    <w:rsid w:val="00A542B8"/>
    <w:rsid w:val="00A57A85"/>
    <w:rsid w:val="00A57EB6"/>
    <w:rsid w:val="00A6050A"/>
    <w:rsid w:val="00A627A6"/>
    <w:rsid w:val="00A62AB4"/>
    <w:rsid w:val="00A67A48"/>
    <w:rsid w:val="00A67BCE"/>
    <w:rsid w:val="00A67E68"/>
    <w:rsid w:val="00A7607C"/>
    <w:rsid w:val="00A772AB"/>
    <w:rsid w:val="00A77700"/>
    <w:rsid w:val="00A8020C"/>
    <w:rsid w:val="00A804D3"/>
    <w:rsid w:val="00A8070E"/>
    <w:rsid w:val="00A80E05"/>
    <w:rsid w:val="00A83C8C"/>
    <w:rsid w:val="00A8404E"/>
    <w:rsid w:val="00A8417B"/>
    <w:rsid w:val="00A85FF2"/>
    <w:rsid w:val="00A914F7"/>
    <w:rsid w:val="00A92065"/>
    <w:rsid w:val="00A922D5"/>
    <w:rsid w:val="00A92589"/>
    <w:rsid w:val="00A938F0"/>
    <w:rsid w:val="00A94F50"/>
    <w:rsid w:val="00A95677"/>
    <w:rsid w:val="00AA00E8"/>
    <w:rsid w:val="00AA755A"/>
    <w:rsid w:val="00AB2E5D"/>
    <w:rsid w:val="00AB47E4"/>
    <w:rsid w:val="00AC6B06"/>
    <w:rsid w:val="00AD07F6"/>
    <w:rsid w:val="00AD4838"/>
    <w:rsid w:val="00AD5693"/>
    <w:rsid w:val="00AD6280"/>
    <w:rsid w:val="00AD68DD"/>
    <w:rsid w:val="00AD6F1B"/>
    <w:rsid w:val="00AD7E7A"/>
    <w:rsid w:val="00AE1A8C"/>
    <w:rsid w:val="00AE38AD"/>
    <w:rsid w:val="00AE52DA"/>
    <w:rsid w:val="00AE5F90"/>
    <w:rsid w:val="00AE6575"/>
    <w:rsid w:val="00AF167C"/>
    <w:rsid w:val="00AF1860"/>
    <w:rsid w:val="00AF29A7"/>
    <w:rsid w:val="00AF29C1"/>
    <w:rsid w:val="00AF5586"/>
    <w:rsid w:val="00AF5D87"/>
    <w:rsid w:val="00B0081D"/>
    <w:rsid w:val="00B00AD8"/>
    <w:rsid w:val="00B00C87"/>
    <w:rsid w:val="00B01E71"/>
    <w:rsid w:val="00B02527"/>
    <w:rsid w:val="00B027E1"/>
    <w:rsid w:val="00B02A83"/>
    <w:rsid w:val="00B03EFA"/>
    <w:rsid w:val="00B051AF"/>
    <w:rsid w:val="00B053DF"/>
    <w:rsid w:val="00B06CB9"/>
    <w:rsid w:val="00B10AB1"/>
    <w:rsid w:val="00B10EA6"/>
    <w:rsid w:val="00B11537"/>
    <w:rsid w:val="00B17B78"/>
    <w:rsid w:val="00B2052C"/>
    <w:rsid w:val="00B20E01"/>
    <w:rsid w:val="00B22E6E"/>
    <w:rsid w:val="00B240D8"/>
    <w:rsid w:val="00B25175"/>
    <w:rsid w:val="00B26433"/>
    <w:rsid w:val="00B275C8"/>
    <w:rsid w:val="00B30100"/>
    <w:rsid w:val="00B306DD"/>
    <w:rsid w:val="00B30968"/>
    <w:rsid w:val="00B31675"/>
    <w:rsid w:val="00B33198"/>
    <w:rsid w:val="00B34B2A"/>
    <w:rsid w:val="00B35DDC"/>
    <w:rsid w:val="00B363F8"/>
    <w:rsid w:val="00B40ABE"/>
    <w:rsid w:val="00B40FEE"/>
    <w:rsid w:val="00B4178F"/>
    <w:rsid w:val="00B41902"/>
    <w:rsid w:val="00B41E72"/>
    <w:rsid w:val="00B42B00"/>
    <w:rsid w:val="00B443EF"/>
    <w:rsid w:val="00B51CE2"/>
    <w:rsid w:val="00B522F0"/>
    <w:rsid w:val="00B565D9"/>
    <w:rsid w:val="00B576A6"/>
    <w:rsid w:val="00B62160"/>
    <w:rsid w:val="00B638CB"/>
    <w:rsid w:val="00B64F31"/>
    <w:rsid w:val="00B72EF2"/>
    <w:rsid w:val="00B73BE1"/>
    <w:rsid w:val="00B7417E"/>
    <w:rsid w:val="00B75518"/>
    <w:rsid w:val="00B75E8F"/>
    <w:rsid w:val="00B7797E"/>
    <w:rsid w:val="00B77D64"/>
    <w:rsid w:val="00B81247"/>
    <w:rsid w:val="00B8195A"/>
    <w:rsid w:val="00B822D1"/>
    <w:rsid w:val="00B82AC0"/>
    <w:rsid w:val="00B82FF8"/>
    <w:rsid w:val="00B86380"/>
    <w:rsid w:val="00B9157C"/>
    <w:rsid w:val="00B92FA7"/>
    <w:rsid w:val="00B9361B"/>
    <w:rsid w:val="00B94231"/>
    <w:rsid w:val="00B9453D"/>
    <w:rsid w:val="00B94E46"/>
    <w:rsid w:val="00B95250"/>
    <w:rsid w:val="00B97F55"/>
    <w:rsid w:val="00BA1466"/>
    <w:rsid w:val="00BB0E81"/>
    <w:rsid w:val="00BB3158"/>
    <w:rsid w:val="00BB380F"/>
    <w:rsid w:val="00BB38CB"/>
    <w:rsid w:val="00BB4120"/>
    <w:rsid w:val="00BB49D1"/>
    <w:rsid w:val="00BB6A20"/>
    <w:rsid w:val="00BB7E8A"/>
    <w:rsid w:val="00BC1BBC"/>
    <w:rsid w:val="00BC2206"/>
    <w:rsid w:val="00BC32F0"/>
    <w:rsid w:val="00BC33DC"/>
    <w:rsid w:val="00BC419E"/>
    <w:rsid w:val="00BC4D8E"/>
    <w:rsid w:val="00BC5E6E"/>
    <w:rsid w:val="00BC79D3"/>
    <w:rsid w:val="00BC7C7B"/>
    <w:rsid w:val="00BD0E97"/>
    <w:rsid w:val="00BD3C30"/>
    <w:rsid w:val="00BD44D5"/>
    <w:rsid w:val="00BD71F1"/>
    <w:rsid w:val="00BE0782"/>
    <w:rsid w:val="00BE0C1C"/>
    <w:rsid w:val="00BE12E1"/>
    <w:rsid w:val="00BE1D0F"/>
    <w:rsid w:val="00BE2B9E"/>
    <w:rsid w:val="00BE3050"/>
    <w:rsid w:val="00BE3BDB"/>
    <w:rsid w:val="00BE479A"/>
    <w:rsid w:val="00BE58E8"/>
    <w:rsid w:val="00BE662C"/>
    <w:rsid w:val="00BE68BC"/>
    <w:rsid w:val="00BF0958"/>
    <w:rsid w:val="00BF219A"/>
    <w:rsid w:val="00BF26ED"/>
    <w:rsid w:val="00BF2C89"/>
    <w:rsid w:val="00BF39E1"/>
    <w:rsid w:val="00BF6EED"/>
    <w:rsid w:val="00C006D5"/>
    <w:rsid w:val="00C00796"/>
    <w:rsid w:val="00C0358D"/>
    <w:rsid w:val="00C03A74"/>
    <w:rsid w:val="00C03DFE"/>
    <w:rsid w:val="00C0454C"/>
    <w:rsid w:val="00C06C81"/>
    <w:rsid w:val="00C07679"/>
    <w:rsid w:val="00C07C08"/>
    <w:rsid w:val="00C10E72"/>
    <w:rsid w:val="00C11599"/>
    <w:rsid w:val="00C1165D"/>
    <w:rsid w:val="00C121A2"/>
    <w:rsid w:val="00C12998"/>
    <w:rsid w:val="00C1303C"/>
    <w:rsid w:val="00C146F6"/>
    <w:rsid w:val="00C14EEC"/>
    <w:rsid w:val="00C15FA3"/>
    <w:rsid w:val="00C1688E"/>
    <w:rsid w:val="00C20945"/>
    <w:rsid w:val="00C211FC"/>
    <w:rsid w:val="00C2149E"/>
    <w:rsid w:val="00C21500"/>
    <w:rsid w:val="00C21D0C"/>
    <w:rsid w:val="00C21F15"/>
    <w:rsid w:val="00C23015"/>
    <w:rsid w:val="00C24E00"/>
    <w:rsid w:val="00C257C0"/>
    <w:rsid w:val="00C26514"/>
    <w:rsid w:val="00C275A7"/>
    <w:rsid w:val="00C30490"/>
    <w:rsid w:val="00C310FD"/>
    <w:rsid w:val="00C34555"/>
    <w:rsid w:val="00C35C1E"/>
    <w:rsid w:val="00C36B22"/>
    <w:rsid w:val="00C4019C"/>
    <w:rsid w:val="00C408A5"/>
    <w:rsid w:val="00C427AD"/>
    <w:rsid w:val="00C4413A"/>
    <w:rsid w:val="00C44E81"/>
    <w:rsid w:val="00C46C85"/>
    <w:rsid w:val="00C46CBA"/>
    <w:rsid w:val="00C5007A"/>
    <w:rsid w:val="00C5375F"/>
    <w:rsid w:val="00C55066"/>
    <w:rsid w:val="00C551A2"/>
    <w:rsid w:val="00C56D90"/>
    <w:rsid w:val="00C57439"/>
    <w:rsid w:val="00C57EDE"/>
    <w:rsid w:val="00C60805"/>
    <w:rsid w:val="00C6098E"/>
    <w:rsid w:val="00C624EE"/>
    <w:rsid w:val="00C62533"/>
    <w:rsid w:val="00C64032"/>
    <w:rsid w:val="00C640BD"/>
    <w:rsid w:val="00C64C50"/>
    <w:rsid w:val="00C65BE8"/>
    <w:rsid w:val="00C67DC6"/>
    <w:rsid w:val="00C712A5"/>
    <w:rsid w:val="00C71707"/>
    <w:rsid w:val="00C73B5B"/>
    <w:rsid w:val="00C74E8A"/>
    <w:rsid w:val="00C74E9E"/>
    <w:rsid w:val="00C75A26"/>
    <w:rsid w:val="00C77DFE"/>
    <w:rsid w:val="00C81F17"/>
    <w:rsid w:val="00C871ED"/>
    <w:rsid w:val="00C94110"/>
    <w:rsid w:val="00C9421E"/>
    <w:rsid w:val="00C95D73"/>
    <w:rsid w:val="00CA5C12"/>
    <w:rsid w:val="00CA6396"/>
    <w:rsid w:val="00CB0548"/>
    <w:rsid w:val="00CB229E"/>
    <w:rsid w:val="00CB2A27"/>
    <w:rsid w:val="00CB35CC"/>
    <w:rsid w:val="00CB4AF7"/>
    <w:rsid w:val="00CB61C0"/>
    <w:rsid w:val="00CC21F8"/>
    <w:rsid w:val="00CC71C8"/>
    <w:rsid w:val="00CC7F65"/>
    <w:rsid w:val="00CD0224"/>
    <w:rsid w:val="00CD16ED"/>
    <w:rsid w:val="00CD265B"/>
    <w:rsid w:val="00CD2AE3"/>
    <w:rsid w:val="00CD2DC4"/>
    <w:rsid w:val="00CD491C"/>
    <w:rsid w:val="00CD5021"/>
    <w:rsid w:val="00CD58F3"/>
    <w:rsid w:val="00CD6BF1"/>
    <w:rsid w:val="00CD73B6"/>
    <w:rsid w:val="00CE15B0"/>
    <w:rsid w:val="00CE2F1D"/>
    <w:rsid w:val="00CE43AC"/>
    <w:rsid w:val="00CE52EC"/>
    <w:rsid w:val="00CE55EA"/>
    <w:rsid w:val="00CF2609"/>
    <w:rsid w:val="00CF42E1"/>
    <w:rsid w:val="00CF4EB8"/>
    <w:rsid w:val="00CF602B"/>
    <w:rsid w:val="00CF68E9"/>
    <w:rsid w:val="00CF6AA7"/>
    <w:rsid w:val="00CF743C"/>
    <w:rsid w:val="00CF7650"/>
    <w:rsid w:val="00D01584"/>
    <w:rsid w:val="00D03AF7"/>
    <w:rsid w:val="00D03BFD"/>
    <w:rsid w:val="00D04AD7"/>
    <w:rsid w:val="00D0557D"/>
    <w:rsid w:val="00D05FED"/>
    <w:rsid w:val="00D0607D"/>
    <w:rsid w:val="00D06166"/>
    <w:rsid w:val="00D06C3B"/>
    <w:rsid w:val="00D1002B"/>
    <w:rsid w:val="00D13498"/>
    <w:rsid w:val="00D16017"/>
    <w:rsid w:val="00D1715A"/>
    <w:rsid w:val="00D2030B"/>
    <w:rsid w:val="00D215C0"/>
    <w:rsid w:val="00D23203"/>
    <w:rsid w:val="00D24376"/>
    <w:rsid w:val="00D24E82"/>
    <w:rsid w:val="00D255E7"/>
    <w:rsid w:val="00D27F36"/>
    <w:rsid w:val="00D305B5"/>
    <w:rsid w:val="00D315F2"/>
    <w:rsid w:val="00D323B3"/>
    <w:rsid w:val="00D32C97"/>
    <w:rsid w:val="00D33B88"/>
    <w:rsid w:val="00D346E5"/>
    <w:rsid w:val="00D34BA2"/>
    <w:rsid w:val="00D36C96"/>
    <w:rsid w:val="00D36E9F"/>
    <w:rsid w:val="00D378F3"/>
    <w:rsid w:val="00D41D8D"/>
    <w:rsid w:val="00D422E6"/>
    <w:rsid w:val="00D4232E"/>
    <w:rsid w:val="00D44351"/>
    <w:rsid w:val="00D44E13"/>
    <w:rsid w:val="00D465B7"/>
    <w:rsid w:val="00D4675A"/>
    <w:rsid w:val="00D47038"/>
    <w:rsid w:val="00D507B2"/>
    <w:rsid w:val="00D5194F"/>
    <w:rsid w:val="00D51B7F"/>
    <w:rsid w:val="00D54C12"/>
    <w:rsid w:val="00D55A62"/>
    <w:rsid w:val="00D55F6B"/>
    <w:rsid w:val="00D57BDD"/>
    <w:rsid w:val="00D60396"/>
    <w:rsid w:val="00D615E1"/>
    <w:rsid w:val="00D61B1C"/>
    <w:rsid w:val="00D61BF1"/>
    <w:rsid w:val="00D625B0"/>
    <w:rsid w:val="00D632DB"/>
    <w:rsid w:val="00D63DF2"/>
    <w:rsid w:val="00D647DF"/>
    <w:rsid w:val="00D64E87"/>
    <w:rsid w:val="00D65637"/>
    <w:rsid w:val="00D66BBD"/>
    <w:rsid w:val="00D66BE9"/>
    <w:rsid w:val="00D71674"/>
    <w:rsid w:val="00D71F0E"/>
    <w:rsid w:val="00D72D2A"/>
    <w:rsid w:val="00D73EEC"/>
    <w:rsid w:val="00D74048"/>
    <w:rsid w:val="00D7441A"/>
    <w:rsid w:val="00D76707"/>
    <w:rsid w:val="00D76E2C"/>
    <w:rsid w:val="00D778E4"/>
    <w:rsid w:val="00D77AC6"/>
    <w:rsid w:val="00D77FC7"/>
    <w:rsid w:val="00D80BDD"/>
    <w:rsid w:val="00D81761"/>
    <w:rsid w:val="00D821FE"/>
    <w:rsid w:val="00D85221"/>
    <w:rsid w:val="00D86298"/>
    <w:rsid w:val="00D8657C"/>
    <w:rsid w:val="00D87031"/>
    <w:rsid w:val="00D9282E"/>
    <w:rsid w:val="00D9338E"/>
    <w:rsid w:val="00D93D12"/>
    <w:rsid w:val="00D94CCF"/>
    <w:rsid w:val="00D9569E"/>
    <w:rsid w:val="00D97347"/>
    <w:rsid w:val="00DA32AC"/>
    <w:rsid w:val="00DA3BDB"/>
    <w:rsid w:val="00DA7FE6"/>
    <w:rsid w:val="00DB0952"/>
    <w:rsid w:val="00DB0F38"/>
    <w:rsid w:val="00DB224A"/>
    <w:rsid w:val="00DB5275"/>
    <w:rsid w:val="00DB5B2B"/>
    <w:rsid w:val="00DC098F"/>
    <w:rsid w:val="00DC0D72"/>
    <w:rsid w:val="00DC1800"/>
    <w:rsid w:val="00DC1D37"/>
    <w:rsid w:val="00DC3D52"/>
    <w:rsid w:val="00DC4732"/>
    <w:rsid w:val="00DC5943"/>
    <w:rsid w:val="00DC6D07"/>
    <w:rsid w:val="00DD1615"/>
    <w:rsid w:val="00DD1AD6"/>
    <w:rsid w:val="00DD1D01"/>
    <w:rsid w:val="00DD2A07"/>
    <w:rsid w:val="00DD6A5D"/>
    <w:rsid w:val="00DD7B0E"/>
    <w:rsid w:val="00DE0E89"/>
    <w:rsid w:val="00DE0EF9"/>
    <w:rsid w:val="00DE16EF"/>
    <w:rsid w:val="00DE21D1"/>
    <w:rsid w:val="00DE36D8"/>
    <w:rsid w:val="00DE5D64"/>
    <w:rsid w:val="00DE705E"/>
    <w:rsid w:val="00DF1896"/>
    <w:rsid w:val="00DF1C12"/>
    <w:rsid w:val="00DF233E"/>
    <w:rsid w:val="00DF3838"/>
    <w:rsid w:val="00DF4EA9"/>
    <w:rsid w:val="00DF66BD"/>
    <w:rsid w:val="00E02C43"/>
    <w:rsid w:val="00E03C85"/>
    <w:rsid w:val="00E04D29"/>
    <w:rsid w:val="00E06313"/>
    <w:rsid w:val="00E06676"/>
    <w:rsid w:val="00E06807"/>
    <w:rsid w:val="00E0716E"/>
    <w:rsid w:val="00E10B05"/>
    <w:rsid w:val="00E10E4E"/>
    <w:rsid w:val="00E13C32"/>
    <w:rsid w:val="00E1458F"/>
    <w:rsid w:val="00E1496B"/>
    <w:rsid w:val="00E16409"/>
    <w:rsid w:val="00E234B7"/>
    <w:rsid w:val="00E241E4"/>
    <w:rsid w:val="00E25FEB"/>
    <w:rsid w:val="00E27F95"/>
    <w:rsid w:val="00E30F39"/>
    <w:rsid w:val="00E31905"/>
    <w:rsid w:val="00E32829"/>
    <w:rsid w:val="00E328E6"/>
    <w:rsid w:val="00E32EBF"/>
    <w:rsid w:val="00E33210"/>
    <w:rsid w:val="00E35B20"/>
    <w:rsid w:val="00E35C0A"/>
    <w:rsid w:val="00E369CF"/>
    <w:rsid w:val="00E36D33"/>
    <w:rsid w:val="00E376EE"/>
    <w:rsid w:val="00E4030C"/>
    <w:rsid w:val="00E40894"/>
    <w:rsid w:val="00E40A6F"/>
    <w:rsid w:val="00E41FF8"/>
    <w:rsid w:val="00E42787"/>
    <w:rsid w:val="00E51E76"/>
    <w:rsid w:val="00E523D9"/>
    <w:rsid w:val="00E52ED3"/>
    <w:rsid w:val="00E540F7"/>
    <w:rsid w:val="00E5498D"/>
    <w:rsid w:val="00E564F2"/>
    <w:rsid w:val="00E569D0"/>
    <w:rsid w:val="00E56B22"/>
    <w:rsid w:val="00E608FA"/>
    <w:rsid w:val="00E619AA"/>
    <w:rsid w:val="00E641BE"/>
    <w:rsid w:val="00E65997"/>
    <w:rsid w:val="00E70AE8"/>
    <w:rsid w:val="00E710D1"/>
    <w:rsid w:val="00E756FF"/>
    <w:rsid w:val="00E76356"/>
    <w:rsid w:val="00E76EDA"/>
    <w:rsid w:val="00E7766D"/>
    <w:rsid w:val="00E7773A"/>
    <w:rsid w:val="00E81DEA"/>
    <w:rsid w:val="00E8427E"/>
    <w:rsid w:val="00E847C2"/>
    <w:rsid w:val="00E84AD6"/>
    <w:rsid w:val="00E86F25"/>
    <w:rsid w:val="00E95577"/>
    <w:rsid w:val="00E96E34"/>
    <w:rsid w:val="00E9737C"/>
    <w:rsid w:val="00E97737"/>
    <w:rsid w:val="00EA0116"/>
    <w:rsid w:val="00EA0D49"/>
    <w:rsid w:val="00EA1FF1"/>
    <w:rsid w:val="00EA54C5"/>
    <w:rsid w:val="00EA747D"/>
    <w:rsid w:val="00EB1F80"/>
    <w:rsid w:val="00EB29B7"/>
    <w:rsid w:val="00EB2B14"/>
    <w:rsid w:val="00EB7875"/>
    <w:rsid w:val="00EC5681"/>
    <w:rsid w:val="00ED00FA"/>
    <w:rsid w:val="00ED16AC"/>
    <w:rsid w:val="00ED26F9"/>
    <w:rsid w:val="00ED273C"/>
    <w:rsid w:val="00ED2762"/>
    <w:rsid w:val="00ED2A57"/>
    <w:rsid w:val="00ED374A"/>
    <w:rsid w:val="00ED468F"/>
    <w:rsid w:val="00ED6D11"/>
    <w:rsid w:val="00ED728D"/>
    <w:rsid w:val="00ED72B0"/>
    <w:rsid w:val="00ED7331"/>
    <w:rsid w:val="00ED7F08"/>
    <w:rsid w:val="00EE0455"/>
    <w:rsid w:val="00EE0977"/>
    <w:rsid w:val="00EE131D"/>
    <w:rsid w:val="00EE1638"/>
    <w:rsid w:val="00EE1CA6"/>
    <w:rsid w:val="00EE30F6"/>
    <w:rsid w:val="00EE3DBE"/>
    <w:rsid w:val="00EE65CE"/>
    <w:rsid w:val="00EE78AA"/>
    <w:rsid w:val="00EF0C79"/>
    <w:rsid w:val="00EF25AD"/>
    <w:rsid w:val="00EF381C"/>
    <w:rsid w:val="00EF3D5D"/>
    <w:rsid w:val="00F02567"/>
    <w:rsid w:val="00F028DB"/>
    <w:rsid w:val="00F03296"/>
    <w:rsid w:val="00F0521B"/>
    <w:rsid w:val="00F055DC"/>
    <w:rsid w:val="00F05CBE"/>
    <w:rsid w:val="00F06261"/>
    <w:rsid w:val="00F06947"/>
    <w:rsid w:val="00F06C2B"/>
    <w:rsid w:val="00F1025F"/>
    <w:rsid w:val="00F12851"/>
    <w:rsid w:val="00F13D38"/>
    <w:rsid w:val="00F14DC6"/>
    <w:rsid w:val="00F16482"/>
    <w:rsid w:val="00F16501"/>
    <w:rsid w:val="00F17A5E"/>
    <w:rsid w:val="00F21059"/>
    <w:rsid w:val="00F21103"/>
    <w:rsid w:val="00F271FB"/>
    <w:rsid w:val="00F27EA7"/>
    <w:rsid w:val="00F32CE0"/>
    <w:rsid w:val="00F33D92"/>
    <w:rsid w:val="00F34EA6"/>
    <w:rsid w:val="00F351AE"/>
    <w:rsid w:val="00F375B0"/>
    <w:rsid w:val="00F3789A"/>
    <w:rsid w:val="00F37BFA"/>
    <w:rsid w:val="00F405D1"/>
    <w:rsid w:val="00F4081A"/>
    <w:rsid w:val="00F40A19"/>
    <w:rsid w:val="00F40E4D"/>
    <w:rsid w:val="00F41CC4"/>
    <w:rsid w:val="00F41F42"/>
    <w:rsid w:val="00F43857"/>
    <w:rsid w:val="00F474E2"/>
    <w:rsid w:val="00F504FD"/>
    <w:rsid w:val="00F52254"/>
    <w:rsid w:val="00F549FC"/>
    <w:rsid w:val="00F54D5B"/>
    <w:rsid w:val="00F56D7C"/>
    <w:rsid w:val="00F61C20"/>
    <w:rsid w:val="00F63321"/>
    <w:rsid w:val="00F6455F"/>
    <w:rsid w:val="00F64C5C"/>
    <w:rsid w:val="00F65BC0"/>
    <w:rsid w:val="00F66D62"/>
    <w:rsid w:val="00F67CFF"/>
    <w:rsid w:val="00F67DB8"/>
    <w:rsid w:val="00F70258"/>
    <w:rsid w:val="00F70A9C"/>
    <w:rsid w:val="00F719BC"/>
    <w:rsid w:val="00F72A57"/>
    <w:rsid w:val="00F73574"/>
    <w:rsid w:val="00F74BB6"/>
    <w:rsid w:val="00F750E0"/>
    <w:rsid w:val="00F76F1B"/>
    <w:rsid w:val="00F80217"/>
    <w:rsid w:val="00F8055D"/>
    <w:rsid w:val="00F80F17"/>
    <w:rsid w:val="00F8239A"/>
    <w:rsid w:val="00F82A9B"/>
    <w:rsid w:val="00F837BB"/>
    <w:rsid w:val="00F85956"/>
    <w:rsid w:val="00F861B2"/>
    <w:rsid w:val="00F8763F"/>
    <w:rsid w:val="00F87AF5"/>
    <w:rsid w:val="00F91162"/>
    <w:rsid w:val="00F93ED3"/>
    <w:rsid w:val="00F94DF3"/>
    <w:rsid w:val="00F95C57"/>
    <w:rsid w:val="00FA06AD"/>
    <w:rsid w:val="00FA1342"/>
    <w:rsid w:val="00FA60E7"/>
    <w:rsid w:val="00FA64BF"/>
    <w:rsid w:val="00FA79B4"/>
    <w:rsid w:val="00FB0F38"/>
    <w:rsid w:val="00FB2BA9"/>
    <w:rsid w:val="00FB32FC"/>
    <w:rsid w:val="00FB35C2"/>
    <w:rsid w:val="00FB395F"/>
    <w:rsid w:val="00FB49C7"/>
    <w:rsid w:val="00FB4F77"/>
    <w:rsid w:val="00FB65BA"/>
    <w:rsid w:val="00FC110E"/>
    <w:rsid w:val="00FC32AD"/>
    <w:rsid w:val="00FC5D5A"/>
    <w:rsid w:val="00FC7310"/>
    <w:rsid w:val="00FC7493"/>
    <w:rsid w:val="00FD1330"/>
    <w:rsid w:val="00FD1613"/>
    <w:rsid w:val="00FD39D0"/>
    <w:rsid w:val="00FD575D"/>
    <w:rsid w:val="00FD61A9"/>
    <w:rsid w:val="00FD7031"/>
    <w:rsid w:val="00FE1452"/>
    <w:rsid w:val="00FE293B"/>
    <w:rsid w:val="00FE2BDF"/>
    <w:rsid w:val="00FE32A0"/>
    <w:rsid w:val="00FE33AA"/>
    <w:rsid w:val="00FE4281"/>
    <w:rsid w:val="00FE488E"/>
    <w:rsid w:val="00FE4FB6"/>
    <w:rsid w:val="00FF1288"/>
    <w:rsid w:val="00FF4AA7"/>
    <w:rsid w:val="00FF5459"/>
    <w:rsid w:val="00FF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1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2137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4034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0F3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aliases w:val="Знак"/>
    <w:basedOn w:val="Normal"/>
    <w:next w:val="Normal"/>
    <w:link w:val="Heading6Char"/>
    <w:uiPriority w:val="99"/>
    <w:qFormat/>
    <w:rsid w:val="00FE293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2137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2137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1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21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70FA"/>
    <w:rPr>
      <w:rFonts w:cs="Times New Roman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034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0F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 Char"/>
    <w:basedOn w:val="DefaultParagraphFont"/>
    <w:link w:val="Heading6"/>
    <w:uiPriority w:val="99"/>
    <w:locked/>
    <w:rsid w:val="00FE293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3213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D6F1B"/>
    <w:pPr>
      <w:widowControl/>
      <w:suppressAutoHyphens/>
      <w:jc w:val="both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D6F1B"/>
    <w:pPr>
      <w:widowControl/>
      <w:suppressAutoHyphens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D6F1B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6F1B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D6F1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4034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0349"/>
    <w:rPr>
      <w:rFonts w:cs="Times New Roman"/>
    </w:rPr>
  </w:style>
  <w:style w:type="paragraph" w:customStyle="1" w:styleId="ConsPlusNormal">
    <w:name w:val="ConsPlusNormal"/>
    <w:uiPriority w:val="99"/>
    <w:rsid w:val="009403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">
    <w:name w:val="Стиль2"/>
    <w:basedOn w:val="1"/>
    <w:uiPriority w:val="99"/>
    <w:rsid w:val="00940349"/>
  </w:style>
  <w:style w:type="paragraph" w:customStyle="1" w:styleId="1">
    <w:name w:val="Стиль1"/>
    <w:basedOn w:val="Normal"/>
    <w:uiPriority w:val="99"/>
    <w:rsid w:val="00940349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sz w:val="24"/>
      <w:szCs w:val="24"/>
    </w:rPr>
  </w:style>
  <w:style w:type="paragraph" w:customStyle="1" w:styleId="a">
    <w:name w:val="Заголовок статьи"/>
    <w:basedOn w:val="Normal"/>
    <w:next w:val="Normal"/>
    <w:uiPriority w:val="99"/>
    <w:rsid w:val="00940349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E2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1"/>
    <w:uiPriority w:val="99"/>
    <w:rsid w:val="00FE293B"/>
    <w:pPr>
      <w:widowControl/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5B6A"/>
    <w:rPr>
      <w:rFonts w:cs="Times New Roman"/>
      <w:sz w:val="24"/>
      <w:szCs w:val="24"/>
      <w:lang w:val="ru-RU"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E293B"/>
    <w:rPr>
      <w:rFonts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432137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PageNumber">
    <w:name w:val="page number"/>
    <w:basedOn w:val="DefaultParagraphFont"/>
    <w:uiPriority w:val="99"/>
    <w:rsid w:val="0043213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432137"/>
    <w:pPr>
      <w:widowControl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32137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32137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2137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432137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32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13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321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32137"/>
    <w:rPr>
      <w:rFonts w:ascii="Tahoma" w:hAnsi="Tahoma" w:cs="Tahoma"/>
      <w:shd w:val="clear" w:color="auto" w:fill="000080"/>
    </w:rPr>
  </w:style>
  <w:style w:type="table" w:styleId="TableGrid">
    <w:name w:val="Table Grid"/>
    <w:basedOn w:val="TableNormal"/>
    <w:uiPriority w:val="99"/>
    <w:rsid w:val="003473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DefaultParagraphFont"/>
    <w:uiPriority w:val="99"/>
    <w:rsid w:val="00311301"/>
    <w:rPr>
      <w:rFonts w:cs="Times New Roman"/>
    </w:rPr>
  </w:style>
  <w:style w:type="character" w:customStyle="1" w:styleId="5">
    <w:name w:val="Знак Знак5"/>
    <w:basedOn w:val="DefaultParagraphFont"/>
    <w:uiPriority w:val="99"/>
    <w:rsid w:val="00ED2762"/>
    <w:rPr>
      <w:rFonts w:cs="Times New Roman"/>
      <w:sz w:val="24"/>
      <w:szCs w:val="24"/>
      <w:lang w:eastAsia="ar-SA" w:bidi="ar-SA"/>
    </w:rPr>
  </w:style>
  <w:style w:type="character" w:customStyle="1" w:styleId="52">
    <w:name w:val="Знак Знак52"/>
    <w:basedOn w:val="DefaultParagraphFont"/>
    <w:uiPriority w:val="99"/>
    <w:rsid w:val="00653C4A"/>
    <w:rPr>
      <w:rFonts w:cs="Times New Roman"/>
      <w:sz w:val="24"/>
      <w:szCs w:val="24"/>
      <w:lang w:eastAsia="ar-SA" w:bidi="ar-SA"/>
    </w:rPr>
  </w:style>
  <w:style w:type="character" w:customStyle="1" w:styleId="51">
    <w:name w:val="Знак Знак51"/>
    <w:basedOn w:val="DefaultParagraphFont"/>
    <w:uiPriority w:val="99"/>
    <w:rsid w:val="00531E0B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CD58F3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0">
    <w:name w:val="Знак Знак Знак Знак Знак1 Знак Знак Знак Знак Знак Знак Знак Знак Знак Знак Знак Знак Знак Знак Знак Знак"/>
    <w:basedOn w:val="Normal"/>
    <w:uiPriority w:val="99"/>
    <w:rsid w:val="004C5B6A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ListParagraph">
    <w:name w:val="List Paragraph"/>
    <w:basedOn w:val="Normal"/>
    <w:uiPriority w:val="99"/>
    <w:qFormat/>
    <w:rsid w:val="00575CDB"/>
    <w:pPr>
      <w:ind w:left="708"/>
    </w:pPr>
  </w:style>
  <w:style w:type="paragraph" w:customStyle="1" w:styleId="ConsPlusTitlePage">
    <w:name w:val="ConsPlusTitlePage"/>
    <w:uiPriority w:val="99"/>
    <w:rsid w:val="00D9338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8">
    <w:name w:val="Знак Знак8"/>
    <w:basedOn w:val="DefaultParagraphFont"/>
    <w:uiPriority w:val="99"/>
    <w:locked/>
    <w:rsid w:val="005C7F40"/>
    <w:rPr>
      <w:rFonts w:cs="Times New Roman"/>
      <w:sz w:val="24"/>
      <w:szCs w:val="24"/>
      <w:lang w:val="ru-RU" w:eastAsia="ar-SA" w:bidi="ar-SA"/>
    </w:rPr>
  </w:style>
  <w:style w:type="character" w:customStyle="1" w:styleId="7">
    <w:name w:val="Знак Знак7"/>
    <w:basedOn w:val="DefaultParagraphFont"/>
    <w:uiPriority w:val="99"/>
    <w:locked/>
    <w:rsid w:val="005C7F40"/>
    <w:rPr>
      <w:rFonts w:ascii="Cambria" w:hAnsi="Cambria" w:cs="Times New Roman"/>
      <w:sz w:val="24"/>
      <w:szCs w:val="24"/>
      <w:lang w:val="ru-RU" w:eastAsia="ru-RU" w:bidi="ar-SA"/>
    </w:rPr>
  </w:style>
  <w:style w:type="character" w:customStyle="1" w:styleId="9">
    <w:name w:val="Знак Знак9"/>
    <w:basedOn w:val="DefaultParagraphFont"/>
    <w:uiPriority w:val="99"/>
    <w:locked/>
    <w:rsid w:val="000C5250"/>
    <w:rPr>
      <w:rFonts w:cs="Times New Roman"/>
      <w:sz w:val="28"/>
      <w:szCs w:val="28"/>
      <w:lang w:val="ru-RU" w:eastAsia="ar-SA" w:bidi="ar-SA"/>
    </w:rPr>
  </w:style>
  <w:style w:type="character" w:customStyle="1" w:styleId="53">
    <w:name w:val="Знак Знак53"/>
    <w:basedOn w:val="DefaultParagraphFont"/>
    <w:uiPriority w:val="99"/>
    <w:locked/>
    <w:rsid w:val="000C5250"/>
    <w:rPr>
      <w:rFonts w:cs="Times New Roman"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semiHidden/>
    <w:locked/>
    <w:rsid w:val="00A8417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585</TotalTime>
  <Pages>26</Pages>
  <Words>8065</Words>
  <Characters>-32766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42</cp:revision>
  <cp:lastPrinted>2020-06-05T08:19:00Z</cp:lastPrinted>
  <dcterms:created xsi:type="dcterms:W3CDTF">2020-06-05T07:47:00Z</dcterms:created>
  <dcterms:modified xsi:type="dcterms:W3CDTF">2020-12-07T11:11:00Z</dcterms:modified>
</cp:coreProperties>
</file>