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B8" w:rsidRPr="00870FE1" w:rsidRDefault="00D25AB8" w:rsidP="000C21D9">
      <w:pPr>
        <w:rPr>
          <w:b/>
          <w:color w:val="993300"/>
          <w:sz w:val="28"/>
          <w:szCs w:val="28"/>
        </w:rPr>
      </w:pPr>
    </w:p>
    <w:p w:rsidR="00D25AB8" w:rsidRPr="00936673" w:rsidRDefault="00D25AB8" w:rsidP="00E570AA">
      <w:pPr>
        <w:widowControl/>
        <w:jc w:val="center"/>
        <w:rPr>
          <w:sz w:val="24"/>
          <w:szCs w:val="24"/>
        </w:rPr>
      </w:pPr>
    </w:p>
    <w:p w:rsidR="00D25AB8" w:rsidRDefault="00D25AB8" w:rsidP="005F4C9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ППО (вектор) черная" style="width:57pt;height:75pt;visibility:visible">
            <v:imagedata r:id="rId7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7.65pt;margin-top:-25.65pt;width:105.45pt;height:31.35pt;z-index:251658240;mso-position-horizontal-relative:text;mso-position-vertical-relative:text" stroked="f">
            <v:textbox style="mso-next-textbox:#_x0000_s1026">
              <w:txbxContent>
                <w:p w:rsidR="00D25AB8" w:rsidRPr="002D5786" w:rsidRDefault="00D25AB8" w:rsidP="005F4C9B"/>
              </w:txbxContent>
            </v:textbox>
          </v:shape>
        </w:pict>
      </w:r>
    </w:p>
    <w:p w:rsidR="00D25AB8" w:rsidRDefault="00D25AB8" w:rsidP="005F4C9B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900"/>
      </w:tblGrid>
      <w:tr w:rsidR="00D25AB8">
        <w:trPr>
          <w:trHeight w:hRule="exact" w:val="397"/>
        </w:trPr>
        <w:tc>
          <w:tcPr>
            <w:tcW w:w="9900" w:type="dxa"/>
          </w:tcPr>
          <w:p w:rsidR="00D25AB8" w:rsidRDefault="00D25AB8" w:rsidP="00E1370E">
            <w:pPr>
              <w:jc w:val="center"/>
              <w:rPr>
                <w:b/>
                <w:sz w:val="28"/>
              </w:rPr>
            </w:pPr>
          </w:p>
          <w:p w:rsidR="00D25AB8" w:rsidRDefault="00D25AB8" w:rsidP="00E1370E">
            <w:pPr>
              <w:jc w:val="center"/>
              <w:rPr>
                <w:b/>
                <w:sz w:val="28"/>
              </w:rPr>
            </w:pPr>
          </w:p>
        </w:tc>
      </w:tr>
      <w:tr w:rsidR="00D25AB8">
        <w:tc>
          <w:tcPr>
            <w:tcW w:w="9900" w:type="dxa"/>
          </w:tcPr>
          <w:p w:rsidR="00D25AB8" w:rsidRPr="006C254E" w:rsidRDefault="00D25AB8" w:rsidP="00E1370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 ШЕЙНСКОГО </w:t>
            </w:r>
            <w:r w:rsidRPr="006C254E">
              <w:rPr>
                <w:b/>
                <w:sz w:val="36"/>
                <w:szCs w:val="36"/>
              </w:rPr>
              <w:t xml:space="preserve"> СЕЛЬСОВЕТА</w:t>
            </w:r>
          </w:p>
          <w:p w:rsidR="00D25AB8" w:rsidRDefault="00D25AB8" w:rsidP="00E1370E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ПАЧЕЛМСКОГО</w:t>
            </w:r>
            <w:r w:rsidRPr="006C254E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</w:tc>
      </w:tr>
    </w:tbl>
    <w:p w:rsidR="00D25AB8" w:rsidRDefault="00D25AB8" w:rsidP="005F4C9B">
      <w:pPr>
        <w:jc w:val="center"/>
      </w:pPr>
    </w:p>
    <w:p w:rsidR="00D25AB8" w:rsidRDefault="00D25AB8" w:rsidP="005F4C9B">
      <w:pPr>
        <w:rPr>
          <w:b/>
          <w:sz w:val="28"/>
          <w:szCs w:val="28"/>
        </w:rPr>
      </w:pPr>
    </w:p>
    <w:p w:rsidR="00D25AB8" w:rsidRPr="00E73DDF" w:rsidRDefault="00D25AB8" w:rsidP="005F4C9B">
      <w:pPr>
        <w:jc w:val="center"/>
        <w:rPr>
          <w:b/>
          <w:sz w:val="28"/>
          <w:szCs w:val="28"/>
        </w:rPr>
      </w:pPr>
      <w:r w:rsidRPr="00E73DDF">
        <w:rPr>
          <w:b/>
          <w:sz w:val="28"/>
          <w:szCs w:val="28"/>
        </w:rPr>
        <w:t>ПОСТАНОВЛЕНИЕ</w:t>
      </w:r>
    </w:p>
    <w:tbl>
      <w:tblPr>
        <w:tblpPr w:leftFromText="180" w:rightFromText="180" w:vertAnchor="text" w:horzAnchor="margin" w:tblpXSpec="center" w:tblpY="16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D25AB8">
        <w:tc>
          <w:tcPr>
            <w:tcW w:w="284" w:type="dxa"/>
            <w:vAlign w:val="bottom"/>
          </w:tcPr>
          <w:p w:rsidR="00D25AB8" w:rsidRDefault="00D25AB8" w:rsidP="00E1370E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D25AB8" w:rsidRDefault="00D25AB8" w:rsidP="0078539A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29.07.2019</w:t>
            </w:r>
          </w:p>
        </w:tc>
        <w:tc>
          <w:tcPr>
            <w:tcW w:w="397" w:type="dxa"/>
            <w:vAlign w:val="bottom"/>
          </w:tcPr>
          <w:p w:rsidR="00D25AB8" w:rsidRDefault="00D25AB8" w:rsidP="00E1370E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D25AB8" w:rsidRDefault="00D25AB8" w:rsidP="00E1370E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D25AB8">
        <w:tc>
          <w:tcPr>
            <w:tcW w:w="4650" w:type="dxa"/>
            <w:gridSpan w:val="4"/>
          </w:tcPr>
          <w:p w:rsidR="00D25AB8" w:rsidRDefault="00D25AB8" w:rsidP="00E1370E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с.Шейно</w:t>
            </w:r>
          </w:p>
        </w:tc>
      </w:tr>
    </w:tbl>
    <w:p w:rsidR="00D25AB8" w:rsidRDefault="00D25AB8" w:rsidP="005F4C9B">
      <w:pPr>
        <w:jc w:val="center"/>
        <w:rPr>
          <w:b/>
          <w:sz w:val="28"/>
          <w:szCs w:val="28"/>
        </w:rPr>
      </w:pPr>
    </w:p>
    <w:p w:rsidR="00D25AB8" w:rsidRDefault="00D25AB8" w:rsidP="005F4C9B">
      <w:pPr>
        <w:jc w:val="center"/>
        <w:rPr>
          <w:b/>
          <w:sz w:val="28"/>
          <w:szCs w:val="28"/>
        </w:rPr>
      </w:pPr>
    </w:p>
    <w:p w:rsidR="00D25AB8" w:rsidRDefault="00D25AB8" w:rsidP="005F4C9B">
      <w:pPr>
        <w:jc w:val="center"/>
        <w:rPr>
          <w:b/>
          <w:sz w:val="28"/>
          <w:szCs w:val="28"/>
        </w:rPr>
      </w:pPr>
    </w:p>
    <w:p w:rsidR="00D25AB8" w:rsidRDefault="00D25AB8" w:rsidP="005F4C9B">
      <w:pPr>
        <w:pStyle w:val="ConsPlusTitle"/>
        <w:widowControl/>
        <w:ind w:firstLine="540"/>
        <w:jc w:val="center"/>
        <w:outlineLvl w:val="0"/>
      </w:pPr>
      <w:r w:rsidRPr="00DA47B5">
        <w:rPr>
          <w:color w:val="000000"/>
        </w:rPr>
        <w:t xml:space="preserve">Об утверждении отчета об исполнении бюджета </w:t>
      </w:r>
      <w:r>
        <w:rPr>
          <w:color w:val="000000"/>
        </w:rPr>
        <w:t xml:space="preserve">Шейнского </w:t>
      </w:r>
      <w:r w:rsidRPr="00DA47B5">
        <w:rPr>
          <w:color w:val="000000"/>
        </w:rPr>
        <w:t xml:space="preserve">сельсовета Пачелмского района Пензенской области </w:t>
      </w:r>
      <w:r w:rsidRPr="006F6064">
        <w:t xml:space="preserve">за </w:t>
      </w:r>
      <w:r>
        <w:t>6 месяцев 2019</w:t>
      </w:r>
      <w:r w:rsidRPr="006F6064">
        <w:t xml:space="preserve"> года</w:t>
      </w:r>
    </w:p>
    <w:p w:rsidR="00D25AB8" w:rsidRPr="00DA47B5" w:rsidRDefault="00D25AB8" w:rsidP="005F4C9B">
      <w:pPr>
        <w:pStyle w:val="ConsPlusTitle"/>
        <w:widowControl/>
        <w:ind w:firstLine="540"/>
        <w:jc w:val="center"/>
        <w:outlineLvl w:val="0"/>
        <w:rPr>
          <w:color w:val="000000"/>
        </w:rPr>
      </w:pPr>
    </w:p>
    <w:p w:rsidR="00D25AB8" w:rsidRDefault="00D25AB8" w:rsidP="005F4C9B">
      <w:pPr>
        <w:ind w:firstLine="540"/>
        <w:jc w:val="both"/>
        <w:rPr>
          <w:color w:val="000000"/>
          <w:sz w:val="28"/>
          <w:szCs w:val="28"/>
        </w:rPr>
      </w:pPr>
      <w:r w:rsidRPr="00DA47B5">
        <w:rPr>
          <w:color w:val="000000"/>
          <w:sz w:val="28"/>
          <w:szCs w:val="28"/>
        </w:rPr>
        <w:t xml:space="preserve">В соответствии с пунктом 5 статьи 264.2. Бюджетного кодекса Российской Федерации, руководствуясь </w:t>
      </w:r>
      <w:r>
        <w:rPr>
          <w:color w:val="000000"/>
          <w:sz w:val="28"/>
          <w:szCs w:val="28"/>
        </w:rPr>
        <w:t xml:space="preserve">п.13.ч.1 ст.26 </w:t>
      </w:r>
      <w:r w:rsidRPr="00DA47B5">
        <w:rPr>
          <w:color w:val="000000"/>
          <w:sz w:val="28"/>
          <w:szCs w:val="28"/>
        </w:rPr>
        <w:t xml:space="preserve">Положением о бюджетном процессе в Шейнском сельсовете Пачелмского района Пензенской области утвержденном решением Комитета местного самоуправления Шейнского сельсовета Пачелмского района Пензенской области от 19.12.2011г. № 08-15/1, Уставом Шейнского сельсовета Пачелмского района Пензенской области, </w:t>
      </w:r>
    </w:p>
    <w:p w:rsidR="00D25AB8" w:rsidRPr="00F14CEE" w:rsidRDefault="00D25AB8" w:rsidP="00F14CEE">
      <w:pPr>
        <w:ind w:firstLine="540"/>
        <w:jc w:val="both"/>
        <w:rPr>
          <w:color w:val="000000"/>
          <w:sz w:val="28"/>
          <w:szCs w:val="28"/>
        </w:rPr>
      </w:pPr>
    </w:p>
    <w:p w:rsidR="00D25AB8" w:rsidRDefault="00D25AB8" w:rsidP="00F86A53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Шейнского  сельсовета</w:t>
      </w:r>
    </w:p>
    <w:p w:rsidR="00D25AB8" w:rsidRDefault="00D25AB8" w:rsidP="00F86A53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Пачелмского района Пензенской области постановляет:</w:t>
      </w:r>
    </w:p>
    <w:p w:rsidR="00D25AB8" w:rsidRPr="00F86A53" w:rsidRDefault="00D25AB8" w:rsidP="00F86A53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D25AB8" w:rsidRPr="00F86A53" w:rsidRDefault="00D25AB8" w:rsidP="00F7398B">
      <w:pPr>
        <w:ind w:firstLine="720"/>
        <w:jc w:val="both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>1.</w:t>
      </w:r>
      <w:bookmarkStart w:id="0" w:name="sub_1"/>
      <w:r w:rsidRPr="00F86A53">
        <w:rPr>
          <w:color w:val="000000"/>
          <w:sz w:val="28"/>
          <w:szCs w:val="28"/>
        </w:rPr>
        <w:t xml:space="preserve"> Утвердить прилагаемый </w:t>
      </w:r>
      <w:hyperlink w:anchor="sub_1000" w:history="1">
        <w:r w:rsidRPr="00F86A53">
          <w:rPr>
            <w:rStyle w:val="a0"/>
            <w:color w:val="000000"/>
            <w:sz w:val="28"/>
            <w:szCs w:val="28"/>
          </w:rPr>
          <w:t>отчет</w:t>
        </w:r>
      </w:hyperlink>
      <w:r w:rsidRPr="00F86A53">
        <w:rPr>
          <w:color w:val="000000"/>
          <w:sz w:val="28"/>
          <w:szCs w:val="28"/>
        </w:rPr>
        <w:t xml:space="preserve"> об исполнении </w:t>
      </w:r>
      <w:hyperlink r:id="rId8" w:history="1">
        <w:r w:rsidRPr="00F86A53">
          <w:rPr>
            <w:rStyle w:val="a0"/>
            <w:color w:val="000000"/>
            <w:sz w:val="28"/>
            <w:szCs w:val="28"/>
          </w:rPr>
          <w:t>бюджета</w:t>
        </w:r>
      </w:hyperlink>
      <w:r w:rsidRPr="00F86A53">
        <w:rPr>
          <w:color w:val="000000"/>
          <w:sz w:val="28"/>
          <w:szCs w:val="28"/>
        </w:rPr>
        <w:t xml:space="preserve"> </w:t>
      </w:r>
      <w:bookmarkEnd w:id="0"/>
      <w:r w:rsidRPr="00F86A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Шейнского </w:t>
      </w:r>
      <w:r w:rsidRPr="00F86A53">
        <w:rPr>
          <w:color w:val="000000"/>
          <w:sz w:val="28"/>
          <w:szCs w:val="28"/>
        </w:rPr>
        <w:t>сельсовета  Пачелмского района Пенз</w:t>
      </w:r>
      <w:r>
        <w:rPr>
          <w:color w:val="000000"/>
          <w:sz w:val="28"/>
          <w:szCs w:val="28"/>
        </w:rPr>
        <w:t>енской области за  6 месяцев 2019</w:t>
      </w:r>
      <w:r w:rsidRPr="00F86A53">
        <w:rPr>
          <w:color w:val="000000"/>
          <w:sz w:val="28"/>
          <w:szCs w:val="28"/>
        </w:rPr>
        <w:t xml:space="preserve"> года.</w:t>
      </w:r>
    </w:p>
    <w:p w:rsidR="00D25AB8" w:rsidRPr="00F86A53" w:rsidRDefault="00D25AB8" w:rsidP="00D87700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 xml:space="preserve">2. Направить отчет об исполнении бюджета </w:t>
      </w:r>
      <w:r>
        <w:rPr>
          <w:color w:val="000000"/>
          <w:sz w:val="28"/>
          <w:szCs w:val="28"/>
        </w:rPr>
        <w:t xml:space="preserve">Шейнского  </w:t>
      </w:r>
      <w:r w:rsidRPr="00F86A53">
        <w:rPr>
          <w:color w:val="000000"/>
          <w:sz w:val="28"/>
          <w:szCs w:val="28"/>
        </w:rPr>
        <w:t xml:space="preserve">сельсовета  Пачелмского района Пензенской </w:t>
      </w:r>
      <w:r>
        <w:rPr>
          <w:color w:val="000000"/>
          <w:sz w:val="28"/>
          <w:szCs w:val="28"/>
        </w:rPr>
        <w:t xml:space="preserve">области за 6 месяцев 2019 </w:t>
      </w:r>
      <w:r w:rsidRPr="00F86A53">
        <w:rPr>
          <w:color w:val="000000"/>
          <w:sz w:val="28"/>
          <w:szCs w:val="28"/>
        </w:rPr>
        <w:t xml:space="preserve"> года в ревизионную комиссию Пачелмского района Пензенской области и Комитет местного самоуправления </w:t>
      </w:r>
      <w:r>
        <w:rPr>
          <w:color w:val="000000"/>
          <w:sz w:val="28"/>
          <w:szCs w:val="28"/>
        </w:rPr>
        <w:t>Шейнского</w:t>
      </w:r>
      <w:r w:rsidRPr="00F86A53">
        <w:rPr>
          <w:color w:val="000000"/>
          <w:sz w:val="28"/>
          <w:szCs w:val="28"/>
        </w:rPr>
        <w:t xml:space="preserve"> сельсовета Пачелмского района Пензенской области.</w:t>
      </w:r>
    </w:p>
    <w:p w:rsidR="00D25AB8" w:rsidRDefault="00D25AB8" w:rsidP="00F14CEE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>3. Настоящее постановление опубликовать в информационном бюллетене «Шейнские вести».</w:t>
      </w:r>
    </w:p>
    <w:p w:rsidR="00D25AB8" w:rsidRDefault="00D25AB8" w:rsidP="005F4C9B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 xml:space="preserve">4. Контроль за исполнением настоящего постановления возложить на главного бухгалтера </w:t>
      </w:r>
      <w:r>
        <w:rPr>
          <w:color w:val="000000"/>
          <w:sz w:val="28"/>
          <w:szCs w:val="28"/>
        </w:rPr>
        <w:t>администрации Шейнского</w:t>
      </w:r>
      <w:r w:rsidRPr="00F86A53">
        <w:rPr>
          <w:color w:val="000000"/>
          <w:sz w:val="28"/>
          <w:szCs w:val="28"/>
        </w:rPr>
        <w:t xml:space="preserve"> сельсовета Пачелмского района Пензенской области </w:t>
      </w:r>
      <w:r>
        <w:rPr>
          <w:color w:val="000000"/>
          <w:sz w:val="28"/>
          <w:szCs w:val="28"/>
        </w:rPr>
        <w:t>Демидову Марину Алексеевну</w:t>
      </w:r>
      <w:r w:rsidRPr="00F86A53">
        <w:rPr>
          <w:color w:val="000000"/>
          <w:sz w:val="28"/>
          <w:szCs w:val="28"/>
        </w:rPr>
        <w:t>.</w:t>
      </w:r>
    </w:p>
    <w:p w:rsidR="00D25AB8" w:rsidRDefault="00D25AB8" w:rsidP="005F4C9B">
      <w:pPr>
        <w:rPr>
          <w:sz w:val="28"/>
          <w:szCs w:val="28"/>
        </w:rPr>
      </w:pPr>
    </w:p>
    <w:p w:rsidR="00D25AB8" w:rsidRDefault="00D25AB8" w:rsidP="005F4C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B327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 Шейнского сельсовета</w:t>
      </w:r>
    </w:p>
    <w:p w:rsidR="00D25AB8" w:rsidRDefault="00D25AB8" w:rsidP="005F4C9B">
      <w:pPr>
        <w:rPr>
          <w:sz w:val="28"/>
          <w:szCs w:val="28"/>
        </w:rPr>
      </w:pPr>
      <w:r>
        <w:rPr>
          <w:sz w:val="28"/>
          <w:szCs w:val="28"/>
        </w:rPr>
        <w:t xml:space="preserve"> Пачелмского района Пензенской области                             Ю.В.Мартьянов</w:t>
      </w:r>
    </w:p>
    <w:p w:rsidR="00D25AB8" w:rsidRDefault="00D25AB8" w:rsidP="00C051A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5AB8" w:rsidRDefault="00D25AB8" w:rsidP="00F530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0A7F0B">
        <w:rPr>
          <w:sz w:val="28"/>
          <w:szCs w:val="28"/>
        </w:rPr>
        <w:t>Утвержден</w:t>
      </w:r>
    </w:p>
    <w:p w:rsidR="00D25AB8" w:rsidRPr="000A7F0B" w:rsidRDefault="00D25AB8" w:rsidP="00F5303E">
      <w:pPr>
        <w:jc w:val="right"/>
        <w:rPr>
          <w:sz w:val="28"/>
          <w:szCs w:val="28"/>
        </w:rPr>
      </w:pPr>
      <w:r w:rsidRPr="00FB6AF8">
        <w:rPr>
          <w:sz w:val="28"/>
          <w:szCs w:val="28"/>
        </w:rPr>
        <w:t xml:space="preserve"> </w:t>
      </w:r>
      <w:r w:rsidRPr="000A7F0B">
        <w:rPr>
          <w:sz w:val="28"/>
          <w:szCs w:val="28"/>
        </w:rPr>
        <w:t>постановлением</w:t>
      </w:r>
    </w:p>
    <w:p w:rsidR="00D25AB8" w:rsidRDefault="00D25AB8" w:rsidP="00F5303E">
      <w:pPr>
        <w:jc w:val="right"/>
        <w:rPr>
          <w:sz w:val="28"/>
          <w:szCs w:val="28"/>
        </w:rPr>
      </w:pPr>
      <w:r w:rsidRPr="000A7F0B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Шейнского  сельсовета</w:t>
      </w:r>
    </w:p>
    <w:p w:rsidR="00D25AB8" w:rsidRPr="000A7F0B" w:rsidRDefault="00D25AB8" w:rsidP="00F5303E">
      <w:pPr>
        <w:jc w:val="right"/>
        <w:rPr>
          <w:sz w:val="28"/>
          <w:szCs w:val="28"/>
        </w:rPr>
      </w:pPr>
      <w:r w:rsidRPr="000A7F0B">
        <w:rPr>
          <w:sz w:val="28"/>
          <w:szCs w:val="28"/>
        </w:rPr>
        <w:t xml:space="preserve"> Пачелмского района Пензенской области</w:t>
      </w:r>
    </w:p>
    <w:p w:rsidR="00D25AB8" w:rsidRPr="000A7F0B" w:rsidRDefault="00D25AB8" w:rsidP="00F530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29.07.2019 № 74</w:t>
      </w:r>
    </w:p>
    <w:p w:rsidR="00D25AB8" w:rsidRPr="000A7F0B" w:rsidRDefault="00D25AB8" w:rsidP="000A7F0B">
      <w:pPr>
        <w:jc w:val="right"/>
        <w:rPr>
          <w:sz w:val="28"/>
          <w:szCs w:val="28"/>
        </w:rPr>
      </w:pPr>
    </w:p>
    <w:p w:rsidR="00D25AB8" w:rsidRPr="000A7F0B" w:rsidRDefault="00D25AB8" w:rsidP="000A7F0B">
      <w:pPr>
        <w:jc w:val="center"/>
        <w:rPr>
          <w:b/>
          <w:sz w:val="28"/>
          <w:szCs w:val="28"/>
        </w:rPr>
      </w:pPr>
      <w:r w:rsidRPr="000A7F0B">
        <w:rPr>
          <w:b/>
          <w:sz w:val="28"/>
          <w:szCs w:val="28"/>
        </w:rPr>
        <w:t xml:space="preserve">Отчет об исполнении бюджета </w:t>
      </w:r>
      <w:r>
        <w:rPr>
          <w:b/>
          <w:sz w:val="28"/>
          <w:szCs w:val="28"/>
        </w:rPr>
        <w:t>Шейнского  сельсовета</w:t>
      </w:r>
      <w:r w:rsidRPr="000A7F0B">
        <w:rPr>
          <w:b/>
          <w:sz w:val="28"/>
          <w:szCs w:val="28"/>
        </w:rPr>
        <w:t xml:space="preserve"> Пачелмского района Пензенской области </w:t>
      </w:r>
      <w:r>
        <w:rPr>
          <w:b/>
          <w:sz w:val="28"/>
          <w:szCs w:val="28"/>
        </w:rPr>
        <w:t>за 6 месяцев  2019</w:t>
      </w:r>
      <w:r w:rsidRPr="000A7F0B">
        <w:rPr>
          <w:b/>
          <w:sz w:val="28"/>
          <w:szCs w:val="28"/>
        </w:rPr>
        <w:t xml:space="preserve"> года</w:t>
      </w:r>
    </w:p>
    <w:p w:rsidR="00D25AB8" w:rsidRDefault="00D25AB8" w:rsidP="000A7F0B">
      <w:pPr>
        <w:ind w:firstLine="720"/>
        <w:jc w:val="both"/>
      </w:pPr>
      <w:r>
        <w:t xml:space="preserve">                                                                                                                                                     ( тыс,руб)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2693"/>
        <w:gridCol w:w="1134"/>
        <w:gridCol w:w="1134"/>
        <w:gridCol w:w="1134"/>
        <w:gridCol w:w="709"/>
        <w:gridCol w:w="708"/>
      </w:tblGrid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 w:rsidRPr="000A7F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>
              <w:t xml:space="preserve">                </w:t>
            </w:r>
            <w:r w:rsidRPr="000A7F0B"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 w:rsidRPr="000A7F0B">
              <w:t>Уточненный</w:t>
            </w:r>
          </w:p>
          <w:p w:rsidR="00D25AB8" w:rsidRDefault="00D25AB8" w:rsidP="000A7F0B">
            <w:r w:rsidRPr="000A7F0B">
              <w:t xml:space="preserve"> план </w:t>
            </w:r>
          </w:p>
          <w:p w:rsidR="00D25AB8" w:rsidRPr="000A7F0B" w:rsidRDefault="00D25AB8" w:rsidP="00EF403A">
            <w:r>
              <w:t>на 2019</w:t>
            </w:r>
            <w:r w:rsidRPr="000A7F0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 w:rsidRPr="000A7F0B">
              <w:t xml:space="preserve">Уточненный план </w:t>
            </w:r>
          </w:p>
          <w:p w:rsidR="00D25AB8" w:rsidRPr="000A7F0B" w:rsidRDefault="00D25AB8" w:rsidP="004F3FFB">
            <w:r>
              <w:t>за 6 месяцев 2019</w:t>
            </w:r>
            <w:r w:rsidRPr="000A7F0B"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 w:rsidRPr="000A7F0B">
              <w:t xml:space="preserve">Исполнено </w:t>
            </w:r>
          </w:p>
          <w:p w:rsidR="00D25AB8" w:rsidRPr="000A7F0B" w:rsidRDefault="00D25AB8" w:rsidP="004F3FFB">
            <w:r>
              <w:t>за 6 месяцев 2019</w:t>
            </w:r>
            <w:r w:rsidRPr="000A7F0B"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 w:rsidRPr="000A7F0B">
              <w:t>% исполнения</w:t>
            </w:r>
          </w:p>
          <w:p w:rsidR="00D25AB8" w:rsidRPr="000A7F0B" w:rsidRDefault="00D25AB8" w:rsidP="000A7F0B">
            <w:r w:rsidRPr="000A7F0B">
              <w:t xml:space="preserve"> к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EF403A">
            <w:r>
              <w:t>% исполнения к  6 месяцам</w:t>
            </w:r>
          </w:p>
          <w:p w:rsidR="00D25AB8" w:rsidRPr="000A7F0B" w:rsidRDefault="00D25AB8" w:rsidP="00EF403A">
            <w:r>
              <w:t>2019</w:t>
            </w:r>
            <w:r w:rsidRPr="000A7F0B">
              <w:t xml:space="preserve"> года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 w:rsidRPr="000A7F0B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 w:rsidRPr="000A7F0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 w:rsidRPr="000A7F0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348FA" w:rsidRDefault="00D25AB8" w:rsidP="00324E42">
            <w:r w:rsidRPr="006348FA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 w:rsidRPr="000A7F0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 w:rsidRPr="000A7F0B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0A7F0B">
            <w:r w:rsidRPr="000A7F0B">
              <w:t>7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/>
                <w:bCs/>
              </w:rPr>
            </w:pPr>
            <w:r w:rsidRPr="0073545C">
              <w:rPr>
                <w:b/>
                <w:bCs/>
              </w:rPr>
              <w:t>Налоговые и неналоговые доходы</w:t>
            </w:r>
          </w:p>
          <w:p w:rsidR="00D25AB8" w:rsidRPr="0073545C" w:rsidRDefault="00D25AB8" w:rsidP="00A47A99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/>
                <w:bCs/>
                <w:sz w:val="18"/>
                <w:szCs w:val="18"/>
              </w:rPr>
            </w:pPr>
            <w:r w:rsidRPr="0073545C">
              <w:rPr>
                <w:b/>
                <w:bCs/>
                <w:sz w:val="18"/>
                <w:szCs w:val="18"/>
              </w:rPr>
              <w:t>00010000000000000000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260AB" w:rsidRDefault="00D25AB8" w:rsidP="00841809">
            <w:pPr>
              <w:rPr>
                <w:b/>
              </w:rPr>
            </w:pPr>
            <w:r>
              <w:rPr>
                <w:b/>
              </w:rPr>
              <w:t>2677,0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324E42">
            <w:pPr>
              <w:rPr>
                <w:b/>
              </w:rPr>
            </w:pPr>
            <w:r>
              <w:rPr>
                <w:b/>
              </w:rPr>
              <w:t>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53247A" w:rsidRDefault="00D25AB8" w:rsidP="008966E8">
            <w:pPr>
              <w:rPr>
                <w:b/>
              </w:rPr>
            </w:pPr>
            <w:r>
              <w:rPr>
                <w:b/>
              </w:rPr>
              <w:t>1475,932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260AB" w:rsidRDefault="00D25AB8" w:rsidP="000A7F0B">
            <w:pPr>
              <w:rPr>
                <w:b/>
              </w:rPr>
            </w:pPr>
            <w:r>
              <w:rPr>
                <w:b/>
              </w:rPr>
              <w:t>55,1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6F6064" w:rsidRDefault="00D25AB8" w:rsidP="00592DC5">
            <w:pPr>
              <w:rPr>
                <w:b/>
              </w:rPr>
            </w:pPr>
            <w:r>
              <w:rPr>
                <w:b/>
              </w:rPr>
              <w:t>100,4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Cs/>
              </w:rPr>
            </w:pPr>
            <w:r w:rsidRPr="0073545C">
              <w:rPr>
                <w:bCs/>
              </w:rPr>
              <w:t xml:space="preserve">Налог на доходы физических  лиц с доходов, </w:t>
            </w:r>
            <w:r>
              <w:rPr>
                <w:bCs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Pr="00204605">
              <w:rPr>
                <w:bCs/>
              </w:rPr>
              <w:t>227.1</w:t>
            </w:r>
            <w:r>
              <w:rPr>
                <w:bCs/>
              </w:rPr>
              <w:t xml:space="preserve"> и 228 НК РФ</w:t>
            </w:r>
          </w:p>
          <w:p w:rsidR="00D25AB8" w:rsidRPr="0073545C" w:rsidRDefault="00D25AB8" w:rsidP="00A47A99">
            <w:pPr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A47A99">
            <w:pPr>
              <w:rPr>
                <w:bCs/>
                <w:sz w:val="18"/>
                <w:szCs w:val="18"/>
              </w:rPr>
            </w:pPr>
            <w:r w:rsidRPr="00204605">
              <w:rPr>
                <w:bCs/>
                <w:sz w:val="18"/>
                <w:szCs w:val="18"/>
              </w:rPr>
              <w:t>00010102010010000110</w:t>
            </w:r>
          </w:p>
          <w:p w:rsidR="00D25AB8" w:rsidRPr="0073545C" w:rsidRDefault="00D25AB8" w:rsidP="00A47A99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D2CB3" w:rsidRDefault="00D25AB8" w:rsidP="000A7F0B">
            <w:r>
              <w:t>4</w:t>
            </w:r>
            <w:r w:rsidRPr="009D2CB3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D91FC5"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C251D" w:rsidRDefault="00D25AB8" w:rsidP="006C304D">
            <w:r>
              <w:t>2,205</w:t>
            </w:r>
          </w:p>
          <w:p w:rsidR="00D25AB8" w:rsidRPr="00064FDB" w:rsidRDefault="00D25AB8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>
              <w:t>55,1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9F5341" w:rsidRDefault="00D25AB8" w:rsidP="000A7F0B">
            <w:r>
              <w:t>110,2</w:t>
            </w:r>
          </w:p>
        </w:tc>
      </w:tr>
      <w:tr w:rsidR="00D25AB8" w:rsidRPr="00A9595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C251D" w:rsidRDefault="00D25AB8" w:rsidP="00A47A99">
            <w:pPr>
              <w:rPr>
                <w:bCs/>
              </w:rPr>
            </w:pPr>
            <w:r w:rsidRPr="00AC251D">
              <w:rPr>
                <w:b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C251D" w:rsidRDefault="00D25AB8" w:rsidP="00A47A99">
            <w:pPr>
              <w:rPr>
                <w:bCs/>
                <w:sz w:val="18"/>
                <w:szCs w:val="18"/>
              </w:rPr>
            </w:pPr>
            <w:r w:rsidRPr="00AC251D">
              <w:rPr>
                <w:bCs/>
                <w:sz w:val="18"/>
                <w:szCs w:val="18"/>
              </w:rPr>
              <w:t>00010102030010000110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C251D" w:rsidRDefault="00D25AB8" w:rsidP="000A7F0B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C251D" w:rsidRDefault="00D25AB8" w:rsidP="00B547F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C251D" w:rsidRDefault="00D25AB8" w:rsidP="00280132">
            <w:r>
              <w:t>0,312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C251D" w:rsidRDefault="00D25AB8" w:rsidP="000A7F0B">
            <w:r w:rsidRPr="00AC251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AC251D" w:rsidRDefault="00D25AB8" w:rsidP="000A7F0B">
            <w:r w:rsidRPr="00AC251D"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65BAB" w:rsidRDefault="00D25AB8" w:rsidP="00A47A99">
            <w:pPr>
              <w:rPr>
                <w:bCs/>
                <w:color w:val="FF0000"/>
              </w:rPr>
            </w:pPr>
            <w:r>
              <w:rPr>
                <w:bCs/>
              </w:rPr>
              <w:t xml:space="preserve">Доходы от уплаты акцизов  на дизельное топливо, </w:t>
            </w:r>
            <w:r w:rsidRPr="00204605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E23F88" w:rsidRDefault="00D25AB8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00010302231010000110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r>
              <w:t>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7F4167">
            <w: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3C5AA1">
            <w:r w:rsidRPr="00C70E4D">
              <w:t xml:space="preserve"> </w:t>
            </w:r>
            <w:r>
              <w:t>175,086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60,2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ED43D5">
            <w:pPr>
              <w:rPr>
                <w:bCs/>
              </w:rPr>
            </w:pPr>
            <w:r>
              <w:rPr>
                <w:bCs/>
              </w:rPr>
              <w:t>Доходы от уплаты акцизов  на моторные масла  для дизельных и (или)карбюраторных (инжекторных)двигателей,</w:t>
            </w:r>
            <w:r>
              <w:rPr>
                <w:bCs/>
                <w:color w:val="FF0000"/>
              </w:rPr>
              <w:t xml:space="preserve"> </w:t>
            </w:r>
            <w:r w:rsidRPr="00204605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E23F88" w:rsidRDefault="00D25AB8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00010302241010000110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r w:rsidRPr="00C70E4D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D91FC5"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6C304D">
            <w:r>
              <w:t>1,328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66,4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132,8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ED43D5">
            <w:pPr>
              <w:rPr>
                <w:bCs/>
              </w:rPr>
            </w:pPr>
            <w:r>
              <w:rPr>
                <w:bCs/>
              </w:rPr>
              <w:t>Доходы от уплаты акцизов  на автомобильный бензин,</w:t>
            </w:r>
            <w:r>
              <w:rPr>
                <w:bCs/>
                <w:color w:val="FF0000"/>
              </w:rPr>
              <w:t xml:space="preserve"> </w:t>
            </w:r>
            <w:r w:rsidRPr="00204605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E23F88" w:rsidRDefault="00D25AB8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00010302251010000110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F4258D">
            <w:r>
              <w:t>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7F4167">
            <w:r>
              <w:t>242,0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6C304D">
            <w:r>
              <w:t>242,623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43,0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6F6064" w:rsidRDefault="00D25AB8" w:rsidP="009D2CB3">
            <w:r>
              <w:t>100,2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ED43D5">
            <w:pPr>
              <w:rPr>
                <w:bCs/>
              </w:rPr>
            </w:pPr>
            <w:r>
              <w:rPr>
                <w:bCs/>
              </w:rPr>
              <w:t xml:space="preserve">Доходы от уплаты акцизов  на прямогонный бензин, </w:t>
            </w:r>
            <w:r w:rsidRPr="00AC251D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E23F88" w:rsidRDefault="00D25AB8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00010302261010000110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pPr>
              <w:rPr>
                <w:highlight w:val="yellow"/>
              </w:rPr>
            </w:pPr>
            <w:r w:rsidRPr="009D2CB3">
              <w:rPr>
                <w:highlight w:val="yellow"/>
              </w:rPr>
              <w:t xml:space="preserve"> </w:t>
            </w:r>
          </w:p>
          <w:p w:rsidR="00D25AB8" w:rsidRPr="00B547FC" w:rsidRDefault="00D25AB8" w:rsidP="00280132">
            <w:pPr>
              <w:rPr>
                <w:highlight w:val="yellow"/>
              </w:rPr>
            </w:pPr>
            <w:r>
              <w:t>-54</w:t>
            </w:r>
            <w:r w:rsidRPr="00B547FC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D91FC5"/>
          <w:p w:rsidR="00D25AB8" w:rsidRPr="006F6064" w:rsidRDefault="00D25AB8" w:rsidP="00B673FB">
            <w:r>
              <w:t>-32,0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6C304D"/>
          <w:p w:rsidR="00D25AB8" w:rsidRPr="00B547FC" w:rsidRDefault="00D25AB8" w:rsidP="003C5AA1">
            <w:r>
              <w:t>-33,350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1118C4">
            <w:r>
              <w:t>61,7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6F6064" w:rsidRDefault="00D25AB8" w:rsidP="000A7F0B">
            <w:r>
              <w:t>104,2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jc w:val="both"/>
              <w:rPr>
                <w:bCs/>
              </w:rPr>
            </w:pPr>
            <w:r w:rsidRPr="0073545C">
              <w:rPr>
                <w:bCs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A47A99">
            <w:pPr>
              <w:rPr>
                <w:bCs/>
                <w:sz w:val="18"/>
                <w:szCs w:val="18"/>
              </w:rPr>
            </w:pPr>
            <w:r w:rsidRPr="00204605">
              <w:rPr>
                <w:bCs/>
                <w:sz w:val="18"/>
                <w:szCs w:val="18"/>
              </w:rPr>
              <w:t>00010503010100000110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r>
              <w:t>6</w:t>
            </w:r>
            <w:r w:rsidRPr="00C70E4D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406435"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6C304D">
            <w:r>
              <w:t>5,899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>
              <w:t>98,3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6F6064" w:rsidRDefault="00D25AB8" w:rsidP="006C304D">
            <w:r>
              <w:t>118,0</w:t>
            </w:r>
          </w:p>
        </w:tc>
      </w:tr>
      <w:tr w:rsidR="00D25AB8" w:rsidTr="00EA7DC5">
        <w:trPr>
          <w:trHeight w:val="164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jc w:val="both"/>
              <w:rPr>
                <w:bCs/>
              </w:rPr>
            </w:pPr>
            <w:r w:rsidRPr="0073545C">
              <w:rPr>
                <w:bCs/>
              </w:rPr>
              <w:t>Налог на имущество физических лиц,</w:t>
            </w:r>
            <w:r>
              <w:rPr>
                <w:bCs/>
              </w:rPr>
              <w:t xml:space="preserve"> взимаемый по ставкам, применяемым к объектам налогообложения, расположенным в границах </w:t>
            </w:r>
            <w:r w:rsidRPr="00204605">
              <w:rPr>
                <w:bCs/>
              </w:rPr>
              <w:t>сельских</w:t>
            </w:r>
            <w:r>
              <w:rPr>
                <w:bCs/>
              </w:rPr>
              <w:t xml:space="preserve">  поселений</w:t>
            </w:r>
            <w:r w:rsidRPr="0073545C">
              <w:rPr>
                <w:bCs/>
              </w:rPr>
              <w:t xml:space="preserve"> </w:t>
            </w:r>
          </w:p>
          <w:p w:rsidR="00D25AB8" w:rsidRPr="0073545C" w:rsidRDefault="00D25AB8" w:rsidP="00A47A99">
            <w:pPr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Cs/>
                <w:sz w:val="18"/>
                <w:szCs w:val="18"/>
              </w:rPr>
            </w:pPr>
            <w:r w:rsidRPr="0073545C">
              <w:rPr>
                <w:bCs/>
                <w:sz w:val="18"/>
                <w:szCs w:val="18"/>
              </w:rPr>
              <w:t>00010601030100000110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D2CB3" w:rsidRDefault="00D25AB8" w:rsidP="000A7F0B">
            <w: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334484"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6C304D">
            <w:r>
              <w:t>1,9</w:t>
            </w:r>
          </w:p>
          <w:p w:rsidR="00D25AB8" w:rsidRPr="00137D91" w:rsidRDefault="00D25AB8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1118C4">
            <w: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6F6064" w:rsidRDefault="00D25AB8" w:rsidP="000A7F0B">
            <w:r>
              <w:t>190,0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395CD0">
            <w:pPr>
              <w:jc w:val="both"/>
              <w:rPr>
                <w:bCs/>
              </w:rPr>
            </w:pPr>
            <w:r w:rsidRPr="0073545C">
              <w:rPr>
                <w:bCs/>
              </w:rPr>
              <w:t xml:space="preserve">Земельный налог </w:t>
            </w:r>
            <w:r>
              <w:rPr>
                <w:bCs/>
              </w:rPr>
              <w:t>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F85640" w:rsidRDefault="00D25AB8" w:rsidP="00A47A99">
            <w:pPr>
              <w:rPr>
                <w:bCs/>
                <w:sz w:val="18"/>
                <w:szCs w:val="18"/>
              </w:rPr>
            </w:pPr>
            <w:r w:rsidRPr="00F85640">
              <w:rPr>
                <w:bCs/>
                <w:sz w:val="18"/>
                <w:szCs w:val="18"/>
              </w:rPr>
              <w:t>00010606033100000110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D2CB3" w:rsidRDefault="00D25AB8" w:rsidP="00F4258D">
            <w:r>
              <w:t>1140,0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E40B1B">
            <w:r>
              <w:t>867,0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6C304D">
            <w:r>
              <w:t>868,007</w:t>
            </w:r>
          </w:p>
          <w:p w:rsidR="00D25AB8" w:rsidRPr="00137D91" w:rsidRDefault="00D25AB8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>
              <w:t>76,1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9D2CB3">
            <w:r>
              <w:t>100,1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jc w:val="both"/>
              <w:rPr>
                <w:bCs/>
              </w:rPr>
            </w:pPr>
            <w:r w:rsidRPr="0073545C">
              <w:rPr>
                <w:bCs/>
              </w:rPr>
              <w:t xml:space="preserve">Земельный налог </w:t>
            </w:r>
            <w:r>
              <w:rPr>
                <w:bCs/>
              </w:rPr>
              <w:t>с физических лиц,обладающих земельным участком,расположенным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F85640" w:rsidRDefault="00D25AB8" w:rsidP="00A47A99">
            <w:pPr>
              <w:rPr>
                <w:bCs/>
                <w:sz w:val="18"/>
                <w:szCs w:val="18"/>
              </w:rPr>
            </w:pPr>
            <w:r w:rsidRPr="00F85640">
              <w:rPr>
                <w:bCs/>
                <w:sz w:val="18"/>
                <w:szCs w:val="18"/>
              </w:rPr>
              <w:t>00010606043100000110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D2CB3" w:rsidRDefault="00D25AB8" w:rsidP="00CC0315">
            <w: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324E42">
            <w: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6C304D">
            <w:r>
              <w:t>15,419</w:t>
            </w:r>
          </w:p>
          <w:p w:rsidR="00D25AB8" w:rsidRPr="00137D91" w:rsidRDefault="00D25AB8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260AB" w:rsidRDefault="00D25AB8" w:rsidP="001118C4">
            <w:r>
              <w:t>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6F6064" w:rsidRDefault="00D25AB8" w:rsidP="009B2390">
            <w:r>
              <w:t>110,1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jc w:val="both"/>
              <w:rPr>
                <w:bCs/>
              </w:rPr>
            </w:pPr>
            <w:r>
              <w:rPr>
                <w:bCs/>
              </w:rPr>
              <w:t>Доходы от сдачи в аренду имущества,составляющего казну сельских поселений (за исключением земельных участков)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F85640" w:rsidRDefault="00D25AB8" w:rsidP="00A47A9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00011105075100000120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BE0E32"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324E42"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6C304D">
            <w:r>
              <w:t>2,411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1118C4">
            <w:r>
              <w:t>60,3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9B2390">
            <w:r>
              <w:t>120,5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Cs/>
              </w:rPr>
            </w:pPr>
            <w:r w:rsidRPr="0073545C">
              <w:rPr>
                <w:bCs/>
              </w:rPr>
              <w:t>Прочие поступления, от использования имущества,  находящегося в собственности</w:t>
            </w:r>
            <w:r>
              <w:rPr>
                <w:bCs/>
                <w:color w:val="FF6600"/>
              </w:rPr>
              <w:t xml:space="preserve"> </w:t>
            </w:r>
            <w:r w:rsidRPr="000260AB">
              <w:rPr>
                <w:bCs/>
              </w:rPr>
              <w:t>сельских</w:t>
            </w:r>
            <w:r>
              <w:rPr>
                <w:bCs/>
                <w:color w:val="FF6600"/>
              </w:rPr>
              <w:t xml:space="preserve"> </w:t>
            </w:r>
            <w:r w:rsidRPr="0073545C">
              <w:rPr>
                <w:bCs/>
              </w:rPr>
              <w:t xml:space="preserve"> поселений  (за исключением имущества муниципальных бюджетных и автономных учреждений,а так же имущества  муниципальных унитарных предприятий,в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Cs/>
                <w:sz w:val="18"/>
                <w:szCs w:val="18"/>
              </w:rPr>
            </w:pPr>
            <w:r w:rsidRPr="0073545C">
              <w:rPr>
                <w:bCs/>
                <w:sz w:val="18"/>
                <w:szCs w:val="18"/>
              </w:rPr>
              <w:t>00011109045100000120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E38E7" w:rsidRDefault="00D25AB8" w:rsidP="00F4258D">
            <w:pPr>
              <w:rPr>
                <w:highlight w:val="yellow"/>
              </w:rPr>
            </w:pPr>
            <w: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3565FC">
            <w: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6C304D">
            <w:r>
              <w:t>35,092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>
              <w:t>76,3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791885" w:rsidRDefault="00D25AB8" w:rsidP="000A7F0B">
            <w:r>
              <w:t>103,2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Cs/>
              </w:rPr>
            </w:pPr>
            <w:r w:rsidRPr="00915B4D">
              <w:rPr>
                <w:bCs/>
              </w:rPr>
              <w:t xml:space="preserve">Доходы от реализации </w:t>
            </w:r>
            <w:r w:rsidRPr="00AC251D">
              <w:rPr>
                <w:bCs/>
              </w:rPr>
              <w:t>иного</w:t>
            </w:r>
            <w:r>
              <w:rPr>
                <w:bCs/>
                <w:color w:val="FF0000"/>
              </w:rPr>
              <w:t xml:space="preserve"> </w:t>
            </w:r>
            <w:r w:rsidRPr="00915B4D">
              <w:rPr>
                <w:bCs/>
              </w:rPr>
              <w:t xml:space="preserve">имущества, находящегося в собственности </w:t>
            </w:r>
            <w:r w:rsidRPr="00F85640">
              <w:rPr>
                <w:bCs/>
              </w:rPr>
              <w:t>сельских</w:t>
            </w:r>
            <w:r>
              <w:rPr>
                <w:bCs/>
                <w:color w:val="FF6600"/>
              </w:rPr>
              <w:t xml:space="preserve"> </w:t>
            </w:r>
            <w:r w:rsidRPr="00915B4D">
              <w:rPr>
                <w:bCs/>
              </w:rPr>
              <w:t>поселений</w:t>
            </w:r>
            <w:r w:rsidRPr="0073545C">
              <w:rPr>
                <w:bCs/>
              </w:rPr>
              <w:t xml:space="preserve"> </w:t>
            </w:r>
            <w:r w:rsidRPr="00AC251D">
              <w:rPr>
                <w:bCs/>
              </w:rPr>
              <w:t xml:space="preserve">  (за исключением имущества муниципальных бюджетных и автономных учреждений,а так же имущества  муниципальных унитарных предприятий,в том числе казенных)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4001C1">
            <w:pPr>
              <w:rPr>
                <w:sz w:val="18"/>
                <w:szCs w:val="18"/>
              </w:rPr>
            </w:pPr>
          </w:p>
          <w:p w:rsidR="00D25AB8" w:rsidRPr="004001C1" w:rsidRDefault="00D25AB8" w:rsidP="004001C1">
            <w:pPr>
              <w:rPr>
                <w:sz w:val="18"/>
                <w:szCs w:val="18"/>
              </w:rPr>
            </w:pPr>
            <w:r w:rsidRPr="00915B4D">
              <w:rPr>
                <w:bCs/>
              </w:rPr>
              <w:t>00011402053100000410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0A7F0B">
            <w:r>
              <w:t>20</w:t>
            </w:r>
            <w:r w:rsidRPr="006F606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324E42"/>
          <w:p w:rsidR="00D25AB8" w:rsidRPr="006F6064" w:rsidRDefault="00D25AB8" w:rsidP="004001C1">
            <w:r>
              <w:t>159,0</w:t>
            </w:r>
          </w:p>
          <w:p w:rsidR="00D25AB8" w:rsidRPr="006F6064" w:rsidRDefault="00D25AB8" w:rsidP="004001C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4001C1"/>
          <w:p w:rsidR="00D25AB8" w:rsidRPr="006F6064" w:rsidRDefault="00D25AB8" w:rsidP="004001C1">
            <w:r>
              <w:t>159,0</w:t>
            </w:r>
          </w:p>
          <w:p w:rsidR="00D25AB8" w:rsidRPr="006F6064" w:rsidRDefault="00D25AB8" w:rsidP="004001C1"/>
          <w:p w:rsidR="00D25AB8" w:rsidRPr="006F6064" w:rsidRDefault="00D25AB8" w:rsidP="004001C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E38E7" w:rsidRDefault="00D25AB8" w:rsidP="004001C1">
            <w:r>
              <w:t>79,5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9E38E7" w:rsidRDefault="00D25AB8" w:rsidP="004001C1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Cs/>
              </w:rPr>
            </w:pPr>
            <w:r>
              <w:rPr>
                <w:bCs/>
              </w:rPr>
              <w:t>Денежные взыскания (штрафы),установленные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A47A9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00011651040020000140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0A7F0B"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D91FC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373C97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E4293" w:rsidRDefault="00D25AB8" w:rsidP="0016133F">
            <w:pPr>
              <w:widowControl/>
              <w:rPr>
                <w:b/>
                <w:bCs/>
              </w:rPr>
            </w:pPr>
            <w:r w:rsidRPr="007E429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E4293" w:rsidRDefault="00D25AB8" w:rsidP="0016133F">
            <w:pPr>
              <w:widowControl/>
              <w:rPr>
                <w:b/>
                <w:bCs/>
              </w:rPr>
            </w:pPr>
            <w:r w:rsidRPr="007E4293">
              <w:rPr>
                <w:b/>
                <w:bCs/>
              </w:rPr>
              <w:t>00020200000000000000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8C4B6F">
            <w:pPr>
              <w:rPr>
                <w:b/>
              </w:rPr>
            </w:pPr>
            <w:r>
              <w:rPr>
                <w:b/>
              </w:rPr>
              <w:t>1516,977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3565FC">
            <w:pPr>
              <w:rPr>
                <w:b/>
              </w:rPr>
            </w:pPr>
            <w:r>
              <w:rPr>
                <w:b/>
              </w:rPr>
              <w:t xml:space="preserve"> 606,577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3C5AA1">
            <w:pPr>
              <w:rPr>
                <w:b/>
              </w:rPr>
            </w:pPr>
            <w:r>
              <w:rPr>
                <w:b/>
              </w:rPr>
              <w:t xml:space="preserve"> 606,577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D3867" w:rsidRDefault="00D25AB8" w:rsidP="000A7F0B">
            <w:pPr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1D3867" w:rsidRDefault="00D25AB8" w:rsidP="000A7F0B">
            <w:pPr>
              <w:rPr>
                <w:b/>
              </w:rPr>
            </w:pPr>
            <w:r w:rsidRPr="001D3867">
              <w:rPr>
                <w:b/>
              </w:rPr>
              <w:t>100,0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E4293" w:rsidRDefault="00D25AB8" w:rsidP="0016133F">
            <w:pPr>
              <w:widowControl/>
              <w:rPr>
                <w:b/>
              </w:rPr>
            </w:pPr>
            <w:r w:rsidRPr="007E4293">
              <w:rPr>
                <w:b/>
              </w:rPr>
              <w:t>Дотации бюджетам 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E4293" w:rsidRDefault="00D25AB8" w:rsidP="006F1344">
            <w:pPr>
              <w:widowControl/>
              <w:rPr>
                <w:b/>
              </w:rPr>
            </w:pPr>
            <w:r w:rsidRPr="007E4293">
              <w:rPr>
                <w:b/>
              </w:rPr>
              <w:t>000202</w:t>
            </w:r>
            <w:r>
              <w:rPr>
                <w:b/>
              </w:rPr>
              <w:t>10</w:t>
            </w:r>
            <w:r w:rsidRPr="007E4293">
              <w:rPr>
                <w:b/>
              </w:rPr>
              <w:t>00000000015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0A7F0B">
            <w:pPr>
              <w:rPr>
                <w:b/>
              </w:rPr>
            </w:pPr>
            <w:r>
              <w:rPr>
                <w:b/>
              </w:rPr>
              <w:t>1133,277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9A007A">
            <w:pPr>
              <w:rPr>
                <w:b/>
              </w:rPr>
            </w:pPr>
            <w:r>
              <w:rPr>
                <w:b/>
              </w:rPr>
              <w:t>566,477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204605" w:rsidRDefault="00D25AB8" w:rsidP="001D3867">
            <w:pPr>
              <w:rPr>
                <w:b/>
              </w:rPr>
            </w:pPr>
            <w:r>
              <w:rPr>
                <w:b/>
              </w:rPr>
              <w:t>566,477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D3867" w:rsidRDefault="00D25AB8" w:rsidP="000A7F0B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1D3867" w:rsidRDefault="00D25AB8" w:rsidP="000A7F0B">
            <w:pPr>
              <w:rPr>
                <w:b/>
              </w:rPr>
            </w:pPr>
            <w:r w:rsidRPr="001D3867">
              <w:rPr>
                <w:b/>
              </w:rPr>
              <w:t>100,0</w:t>
            </w:r>
          </w:p>
        </w:tc>
      </w:tr>
      <w:tr w:rsidR="00D25AB8" w:rsidTr="00F9158A">
        <w:trPr>
          <w:trHeight w:val="449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E4293" w:rsidRDefault="00D25AB8" w:rsidP="0016133F">
            <w:pPr>
              <w:widowControl/>
            </w:pPr>
            <w:r w:rsidRPr="007E4293"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E4293" w:rsidRDefault="00D25AB8" w:rsidP="006F1344">
            <w:pPr>
              <w:widowControl/>
            </w:pPr>
            <w:r>
              <w:t>00020215001000000150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0A7F0B">
            <w:r>
              <w:t>1133,277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9A007A">
            <w:r>
              <w:t>566,477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6515A9">
            <w:r>
              <w:t>566,477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1D3867">
            <w: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0A7F0B">
            <w:r>
              <w:t>100,0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E4293" w:rsidRDefault="00D25AB8" w:rsidP="0016133F">
            <w:pPr>
              <w:widowControl/>
            </w:pPr>
            <w:r w:rsidRPr="007E4293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E4293" w:rsidRDefault="00D25AB8" w:rsidP="006F1344">
            <w:pPr>
              <w:widowControl/>
            </w:pPr>
            <w:r>
              <w:t>00020215001100000150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/>
          <w:p w:rsidR="00D25AB8" w:rsidRPr="006F1344" w:rsidRDefault="00D25AB8" w:rsidP="006F1344">
            <w:r>
              <w:t>1133,277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9A007A">
            <w:r>
              <w:t>566,477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F22F5D">
            <w:r>
              <w:t>566,477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 xml:space="preserve">100,0         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E4293" w:rsidRDefault="00D25AB8" w:rsidP="0016133F">
            <w:pPr>
              <w:widowControl/>
              <w:rPr>
                <w:b/>
              </w:rPr>
            </w:pPr>
            <w:r w:rsidRPr="007E4293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E4293" w:rsidRDefault="00D25AB8" w:rsidP="0016133F">
            <w:pPr>
              <w:widowControl/>
              <w:rPr>
                <w:b/>
              </w:rPr>
            </w:pPr>
            <w:r>
              <w:rPr>
                <w:b/>
              </w:rPr>
              <w:t>00020230</w:t>
            </w:r>
            <w:r w:rsidRPr="007E4293">
              <w:rPr>
                <w:b/>
              </w:rPr>
              <w:t>00000000015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pPr>
              <w:rPr>
                <w:b/>
              </w:rPr>
            </w:pPr>
            <w:r>
              <w:rPr>
                <w:b/>
              </w:rPr>
              <w:t>80,3</w:t>
            </w:r>
          </w:p>
          <w:p w:rsidR="00D25AB8" w:rsidRPr="00C70E4D" w:rsidRDefault="00D25AB8" w:rsidP="006936F2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9A007A">
            <w:pPr>
              <w:rPr>
                <w:b/>
              </w:rPr>
            </w:pPr>
            <w:r>
              <w:rPr>
                <w:b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F22F5D">
            <w:pPr>
              <w:rPr>
                <w:b/>
              </w:rPr>
            </w:pPr>
            <w:r>
              <w:rPr>
                <w:b/>
              </w:rPr>
              <w:t>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B2390" w:rsidRDefault="00D25AB8" w:rsidP="000A7F0B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9B2390" w:rsidRDefault="00D25AB8" w:rsidP="000A7F0B">
            <w:pPr>
              <w:rPr>
                <w:b/>
              </w:rPr>
            </w:pPr>
            <w:r w:rsidRPr="009B2390">
              <w:rPr>
                <w:b/>
              </w:rPr>
              <w:t>100,0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654B3" w:rsidRDefault="00D25AB8" w:rsidP="0016133F">
            <w:pPr>
              <w:widowControl/>
            </w:pPr>
            <w:r w:rsidRPr="000654B3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0654B3" w:rsidRDefault="00D25AB8" w:rsidP="0016133F">
            <w:pPr>
              <w:widowControl/>
            </w:pPr>
            <w:r>
              <w:t>00020235118000000150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r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9A007A"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F22F5D">
            <w:r>
              <w:t>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100,0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E4293" w:rsidRDefault="00D25AB8" w:rsidP="0016133F">
            <w:pPr>
              <w:widowControl/>
            </w:pPr>
            <w:r w:rsidRPr="007E4293">
              <w:t>Субвенции бюджетам сельских поселений 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A47918">
            <w:pPr>
              <w:rPr>
                <w:bCs/>
                <w:sz w:val="18"/>
                <w:szCs w:val="18"/>
              </w:rPr>
            </w:pPr>
            <w:r>
              <w:t>000202351181</w:t>
            </w:r>
            <w:r w:rsidRPr="000654B3">
              <w:t>0000015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r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9A007A"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F22F5D">
            <w:r>
              <w:t>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100,0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320466" w:rsidRDefault="00D25AB8" w:rsidP="0016133F">
            <w:pPr>
              <w:rPr>
                <w:color w:val="FF0000"/>
                <w:sz w:val="28"/>
                <w:szCs w:val="28"/>
              </w:rPr>
            </w:pPr>
            <w:r w:rsidRPr="00C75CC0">
              <w:rPr>
                <w:b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C75CC0" w:rsidRDefault="00D25AB8" w:rsidP="0016133F">
            <w:pPr>
              <w:widowControl/>
            </w:pPr>
            <w:r>
              <w:rPr>
                <w:b/>
              </w:rPr>
              <w:t>0002024</w:t>
            </w:r>
            <w:r w:rsidRPr="00C23015">
              <w:rPr>
                <w:b/>
              </w:rPr>
              <w:t>00000000015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D3867" w:rsidRDefault="00D25AB8" w:rsidP="000A7F0B">
            <w:pPr>
              <w:rPr>
                <w:b/>
              </w:rPr>
            </w:pPr>
            <w:r>
              <w:rPr>
                <w:b/>
              </w:rPr>
              <w:t>303,4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D3867" w:rsidRDefault="00D25AB8" w:rsidP="009A007A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D3867" w:rsidRDefault="00D25AB8" w:rsidP="00F22F5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5CC0" w:rsidRDefault="00D25AB8" w:rsidP="0016133F">
            <w:r w:rsidRPr="00C75CC0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D25AB8" w:rsidRPr="00320466" w:rsidRDefault="00D25AB8" w:rsidP="0016133F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320466" w:rsidRDefault="00D25AB8" w:rsidP="0016133F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000202400140</w:t>
            </w:r>
            <w:r w:rsidRPr="00C23015">
              <w:t>0000015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F22F5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E40B1B">
            <w:r w:rsidRPr="00C75CC0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</w:t>
            </w:r>
            <w:r w:rsidRPr="006F6064">
              <w:t xml:space="preserve">в сфере </w:t>
            </w:r>
            <w:r>
              <w:t>осуществления муниципального земельного контроля за использованием земель поселений</w:t>
            </w:r>
          </w:p>
          <w:p w:rsidR="00D25AB8" w:rsidRPr="00C75CC0" w:rsidRDefault="00D25AB8" w:rsidP="00E40B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E40B1B">
            <w:pPr>
              <w:widowControl/>
            </w:pPr>
            <w:r>
              <w:t>00020240014104100</w:t>
            </w:r>
            <w:r w:rsidRPr="00C23015">
              <w:t>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E40B1B">
            <w: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E40B1B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E40B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E40B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25AB8" w:rsidTr="0016133F">
        <w:trPr>
          <w:trHeight w:val="113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16133F">
            <w:r w:rsidRPr="00C75CC0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</w:t>
            </w:r>
            <w:r w:rsidRPr="006F6064">
              <w:t>в сфере градостроительной деятельности</w:t>
            </w:r>
          </w:p>
          <w:p w:rsidR="00D25AB8" w:rsidRPr="00320466" w:rsidRDefault="00D25AB8" w:rsidP="0016133F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320466" w:rsidRDefault="00D25AB8" w:rsidP="0016133F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000202400141043</w:t>
            </w:r>
            <w:r w:rsidRPr="00C23015">
              <w:t>0015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2C3098">
            <w:r w:rsidRPr="006F6064">
              <w:t xml:space="preserve">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F6064" w:rsidRDefault="00D25AB8" w:rsidP="00406435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8A01F4" w:rsidRDefault="00D25AB8" w:rsidP="002E3E4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8A01F4" w:rsidRDefault="00D25AB8" w:rsidP="000A7F0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25AB8" w:rsidTr="0016133F">
        <w:trPr>
          <w:trHeight w:val="142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5CC0" w:rsidRDefault="00D25AB8" w:rsidP="0016133F">
            <w:r>
              <w:t xml:space="preserve">Прочие межбюджетные трансферты, передаваемые бюджетам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16133F">
            <w:pPr>
              <w:widowControl/>
            </w:pPr>
            <w:r>
              <w:t>00020249999000000150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r>
              <w:t>301,2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406435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2E3E4D">
            <w:r>
              <w:t>-</w:t>
            </w:r>
          </w:p>
        </w:tc>
      </w:tr>
      <w:tr w:rsidR="00D25AB8" w:rsidTr="0016133F">
        <w:trPr>
          <w:trHeight w:val="58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5CC0" w:rsidRDefault="00D25AB8" w:rsidP="0016133F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16133F">
            <w:pPr>
              <w:widowControl/>
            </w:pPr>
            <w:r>
              <w:t>00020249999100000150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70E4D" w:rsidRDefault="00D25AB8" w:rsidP="000A7F0B">
            <w:r>
              <w:t>301,2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D3867" w:rsidRDefault="00D25AB8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D3867" w:rsidRDefault="00D25AB8" w:rsidP="00E917CF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DB3CA0" w:rsidRDefault="00D25AB8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DB3CA0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/>
                <w:bCs/>
              </w:rPr>
            </w:pPr>
            <w:r w:rsidRPr="0073545C">
              <w:rPr>
                <w:b/>
                <w:bCs/>
              </w:rPr>
              <w:t>Доходы бюджета -</w:t>
            </w:r>
            <w:r>
              <w:rPr>
                <w:b/>
                <w:bCs/>
              </w:rPr>
              <w:t xml:space="preserve"> </w:t>
            </w:r>
            <w:r w:rsidRPr="0073545C">
              <w:rPr>
                <w:b/>
                <w:bCs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73545C" w:rsidRDefault="00D25AB8" w:rsidP="00A47A9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890D04" w:rsidRDefault="00D25AB8" w:rsidP="000A7F0B">
            <w:pPr>
              <w:rPr>
                <w:b/>
              </w:rPr>
            </w:pPr>
            <w:r>
              <w:rPr>
                <w:b/>
              </w:rPr>
              <w:t>4193,977</w:t>
            </w:r>
          </w:p>
          <w:p w:rsidR="00D25AB8" w:rsidRPr="00890D04" w:rsidRDefault="00D25AB8" w:rsidP="008526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406435">
            <w:pPr>
              <w:rPr>
                <w:b/>
              </w:rPr>
            </w:pPr>
            <w:r>
              <w:rPr>
                <w:b/>
              </w:rPr>
              <w:t>2076,577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890D04" w:rsidRDefault="00D25AB8" w:rsidP="00D93A72">
            <w:pPr>
              <w:rPr>
                <w:b/>
              </w:rPr>
            </w:pPr>
            <w:r>
              <w:rPr>
                <w:b/>
              </w:rPr>
              <w:t>2082,509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E03F2" w:rsidRDefault="00D25AB8" w:rsidP="000A7F0B">
            <w:pPr>
              <w:rPr>
                <w:b/>
              </w:rPr>
            </w:pPr>
            <w:r>
              <w:rPr>
                <w:b/>
              </w:rPr>
              <w:t>49,6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AC251D" w:rsidRDefault="00D25AB8" w:rsidP="000A7F0B">
            <w:pPr>
              <w:rPr>
                <w:b/>
              </w:rPr>
            </w:pPr>
            <w:r>
              <w:rPr>
                <w:b/>
              </w:rPr>
              <w:t>100,3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pPr>
              <w:rPr>
                <w:b/>
                <w:bCs/>
              </w:rPr>
            </w:pPr>
            <w:r w:rsidRPr="0073545C">
              <w:rPr>
                <w:b/>
                <w:bCs/>
              </w:rPr>
              <w:t>Расходы бюджета -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FF5950" w:rsidRDefault="00D25AB8" w:rsidP="005C33DC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4690,156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6F6064" w:rsidRDefault="00D25AB8" w:rsidP="005C33DC">
            <w:pPr>
              <w:rPr>
                <w:b/>
                <w:bCs/>
              </w:rPr>
            </w:pPr>
            <w:r>
              <w:rPr>
                <w:b/>
                <w:bCs/>
              </w:rPr>
              <w:t>1989,513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D93A72" w:rsidRDefault="00D25AB8" w:rsidP="00E917CF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1989,513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E03F2" w:rsidRDefault="00D25AB8" w:rsidP="00CD3FFE">
            <w:pPr>
              <w:rPr>
                <w:b/>
              </w:rPr>
            </w:pPr>
            <w:r>
              <w:rPr>
                <w:b/>
              </w:rPr>
              <w:t xml:space="preserve"> 42,4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AE03F2" w:rsidRDefault="00D25AB8" w:rsidP="000A7F0B">
            <w:pPr>
              <w:rPr>
                <w:b/>
              </w:rPr>
            </w:pPr>
            <w:r w:rsidRPr="00AE03F2">
              <w:rPr>
                <w:b/>
              </w:rP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r w:rsidRPr="0073545C"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pPr>
              <w:jc w:val="center"/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E877D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AE03F2" w:rsidRDefault="00D25AB8" w:rsidP="0050131B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AE03F2" w:rsidRDefault="00D25AB8" w:rsidP="000A7F0B">
            <w:pPr>
              <w:rPr>
                <w:b/>
              </w:rPr>
            </w:pP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B90143">
            <w:r>
              <w:t xml:space="preserve">  Фонд оплаты труда государственных (муниципальных) органов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 xml:space="preserve">0420102090  121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  <w:rPr>
                <w:bCs/>
              </w:rPr>
            </w:pPr>
            <w:r>
              <w:rPr>
                <w:bCs/>
              </w:rPr>
              <w:t>382,4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  <w:rPr>
                <w:bCs/>
              </w:rPr>
            </w:pPr>
            <w:r>
              <w:rPr>
                <w:bCs/>
              </w:rPr>
              <w:t>194,568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  <w:rPr>
                <w:bCs/>
              </w:rPr>
            </w:pPr>
            <w:r>
              <w:rPr>
                <w:bCs/>
              </w:rPr>
              <w:t>194,568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 xml:space="preserve"> </w:t>
            </w:r>
          </w:p>
          <w:p w:rsidR="00D25AB8" w:rsidRPr="00726039" w:rsidRDefault="00D25AB8" w:rsidP="00726039">
            <w:r>
              <w:t>24,8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7B5FC5">
            <w:r>
              <w:t xml:space="preserve">  Иные выплаты персоналу государственных (муниципальных  органов , за исключением фонда оплаты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</w:t>
            </w:r>
            <w:r w:rsidRPr="00F85640">
              <w:rPr>
                <w:sz w:val="18"/>
                <w:szCs w:val="18"/>
              </w:rPr>
              <w:t>2090</w:t>
            </w:r>
            <w:r>
              <w:rPr>
                <w:sz w:val="18"/>
                <w:szCs w:val="18"/>
              </w:rPr>
              <w:t xml:space="preserve">  122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26039">
            <w:pPr>
              <w:jc w:val="right"/>
              <w:rPr>
                <w:bCs/>
              </w:rPr>
            </w:pPr>
            <w:r>
              <w:rPr>
                <w:bCs/>
              </w:rPr>
              <w:t>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  <w:rPr>
                <w:bCs/>
              </w:rPr>
            </w:pPr>
            <w:r>
              <w:rPr>
                <w:bCs/>
              </w:rPr>
              <w:t>70,707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  <w:rPr>
                <w:bCs/>
              </w:rPr>
            </w:pPr>
            <w:r>
              <w:rPr>
                <w:bCs/>
              </w:rPr>
              <w:t>70,707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726039">
            <w:r>
              <w:t xml:space="preserve"> </w:t>
            </w:r>
          </w:p>
          <w:p w:rsidR="00D25AB8" w:rsidRDefault="00D25AB8" w:rsidP="00726039">
            <w: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A202B3"/>
          <w:p w:rsidR="00D25AB8" w:rsidRPr="00A202B3" w:rsidRDefault="00D25AB8" w:rsidP="00A202B3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3F7029">
            <w: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D25AB8" w:rsidRDefault="00D25AB8" w:rsidP="003F7029"/>
          <w:p w:rsidR="00D25AB8" w:rsidRPr="0073545C" w:rsidRDefault="00D25AB8" w:rsidP="00823530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 w:rsidRPr="009F5341">
              <w:rPr>
                <w:sz w:val="18"/>
                <w:szCs w:val="18"/>
              </w:rPr>
              <w:t>0420102090</w:t>
            </w:r>
            <w:r>
              <w:rPr>
                <w:sz w:val="18"/>
                <w:szCs w:val="18"/>
              </w:rPr>
              <w:t xml:space="preserve"> 129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B84762">
            <w:pPr>
              <w:jc w:val="right"/>
              <w:rPr>
                <w:bCs/>
              </w:rPr>
            </w:pPr>
            <w:r>
              <w:rPr>
                <w:bCs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  <w:rPr>
                <w:bCs/>
              </w:rPr>
            </w:pPr>
            <w:r>
              <w:rPr>
                <w:bCs/>
              </w:rPr>
              <w:t>78,910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  <w:rPr>
                <w:bCs/>
              </w:rPr>
            </w:pPr>
            <w:r>
              <w:rPr>
                <w:bCs/>
              </w:rPr>
              <w:t>78,910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B84762"/>
          <w:p w:rsidR="00D25AB8" w:rsidRPr="00B84762" w:rsidRDefault="00D25AB8" w:rsidP="00B84762"/>
          <w:p w:rsidR="00D25AB8" w:rsidRDefault="00D25AB8" w:rsidP="00B84762">
            <w:r>
              <w:t xml:space="preserve"> </w:t>
            </w:r>
          </w:p>
          <w:p w:rsidR="00D25AB8" w:rsidRPr="00B84762" w:rsidRDefault="00D25AB8" w:rsidP="00B84762">
            <w:r>
              <w:t>57,6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B84762"/>
          <w:p w:rsidR="00D25AB8" w:rsidRDefault="00D25AB8" w:rsidP="00B84762"/>
          <w:p w:rsidR="00D25AB8" w:rsidRDefault="00D25AB8" w:rsidP="00B84762"/>
          <w:p w:rsidR="00D25AB8" w:rsidRPr="00B84762" w:rsidRDefault="00D25AB8" w:rsidP="00B84762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823530">
            <w:r>
              <w:t xml:space="preserve"> Фонд оплаты труда государственных (муниципальных) органов</w:t>
            </w:r>
          </w:p>
          <w:p w:rsidR="00D25AB8" w:rsidRPr="0073545C" w:rsidRDefault="00D25AB8" w:rsidP="00B23B2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0420102100 121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  <w:rPr>
                <w:bCs/>
              </w:rPr>
            </w:pPr>
            <w:r>
              <w:rPr>
                <w:bCs/>
              </w:rPr>
              <w:t>711,8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  <w:rPr>
                <w:bCs/>
              </w:rPr>
            </w:pPr>
            <w:r>
              <w:rPr>
                <w:bCs/>
              </w:rPr>
              <w:t>251,301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  <w:rPr>
                <w:bCs/>
              </w:rPr>
            </w:pPr>
            <w:r>
              <w:rPr>
                <w:bCs/>
              </w:rPr>
              <w:t>251,301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B84762">
            <w:r>
              <w:t>35,3</w:t>
            </w:r>
          </w:p>
          <w:p w:rsidR="00D25AB8" w:rsidRPr="00A34922" w:rsidRDefault="00D25AB8" w:rsidP="00B8476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A55154" w:rsidRDefault="00D25AB8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50131B">
            <w:r>
              <w:t xml:space="preserve"> </w:t>
            </w:r>
          </w:p>
          <w:p w:rsidR="00D25AB8" w:rsidRDefault="00D25AB8" w:rsidP="0050131B">
            <w:r>
              <w:t xml:space="preserve"> Иные выплаты персоналу государственных (муниципальных органов , за исключением фонда оплаты труда</w:t>
            </w:r>
          </w:p>
          <w:p w:rsidR="00D25AB8" w:rsidRDefault="00D25AB8" w:rsidP="0050131B"/>
          <w:p w:rsidR="00D25AB8" w:rsidRPr="0073545C" w:rsidRDefault="00D25AB8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0420102100 122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C33DC"/>
          <w:p w:rsidR="00D25AB8" w:rsidRPr="00A202B3" w:rsidRDefault="00D25AB8" w:rsidP="00A202B3"/>
          <w:p w:rsidR="00D25AB8" w:rsidRDefault="00D25AB8" w:rsidP="00A202B3"/>
          <w:p w:rsidR="00D25AB8" w:rsidRPr="00A202B3" w:rsidRDefault="00D25AB8" w:rsidP="00A202B3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/>
          <w:p w:rsidR="00D25AB8" w:rsidRPr="00A202B3" w:rsidRDefault="00D25AB8" w:rsidP="00A202B3"/>
          <w:p w:rsidR="00D25AB8" w:rsidRDefault="00D25AB8" w:rsidP="00A202B3"/>
          <w:p w:rsidR="00D25AB8" w:rsidRPr="00A202B3" w:rsidRDefault="00D25AB8" w:rsidP="00A202B3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50131B">
            <w:r>
              <w:t xml:space="preserve"> </w:t>
            </w:r>
          </w:p>
          <w:p w:rsidR="00D25AB8" w:rsidRDefault="00D25AB8" w:rsidP="0050131B">
            <w: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D25AB8" w:rsidRDefault="00D25AB8" w:rsidP="0050131B"/>
          <w:p w:rsidR="00D25AB8" w:rsidRPr="0073545C" w:rsidRDefault="00D25AB8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04201021</w:t>
            </w:r>
            <w:r w:rsidRPr="00F85640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129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625C39">
            <w:r>
              <w:t>231,8</w:t>
            </w:r>
          </w:p>
          <w:p w:rsidR="00D25AB8" w:rsidRPr="00EF133D" w:rsidRDefault="00D25AB8" w:rsidP="00625C3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642CF9">
            <w:r>
              <w:t>67,622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r>
              <w:t>67,622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B84762"/>
          <w:p w:rsidR="00D25AB8" w:rsidRDefault="00D25AB8" w:rsidP="00B84762"/>
          <w:p w:rsidR="00D25AB8" w:rsidRDefault="00D25AB8" w:rsidP="00B84762"/>
          <w:p w:rsidR="00D25AB8" w:rsidRDefault="00D25AB8" w:rsidP="00B84762"/>
          <w:p w:rsidR="00D25AB8" w:rsidRDefault="00D25AB8" w:rsidP="00B84762"/>
          <w:p w:rsidR="00D25AB8" w:rsidRPr="00B84762" w:rsidRDefault="00D25AB8" w:rsidP="00B84762">
            <w:r>
              <w:t>29,2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/>
          <w:p w:rsidR="00D25AB8" w:rsidRPr="004104DB" w:rsidRDefault="00D25AB8" w:rsidP="004104DB"/>
          <w:p w:rsidR="00D25AB8" w:rsidRPr="004104DB" w:rsidRDefault="00D25AB8" w:rsidP="004104DB"/>
          <w:p w:rsidR="00D25AB8" w:rsidRPr="004104DB" w:rsidRDefault="00D25AB8" w:rsidP="004104DB"/>
          <w:p w:rsidR="00D25AB8" w:rsidRDefault="00D25AB8" w:rsidP="004104DB"/>
          <w:p w:rsidR="00D25AB8" w:rsidRPr="004104DB" w:rsidRDefault="00D25AB8" w:rsidP="004104D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3F7029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D25AB8" w:rsidRPr="0073545C" w:rsidRDefault="00D25AB8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 xml:space="preserve">0420102200 </w:t>
            </w:r>
            <w:r w:rsidRPr="0073545C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B84762">
            <w:pPr>
              <w:jc w:val="right"/>
            </w:pPr>
            <w:r>
              <w:t>778,3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456,348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456,348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50131B">
            <w:r>
              <w:t>58,6</w:t>
            </w:r>
          </w:p>
          <w:p w:rsidR="00D25AB8" w:rsidRDefault="00D25AB8" w:rsidP="0050131B"/>
          <w:p w:rsidR="00D25AB8" w:rsidRPr="000A7F0B" w:rsidRDefault="00D25AB8" w:rsidP="0050131B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100,0</w:t>
            </w:r>
          </w:p>
          <w:p w:rsidR="00D25AB8" w:rsidRDefault="00D25AB8" w:rsidP="000A7F0B"/>
          <w:p w:rsidR="00D25AB8" w:rsidRDefault="00D25AB8" w:rsidP="000A7F0B"/>
          <w:p w:rsidR="00D25AB8" w:rsidRPr="000A7F0B" w:rsidRDefault="00D25AB8" w:rsidP="000A7F0B"/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50131B">
            <w:r>
              <w:t xml:space="preserve"> </w:t>
            </w:r>
          </w:p>
          <w:p w:rsidR="00D25AB8" w:rsidRDefault="00D25AB8" w:rsidP="0050131B">
            <w:r>
              <w:t xml:space="preserve"> Уплата налога на имущество организаций и земельного налога</w:t>
            </w:r>
          </w:p>
          <w:p w:rsidR="00D25AB8" w:rsidRDefault="00D25AB8" w:rsidP="0050131B"/>
          <w:p w:rsidR="00D25AB8" w:rsidRPr="0073545C" w:rsidRDefault="00D25AB8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0420102200 851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16,557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16,557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50131B"/>
          <w:p w:rsidR="00D25AB8" w:rsidRDefault="00D25AB8" w:rsidP="0050131B"/>
          <w:p w:rsidR="00D25AB8" w:rsidRPr="000A7F0B" w:rsidRDefault="00D25AB8" w:rsidP="00B76C72">
            <w:r>
              <w:t>48,4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85730D"/>
          <w:p w:rsidR="00D25AB8" w:rsidRDefault="00D25AB8" w:rsidP="0085730D"/>
          <w:p w:rsidR="00D25AB8" w:rsidRDefault="00D25AB8" w:rsidP="0085730D"/>
          <w:p w:rsidR="00D25AB8" w:rsidRPr="000A7F0B" w:rsidRDefault="00D25AB8" w:rsidP="0085730D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50131B">
            <w:r>
              <w:t xml:space="preserve"> </w:t>
            </w:r>
          </w:p>
          <w:p w:rsidR="00D25AB8" w:rsidRDefault="00D25AB8" w:rsidP="0050131B">
            <w:r>
              <w:t xml:space="preserve"> Уплата прочих налогов, сборов</w:t>
            </w:r>
          </w:p>
          <w:p w:rsidR="00D25AB8" w:rsidRDefault="00D25AB8" w:rsidP="0050131B"/>
          <w:p w:rsidR="00D25AB8" w:rsidRPr="0073545C" w:rsidRDefault="00D25AB8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 xml:space="preserve">0420102200 852 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27,373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27,373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50131B"/>
          <w:p w:rsidR="00D25AB8" w:rsidRPr="000A7F0B" w:rsidRDefault="00D25AB8" w:rsidP="0050131B">
            <w:r>
              <w:t>86,1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0A7F0B"/>
          <w:p w:rsidR="00D25AB8" w:rsidRPr="000A7F0B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50131B">
            <w:r>
              <w:t xml:space="preserve"> </w:t>
            </w:r>
          </w:p>
          <w:p w:rsidR="00D25AB8" w:rsidRDefault="00D25AB8" w:rsidP="0050131B"/>
          <w:p w:rsidR="00D25AB8" w:rsidRDefault="00D25AB8" w:rsidP="0050131B"/>
          <w:p w:rsidR="00D25AB8" w:rsidRPr="0073545C" w:rsidRDefault="00D25AB8" w:rsidP="0050131B">
            <w:r>
              <w:t xml:space="preserve"> 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901 010</w:t>
            </w:r>
            <w:r>
              <w:rPr>
                <w:sz w:val="18"/>
                <w:szCs w:val="18"/>
              </w:rPr>
              <w:t>6 0440180270 540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 w:rsidRPr="00EF133D">
              <w:t xml:space="preserve">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50131B"/>
          <w:p w:rsidR="00D25AB8" w:rsidRPr="000A7F0B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0A7F0B"/>
          <w:p w:rsidR="00D25AB8" w:rsidRPr="000A7F0B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280132">
            <w:r>
              <w:t xml:space="preserve"> </w:t>
            </w:r>
          </w:p>
          <w:p w:rsidR="00D25AB8" w:rsidRDefault="00D25AB8" w:rsidP="00280132"/>
          <w:p w:rsidR="00D25AB8" w:rsidRDefault="00D25AB8" w:rsidP="00280132"/>
          <w:p w:rsidR="00D25AB8" w:rsidRPr="0073545C" w:rsidRDefault="00D25AB8" w:rsidP="00280132">
            <w:r>
              <w:t xml:space="preserve"> 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80132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901 010</w:t>
            </w:r>
            <w:r>
              <w:rPr>
                <w:sz w:val="18"/>
                <w:szCs w:val="18"/>
              </w:rPr>
              <w:t>6 0440180275 540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1D27EA">
            <w:pPr>
              <w:jc w:val="right"/>
            </w:pPr>
            <w:r w:rsidRPr="00EF133D">
              <w:t xml:space="preserve"> </w:t>
            </w:r>
            <w:r>
              <w:t>2</w:t>
            </w:r>
            <w:r w:rsidRPr="00EF133D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280132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280132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280132"/>
          <w:p w:rsidR="00D25AB8" w:rsidRDefault="00D25AB8" w:rsidP="00280132"/>
          <w:p w:rsidR="00D25AB8" w:rsidRPr="000A7F0B" w:rsidRDefault="00D25AB8" w:rsidP="00280132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280132"/>
          <w:p w:rsidR="00D25AB8" w:rsidRDefault="00D25AB8" w:rsidP="00280132"/>
          <w:p w:rsidR="00D25AB8" w:rsidRPr="000A7F0B" w:rsidRDefault="00D25AB8" w:rsidP="00280132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280132">
            <w:r>
              <w:t>Специальные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801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901 0107 8120020210 880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1D27EA">
            <w:pPr>
              <w:jc w:val="right"/>
            </w:pPr>
            <w: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280132">
            <w:pPr>
              <w:jc w:val="right"/>
            </w:pPr>
            <w: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280132">
            <w:pPr>
              <w:jc w:val="right"/>
            </w:pPr>
            <w: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280132">
            <w: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280132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r>
              <w:t>Резервные фонды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901 01</w:t>
            </w:r>
            <w:r>
              <w:rPr>
                <w:sz w:val="18"/>
                <w:szCs w:val="18"/>
              </w:rPr>
              <w:t>11 8110020500 870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F32BD7">
            <w:pPr>
              <w:jc w:val="right"/>
            </w:pPr>
            <w:r w:rsidRPr="00EF133D">
              <w:t xml:space="preserve"> 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50131B">
            <w:r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r>
              <w:t xml:space="preserve"> 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204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901 0113 0440180210 540</w:t>
            </w:r>
          </w:p>
          <w:p w:rsidR="00D25AB8" w:rsidRPr="0073545C" w:rsidRDefault="00D25AB8" w:rsidP="00594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 w:rsidRPr="00EF133D">
              <w:t xml:space="preserve">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50131B">
            <w:r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0A7F0B">
            <w:r>
              <w:t xml:space="preserve"> 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50131B">
            <w:r>
              <w:t>Прочая закупка товаров, работ и услуг для обеспечения государственных ( 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9F5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901 0113 0410120410 244</w:t>
            </w:r>
          </w:p>
          <w:p w:rsidR="00D25AB8" w:rsidRDefault="00D25AB8" w:rsidP="0020460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3F7029">
            <w:r>
              <w:t>Фонд оплаты труда государственных ( муниципальных )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</w:t>
            </w:r>
            <w:r>
              <w:rPr>
                <w:sz w:val="18"/>
                <w:szCs w:val="18"/>
              </w:rPr>
              <w:t>203 0440151180 121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>
              <w:t>57,785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28,287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28,287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A7F0B" w:rsidRDefault="00D25AB8" w:rsidP="00F32BD7">
            <w:r>
              <w:t>48,9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E528EF">
            <w: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D25AB8" w:rsidRDefault="00D25AB8" w:rsidP="00E528EF">
            <w:r>
              <w:t xml:space="preserve"> </w:t>
            </w:r>
          </w:p>
          <w:p w:rsidR="00D25AB8" w:rsidRDefault="00D25AB8" w:rsidP="00E528EF"/>
          <w:p w:rsidR="00D25AB8" w:rsidRPr="0073545C" w:rsidRDefault="00D25AB8" w:rsidP="00E528E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</w:t>
            </w:r>
            <w:r>
              <w:rPr>
                <w:sz w:val="18"/>
                <w:szCs w:val="18"/>
              </w:rPr>
              <w:t xml:space="preserve">203 0440151180 129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3F0AD1">
            <w:pPr>
              <w:jc w:val="right"/>
            </w:pPr>
            <w:r>
              <w:t>17,445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8,543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8,543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Pr="00A202B3" w:rsidRDefault="00D25AB8" w:rsidP="00A202B3"/>
          <w:p w:rsidR="00D25AB8" w:rsidRPr="00A202B3" w:rsidRDefault="00D25AB8" w:rsidP="00A202B3"/>
          <w:p w:rsidR="00D25AB8" w:rsidRDefault="00D25AB8" w:rsidP="00A202B3">
            <w:r>
              <w:t>49,0</w:t>
            </w:r>
          </w:p>
          <w:p w:rsidR="00D25AB8" w:rsidRPr="00A202B3" w:rsidRDefault="00D25AB8" w:rsidP="00A202B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0A7F0B"/>
          <w:p w:rsidR="00D25AB8" w:rsidRDefault="00D25AB8" w:rsidP="000A7F0B"/>
          <w:p w:rsidR="00D25AB8" w:rsidRDefault="00D25AB8" w:rsidP="000A7F0B">
            <w:r>
              <w:t>100,0</w:t>
            </w:r>
          </w:p>
          <w:p w:rsidR="00D25AB8" w:rsidRDefault="00D25AB8" w:rsidP="000A7F0B"/>
          <w:p w:rsidR="00D25AB8" w:rsidRPr="000A7F0B" w:rsidRDefault="00D25AB8" w:rsidP="000A7F0B"/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A55154">
            <w:r>
              <w:t xml:space="preserve"> Прочая закупка товаров, работ и услуг для обеспечения государственных ( муниципальных) нужд</w:t>
            </w:r>
          </w:p>
          <w:p w:rsidR="00D25AB8" w:rsidRDefault="00D25AB8" w:rsidP="00E528EF"/>
          <w:p w:rsidR="00D25AB8" w:rsidRPr="0073545C" w:rsidRDefault="00D25AB8" w:rsidP="00E528E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</w:t>
            </w:r>
            <w:r>
              <w:rPr>
                <w:sz w:val="18"/>
                <w:szCs w:val="18"/>
              </w:rPr>
              <w:t>203 0440151180 244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>
              <w:t>5,070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3,270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3,270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50131B"/>
          <w:p w:rsidR="00D25AB8" w:rsidRDefault="00D25AB8" w:rsidP="0050131B"/>
          <w:p w:rsidR="00D25AB8" w:rsidRPr="000A7F0B" w:rsidRDefault="00D25AB8" w:rsidP="0050131B">
            <w:r>
              <w:t>64,5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0A7F0B"/>
          <w:p w:rsidR="00D25AB8" w:rsidRDefault="00D25AB8" w:rsidP="000A7F0B"/>
          <w:p w:rsidR="00D25AB8" w:rsidRPr="000A7F0B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3F7029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D25AB8" w:rsidRPr="0073545C" w:rsidRDefault="00D25AB8" w:rsidP="00954844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655F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901 0409 0220146010 244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</w:pPr>
            <w:r>
              <w:t>965,056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170,341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170,341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1E6122" w:rsidRDefault="00D25AB8" w:rsidP="0050131B">
            <w:pPr>
              <w:rPr>
                <w:color w:val="FF0000"/>
              </w:rPr>
            </w:pPr>
          </w:p>
          <w:p w:rsidR="00D25AB8" w:rsidRPr="001E6122" w:rsidRDefault="00D25AB8" w:rsidP="0050131B">
            <w:pPr>
              <w:rPr>
                <w:color w:val="FF0000"/>
              </w:rPr>
            </w:pPr>
          </w:p>
          <w:p w:rsidR="00D25AB8" w:rsidRPr="001E6122" w:rsidRDefault="00D25AB8" w:rsidP="0050131B">
            <w:pPr>
              <w:rPr>
                <w:color w:val="FF0000"/>
              </w:rPr>
            </w:pPr>
          </w:p>
          <w:p w:rsidR="00D25AB8" w:rsidRPr="00E23F88" w:rsidRDefault="00D25AB8" w:rsidP="00DC3E61">
            <w:r>
              <w:t>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3D0229"/>
          <w:p w:rsidR="00D25AB8" w:rsidRDefault="00D25AB8" w:rsidP="003D0229"/>
          <w:p w:rsidR="00D25AB8" w:rsidRPr="003D0229" w:rsidRDefault="00D25AB8" w:rsidP="003D0229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0B3B6B">
            <w:r>
              <w:t>Прочая закупка товаров, работ и услуг для обеспечения государственных ( муниципальных) нужд</w:t>
            </w:r>
          </w:p>
          <w:p w:rsidR="00D25AB8" w:rsidRDefault="00D25AB8" w:rsidP="003F702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1D2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901 0409 0220146030 244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50131B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Pr="00A202B3" w:rsidRDefault="00D25AB8" w:rsidP="00A202B3"/>
          <w:p w:rsidR="00D25AB8" w:rsidRDefault="00D25AB8" w:rsidP="00A202B3"/>
          <w:p w:rsidR="00D25AB8" w:rsidRPr="00A202B3" w:rsidRDefault="00D25AB8" w:rsidP="00A202B3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A202B3"/>
          <w:p w:rsidR="00D25AB8" w:rsidRPr="00A202B3" w:rsidRDefault="00D25AB8" w:rsidP="00A202B3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3F7029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D25AB8" w:rsidRPr="0073545C" w:rsidRDefault="00D25AB8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A55154" w:rsidRDefault="00D25AB8" w:rsidP="00ED5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901 0412 041012040</w:t>
            </w:r>
            <w:r w:rsidRPr="00A55154">
              <w:rPr>
                <w:sz w:val="18"/>
                <w:szCs w:val="18"/>
              </w:rPr>
              <w:t>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6D1CFE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Pr="00A202B3" w:rsidRDefault="00D25AB8" w:rsidP="00A202B3"/>
          <w:p w:rsidR="00D25AB8" w:rsidRDefault="00D25AB8" w:rsidP="00A202B3"/>
          <w:p w:rsidR="00D25AB8" w:rsidRPr="00A202B3" w:rsidRDefault="00D25AB8" w:rsidP="00A202B3">
            <w: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280132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D25AB8" w:rsidRPr="0073545C" w:rsidRDefault="00D25AB8" w:rsidP="0028013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A55154" w:rsidRDefault="00D25AB8" w:rsidP="002801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901 0412 041012044</w:t>
            </w:r>
            <w:r w:rsidRPr="00A55154">
              <w:rPr>
                <w:sz w:val="18"/>
                <w:szCs w:val="18"/>
              </w:rPr>
              <w:t>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6D1CFE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3F7029">
            <w:r>
              <w:t xml:space="preserve">  Прочая закупка товаров,работ и услуг для обеспечения государственных ( муниципальных) нужд</w:t>
            </w:r>
          </w:p>
          <w:p w:rsidR="00D25AB8" w:rsidRPr="0073545C" w:rsidRDefault="00D25AB8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655F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901 0412 0440180220 244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655F8E">
            <w:pPr>
              <w:jc w:val="center"/>
            </w:pPr>
            <w:r>
              <w:t xml:space="preserve"> 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3D0229"/>
          <w:p w:rsidR="00D25AB8" w:rsidRPr="003D0229" w:rsidRDefault="00D25AB8" w:rsidP="003D0229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3D0229"/>
          <w:p w:rsidR="00D25AB8" w:rsidRPr="003D0229" w:rsidRDefault="00D25AB8" w:rsidP="003D0229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E40B1B">
            <w:r>
              <w:t xml:space="preserve">  Прочая закупка товаров,работ и услуг для обеспечения государственных ( муниципальных) нужд</w:t>
            </w:r>
          </w:p>
          <w:p w:rsidR="00D25AB8" w:rsidRPr="0073545C" w:rsidRDefault="00D25AB8" w:rsidP="00E40B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E40B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901 0412 0440180290 244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E40B1B">
            <w:pPr>
              <w:jc w:val="center"/>
            </w:pPr>
            <w:r>
              <w:t xml:space="preserve">  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E40B1B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E40B1B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E40B1B"/>
          <w:p w:rsidR="00D25AB8" w:rsidRDefault="00D25AB8" w:rsidP="00E40B1B"/>
          <w:p w:rsidR="00D25AB8" w:rsidRPr="003D0229" w:rsidRDefault="00D25AB8" w:rsidP="00E40B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E40B1B"/>
          <w:p w:rsidR="00D25AB8" w:rsidRDefault="00D25AB8" w:rsidP="00E40B1B"/>
          <w:p w:rsidR="00D25AB8" w:rsidRPr="003D0229" w:rsidRDefault="00D25AB8" w:rsidP="00E40B1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Default="00D25AB8" w:rsidP="00E40B1B">
            <w:r>
              <w:t xml:space="preserve"> Иные межбюджетные трансферты</w:t>
            </w:r>
          </w:p>
          <w:p w:rsidR="00D25AB8" w:rsidRPr="0073545C" w:rsidRDefault="00D25AB8" w:rsidP="00E40B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E40B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901 0801 0440180250 540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40B1B">
            <w:pPr>
              <w:jc w:val="center"/>
            </w:pPr>
            <w: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40B1B">
            <w:pPr>
              <w:jc w:val="right"/>
            </w:pPr>
            <w:r>
              <w:t>181,831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14794A">
            <w:pPr>
              <w:jc w:val="right"/>
            </w:pPr>
            <w:r>
              <w:t>181,831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E40B1B"/>
          <w:p w:rsidR="00D25AB8" w:rsidRDefault="00D25AB8" w:rsidP="00E40B1B">
            <w:r>
              <w:t>43,9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E40B1B"/>
          <w:p w:rsidR="00D25AB8" w:rsidRDefault="00D25AB8" w:rsidP="00E40B1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r>
              <w:t>Прочая закупка товаров,работ и услуг для обеспечения государственных ( муниципальных) нужд</w:t>
            </w:r>
            <w:r w:rsidRPr="0073545C"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204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901 0804 0330128500 244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2233C9">
            <w:pPr>
              <w:jc w:val="center"/>
            </w:pPr>
            <w:r>
              <w:t>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</w:pPr>
            <w:r>
              <w:t>256,192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</w:pPr>
            <w:r>
              <w:t>256,192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/>
          <w:p w:rsidR="00D25AB8" w:rsidRDefault="00D25AB8" w:rsidP="0050131B">
            <w:r>
              <w:t>61,2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/>
          <w:p w:rsidR="00D25AB8" w:rsidRDefault="00D25AB8" w:rsidP="000A7F0B"/>
          <w:p w:rsidR="00D25AB8" w:rsidRDefault="00D25AB8" w:rsidP="000A7F0B">
            <w:r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520C55" w:rsidRDefault="00D25AB8" w:rsidP="0050131B">
            <w:pPr>
              <w:rPr>
                <w:bCs/>
              </w:rPr>
            </w:pPr>
            <w:r>
              <w:rPr>
                <w:bCs/>
              </w:rPr>
              <w:t xml:space="preserve"> Иные пенсии, социальные до</w:t>
            </w:r>
            <w:r w:rsidRPr="00520C55">
              <w:rPr>
                <w:bCs/>
              </w:rPr>
              <w:t>платы к пенсиям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D73C02" w:rsidRDefault="00D25AB8" w:rsidP="00204605">
            <w:pPr>
              <w:rPr>
                <w:bCs/>
                <w:color w:val="FF66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901 1001 0430124250 31</w:t>
            </w:r>
            <w:r w:rsidRPr="00315CE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50131B">
            <w:pPr>
              <w:jc w:val="right"/>
              <w:rPr>
                <w:bCs/>
              </w:rPr>
            </w:pPr>
            <w:r>
              <w:rPr>
                <w:bCs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E877D1">
            <w:pPr>
              <w:jc w:val="right"/>
              <w:rPr>
                <w:bCs/>
              </w:rPr>
            </w:pPr>
            <w:r>
              <w:rPr>
                <w:bCs/>
              </w:rPr>
              <w:t>5,663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EF133D" w:rsidRDefault="00D25AB8" w:rsidP="007F4167">
            <w:pPr>
              <w:jc w:val="right"/>
              <w:rPr>
                <w:bCs/>
              </w:rPr>
            </w:pPr>
            <w:r>
              <w:rPr>
                <w:bCs/>
              </w:rPr>
              <w:t>54,663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5233E" w:rsidRDefault="00D25AB8" w:rsidP="00A202B3">
            <w:r>
              <w:t xml:space="preserve"> 24,8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5233E" w:rsidRDefault="00D25AB8" w:rsidP="000A7F0B">
            <w:r w:rsidRPr="0005233E">
              <w:t>100,0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73545C" w:rsidRDefault="00D25AB8" w:rsidP="0050131B">
            <w:pPr>
              <w:rPr>
                <w:b/>
                <w:bCs/>
              </w:rPr>
            </w:pPr>
            <w:bookmarkStart w:id="1" w:name="RANGE!A66"/>
            <w:bookmarkEnd w:id="1"/>
            <w:r w:rsidRPr="0073545C">
              <w:rPr>
                <w:b/>
                <w:bCs/>
              </w:rPr>
              <w:t>Результат исполнения бюджета (дефицит "-" , профицит "+")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314595" w:rsidRDefault="00D25AB8" w:rsidP="005013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4E1F10" w:rsidRDefault="00D25AB8" w:rsidP="00C974E0">
            <w:pPr>
              <w:rPr>
                <w:b/>
                <w:highlight w:val="yellow"/>
              </w:rPr>
            </w:pPr>
            <w:r w:rsidRPr="00EF133D">
              <w:rPr>
                <w:b/>
              </w:rPr>
              <w:t>-</w:t>
            </w:r>
            <w:r>
              <w:rPr>
                <w:b/>
              </w:rPr>
              <w:t>496,179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CD3FFE" w:rsidRDefault="00D25AB8" w:rsidP="001D7837">
            <w:pPr>
              <w:rPr>
                <w:b/>
              </w:rPr>
            </w:pPr>
            <w:r w:rsidRPr="00CD3FFE">
              <w:rPr>
                <w:b/>
              </w:rPr>
              <w:t>519,513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C974E0">
            <w:r>
              <w:rPr>
                <w:b/>
              </w:rPr>
              <w:t>92,996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EF133D" w:rsidRDefault="00D25AB8" w:rsidP="0050131B">
            <w:r w:rsidRPr="00EF133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Pr="000A7F0B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6B423F" w:rsidRDefault="00D25AB8" w:rsidP="00643FCD">
            <w:pPr>
              <w:rPr>
                <w:b/>
              </w:rPr>
            </w:pPr>
            <w:r w:rsidRPr="006B423F">
              <w:rPr>
                <w:b/>
              </w:rPr>
              <w:t>Источник</w:t>
            </w:r>
            <w:r>
              <w:rPr>
                <w:b/>
              </w:rPr>
              <w:t>и финансирования дефицита бюджета</w:t>
            </w:r>
            <w:r w:rsidRPr="006B423F">
              <w:rPr>
                <w:b/>
              </w:rPr>
              <w:t>-всего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AB8" w:rsidRPr="0005217D" w:rsidRDefault="00D25AB8" w:rsidP="00643FC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B423F" w:rsidRDefault="00D25AB8" w:rsidP="00742D84">
            <w:pPr>
              <w:rPr>
                <w:b/>
              </w:rPr>
            </w:pPr>
            <w:r>
              <w:rPr>
                <w:b/>
              </w:rPr>
              <w:t>496,179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591AF6">
            <w:pPr>
              <w:rPr>
                <w:b/>
              </w:rPr>
            </w:pPr>
            <w:r>
              <w:rPr>
                <w:b/>
              </w:rPr>
              <w:t>-519,513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591AF6">
            <w:pPr>
              <w:rPr>
                <w:b/>
              </w:rPr>
            </w:pPr>
            <w:r w:rsidRPr="009F5341">
              <w:rPr>
                <w:b/>
              </w:rPr>
              <w:t>-</w:t>
            </w:r>
            <w:r>
              <w:rPr>
                <w:b/>
              </w:rPr>
              <w:t>92,996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05217D" w:rsidRDefault="00D25AB8" w:rsidP="00643FCD">
            <w:r w:rsidRPr="0005217D">
              <w:t xml:space="preserve">  </w:t>
            </w:r>
            <w:r w:rsidRPr="0005217D">
              <w:rPr>
                <w:rStyle w:val="blk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AB8" w:rsidRPr="0005217D" w:rsidRDefault="00D25AB8" w:rsidP="00643FCD">
            <w:r w:rsidRPr="0005217D">
              <w:t>000 01 05 00 00 00 0000 000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B423F" w:rsidRDefault="00D25AB8" w:rsidP="00742D84">
            <w:r>
              <w:t>496,179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591AF6">
            <w:r>
              <w:t>-519,513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C974E0">
            <w:r w:rsidRPr="009F5341">
              <w:t>-</w:t>
            </w:r>
            <w:r>
              <w:t>92,996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05217D" w:rsidRDefault="00D25AB8" w:rsidP="00643FCD">
            <w:r w:rsidRPr="0005217D">
              <w:t xml:space="preserve">  </w:t>
            </w:r>
            <w:r w:rsidRPr="0005217D">
              <w:rPr>
                <w:rStyle w:val="blk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AB8" w:rsidRPr="0005217D" w:rsidRDefault="00D25AB8" w:rsidP="00643FCD">
            <w:r w:rsidRPr="0005217D">
              <w:t>000 01 05 02 00 00 0000 500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B423F" w:rsidRDefault="00D25AB8" w:rsidP="005C7419">
            <w:r>
              <w:t>-4193,977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C974E0">
            <w:r>
              <w:t>-1470,0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591AF6">
            <w:r w:rsidRPr="009F5341">
              <w:t>-</w:t>
            </w:r>
            <w:r>
              <w:t>2082,509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05217D" w:rsidRDefault="00D25AB8" w:rsidP="00643FCD">
            <w:r w:rsidRPr="0005217D">
              <w:t xml:space="preserve">  </w:t>
            </w:r>
            <w:r w:rsidRPr="0005217D">
              <w:rPr>
                <w:rStyle w:val="blk"/>
              </w:rPr>
              <w:t>Увеличение прочих остатков денежных средств бюджетов</w:t>
            </w:r>
            <w:r>
              <w:rPr>
                <w:rStyle w:val="blk"/>
              </w:rPr>
              <w:t xml:space="preserve"> сельских</w:t>
            </w:r>
            <w:r w:rsidRPr="0005217D">
              <w:rPr>
                <w:rStyle w:val="blk"/>
              </w:rPr>
              <w:t xml:space="preserve">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AB8" w:rsidRPr="0005217D" w:rsidRDefault="00D25AB8" w:rsidP="00643FCD">
            <w:r w:rsidRPr="0005217D">
              <w:t>000 01 05 02 01 10 0000 510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B423F" w:rsidRDefault="00D25AB8" w:rsidP="00C974E0">
            <w:r>
              <w:t>-4193,977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591AF6">
            <w:r>
              <w:t>-1470,0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9F5341" w:rsidRDefault="00D25AB8" w:rsidP="00591AF6">
            <w:r w:rsidRPr="009F5341">
              <w:t>-</w:t>
            </w:r>
            <w:r>
              <w:t>2082,509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05217D" w:rsidRDefault="00D25AB8" w:rsidP="00643FCD">
            <w:r w:rsidRPr="0005217D">
              <w:t xml:space="preserve">  </w:t>
            </w:r>
            <w:r w:rsidRPr="0005217D">
              <w:rPr>
                <w:rStyle w:val="blk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AB8" w:rsidRPr="0005217D" w:rsidRDefault="00D25AB8" w:rsidP="00643FCD">
            <w:r w:rsidRPr="0005217D">
              <w:t>000 01 05 02 00 00 0000 600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B423F" w:rsidRDefault="00D25AB8" w:rsidP="0099022B">
            <w:r>
              <w:t>4690,156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9534B" w:rsidRDefault="00D25AB8" w:rsidP="00587330">
            <w:r>
              <w:rPr>
                <w:bCs/>
              </w:rPr>
              <w:t>1989,513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9534B" w:rsidRDefault="00D25AB8" w:rsidP="00C974E0">
            <w:r>
              <w:rPr>
                <w:bCs/>
              </w:rPr>
              <w:t>1989,513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  <w:tr w:rsidR="00D25AB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B8" w:rsidRPr="0005217D" w:rsidRDefault="00D25AB8" w:rsidP="00643FCD">
            <w:r w:rsidRPr="0005217D">
              <w:t xml:space="preserve">  </w:t>
            </w:r>
            <w:r w:rsidRPr="0005217D">
              <w:rPr>
                <w:rStyle w:val="blk"/>
              </w:rPr>
              <w:t>Уменьшение прочих остатков денежных средств бюджетов</w:t>
            </w:r>
            <w:r>
              <w:rPr>
                <w:rStyle w:val="blk"/>
              </w:rPr>
              <w:t xml:space="preserve"> сельских</w:t>
            </w:r>
            <w:r w:rsidRPr="0005217D">
              <w:rPr>
                <w:rStyle w:val="blk"/>
              </w:rPr>
              <w:t xml:space="preserve">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AB8" w:rsidRPr="0005217D" w:rsidRDefault="00D25AB8" w:rsidP="00643FCD">
            <w:r w:rsidRPr="0005217D">
              <w:t>000 01 05 02 01 10 0000 610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6B423F" w:rsidRDefault="00D25AB8" w:rsidP="0099022B">
            <w:r>
              <w:t>4690,156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9534B" w:rsidRDefault="00D25AB8" w:rsidP="00643FCD">
            <w:r>
              <w:rPr>
                <w:bCs/>
              </w:rPr>
              <w:t>1989,513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Pr="0009534B" w:rsidRDefault="00D25AB8" w:rsidP="00C974E0">
            <w:r>
              <w:rPr>
                <w:bCs/>
              </w:rPr>
              <w:t>1989,513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B8" w:rsidRDefault="00D25AB8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AB8" w:rsidRDefault="00D25AB8" w:rsidP="000A7F0B">
            <w:r>
              <w:t>-</w:t>
            </w:r>
          </w:p>
        </w:tc>
      </w:tr>
    </w:tbl>
    <w:p w:rsidR="00D25AB8" w:rsidRDefault="00D25AB8" w:rsidP="00314595">
      <w:pPr>
        <w:rPr>
          <w:sz w:val="28"/>
          <w:szCs w:val="28"/>
        </w:rPr>
      </w:pPr>
    </w:p>
    <w:p w:rsidR="00D25AB8" w:rsidRPr="00AC251D" w:rsidRDefault="00D25AB8" w:rsidP="00A55154">
      <w:pPr>
        <w:rPr>
          <w:b/>
        </w:rPr>
      </w:pPr>
      <w:r w:rsidRPr="00AC251D">
        <w:rPr>
          <w:sz w:val="28"/>
          <w:szCs w:val="28"/>
        </w:rPr>
        <w:t>Исполнение по  доходам    -</w:t>
      </w:r>
      <w:r>
        <w:rPr>
          <w:sz w:val="28"/>
          <w:szCs w:val="28"/>
        </w:rPr>
        <w:t>2082,509</w:t>
      </w:r>
      <w:r w:rsidRPr="00AC251D">
        <w:rPr>
          <w:sz w:val="28"/>
          <w:szCs w:val="28"/>
        </w:rPr>
        <w:t xml:space="preserve"> тыс. рублей</w:t>
      </w:r>
    </w:p>
    <w:p w:rsidR="00D25AB8" w:rsidRPr="00261AD7" w:rsidRDefault="00D25AB8" w:rsidP="00A55154">
      <w:pPr>
        <w:rPr>
          <w:b/>
          <w:bCs/>
          <w:color w:val="FF0000"/>
          <w:sz w:val="28"/>
          <w:szCs w:val="28"/>
        </w:rPr>
      </w:pPr>
      <w:r w:rsidRPr="00AC251D">
        <w:rPr>
          <w:sz w:val="28"/>
          <w:szCs w:val="28"/>
        </w:rPr>
        <w:t>Исполнение по  расходам</w:t>
      </w:r>
      <w:r>
        <w:rPr>
          <w:sz w:val="28"/>
          <w:szCs w:val="28"/>
        </w:rPr>
        <w:t xml:space="preserve">  -  </w:t>
      </w:r>
      <w:r>
        <w:rPr>
          <w:bCs/>
          <w:sz w:val="28"/>
          <w:szCs w:val="28"/>
        </w:rPr>
        <w:t xml:space="preserve">1989,513 </w:t>
      </w:r>
      <w:r w:rsidRPr="00230BC2">
        <w:rPr>
          <w:bCs/>
          <w:sz w:val="28"/>
          <w:szCs w:val="28"/>
        </w:rPr>
        <w:t>тыс.рублей</w:t>
      </w:r>
    </w:p>
    <w:p w:rsidR="00D25AB8" w:rsidRDefault="00D25AB8" w:rsidP="00A55154">
      <w:pPr>
        <w:rPr>
          <w:sz w:val="28"/>
          <w:szCs w:val="28"/>
        </w:rPr>
      </w:pPr>
      <w:r>
        <w:rPr>
          <w:sz w:val="28"/>
          <w:szCs w:val="28"/>
        </w:rPr>
        <w:t>Резервный фонд  -  10,0тыс. рублей</w:t>
      </w:r>
    </w:p>
    <w:p w:rsidR="00D25AB8" w:rsidRDefault="00D25AB8" w:rsidP="00314595">
      <w:pPr>
        <w:rPr>
          <w:sz w:val="28"/>
          <w:szCs w:val="28"/>
        </w:rPr>
      </w:pPr>
      <w:r>
        <w:rPr>
          <w:sz w:val="28"/>
          <w:szCs w:val="28"/>
        </w:rPr>
        <w:t>Расходы на содержание муниципальных  служащих, рабочих, занятых в органах местного самоуправления, работников, занимающих должности не отнесенные к муниципальным должностям, составили 544,863 тыс. рублей.</w:t>
      </w:r>
    </w:p>
    <w:p w:rsidR="00D25AB8" w:rsidRPr="00E23F88" w:rsidRDefault="00D25AB8" w:rsidP="00E23F88">
      <w:pPr>
        <w:rPr>
          <w:sz w:val="28"/>
          <w:szCs w:val="28"/>
        </w:rPr>
      </w:pPr>
    </w:p>
    <w:p w:rsidR="00D25AB8" w:rsidRDefault="00D25AB8" w:rsidP="00E23F88">
      <w:pPr>
        <w:rPr>
          <w:sz w:val="28"/>
          <w:szCs w:val="28"/>
        </w:rPr>
      </w:pPr>
    </w:p>
    <w:p w:rsidR="00D25AB8" w:rsidRPr="00E23F88" w:rsidRDefault="00D25AB8" w:rsidP="00E23F88">
      <w:pPr>
        <w:rPr>
          <w:color w:val="C00000"/>
          <w:sz w:val="28"/>
          <w:szCs w:val="28"/>
        </w:rPr>
      </w:pPr>
    </w:p>
    <w:sectPr w:rsidR="00D25AB8" w:rsidRPr="00E23F88" w:rsidSect="00D87700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AB8" w:rsidRDefault="00D25AB8" w:rsidP="00D459BA">
      <w:r>
        <w:separator/>
      </w:r>
    </w:p>
  </w:endnote>
  <w:endnote w:type="continuationSeparator" w:id="1">
    <w:p w:rsidR="00D25AB8" w:rsidRDefault="00D25AB8" w:rsidP="00D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AB8" w:rsidRDefault="00D25AB8" w:rsidP="00D459BA">
      <w:r>
        <w:separator/>
      </w:r>
    </w:p>
  </w:footnote>
  <w:footnote w:type="continuationSeparator" w:id="1">
    <w:p w:rsidR="00D25AB8" w:rsidRDefault="00D25AB8" w:rsidP="00D45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48143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5">
    <w:nsid w:val="23F11AD1"/>
    <w:multiLevelType w:val="hybridMultilevel"/>
    <w:tmpl w:val="F8323B0A"/>
    <w:lvl w:ilvl="0" w:tplc="12103B44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7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8">
    <w:nsid w:val="3B8227BD"/>
    <w:multiLevelType w:val="hybridMultilevel"/>
    <w:tmpl w:val="453EC820"/>
    <w:lvl w:ilvl="0" w:tplc="E752BEE8">
      <w:start w:val="1"/>
      <w:numFmt w:val="decimal"/>
      <w:lvlText w:val="%1"/>
      <w:lvlJc w:val="left"/>
      <w:pPr>
        <w:ind w:left="90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533D7FA9"/>
    <w:multiLevelType w:val="hybridMultilevel"/>
    <w:tmpl w:val="46523192"/>
    <w:lvl w:ilvl="0" w:tplc="2B66350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B67390A"/>
    <w:multiLevelType w:val="hybridMultilevel"/>
    <w:tmpl w:val="53D4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E106FB"/>
    <w:multiLevelType w:val="hybridMultilevel"/>
    <w:tmpl w:val="408A4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2CD6FD5"/>
    <w:multiLevelType w:val="hybridMultilevel"/>
    <w:tmpl w:val="2216E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EEE6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0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620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285"/>
        </w:pPr>
        <w:rPr>
          <w:rFonts w:ascii="Symbol" w:hAnsi="Symbol"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6"/>
  </w:num>
  <w:num w:numId="12">
    <w:abstractNumId w:val="1"/>
  </w:num>
  <w:num w:numId="13">
    <w:abstractNumId w:val="12"/>
  </w:num>
  <w:num w:numId="14">
    <w:abstractNumId w:val="17"/>
  </w:num>
  <w:num w:numId="15">
    <w:abstractNumId w:val="20"/>
  </w:num>
  <w:num w:numId="16">
    <w:abstractNumId w:val="19"/>
  </w:num>
  <w:num w:numId="17">
    <w:abstractNumId w:val="4"/>
  </w:num>
  <w:num w:numId="18">
    <w:abstractNumId w:val="7"/>
  </w:num>
  <w:num w:numId="19">
    <w:abstractNumId w:val="6"/>
  </w:num>
  <w:num w:numId="20">
    <w:abstractNumId w:val="2"/>
  </w:num>
  <w:num w:numId="21">
    <w:abstractNumId w:val="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31D"/>
    <w:rsid w:val="00000293"/>
    <w:rsid w:val="00002D43"/>
    <w:rsid w:val="00006359"/>
    <w:rsid w:val="00011DDC"/>
    <w:rsid w:val="000122D3"/>
    <w:rsid w:val="0001419B"/>
    <w:rsid w:val="00022102"/>
    <w:rsid w:val="00024379"/>
    <w:rsid w:val="000260AB"/>
    <w:rsid w:val="000264B7"/>
    <w:rsid w:val="000273E5"/>
    <w:rsid w:val="00033A94"/>
    <w:rsid w:val="00034A2A"/>
    <w:rsid w:val="00035052"/>
    <w:rsid w:val="000367CA"/>
    <w:rsid w:val="0004099E"/>
    <w:rsid w:val="0004176E"/>
    <w:rsid w:val="00042B4E"/>
    <w:rsid w:val="0004329E"/>
    <w:rsid w:val="00046CBE"/>
    <w:rsid w:val="00046D83"/>
    <w:rsid w:val="0005143C"/>
    <w:rsid w:val="00051A97"/>
    <w:rsid w:val="0005217D"/>
    <w:rsid w:val="0005233E"/>
    <w:rsid w:val="00056B13"/>
    <w:rsid w:val="0005718D"/>
    <w:rsid w:val="00057D22"/>
    <w:rsid w:val="00064FDB"/>
    <w:rsid w:val="000654B3"/>
    <w:rsid w:val="00065BAB"/>
    <w:rsid w:val="000674DB"/>
    <w:rsid w:val="00073CF0"/>
    <w:rsid w:val="00076691"/>
    <w:rsid w:val="000771F4"/>
    <w:rsid w:val="00082BCA"/>
    <w:rsid w:val="0009459B"/>
    <w:rsid w:val="0009534B"/>
    <w:rsid w:val="000965F0"/>
    <w:rsid w:val="000A08A4"/>
    <w:rsid w:val="000A0A3B"/>
    <w:rsid w:val="000A331A"/>
    <w:rsid w:val="000A76AD"/>
    <w:rsid w:val="000A79A4"/>
    <w:rsid w:val="000A7F0B"/>
    <w:rsid w:val="000B27FE"/>
    <w:rsid w:val="000B3B6B"/>
    <w:rsid w:val="000B4E38"/>
    <w:rsid w:val="000C21D9"/>
    <w:rsid w:val="000C3592"/>
    <w:rsid w:val="000C36A9"/>
    <w:rsid w:val="000D0F36"/>
    <w:rsid w:val="000D1F76"/>
    <w:rsid w:val="000D5C71"/>
    <w:rsid w:val="000E7902"/>
    <w:rsid w:val="000F2BBD"/>
    <w:rsid w:val="000F4820"/>
    <w:rsid w:val="000F6199"/>
    <w:rsid w:val="0010065C"/>
    <w:rsid w:val="001118C4"/>
    <w:rsid w:val="00114556"/>
    <w:rsid w:val="001210AB"/>
    <w:rsid w:val="00122EC9"/>
    <w:rsid w:val="00132E20"/>
    <w:rsid w:val="00137303"/>
    <w:rsid w:val="00137355"/>
    <w:rsid w:val="00137D91"/>
    <w:rsid w:val="00144E41"/>
    <w:rsid w:val="0014794A"/>
    <w:rsid w:val="00152D1C"/>
    <w:rsid w:val="0015396F"/>
    <w:rsid w:val="001602A4"/>
    <w:rsid w:val="0016133F"/>
    <w:rsid w:val="001639D3"/>
    <w:rsid w:val="00163AEB"/>
    <w:rsid w:val="00163C57"/>
    <w:rsid w:val="00165FB3"/>
    <w:rsid w:val="00175257"/>
    <w:rsid w:val="001812FB"/>
    <w:rsid w:val="00181EC3"/>
    <w:rsid w:val="001861EC"/>
    <w:rsid w:val="00186AA2"/>
    <w:rsid w:val="00191BD7"/>
    <w:rsid w:val="00192986"/>
    <w:rsid w:val="00193EB0"/>
    <w:rsid w:val="00197C8E"/>
    <w:rsid w:val="001A04AF"/>
    <w:rsid w:val="001A2E94"/>
    <w:rsid w:val="001A5579"/>
    <w:rsid w:val="001B15F3"/>
    <w:rsid w:val="001B379D"/>
    <w:rsid w:val="001B480D"/>
    <w:rsid w:val="001B5CE8"/>
    <w:rsid w:val="001B6396"/>
    <w:rsid w:val="001C0014"/>
    <w:rsid w:val="001C352B"/>
    <w:rsid w:val="001C4A6B"/>
    <w:rsid w:val="001D0289"/>
    <w:rsid w:val="001D04DC"/>
    <w:rsid w:val="001D27EA"/>
    <w:rsid w:val="001D3867"/>
    <w:rsid w:val="001D55D4"/>
    <w:rsid w:val="001D6C2C"/>
    <w:rsid w:val="001D7837"/>
    <w:rsid w:val="001E0B7A"/>
    <w:rsid w:val="001E228D"/>
    <w:rsid w:val="001E37B3"/>
    <w:rsid w:val="001E50CE"/>
    <w:rsid w:val="001E5F36"/>
    <w:rsid w:val="001E6122"/>
    <w:rsid w:val="001E6DF7"/>
    <w:rsid w:val="001F5B44"/>
    <w:rsid w:val="00200B0E"/>
    <w:rsid w:val="00200D7F"/>
    <w:rsid w:val="00200E2A"/>
    <w:rsid w:val="00204605"/>
    <w:rsid w:val="00211145"/>
    <w:rsid w:val="0022053C"/>
    <w:rsid w:val="00220946"/>
    <w:rsid w:val="00220A27"/>
    <w:rsid w:val="00222857"/>
    <w:rsid w:val="00223305"/>
    <w:rsid w:val="002233C9"/>
    <w:rsid w:val="00230BC2"/>
    <w:rsid w:val="0023372F"/>
    <w:rsid w:val="00233879"/>
    <w:rsid w:val="0023757E"/>
    <w:rsid w:val="0023772B"/>
    <w:rsid w:val="00243701"/>
    <w:rsid w:val="00245830"/>
    <w:rsid w:val="0024726C"/>
    <w:rsid w:val="0024734C"/>
    <w:rsid w:val="00254E94"/>
    <w:rsid w:val="00261AD7"/>
    <w:rsid w:val="00262929"/>
    <w:rsid w:val="0026579A"/>
    <w:rsid w:val="002667D5"/>
    <w:rsid w:val="0027224F"/>
    <w:rsid w:val="00272DAD"/>
    <w:rsid w:val="002733CF"/>
    <w:rsid w:val="00280132"/>
    <w:rsid w:val="00284D62"/>
    <w:rsid w:val="00285A62"/>
    <w:rsid w:val="0029319D"/>
    <w:rsid w:val="002941ED"/>
    <w:rsid w:val="002A2402"/>
    <w:rsid w:val="002A3F9D"/>
    <w:rsid w:val="002A4002"/>
    <w:rsid w:val="002A401A"/>
    <w:rsid w:val="002A7765"/>
    <w:rsid w:val="002B3B23"/>
    <w:rsid w:val="002B3E10"/>
    <w:rsid w:val="002B741F"/>
    <w:rsid w:val="002B749A"/>
    <w:rsid w:val="002C285E"/>
    <w:rsid w:val="002C2F35"/>
    <w:rsid w:val="002C3098"/>
    <w:rsid w:val="002C7C6D"/>
    <w:rsid w:val="002D40DA"/>
    <w:rsid w:val="002D547A"/>
    <w:rsid w:val="002D5786"/>
    <w:rsid w:val="002E0563"/>
    <w:rsid w:val="002E0F36"/>
    <w:rsid w:val="002E177F"/>
    <w:rsid w:val="002E3E4D"/>
    <w:rsid w:val="002E7554"/>
    <w:rsid w:val="002F0B17"/>
    <w:rsid w:val="002F55F6"/>
    <w:rsid w:val="002F70DB"/>
    <w:rsid w:val="00300331"/>
    <w:rsid w:val="00300F85"/>
    <w:rsid w:val="0030105D"/>
    <w:rsid w:val="00303F7F"/>
    <w:rsid w:val="0030434B"/>
    <w:rsid w:val="0030739C"/>
    <w:rsid w:val="003104CA"/>
    <w:rsid w:val="00311A26"/>
    <w:rsid w:val="00313AB2"/>
    <w:rsid w:val="00314595"/>
    <w:rsid w:val="0031597F"/>
    <w:rsid w:val="00315CEC"/>
    <w:rsid w:val="00316779"/>
    <w:rsid w:val="00320466"/>
    <w:rsid w:val="00324E42"/>
    <w:rsid w:val="00331700"/>
    <w:rsid w:val="00334484"/>
    <w:rsid w:val="00336DCB"/>
    <w:rsid w:val="00341F8C"/>
    <w:rsid w:val="00341F9A"/>
    <w:rsid w:val="00344434"/>
    <w:rsid w:val="0034764A"/>
    <w:rsid w:val="00351AB0"/>
    <w:rsid w:val="00353770"/>
    <w:rsid w:val="00354C76"/>
    <w:rsid w:val="00355719"/>
    <w:rsid w:val="003565FC"/>
    <w:rsid w:val="00360795"/>
    <w:rsid w:val="0036258E"/>
    <w:rsid w:val="00362D5F"/>
    <w:rsid w:val="00370BE2"/>
    <w:rsid w:val="00371732"/>
    <w:rsid w:val="00373C97"/>
    <w:rsid w:val="00373E4F"/>
    <w:rsid w:val="00376584"/>
    <w:rsid w:val="0038051D"/>
    <w:rsid w:val="00380EE8"/>
    <w:rsid w:val="003844FB"/>
    <w:rsid w:val="003862ED"/>
    <w:rsid w:val="00395CD0"/>
    <w:rsid w:val="00395D2A"/>
    <w:rsid w:val="003966F4"/>
    <w:rsid w:val="003973C2"/>
    <w:rsid w:val="003975F5"/>
    <w:rsid w:val="00397CFF"/>
    <w:rsid w:val="003A04BF"/>
    <w:rsid w:val="003A5288"/>
    <w:rsid w:val="003B0D85"/>
    <w:rsid w:val="003B1586"/>
    <w:rsid w:val="003B1CD0"/>
    <w:rsid w:val="003C1553"/>
    <w:rsid w:val="003C226D"/>
    <w:rsid w:val="003C5AA1"/>
    <w:rsid w:val="003C7E35"/>
    <w:rsid w:val="003D0229"/>
    <w:rsid w:val="003D2C53"/>
    <w:rsid w:val="003D3DEE"/>
    <w:rsid w:val="003D6F35"/>
    <w:rsid w:val="003D78F1"/>
    <w:rsid w:val="003E54EB"/>
    <w:rsid w:val="003F0AD1"/>
    <w:rsid w:val="003F0BB3"/>
    <w:rsid w:val="003F3A18"/>
    <w:rsid w:val="003F7029"/>
    <w:rsid w:val="003F768B"/>
    <w:rsid w:val="004001C1"/>
    <w:rsid w:val="00400CEF"/>
    <w:rsid w:val="00403568"/>
    <w:rsid w:val="00406435"/>
    <w:rsid w:val="004104DB"/>
    <w:rsid w:val="00412023"/>
    <w:rsid w:val="00415878"/>
    <w:rsid w:val="00416574"/>
    <w:rsid w:val="00416922"/>
    <w:rsid w:val="00416AFB"/>
    <w:rsid w:val="00423FD1"/>
    <w:rsid w:val="00425809"/>
    <w:rsid w:val="0042673E"/>
    <w:rsid w:val="00434F75"/>
    <w:rsid w:val="00444F0F"/>
    <w:rsid w:val="00450EAF"/>
    <w:rsid w:val="004531F6"/>
    <w:rsid w:val="00462298"/>
    <w:rsid w:val="00463BF3"/>
    <w:rsid w:val="00463D57"/>
    <w:rsid w:val="00467FF5"/>
    <w:rsid w:val="00474F2B"/>
    <w:rsid w:val="004755DC"/>
    <w:rsid w:val="0048451A"/>
    <w:rsid w:val="004850DB"/>
    <w:rsid w:val="0048653F"/>
    <w:rsid w:val="00492EAC"/>
    <w:rsid w:val="004944C4"/>
    <w:rsid w:val="00495ABA"/>
    <w:rsid w:val="00496C06"/>
    <w:rsid w:val="004A0EC1"/>
    <w:rsid w:val="004A46EB"/>
    <w:rsid w:val="004A485D"/>
    <w:rsid w:val="004A5FED"/>
    <w:rsid w:val="004B02F3"/>
    <w:rsid w:val="004B1A32"/>
    <w:rsid w:val="004B278A"/>
    <w:rsid w:val="004B3299"/>
    <w:rsid w:val="004C0437"/>
    <w:rsid w:val="004C2C7F"/>
    <w:rsid w:val="004C3840"/>
    <w:rsid w:val="004C65D9"/>
    <w:rsid w:val="004C6F73"/>
    <w:rsid w:val="004C7AFE"/>
    <w:rsid w:val="004D2B44"/>
    <w:rsid w:val="004D322E"/>
    <w:rsid w:val="004D539E"/>
    <w:rsid w:val="004E0437"/>
    <w:rsid w:val="004E04E3"/>
    <w:rsid w:val="004E18E7"/>
    <w:rsid w:val="004E1F10"/>
    <w:rsid w:val="004E3D74"/>
    <w:rsid w:val="004E69AB"/>
    <w:rsid w:val="004F0B33"/>
    <w:rsid w:val="004F3FFB"/>
    <w:rsid w:val="004F7D89"/>
    <w:rsid w:val="0050131B"/>
    <w:rsid w:val="005024DE"/>
    <w:rsid w:val="00502E22"/>
    <w:rsid w:val="005030CA"/>
    <w:rsid w:val="00503922"/>
    <w:rsid w:val="00505E2F"/>
    <w:rsid w:val="00506B17"/>
    <w:rsid w:val="00506D27"/>
    <w:rsid w:val="00520C55"/>
    <w:rsid w:val="005243D7"/>
    <w:rsid w:val="0053247A"/>
    <w:rsid w:val="005409EE"/>
    <w:rsid w:val="0054559A"/>
    <w:rsid w:val="005455EA"/>
    <w:rsid w:val="00545E26"/>
    <w:rsid w:val="00554739"/>
    <w:rsid w:val="00554893"/>
    <w:rsid w:val="00554C25"/>
    <w:rsid w:val="005625EB"/>
    <w:rsid w:val="00562DDE"/>
    <w:rsid w:val="005673DE"/>
    <w:rsid w:val="00567C5B"/>
    <w:rsid w:val="00572139"/>
    <w:rsid w:val="00572726"/>
    <w:rsid w:val="00575A71"/>
    <w:rsid w:val="00575BC7"/>
    <w:rsid w:val="005836B4"/>
    <w:rsid w:val="005841F3"/>
    <w:rsid w:val="005850D7"/>
    <w:rsid w:val="0058569E"/>
    <w:rsid w:val="00586017"/>
    <w:rsid w:val="00587330"/>
    <w:rsid w:val="00591AF6"/>
    <w:rsid w:val="00591E41"/>
    <w:rsid w:val="00592DC5"/>
    <w:rsid w:val="00593A26"/>
    <w:rsid w:val="00594DCE"/>
    <w:rsid w:val="005A1D3F"/>
    <w:rsid w:val="005A3BA9"/>
    <w:rsid w:val="005A749F"/>
    <w:rsid w:val="005B5B26"/>
    <w:rsid w:val="005C0730"/>
    <w:rsid w:val="005C33DC"/>
    <w:rsid w:val="005C69B5"/>
    <w:rsid w:val="005C7419"/>
    <w:rsid w:val="005D0454"/>
    <w:rsid w:val="005D0CD9"/>
    <w:rsid w:val="005D136C"/>
    <w:rsid w:val="005D44D2"/>
    <w:rsid w:val="005D5DC2"/>
    <w:rsid w:val="005D702A"/>
    <w:rsid w:val="005D7DFB"/>
    <w:rsid w:val="005E0786"/>
    <w:rsid w:val="005E0C54"/>
    <w:rsid w:val="005E67FC"/>
    <w:rsid w:val="005F2AD3"/>
    <w:rsid w:val="005F4C9B"/>
    <w:rsid w:val="005F6037"/>
    <w:rsid w:val="005F7F97"/>
    <w:rsid w:val="00600EC4"/>
    <w:rsid w:val="006032E0"/>
    <w:rsid w:val="00610CD4"/>
    <w:rsid w:val="00611CBE"/>
    <w:rsid w:val="00612BE5"/>
    <w:rsid w:val="00620749"/>
    <w:rsid w:val="0062553D"/>
    <w:rsid w:val="00625C39"/>
    <w:rsid w:val="00626FAE"/>
    <w:rsid w:val="006314E8"/>
    <w:rsid w:val="00632BFC"/>
    <w:rsid w:val="0063446E"/>
    <w:rsid w:val="006348FA"/>
    <w:rsid w:val="00642CF9"/>
    <w:rsid w:val="006433A4"/>
    <w:rsid w:val="0064347A"/>
    <w:rsid w:val="00643FCD"/>
    <w:rsid w:val="006460EA"/>
    <w:rsid w:val="00650303"/>
    <w:rsid w:val="006515A9"/>
    <w:rsid w:val="00653365"/>
    <w:rsid w:val="00655F8E"/>
    <w:rsid w:val="00660D9B"/>
    <w:rsid w:val="00661B03"/>
    <w:rsid w:val="00663098"/>
    <w:rsid w:val="0066434F"/>
    <w:rsid w:val="0066466E"/>
    <w:rsid w:val="00665DD1"/>
    <w:rsid w:val="00670027"/>
    <w:rsid w:val="00670683"/>
    <w:rsid w:val="00675AF4"/>
    <w:rsid w:val="00676EB5"/>
    <w:rsid w:val="006803C1"/>
    <w:rsid w:val="00685633"/>
    <w:rsid w:val="00691DCD"/>
    <w:rsid w:val="00691F00"/>
    <w:rsid w:val="006936F2"/>
    <w:rsid w:val="006A1739"/>
    <w:rsid w:val="006A1C01"/>
    <w:rsid w:val="006A6C49"/>
    <w:rsid w:val="006B29B4"/>
    <w:rsid w:val="006B2BDE"/>
    <w:rsid w:val="006B3CE6"/>
    <w:rsid w:val="006B406B"/>
    <w:rsid w:val="006B423F"/>
    <w:rsid w:val="006C254E"/>
    <w:rsid w:val="006C304D"/>
    <w:rsid w:val="006C334C"/>
    <w:rsid w:val="006C592C"/>
    <w:rsid w:val="006D1CFE"/>
    <w:rsid w:val="006D3FE3"/>
    <w:rsid w:val="006E1A13"/>
    <w:rsid w:val="006E55F8"/>
    <w:rsid w:val="006E7A9A"/>
    <w:rsid w:val="006F1344"/>
    <w:rsid w:val="006F6064"/>
    <w:rsid w:val="0070158B"/>
    <w:rsid w:val="007021EF"/>
    <w:rsid w:val="0070636A"/>
    <w:rsid w:val="00710D34"/>
    <w:rsid w:val="00712E38"/>
    <w:rsid w:val="00715F35"/>
    <w:rsid w:val="00720200"/>
    <w:rsid w:val="007216CE"/>
    <w:rsid w:val="007223F9"/>
    <w:rsid w:val="00722B0F"/>
    <w:rsid w:val="0072557E"/>
    <w:rsid w:val="00726039"/>
    <w:rsid w:val="00731220"/>
    <w:rsid w:val="0073327B"/>
    <w:rsid w:val="00733A43"/>
    <w:rsid w:val="0073545C"/>
    <w:rsid w:val="00735583"/>
    <w:rsid w:val="007417B9"/>
    <w:rsid w:val="00742057"/>
    <w:rsid w:val="00742D84"/>
    <w:rsid w:val="00742F1F"/>
    <w:rsid w:val="00745547"/>
    <w:rsid w:val="007472A8"/>
    <w:rsid w:val="00750B57"/>
    <w:rsid w:val="007530D0"/>
    <w:rsid w:val="0075629E"/>
    <w:rsid w:val="00756BD4"/>
    <w:rsid w:val="00760621"/>
    <w:rsid w:val="007648D5"/>
    <w:rsid w:val="00767569"/>
    <w:rsid w:val="00772A3A"/>
    <w:rsid w:val="00784FB9"/>
    <w:rsid w:val="0078539A"/>
    <w:rsid w:val="00786505"/>
    <w:rsid w:val="0079070D"/>
    <w:rsid w:val="00790E6A"/>
    <w:rsid w:val="007913D5"/>
    <w:rsid w:val="00791885"/>
    <w:rsid w:val="00791D45"/>
    <w:rsid w:val="00792869"/>
    <w:rsid w:val="0079422D"/>
    <w:rsid w:val="00797A06"/>
    <w:rsid w:val="007A5850"/>
    <w:rsid w:val="007B276A"/>
    <w:rsid w:val="007B28A9"/>
    <w:rsid w:val="007B378E"/>
    <w:rsid w:val="007B4DD2"/>
    <w:rsid w:val="007B5FC5"/>
    <w:rsid w:val="007B6378"/>
    <w:rsid w:val="007C5084"/>
    <w:rsid w:val="007C7CA8"/>
    <w:rsid w:val="007D1430"/>
    <w:rsid w:val="007D3EF7"/>
    <w:rsid w:val="007E1CAA"/>
    <w:rsid w:val="007E4293"/>
    <w:rsid w:val="007F2256"/>
    <w:rsid w:val="007F24A8"/>
    <w:rsid w:val="007F4167"/>
    <w:rsid w:val="007F553D"/>
    <w:rsid w:val="00802CE8"/>
    <w:rsid w:val="00811529"/>
    <w:rsid w:val="00813418"/>
    <w:rsid w:val="00813FEA"/>
    <w:rsid w:val="0081655E"/>
    <w:rsid w:val="00823530"/>
    <w:rsid w:val="008241B3"/>
    <w:rsid w:val="00826A4D"/>
    <w:rsid w:val="00831536"/>
    <w:rsid w:val="00841809"/>
    <w:rsid w:val="00841F66"/>
    <w:rsid w:val="00845D3C"/>
    <w:rsid w:val="008526B4"/>
    <w:rsid w:val="00853415"/>
    <w:rsid w:val="00854596"/>
    <w:rsid w:val="008559D6"/>
    <w:rsid w:val="008569C6"/>
    <w:rsid w:val="0085730D"/>
    <w:rsid w:val="00857775"/>
    <w:rsid w:val="008650AD"/>
    <w:rsid w:val="00865192"/>
    <w:rsid w:val="00866062"/>
    <w:rsid w:val="0086731D"/>
    <w:rsid w:val="00870FE1"/>
    <w:rsid w:val="00874B98"/>
    <w:rsid w:val="00875DB9"/>
    <w:rsid w:val="00877AEE"/>
    <w:rsid w:val="008827BF"/>
    <w:rsid w:val="00886618"/>
    <w:rsid w:val="008873AC"/>
    <w:rsid w:val="00887D67"/>
    <w:rsid w:val="00887D8A"/>
    <w:rsid w:val="00890D04"/>
    <w:rsid w:val="008912B4"/>
    <w:rsid w:val="008966E8"/>
    <w:rsid w:val="00896ED7"/>
    <w:rsid w:val="00897EBC"/>
    <w:rsid w:val="008A01F4"/>
    <w:rsid w:val="008A6146"/>
    <w:rsid w:val="008B22D9"/>
    <w:rsid w:val="008B606D"/>
    <w:rsid w:val="008C4B6F"/>
    <w:rsid w:val="008C696A"/>
    <w:rsid w:val="008D12F9"/>
    <w:rsid w:val="008D74E0"/>
    <w:rsid w:val="008E63D8"/>
    <w:rsid w:val="008E7F72"/>
    <w:rsid w:val="008F3099"/>
    <w:rsid w:val="008F4ABA"/>
    <w:rsid w:val="008F6DFA"/>
    <w:rsid w:val="00901418"/>
    <w:rsid w:val="009043D3"/>
    <w:rsid w:val="009077CF"/>
    <w:rsid w:val="009115A1"/>
    <w:rsid w:val="009127C1"/>
    <w:rsid w:val="00914797"/>
    <w:rsid w:val="00915B4D"/>
    <w:rsid w:val="00915D78"/>
    <w:rsid w:val="009163A2"/>
    <w:rsid w:val="00921F60"/>
    <w:rsid w:val="00924588"/>
    <w:rsid w:val="00933591"/>
    <w:rsid w:val="0093547C"/>
    <w:rsid w:val="00936673"/>
    <w:rsid w:val="00937CD2"/>
    <w:rsid w:val="0094260F"/>
    <w:rsid w:val="00942993"/>
    <w:rsid w:val="00954844"/>
    <w:rsid w:val="00955234"/>
    <w:rsid w:val="00955AD7"/>
    <w:rsid w:val="00964C32"/>
    <w:rsid w:val="00965E2C"/>
    <w:rsid w:val="009729E2"/>
    <w:rsid w:val="00974D55"/>
    <w:rsid w:val="00975251"/>
    <w:rsid w:val="00975B80"/>
    <w:rsid w:val="009762CB"/>
    <w:rsid w:val="00981A9B"/>
    <w:rsid w:val="009845AA"/>
    <w:rsid w:val="00984A05"/>
    <w:rsid w:val="00984EF0"/>
    <w:rsid w:val="0099022B"/>
    <w:rsid w:val="00993F16"/>
    <w:rsid w:val="009A007A"/>
    <w:rsid w:val="009A2E7E"/>
    <w:rsid w:val="009A7324"/>
    <w:rsid w:val="009A7A0F"/>
    <w:rsid w:val="009B0E2B"/>
    <w:rsid w:val="009B2390"/>
    <w:rsid w:val="009B2A15"/>
    <w:rsid w:val="009C04B5"/>
    <w:rsid w:val="009C1A51"/>
    <w:rsid w:val="009C1EFE"/>
    <w:rsid w:val="009C22A8"/>
    <w:rsid w:val="009C2B1F"/>
    <w:rsid w:val="009D24CD"/>
    <w:rsid w:val="009D2CB3"/>
    <w:rsid w:val="009D5EA8"/>
    <w:rsid w:val="009E2586"/>
    <w:rsid w:val="009E271A"/>
    <w:rsid w:val="009E38E7"/>
    <w:rsid w:val="009E3FBB"/>
    <w:rsid w:val="009E7CDF"/>
    <w:rsid w:val="009F5341"/>
    <w:rsid w:val="009F5857"/>
    <w:rsid w:val="009F7E5B"/>
    <w:rsid w:val="00A00A11"/>
    <w:rsid w:val="00A01ED9"/>
    <w:rsid w:val="00A02897"/>
    <w:rsid w:val="00A046EA"/>
    <w:rsid w:val="00A11222"/>
    <w:rsid w:val="00A202B3"/>
    <w:rsid w:val="00A23468"/>
    <w:rsid w:val="00A30EAE"/>
    <w:rsid w:val="00A34922"/>
    <w:rsid w:val="00A36986"/>
    <w:rsid w:val="00A44F3A"/>
    <w:rsid w:val="00A464F1"/>
    <w:rsid w:val="00A47918"/>
    <w:rsid w:val="00A47A99"/>
    <w:rsid w:val="00A508DF"/>
    <w:rsid w:val="00A50BD0"/>
    <w:rsid w:val="00A53FDE"/>
    <w:rsid w:val="00A55154"/>
    <w:rsid w:val="00A602DC"/>
    <w:rsid w:val="00A6120B"/>
    <w:rsid w:val="00A612EC"/>
    <w:rsid w:val="00A613DB"/>
    <w:rsid w:val="00A62923"/>
    <w:rsid w:val="00A62975"/>
    <w:rsid w:val="00A632CC"/>
    <w:rsid w:val="00A64B8E"/>
    <w:rsid w:val="00A652DC"/>
    <w:rsid w:val="00A76A6E"/>
    <w:rsid w:val="00A825FE"/>
    <w:rsid w:val="00A84E82"/>
    <w:rsid w:val="00A8758E"/>
    <w:rsid w:val="00A95950"/>
    <w:rsid w:val="00A9676A"/>
    <w:rsid w:val="00AA1C1E"/>
    <w:rsid w:val="00AB2CB9"/>
    <w:rsid w:val="00AB4A94"/>
    <w:rsid w:val="00AB6B2C"/>
    <w:rsid w:val="00AC251D"/>
    <w:rsid w:val="00AC27C2"/>
    <w:rsid w:val="00AC354B"/>
    <w:rsid w:val="00AC4C38"/>
    <w:rsid w:val="00AC5B2B"/>
    <w:rsid w:val="00AD2511"/>
    <w:rsid w:val="00AD3F27"/>
    <w:rsid w:val="00AE03F2"/>
    <w:rsid w:val="00AE05FF"/>
    <w:rsid w:val="00AE308E"/>
    <w:rsid w:val="00AE375F"/>
    <w:rsid w:val="00AE480C"/>
    <w:rsid w:val="00AE4FCE"/>
    <w:rsid w:val="00AE6FDF"/>
    <w:rsid w:val="00AF4774"/>
    <w:rsid w:val="00AF71CE"/>
    <w:rsid w:val="00B003B7"/>
    <w:rsid w:val="00B012F3"/>
    <w:rsid w:val="00B019CB"/>
    <w:rsid w:val="00B06314"/>
    <w:rsid w:val="00B10415"/>
    <w:rsid w:val="00B110A8"/>
    <w:rsid w:val="00B11583"/>
    <w:rsid w:val="00B1170A"/>
    <w:rsid w:val="00B13B37"/>
    <w:rsid w:val="00B22C72"/>
    <w:rsid w:val="00B23B22"/>
    <w:rsid w:val="00B23FDC"/>
    <w:rsid w:val="00B271E0"/>
    <w:rsid w:val="00B27B1F"/>
    <w:rsid w:val="00B363B0"/>
    <w:rsid w:val="00B367D3"/>
    <w:rsid w:val="00B41075"/>
    <w:rsid w:val="00B43135"/>
    <w:rsid w:val="00B47A3B"/>
    <w:rsid w:val="00B47D55"/>
    <w:rsid w:val="00B51BB9"/>
    <w:rsid w:val="00B547FC"/>
    <w:rsid w:val="00B631A4"/>
    <w:rsid w:val="00B65B45"/>
    <w:rsid w:val="00B65F0F"/>
    <w:rsid w:val="00B673FB"/>
    <w:rsid w:val="00B70FF4"/>
    <w:rsid w:val="00B710F8"/>
    <w:rsid w:val="00B729C2"/>
    <w:rsid w:val="00B75F31"/>
    <w:rsid w:val="00B76C72"/>
    <w:rsid w:val="00B801EC"/>
    <w:rsid w:val="00B817EC"/>
    <w:rsid w:val="00B828C4"/>
    <w:rsid w:val="00B834CE"/>
    <w:rsid w:val="00B838A4"/>
    <w:rsid w:val="00B84762"/>
    <w:rsid w:val="00B84FEB"/>
    <w:rsid w:val="00B90143"/>
    <w:rsid w:val="00B951E2"/>
    <w:rsid w:val="00B95978"/>
    <w:rsid w:val="00BA0B98"/>
    <w:rsid w:val="00BA0D0E"/>
    <w:rsid w:val="00BA7795"/>
    <w:rsid w:val="00BB0C1F"/>
    <w:rsid w:val="00BB327C"/>
    <w:rsid w:val="00BB37E9"/>
    <w:rsid w:val="00BB4B78"/>
    <w:rsid w:val="00BC0011"/>
    <w:rsid w:val="00BC608F"/>
    <w:rsid w:val="00BC612A"/>
    <w:rsid w:val="00BC6140"/>
    <w:rsid w:val="00BC70D3"/>
    <w:rsid w:val="00BE0E32"/>
    <w:rsid w:val="00BE6EFA"/>
    <w:rsid w:val="00BF262C"/>
    <w:rsid w:val="00BF4837"/>
    <w:rsid w:val="00BF5B21"/>
    <w:rsid w:val="00C006CC"/>
    <w:rsid w:val="00C00CCB"/>
    <w:rsid w:val="00C02A60"/>
    <w:rsid w:val="00C051A4"/>
    <w:rsid w:val="00C0679A"/>
    <w:rsid w:val="00C125BD"/>
    <w:rsid w:val="00C129D6"/>
    <w:rsid w:val="00C15114"/>
    <w:rsid w:val="00C15724"/>
    <w:rsid w:val="00C16EBD"/>
    <w:rsid w:val="00C16F30"/>
    <w:rsid w:val="00C23015"/>
    <w:rsid w:val="00C25205"/>
    <w:rsid w:val="00C25EB0"/>
    <w:rsid w:val="00C33D45"/>
    <w:rsid w:val="00C369BB"/>
    <w:rsid w:val="00C36E55"/>
    <w:rsid w:val="00C377BF"/>
    <w:rsid w:val="00C42082"/>
    <w:rsid w:val="00C42470"/>
    <w:rsid w:val="00C513A7"/>
    <w:rsid w:val="00C51612"/>
    <w:rsid w:val="00C569B5"/>
    <w:rsid w:val="00C57711"/>
    <w:rsid w:val="00C643EA"/>
    <w:rsid w:val="00C65580"/>
    <w:rsid w:val="00C70E4D"/>
    <w:rsid w:val="00C75CC0"/>
    <w:rsid w:val="00C81106"/>
    <w:rsid w:val="00C84D9E"/>
    <w:rsid w:val="00C8745D"/>
    <w:rsid w:val="00C918F3"/>
    <w:rsid w:val="00C93DEA"/>
    <w:rsid w:val="00C960C0"/>
    <w:rsid w:val="00C974E0"/>
    <w:rsid w:val="00CA0706"/>
    <w:rsid w:val="00CA45A1"/>
    <w:rsid w:val="00CA588B"/>
    <w:rsid w:val="00CA73D8"/>
    <w:rsid w:val="00CB1E62"/>
    <w:rsid w:val="00CB6754"/>
    <w:rsid w:val="00CC0315"/>
    <w:rsid w:val="00CC2415"/>
    <w:rsid w:val="00CD1047"/>
    <w:rsid w:val="00CD3FFE"/>
    <w:rsid w:val="00CD547B"/>
    <w:rsid w:val="00CD78E3"/>
    <w:rsid w:val="00CE74F2"/>
    <w:rsid w:val="00CE794B"/>
    <w:rsid w:val="00CF1EFA"/>
    <w:rsid w:val="00CF2172"/>
    <w:rsid w:val="00CF2BA7"/>
    <w:rsid w:val="00CF45E0"/>
    <w:rsid w:val="00D026E9"/>
    <w:rsid w:val="00D03E64"/>
    <w:rsid w:val="00D0435E"/>
    <w:rsid w:val="00D04B67"/>
    <w:rsid w:val="00D11A85"/>
    <w:rsid w:val="00D13466"/>
    <w:rsid w:val="00D136AC"/>
    <w:rsid w:val="00D171A4"/>
    <w:rsid w:val="00D20BB7"/>
    <w:rsid w:val="00D222BD"/>
    <w:rsid w:val="00D25AB8"/>
    <w:rsid w:val="00D25DC2"/>
    <w:rsid w:val="00D30815"/>
    <w:rsid w:val="00D30A4C"/>
    <w:rsid w:val="00D33945"/>
    <w:rsid w:val="00D3441C"/>
    <w:rsid w:val="00D431DB"/>
    <w:rsid w:val="00D4585A"/>
    <w:rsid w:val="00D459BA"/>
    <w:rsid w:val="00D55A32"/>
    <w:rsid w:val="00D560C5"/>
    <w:rsid w:val="00D6114B"/>
    <w:rsid w:val="00D65860"/>
    <w:rsid w:val="00D65A24"/>
    <w:rsid w:val="00D714AD"/>
    <w:rsid w:val="00D722D4"/>
    <w:rsid w:val="00D73C02"/>
    <w:rsid w:val="00D744D6"/>
    <w:rsid w:val="00D802E6"/>
    <w:rsid w:val="00D81DCF"/>
    <w:rsid w:val="00D85565"/>
    <w:rsid w:val="00D87700"/>
    <w:rsid w:val="00D91FC5"/>
    <w:rsid w:val="00D93A72"/>
    <w:rsid w:val="00D94066"/>
    <w:rsid w:val="00D96E77"/>
    <w:rsid w:val="00DA1271"/>
    <w:rsid w:val="00DA1EDB"/>
    <w:rsid w:val="00DA47B5"/>
    <w:rsid w:val="00DA6036"/>
    <w:rsid w:val="00DA71BA"/>
    <w:rsid w:val="00DA76A5"/>
    <w:rsid w:val="00DB1560"/>
    <w:rsid w:val="00DB3CA0"/>
    <w:rsid w:val="00DB46CA"/>
    <w:rsid w:val="00DC3721"/>
    <w:rsid w:val="00DC380D"/>
    <w:rsid w:val="00DC3E61"/>
    <w:rsid w:val="00DD086D"/>
    <w:rsid w:val="00DD5C47"/>
    <w:rsid w:val="00DE05BA"/>
    <w:rsid w:val="00DE249D"/>
    <w:rsid w:val="00DE6AAA"/>
    <w:rsid w:val="00DF3F5D"/>
    <w:rsid w:val="00DF6A60"/>
    <w:rsid w:val="00DF6D7E"/>
    <w:rsid w:val="00E1203C"/>
    <w:rsid w:val="00E1370E"/>
    <w:rsid w:val="00E144B1"/>
    <w:rsid w:val="00E1620E"/>
    <w:rsid w:val="00E17A37"/>
    <w:rsid w:val="00E2175E"/>
    <w:rsid w:val="00E23F88"/>
    <w:rsid w:val="00E27167"/>
    <w:rsid w:val="00E30ADF"/>
    <w:rsid w:val="00E36664"/>
    <w:rsid w:val="00E40B1B"/>
    <w:rsid w:val="00E411A0"/>
    <w:rsid w:val="00E4586A"/>
    <w:rsid w:val="00E528EF"/>
    <w:rsid w:val="00E56202"/>
    <w:rsid w:val="00E570AA"/>
    <w:rsid w:val="00E57C5D"/>
    <w:rsid w:val="00E602C4"/>
    <w:rsid w:val="00E60735"/>
    <w:rsid w:val="00E624C9"/>
    <w:rsid w:val="00E64E83"/>
    <w:rsid w:val="00E67EA1"/>
    <w:rsid w:val="00E73DDF"/>
    <w:rsid w:val="00E8175C"/>
    <w:rsid w:val="00E83C46"/>
    <w:rsid w:val="00E877D1"/>
    <w:rsid w:val="00E917CF"/>
    <w:rsid w:val="00EA3C54"/>
    <w:rsid w:val="00EA5BF3"/>
    <w:rsid w:val="00EA7DC5"/>
    <w:rsid w:val="00EB152E"/>
    <w:rsid w:val="00EB2F20"/>
    <w:rsid w:val="00EB60C6"/>
    <w:rsid w:val="00EC30B8"/>
    <w:rsid w:val="00EC69A3"/>
    <w:rsid w:val="00ED0240"/>
    <w:rsid w:val="00ED4111"/>
    <w:rsid w:val="00ED43D5"/>
    <w:rsid w:val="00ED5580"/>
    <w:rsid w:val="00ED5AC7"/>
    <w:rsid w:val="00ED5C2A"/>
    <w:rsid w:val="00ED6F50"/>
    <w:rsid w:val="00EE1D7C"/>
    <w:rsid w:val="00EF133D"/>
    <w:rsid w:val="00EF403A"/>
    <w:rsid w:val="00EF7AF9"/>
    <w:rsid w:val="00F10DB3"/>
    <w:rsid w:val="00F14CEE"/>
    <w:rsid w:val="00F22F5D"/>
    <w:rsid w:val="00F32BD7"/>
    <w:rsid w:val="00F334A6"/>
    <w:rsid w:val="00F33C76"/>
    <w:rsid w:val="00F401D8"/>
    <w:rsid w:val="00F4258D"/>
    <w:rsid w:val="00F42F7F"/>
    <w:rsid w:val="00F5303E"/>
    <w:rsid w:val="00F5458A"/>
    <w:rsid w:val="00F54CBF"/>
    <w:rsid w:val="00F622A1"/>
    <w:rsid w:val="00F659F1"/>
    <w:rsid w:val="00F67B5A"/>
    <w:rsid w:val="00F70E60"/>
    <w:rsid w:val="00F713C3"/>
    <w:rsid w:val="00F7376B"/>
    <w:rsid w:val="00F7398B"/>
    <w:rsid w:val="00F73BEC"/>
    <w:rsid w:val="00F77F87"/>
    <w:rsid w:val="00F85640"/>
    <w:rsid w:val="00F85D87"/>
    <w:rsid w:val="00F86A53"/>
    <w:rsid w:val="00F9158A"/>
    <w:rsid w:val="00F92535"/>
    <w:rsid w:val="00F94709"/>
    <w:rsid w:val="00FA5831"/>
    <w:rsid w:val="00FB5184"/>
    <w:rsid w:val="00FB59C5"/>
    <w:rsid w:val="00FB5AE3"/>
    <w:rsid w:val="00FB6AF8"/>
    <w:rsid w:val="00FC0305"/>
    <w:rsid w:val="00FC1EA5"/>
    <w:rsid w:val="00FC5CFE"/>
    <w:rsid w:val="00FD0C54"/>
    <w:rsid w:val="00FD5BDF"/>
    <w:rsid w:val="00FD6D40"/>
    <w:rsid w:val="00FE40FA"/>
    <w:rsid w:val="00FE4637"/>
    <w:rsid w:val="00FE5DF3"/>
    <w:rsid w:val="00FE6FBC"/>
    <w:rsid w:val="00FF275E"/>
    <w:rsid w:val="00FF4B22"/>
    <w:rsid w:val="00FF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00D7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02F3"/>
    <w:pPr>
      <w:keepNext/>
      <w:widowControl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02F3"/>
    <w:pPr>
      <w:keepNext/>
      <w:widowControl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02F3"/>
    <w:pPr>
      <w:keepNext/>
      <w:widowControl/>
      <w:jc w:val="center"/>
      <w:outlineLvl w:val="2"/>
    </w:pPr>
    <w:rPr>
      <w:b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354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354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C354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C354B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C354B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354B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C354B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73DDF"/>
    <w:rPr>
      <w:rFonts w:cs="Times New Roman"/>
      <w:b/>
      <w:sz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C354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C35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C354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C354B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C354B"/>
    <w:rPr>
      <w:rFonts w:cs="Times New Roman"/>
      <w:b/>
      <w:bCs/>
      <w:sz w:val="24"/>
      <w:szCs w:val="24"/>
    </w:rPr>
  </w:style>
  <w:style w:type="character" w:customStyle="1" w:styleId="1">
    <w:name w:val="Основной шрифт абзаца1"/>
    <w:uiPriority w:val="99"/>
    <w:semiHidden/>
    <w:rsid w:val="004B02F3"/>
    <w:rPr>
      <w:sz w:val="20"/>
    </w:rPr>
  </w:style>
  <w:style w:type="paragraph" w:styleId="Header">
    <w:name w:val="header"/>
    <w:basedOn w:val="Normal"/>
    <w:link w:val="Head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3DD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354B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4B02F3"/>
    <w:pPr>
      <w:widowControl/>
      <w:jc w:val="center"/>
    </w:pPr>
    <w:rPr>
      <w:b/>
      <w:sz w:val="40"/>
    </w:rPr>
  </w:style>
  <w:style w:type="character" w:styleId="PageNumber">
    <w:name w:val="page number"/>
    <w:basedOn w:val="DefaultParagraphFont"/>
    <w:uiPriority w:val="99"/>
    <w:rsid w:val="005625EB"/>
    <w:rPr>
      <w:rFonts w:cs="Times New Roman"/>
    </w:rPr>
  </w:style>
  <w:style w:type="table" w:styleId="TableGrid">
    <w:name w:val="Table Grid"/>
    <w:basedOn w:val="TableNormal"/>
    <w:uiPriority w:val="99"/>
    <w:rsid w:val="005625EB"/>
    <w:pPr>
      <w:widowControl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625EB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04329E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7AEE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981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35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E4F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81106"/>
    <w:pPr>
      <w:widowControl/>
      <w:jc w:val="center"/>
    </w:pPr>
    <w:rPr>
      <w:b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C354B"/>
    <w:rPr>
      <w:rFonts w:cs="Times New Roman"/>
      <w:b/>
      <w:sz w:val="24"/>
      <w:szCs w:val="24"/>
    </w:rPr>
  </w:style>
  <w:style w:type="paragraph" w:customStyle="1" w:styleId="ConsNonformat">
    <w:name w:val="ConsNonformat"/>
    <w:uiPriority w:val="99"/>
    <w:rsid w:val="001602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B70FF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F7398B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0A7F0B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2">
    <w:name w:val="Цветовое выделение"/>
    <w:uiPriority w:val="99"/>
    <w:rsid w:val="000A7F0B"/>
    <w:rPr>
      <w:b/>
      <w:color w:val="26282F"/>
    </w:rPr>
  </w:style>
  <w:style w:type="paragraph" w:styleId="BodyText">
    <w:name w:val="Body Text"/>
    <w:basedOn w:val="Normal"/>
    <w:link w:val="BodyTextChar"/>
    <w:uiPriority w:val="99"/>
    <w:rsid w:val="00AC354B"/>
    <w:pPr>
      <w:widowControl/>
      <w:suppressAutoHyphens/>
      <w:jc w:val="both"/>
    </w:pPr>
    <w:rPr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354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C354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C354B"/>
    <w:rPr>
      <w:rFonts w:ascii="Cambria" w:hAnsi="Cambria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C354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C354B"/>
    <w:rPr>
      <w:rFonts w:cs="Times New Roman"/>
    </w:rPr>
  </w:style>
  <w:style w:type="paragraph" w:customStyle="1" w:styleId="2">
    <w:name w:val="Стиль2"/>
    <w:basedOn w:val="10"/>
    <w:uiPriority w:val="99"/>
    <w:rsid w:val="00AC354B"/>
  </w:style>
  <w:style w:type="paragraph" w:customStyle="1" w:styleId="10">
    <w:name w:val="Стиль1"/>
    <w:basedOn w:val="Normal"/>
    <w:uiPriority w:val="99"/>
    <w:rsid w:val="00AC354B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 w:val="24"/>
      <w:szCs w:val="18"/>
    </w:rPr>
  </w:style>
  <w:style w:type="paragraph" w:customStyle="1" w:styleId="a3">
    <w:name w:val="Заголовок статьи"/>
    <w:basedOn w:val="Normal"/>
    <w:next w:val="Normal"/>
    <w:uiPriority w:val="99"/>
    <w:rsid w:val="00AC354B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paragraph" w:customStyle="1" w:styleId="ConsNormal">
    <w:name w:val="ConsNormal"/>
    <w:uiPriority w:val="99"/>
    <w:rsid w:val="00AC354B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AC354B"/>
    <w:pPr>
      <w:widowControl/>
      <w:jc w:val="center"/>
    </w:pPr>
    <w:rPr>
      <w:b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C354B"/>
    <w:rPr>
      <w:rFonts w:cs="Times New Roman"/>
      <w:b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C354B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C354B"/>
    <w:rPr>
      <w:rFonts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C354B"/>
    <w:pPr>
      <w:widowControl/>
      <w:spacing w:before="100" w:beforeAutospacing="1" w:after="100" w:afterAutospacing="1"/>
    </w:pPr>
    <w:rPr>
      <w:sz w:val="24"/>
      <w:szCs w:val="24"/>
    </w:rPr>
  </w:style>
  <w:style w:type="paragraph" w:styleId="DocumentMap">
    <w:name w:val="Document Map"/>
    <w:aliases w:val="Знак1"/>
    <w:basedOn w:val="Normal"/>
    <w:link w:val="DocumentMapChar1"/>
    <w:uiPriority w:val="99"/>
    <w:rsid w:val="00AC354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aliases w:val="Знак1 Char"/>
    <w:basedOn w:val="DefaultParagraphFont"/>
    <w:link w:val="DocumentMap"/>
    <w:uiPriority w:val="99"/>
    <w:semiHidden/>
    <w:locked/>
    <w:rsid w:val="00877AEE"/>
    <w:rPr>
      <w:rFonts w:cs="Times New Roman"/>
      <w:sz w:val="2"/>
    </w:rPr>
  </w:style>
  <w:style w:type="character" w:customStyle="1" w:styleId="DocumentMapChar1">
    <w:name w:val="Document Map Char1"/>
    <w:aliases w:val="Знак1 Char1"/>
    <w:basedOn w:val="DefaultParagraphFont"/>
    <w:link w:val="DocumentMap"/>
    <w:uiPriority w:val="99"/>
    <w:locked/>
    <w:rsid w:val="00AC354B"/>
    <w:rPr>
      <w:rFonts w:ascii="Tahoma" w:hAnsi="Tahoma" w:cs="Tahoma"/>
      <w:shd w:val="clear" w:color="auto" w:fill="000080"/>
    </w:rPr>
  </w:style>
  <w:style w:type="character" w:customStyle="1" w:styleId="blk">
    <w:name w:val="blk"/>
    <w:basedOn w:val="DefaultParagraphFont"/>
    <w:uiPriority w:val="99"/>
    <w:rsid w:val="006B42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75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75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3280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107</TotalTime>
  <Pages>8</Pages>
  <Words>1865</Words>
  <Characters>10631</Characters>
  <Application>Microsoft Office Outlook</Application>
  <DocSecurity>0</DocSecurity>
  <Lines>0</Lines>
  <Paragraphs>0</Paragraphs>
  <ScaleCrop>false</ScaleCrop>
  <Company>Elcom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Akimova</dc:creator>
  <cp:keywords/>
  <dc:description/>
  <cp:lastModifiedBy>Наталья</cp:lastModifiedBy>
  <cp:revision>8</cp:revision>
  <cp:lastPrinted>2014-10-29T06:01:00Z</cp:lastPrinted>
  <dcterms:created xsi:type="dcterms:W3CDTF">2019-07-15T07:58:00Z</dcterms:created>
  <dcterms:modified xsi:type="dcterms:W3CDTF">2019-07-29T08:15:00Z</dcterms:modified>
</cp:coreProperties>
</file>