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19" w:rsidRDefault="001A4A19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4" o:title=""/>
            <w10:wrap type="square"/>
          </v:shape>
        </w:pict>
      </w:r>
    </w:p>
    <w:p w:rsidR="001A4A19" w:rsidRDefault="001A4A19" w:rsidP="004E404F"/>
    <w:p w:rsidR="001A4A19" w:rsidRDefault="001A4A19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1A4A19" w:rsidTr="003C58B3">
        <w:trPr>
          <w:trHeight w:val="397"/>
        </w:trPr>
        <w:tc>
          <w:tcPr>
            <w:tcW w:w="9748" w:type="dxa"/>
          </w:tcPr>
          <w:p w:rsidR="001A4A19" w:rsidRDefault="001A4A1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1A4A19" w:rsidTr="003C58B3">
        <w:tc>
          <w:tcPr>
            <w:tcW w:w="9748" w:type="dxa"/>
          </w:tcPr>
          <w:p w:rsidR="001A4A19" w:rsidRPr="003C58B3" w:rsidRDefault="001A4A19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1A4A19" w:rsidRDefault="001A4A19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1A4A19" w:rsidTr="003C58B3">
        <w:trPr>
          <w:trHeight w:val="397"/>
        </w:trPr>
        <w:tc>
          <w:tcPr>
            <w:tcW w:w="9748" w:type="dxa"/>
          </w:tcPr>
          <w:p w:rsidR="001A4A19" w:rsidRDefault="001A4A19">
            <w:pPr>
              <w:widowControl/>
              <w:jc w:val="both"/>
              <w:rPr>
                <w:sz w:val="24"/>
              </w:rPr>
            </w:pPr>
          </w:p>
        </w:tc>
      </w:tr>
      <w:tr w:rsidR="001A4A19" w:rsidTr="003C58B3">
        <w:tc>
          <w:tcPr>
            <w:tcW w:w="9748" w:type="dxa"/>
          </w:tcPr>
          <w:p w:rsidR="001A4A19" w:rsidRDefault="001A4A19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1A4A19" w:rsidTr="003C58B3">
        <w:trPr>
          <w:trHeight w:val="340"/>
        </w:trPr>
        <w:tc>
          <w:tcPr>
            <w:tcW w:w="9748" w:type="dxa"/>
            <w:vAlign w:val="center"/>
          </w:tcPr>
          <w:p w:rsidR="001A4A19" w:rsidRDefault="001A4A19">
            <w:pPr>
              <w:pStyle w:val="Heading3"/>
            </w:pPr>
          </w:p>
        </w:tc>
      </w:tr>
    </w:tbl>
    <w:p w:rsidR="001A4A19" w:rsidRDefault="001A4A19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A4A19">
        <w:trPr>
          <w:jc w:val="center"/>
        </w:trPr>
        <w:tc>
          <w:tcPr>
            <w:tcW w:w="284" w:type="dxa"/>
            <w:vAlign w:val="bottom"/>
          </w:tcPr>
          <w:p w:rsidR="001A4A19" w:rsidRDefault="001A4A19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4A19" w:rsidRDefault="001A4A1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20.05.2019</w:t>
            </w:r>
          </w:p>
        </w:tc>
        <w:tc>
          <w:tcPr>
            <w:tcW w:w="397" w:type="dxa"/>
          </w:tcPr>
          <w:p w:rsidR="001A4A19" w:rsidRDefault="001A4A1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4A19" w:rsidRDefault="001A4A1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  <w:tr w:rsidR="001A4A19">
        <w:trPr>
          <w:jc w:val="center"/>
        </w:trPr>
        <w:tc>
          <w:tcPr>
            <w:tcW w:w="4650" w:type="dxa"/>
            <w:gridSpan w:val="4"/>
          </w:tcPr>
          <w:p w:rsidR="001A4A19" w:rsidRDefault="001A4A19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1A4A19" w:rsidRDefault="001A4A19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1A4A19" w:rsidRDefault="001A4A19" w:rsidP="004E404F">
      <w:pPr>
        <w:jc w:val="center"/>
        <w:rPr>
          <w:sz w:val="24"/>
          <w:szCs w:val="24"/>
        </w:rPr>
      </w:pP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  <w:r w:rsidRPr="00545EFE">
        <w:rPr>
          <w:b/>
          <w:bCs/>
          <w:sz w:val="24"/>
          <w:szCs w:val="24"/>
        </w:rPr>
        <w:t>Об утверждении Плана  мероприятий</w:t>
      </w: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  <w:r w:rsidRPr="00545EFE">
        <w:rPr>
          <w:b/>
          <w:bCs/>
          <w:sz w:val="24"/>
          <w:szCs w:val="24"/>
        </w:rPr>
        <w:t>по обеспечению безопасности людей на водных объектах</w:t>
      </w:r>
      <w:r w:rsidRPr="00545EFE">
        <w:rPr>
          <w:b/>
          <w:sz w:val="24"/>
          <w:szCs w:val="24"/>
        </w:rPr>
        <w:t xml:space="preserve"> </w:t>
      </w:r>
      <w:r w:rsidRPr="00545EFE">
        <w:rPr>
          <w:b/>
          <w:bCs/>
          <w:sz w:val="24"/>
          <w:szCs w:val="24"/>
        </w:rPr>
        <w:t>в летний  период 2019 года на территории</w:t>
      </w:r>
      <w:r w:rsidRPr="00545EFE">
        <w:rPr>
          <w:b/>
          <w:sz w:val="24"/>
          <w:szCs w:val="24"/>
        </w:rPr>
        <w:t xml:space="preserve"> </w:t>
      </w:r>
      <w:r w:rsidRPr="00545EFE">
        <w:rPr>
          <w:b/>
          <w:bCs/>
          <w:sz w:val="24"/>
          <w:szCs w:val="24"/>
        </w:rPr>
        <w:t>Шейнского сельсовета Пачелмского района Пензенской области</w:t>
      </w:r>
    </w:p>
    <w:p w:rsidR="001A4A19" w:rsidRPr="00545EFE" w:rsidRDefault="001A4A19" w:rsidP="00545EFE">
      <w:pPr>
        <w:jc w:val="both"/>
        <w:rPr>
          <w:sz w:val="24"/>
          <w:szCs w:val="24"/>
        </w:rPr>
      </w:pPr>
    </w:p>
    <w:p w:rsidR="001A4A19" w:rsidRDefault="001A4A19" w:rsidP="00545EFE">
      <w:pPr>
        <w:ind w:firstLine="709"/>
        <w:jc w:val="both"/>
        <w:rPr>
          <w:sz w:val="24"/>
          <w:szCs w:val="24"/>
        </w:rPr>
      </w:pPr>
      <w:r w:rsidRPr="00545EFE">
        <w:rPr>
          <w:sz w:val="24"/>
          <w:szCs w:val="24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 Пензенской  области  от 02.07.2008  №  404-пП  «Об  утверждении  Правил  охраны  жизни  людей  на  водных  объектах  Пензенской  области»  (с последующими изменениями), руководствуясь п. 9 части 1.1. статьи 4  Устава  Шейнского сельсовета Пачелмского района Пензенской области,</w:t>
      </w:r>
    </w:p>
    <w:p w:rsidR="001A4A19" w:rsidRDefault="001A4A19" w:rsidP="00545EFE">
      <w:pPr>
        <w:ind w:firstLine="709"/>
        <w:jc w:val="both"/>
        <w:rPr>
          <w:sz w:val="24"/>
          <w:szCs w:val="24"/>
        </w:rPr>
      </w:pPr>
    </w:p>
    <w:p w:rsidR="001A4A19" w:rsidRPr="00545EFE" w:rsidRDefault="001A4A19" w:rsidP="00545EFE">
      <w:pPr>
        <w:ind w:firstLine="709"/>
        <w:jc w:val="both"/>
        <w:rPr>
          <w:sz w:val="24"/>
          <w:szCs w:val="24"/>
        </w:rPr>
      </w:pP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  <w:r w:rsidRPr="00545EFE">
        <w:rPr>
          <w:b/>
          <w:sz w:val="24"/>
          <w:szCs w:val="24"/>
        </w:rPr>
        <w:t xml:space="preserve">Администрация Шейнского сельсовета </w:t>
      </w: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  <w:r w:rsidRPr="00545EFE">
        <w:rPr>
          <w:b/>
          <w:sz w:val="24"/>
          <w:szCs w:val="24"/>
        </w:rPr>
        <w:t>Пачелмского района Пензенской области постановляет:</w:t>
      </w:r>
    </w:p>
    <w:p w:rsidR="001A4A19" w:rsidRPr="00545EFE" w:rsidRDefault="001A4A19" w:rsidP="00545EFE">
      <w:pPr>
        <w:rPr>
          <w:sz w:val="24"/>
          <w:szCs w:val="24"/>
        </w:rPr>
      </w:pPr>
    </w:p>
    <w:p w:rsidR="001A4A19" w:rsidRPr="00545EFE" w:rsidRDefault="001A4A19" w:rsidP="00545EFE">
      <w:pPr>
        <w:ind w:firstLine="709"/>
        <w:jc w:val="both"/>
        <w:rPr>
          <w:sz w:val="24"/>
          <w:szCs w:val="24"/>
        </w:rPr>
      </w:pPr>
      <w:r w:rsidRPr="00545EFE">
        <w:rPr>
          <w:sz w:val="24"/>
          <w:szCs w:val="24"/>
        </w:rPr>
        <w:t xml:space="preserve">  1. Утвердить прилагаемый  </w:t>
      </w:r>
      <w:r w:rsidRPr="00545EFE">
        <w:rPr>
          <w:bCs/>
          <w:sz w:val="24"/>
          <w:szCs w:val="24"/>
        </w:rPr>
        <w:t>План  мероприятий</w:t>
      </w:r>
      <w:r w:rsidRPr="00545EFE">
        <w:rPr>
          <w:sz w:val="24"/>
          <w:szCs w:val="24"/>
        </w:rPr>
        <w:t xml:space="preserve"> </w:t>
      </w:r>
      <w:r w:rsidRPr="00545EFE">
        <w:rPr>
          <w:bCs/>
          <w:sz w:val="24"/>
          <w:szCs w:val="24"/>
        </w:rPr>
        <w:t>по обеспечению безопасности людей на водных объектах</w:t>
      </w:r>
      <w:r w:rsidRPr="00545EFE">
        <w:rPr>
          <w:sz w:val="24"/>
          <w:szCs w:val="24"/>
        </w:rPr>
        <w:t xml:space="preserve"> </w:t>
      </w:r>
      <w:r w:rsidRPr="00545EFE">
        <w:rPr>
          <w:bCs/>
          <w:sz w:val="24"/>
          <w:szCs w:val="24"/>
        </w:rPr>
        <w:t>в летний период 2019 года  на территории</w:t>
      </w:r>
      <w:r w:rsidRPr="00545EFE">
        <w:rPr>
          <w:sz w:val="24"/>
          <w:szCs w:val="24"/>
        </w:rPr>
        <w:t xml:space="preserve"> </w:t>
      </w:r>
      <w:r w:rsidRPr="00545EFE">
        <w:rPr>
          <w:bCs/>
          <w:sz w:val="24"/>
          <w:szCs w:val="24"/>
        </w:rPr>
        <w:t>Шейнского сельсовета Пачелмского района Пензенской области</w:t>
      </w:r>
      <w:r w:rsidRPr="00545EFE">
        <w:rPr>
          <w:sz w:val="24"/>
          <w:szCs w:val="24"/>
        </w:rPr>
        <w:t>.</w:t>
      </w:r>
    </w:p>
    <w:p w:rsidR="001A4A19" w:rsidRPr="00545EFE" w:rsidRDefault="001A4A19" w:rsidP="00545EFE">
      <w:pPr>
        <w:ind w:firstLine="709"/>
        <w:jc w:val="both"/>
        <w:rPr>
          <w:sz w:val="24"/>
          <w:szCs w:val="24"/>
        </w:rPr>
      </w:pPr>
      <w:r w:rsidRPr="00545EFE">
        <w:rPr>
          <w:sz w:val="24"/>
          <w:szCs w:val="24"/>
        </w:rPr>
        <w:t>2. Настоящее постановление  опубликовать в информационном бюллетене «Шейнские вести».</w:t>
      </w:r>
    </w:p>
    <w:p w:rsidR="001A4A19" w:rsidRPr="00545EFE" w:rsidRDefault="001A4A19" w:rsidP="00545EF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45EFE">
        <w:rPr>
          <w:sz w:val="24"/>
          <w:szCs w:val="24"/>
        </w:rPr>
        <w:t>3. Настоящее постановление вступает в силу на следующий день после дня его официального опубликования.</w:t>
      </w:r>
    </w:p>
    <w:p w:rsidR="001A4A19" w:rsidRPr="00545EFE" w:rsidRDefault="001A4A19" w:rsidP="00545EFE">
      <w:pPr>
        <w:ind w:firstLine="709"/>
        <w:jc w:val="both"/>
        <w:rPr>
          <w:sz w:val="24"/>
          <w:szCs w:val="24"/>
        </w:rPr>
      </w:pPr>
      <w:r w:rsidRPr="00545EFE">
        <w:rPr>
          <w:sz w:val="24"/>
          <w:szCs w:val="24"/>
        </w:rPr>
        <w:t>4. Контроль за исполнением настоящего постановления возложить на главу администрации Шейнского сельсовета Пачелмского района Пензенской области.</w:t>
      </w:r>
    </w:p>
    <w:p w:rsidR="001A4A19" w:rsidRDefault="001A4A19" w:rsidP="00545EFE">
      <w:pPr>
        <w:rPr>
          <w:sz w:val="24"/>
          <w:szCs w:val="24"/>
        </w:rPr>
      </w:pPr>
    </w:p>
    <w:p w:rsidR="001A4A19" w:rsidRDefault="001A4A19" w:rsidP="00545EFE">
      <w:pPr>
        <w:rPr>
          <w:sz w:val="24"/>
          <w:szCs w:val="24"/>
        </w:rPr>
      </w:pPr>
    </w:p>
    <w:p w:rsidR="001A4A19" w:rsidRDefault="001A4A19" w:rsidP="00545EFE">
      <w:pPr>
        <w:rPr>
          <w:sz w:val="24"/>
          <w:szCs w:val="24"/>
        </w:rPr>
      </w:pPr>
    </w:p>
    <w:p w:rsidR="001A4A19" w:rsidRDefault="001A4A19" w:rsidP="00545EFE">
      <w:pPr>
        <w:rPr>
          <w:sz w:val="24"/>
          <w:szCs w:val="24"/>
        </w:rPr>
      </w:pPr>
    </w:p>
    <w:p w:rsidR="001A4A19" w:rsidRPr="00545EFE" w:rsidRDefault="001A4A19" w:rsidP="00545EFE">
      <w:pPr>
        <w:rPr>
          <w:sz w:val="24"/>
          <w:szCs w:val="24"/>
        </w:rPr>
      </w:pPr>
    </w:p>
    <w:p w:rsidR="001A4A19" w:rsidRPr="00545EFE" w:rsidRDefault="001A4A19" w:rsidP="00545EFE">
      <w:pPr>
        <w:rPr>
          <w:sz w:val="24"/>
          <w:szCs w:val="24"/>
        </w:rPr>
      </w:pPr>
      <w:r w:rsidRPr="00545EFE">
        <w:rPr>
          <w:sz w:val="24"/>
          <w:szCs w:val="24"/>
        </w:rPr>
        <w:t xml:space="preserve">Глава администрации Шейнского сельсовета </w:t>
      </w:r>
    </w:p>
    <w:p w:rsidR="001A4A19" w:rsidRDefault="001A4A19" w:rsidP="00545EFE">
      <w:pPr>
        <w:jc w:val="both"/>
        <w:rPr>
          <w:sz w:val="24"/>
          <w:szCs w:val="24"/>
        </w:rPr>
      </w:pPr>
      <w:r w:rsidRPr="00545EFE">
        <w:rPr>
          <w:sz w:val="24"/>
          <w:szCs w:val="24"/>
        </w:rPr>
        <w:t>Пачелмского района Пензенской области                              Ю.В.Мартьянов</w:t>
      </w:r>
    </w:p>
    <w:p w:rsidR="001A4A19" w:rsidRDefault="001A4A19" w:rsidP="00545EFE">
      <w:pPr>
        <w:jc w:val="both"/>
        <w:rPr>
          <w:sz w:val="24"/>
          <w:szCs w:val="24"/>
        </w:rPr>
      </w:pPr>
    </w:p>
    <w:p w:rsidR="001A4A19" w:rsidRDefault="001A4A19" w:rsidP="00545EFE">
      <w:pPr>
        <w:jc w:val="right"/>
        <w:rPr>
          <w:sz w:val="24"/>
          <w:szCs w:val="24"/>
        </w:rPr>
      </w:pPr>
    </w:p>
    <w:p w:rsidR="001A4A19" w:rsidRPr="00545EFE" w:rsidRDefault="001A4A19" w:rsidP="00545EFE">
      <w:pPr>
        <w:jc w:val="right"/>
        <w:rPr>
          <w:sz w:val="24"/>
          <w:szCs w:val="24"/>
        </w:rPr>
      </w:pP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Приложение 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>Утвержден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 постановлением администрации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 Шейнского сельсовета 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>Пачелмского района Пензенской области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 от  20.05.2019 № 59</w:t>
      </w: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  <w:r w:rsidRPr="00545EFE">
        <w:rPr>
          <w:b/>
          <w:bCs/>
          <w:sz w:val="24"/>
          <w:szCs w:val="24"/>
        </w:rPr>
        <w:t>План мероприятий</w:t>
      </w:r>
      <w:r w:rsidRPr="00545EFE">
        <w:rPr>
          <w:b/>
          <w:sz w:val="24"/>
          <w:szCs w:val="24"/>
        </w:rPr>
        <w:t xml:space="preserve"> </w:t>
      </w:r>
      <w:r w:rsidRPr="00545EFE">
        <w:rPr>
          <w:b/>
          <w:bCs/>
          <w:sz w:val="24"/>
          <w:szCs w:val="24"/>
        </w:rPr>
        <w:t>по обеспечению безопасности людей на водных объектах</w:t>
      </w:r>
      <w:r w:rsidRPr="00545EFE">
        <w:rPr>
          <w:b/>
          <w:sz w:val="24"/>
          <w:szCs w:val="24"/>
        </w:rPr>
        <w:t xml:space="preserve"> </w:t>
      </w:r>
      <w:r w:rsidRPr="00545EFE">
        <w:rPr>
          <w:b/>
          <w:bCs/>
          <w:sz w:val="24"/>
          <w:szCs w:val="24"/>
        </w:rPr>
        <w:t>в летний  период 2019 года  на территории</w:t>
      </w:r>
      <w:r w:rsidRPr="00545EFE">
        <w:rPr>
          <w:b/>
          <w:sz w:val="24"/>
          <w:szCs w:val="24"/>
        </w:rPr>
        <w:t xml:space="preserve"> </w:t>
      </w:r>
      <w:r w:rsidRPr="00545EFE">
        <w:rPr>
          <w:b/>
          <w:bCs/>
          <w:sz w:val="24"/>
          <w:szCs w:val="24"/>
        </w:rPr>
        <w:t>Шейнского сельсовета Пачелмского района Пензенской области</w:t>
      </w:r>
    </w:p>
    <w:p w:rsidR="001A4A19" w:rsidRPr="00545EFE" w:rsidRDefault="001A4A19" w:rsidP="00545EFE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523"/>
        <w:gridCol w:w="5822"/>
        <w:gridCol w:w="1366"/>
        <w:gridCol w:w="2036"/>
      </w:tblGrid>
      <w:tr w:rsidR="001A4A19" w:rsidRPr="00545EFE" w:rsidTr="00CD5C55">
        <w:trPr>
          <w:cantSplit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8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20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1A4A19" w:rsidRPr="00545EFE" w:rsidTr="00CD5C55">
        <w:trPr>
          <w:cantSplit/>
        </w:trPr>
        <w:tc>
          <w:tcPr>
            <w:tcW w:w="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1.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Организация проведения профилактической  работы среди населения с целью предотвращения несчастных случаев на водных объектах в летний  период 2019 года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Весь период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 xml:space="preserve">Администрация </w:t>
            </w:r>
            <w:r w:rsidRPr="00545EFE">
              <w:rPr>
                <w:bCs/>
                <w:sz w:val="24"/>
                <w:szCs w:val="24"/>
              </w:rPr>
              <w:t>Шейнского сельсовета,</w:t>
            </w:r>
            <w:r w:rsidRPr="00545EFE">
              <w:rPr>
                <w:b/>
                <w:bCs/>
                <w:sz w:val="24"/>
                <w:szCs w:val="24"/>
              </w:rPr>
              <w:t xml:space="preserve"> </w:t>
            </w:r>
            <w:r w:rsidRPr="00545EFE">
              <w:rPr>
                <w:sz w:val="24"/>
                <w:szCs w:val="24"/>
              </w:rPr>
              <w:t>пользователи водных объектов (по согласованию)</w:t>
            </w:r>
          </w:p>
        </w:tc>
      </w:tr>
      <w:tr w:rsidR="001A4A19" w:rsidRPr="00545EFE" w:rsidTr="00CD5C55">
        <w:trPr>
          <w:cantSplit/>
        </w:trPr>
        <w:tc>
          <w:tcPr>
            <w:tcW w:w="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2.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Определить места массового отдыха людей на водных объектах Шейнского сельсовета Пачелмского района Пензенской области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до 15 июня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 xml:space="preserve">Администрация </w:t>
            </w:r>
            <w:r w:rsidRPr="00545EFE">
              <w:rPr>
                <w:bCs/>
                <w:sz w:val="24"/>
                <w:szCs w:val="24"/>
              </w:rPr>
              <w:t>Шейнского сельсовета</w:t>
            </w:r>
          </w:p>
        </w:tc>
      </w:tr>
      <w:tr w:rsidR="001A4A19" w:rsidRPr="00545EFE" w:rsidTr="00CD5C55">
        <w:trPr>
          <w:cantSplit/>
        </w:trPr>
        <w:tc>
          <w:tcPr>
            <w:tcW w:w="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3.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Обозначение  водных  объектов  запрещающими знаками – «Купание запрещено!», необорудованных для этих целей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до 15 июня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 xml:space="preserve">Администрация </w:t>
            </w:r>
            <w:r w:rsidRPr="00545EFE">
              <w:rPr>
                <w:bCs/>
                <w:sz w:val="24"/>
                <w:szCs w:val="24"/>
              </w:rPr>
              <w:t>Шейнского сельсовета,</w:t>
            </w:r>
            <w:r w:rsidRPr="00545EFE">
              <w:rPr>
                <w:b/>
                <w:bCs/>
                <w:sz w:val="24"/>
                <w:szCs w:val="24"/>
              </w:rPr>
              <w:t xml:space="preserve"> </w:t>
            </w:r>
            <w:r w:rsidRPr="00545EFE">
              <w:rPr>
                <w:sz w:val="24"/>
                <w:szCs w:val="24"/>
              </w:rPr>
              <w:t>пользователи водных объектов (по согласованию)</w:t>
            </w:r>
          </w:p>
        </w:tc>
      </w:tr>
      <w:tr w:rsidR="001A4A19" w:rsidRPr="00545EFE" w:rsidTr="00CD5C55">
        <w:trPr>
          <w:cantSplit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4.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Информирование населения по вопросам обеспечения безопасности на водных объектах на официальном сайте администрации Шейнского сельсовета 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весь период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 xml:space="preserve">Администрация </w:t>
            </w:r>
            <w:r w:rsidRPr="00545EFE">
              <w:rPr>
                <w:bCs/>
                <w:sz w:val="24"/>
                <w:szCs w:val="24"/>
              </w:rPr>
              <w:t>Шейнского сельсовета</w:t>
            </w:r>
          </w:p>
        </w:tc>
      </w:tr>
      <w:tr w:rsidR="001A4A19" w:rsidRPr="00545EFE" w:rsidTr="00CD5C55">
        <w:trPr>
          <w:cantSplit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5.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Организация проведения рейдов  с целью предотвращения несчастных случаев на водных объектах в летний  период 2019 года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весь период, согласно отдельного графика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 xml:space="preserve">Администрация </w:t>
            </w:r>
            <w:r w:rsidRPr="00545EFE">
              <w:rPr>
                <w:bCs/>
                <w:sz w:val="24"/>
                <w:szCs w:val="24"/>
              </w:rPr>
              <w:t>Шейнского сельсовета, Совет общественности по профилактике правонарушений</w:t>
            </w:r>
          </w:p>
        </w:tc>
      </w:tr>
      <w:tr w:rsidR="001A4A19" w:rsidRPr="00545EFE" w:rsidTr="00CD5C55">
        <w:trPr>
          <w:cantSplit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6.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До начала купального сезона, провести обследование мест массового отдыха людей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>до 15 июня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45EFE" w:rsidRDefault="001A4A19" w:rsidP="00CD5C5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45EFE">
              <w:rPr>
                <w:sz w:val="24"/>
                <w:szCs w:val="24"/>
              </w:rPr>
              <w:t xml:space="preserve">Администрация </w:t>
            </w:r>
            <w:r w:rsidRPr="00545EFE">
              <w:rPr>
                <w:bCs/>
                <w:sz w:val="24"/>
                <w:szCs w:val="24"/>
              </w:rPr>
              <w:t>Шейнского сельсовета</w:t>
            </w:r>
          </w:p>
        </w:tc>
      </w:tr>
    </w:tbl>
    <w:p w:rsidR="001A4A19" w:rsidRPr="00545EFE" w:rsidRDefault="001A4A19" w:rsidP="00545EFE">
      <w:pPr>
        <w:jc w:val="center"/>
        <w:rPr>
          <w:sz w:val="24"/>
          <w:szCs w:val="24"/>
        </w:rPr>
      </w:pPr>
    </w:p>
    <w:p w:rsidR="001A4A19" w:rsidRPr="00545EFE" w:rsidRDefault="001A4A19">
      <w:pPr>
        <w:rPr>
          <w:sz w:val="24"/>
          <w:szCs w:val="24"/>
        </w:rPr>
      </w:pPr>
    </w:p>
    <w:p w:rsidR="001A4A19" w:rsidRPr="00545EFE" w:rsidRDefault="001A4A19">
      <w:pPr>
        <w:rPr>
          <w:b/>
          <w:bCs/>
          <w:sz w:val="24"/>
          <w:szCs w:val="24"/>
        </w:rPr>
      </w:pPr>
    </w:p>
    <w:sectPr w:rsidR="001A4A19" w:rsidRPr="00545EFE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A97"/>
    <w:rsid w:val="00107CA3"/>
    <w:rsid w:val="001533A3"/>
    <w:rsid w:val="001867AE"/>
    <w:rsid w:val="001A4A19"/>
    <w:rsid w:val="001C5DCF"/>
    <w:rsid w:val="00266A97"/>
    <w:rsid w:val="002D7671"/>
    <w:rsid w:val="002F2621"/>
    <w:rsid w:val="002F2ADE"/>
    <w:rsid w:val="003C58B3"/>
    <w:rsid w:val="003C78E7"/>
    <w:rsid w:val="003D0F18"/>
    <w:rsid w:val="004C5208"/>
    <w:rsid w:val="004E404F"/>
    <w:rsid w:val="005420C7"/>
    <w:rsid w:val="00545EFE"/>
    <w:rsid w:val="005553B1"/>
    <w:rsid w:val="005574D8"/>
    <w:rsid w:val="00562C18"/>
    <w:rsid w:val="005A3493"/>
    <w:rsid w:val="005B0D24"/>
    <w:rsid w:val="005E5108"/>
    <w:rsid w:val="00612FB3"/>
    <w:rsid w:val="00711F19"/>
    <w:rsid w:val="00721174"/>
    <w:rsid w:val="00727FB5"/>
    <w:rsid w:val="007370B7"/>
    <w:rsid w:val="0074340F"/>
    <w:rsid w:val="00772143"/>
    <w:rsid w:val="007C6799"/>
    <w:rsid w:val="007D7CEB"/>
    <w:rsid w:val="007E123F"/>
    <w:rsid w:val="00805FA5"/>
    <w:rsid w:val="00817C59"/>
    <w:rsid w:val="00836E03"/>
    <w:rsid w:val="00AB15D4"/>
    <w:rsid w:val="00AC4199"/>
    <w:rsid w:val="00AE29D7"/>
    <w:rsid w:val="00AE5F90"/>
    <w:rsid w:val="00B76A53"/>
    <w:rsid w:val="00BC2F07"/>
    <w:rsid w:val="00BD0A08"/>
    <w:rsid w:val="00C01AB0"/>
    <w:rsid w:val="00CB228A"/>
    <w:rsid w:val="00CD5C55"/>
    <w:rsid w:val="00E94A9A"/>
    <w:rsid w:val="00EF2B02"/>
    <w:rsid w:val="00EF7422"/>
    <w:rsid w:val="00F63454"/>
    <w:rsid w:val="00FD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5208"/>
    <w:rPr>
      <w:rFonts w:ascii="Cambria" w:hAnsi="Cambria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266A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45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DB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37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45</TotalTime>
  <Pages>2</Pages>
  <Words>468</Words>
  <Characters>2672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Наталья</cp:lastModifiedBy>
  <cp:revision>9</cp:revision>
  <cp:lastPrinted>2019-05-21T06:45:00Z</cp:lastPrinted>
  <dcterms:created xsi:type="dcterms:W3CDTF">2018-05-22T08:45:00Z</dcterms:created>
  <dcterms:modified xsi:type="dcterms:W3CDTF">2019-05-21T07:06:00Z</dcterms:modified>
</cp:coreProperties>
</file>