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B3C" w:rsidRDefault="00BB0B3C" w:rsidP="00F42133">
      <w:pPr>
        <w:pStyle w:val="Title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.75pt;margin-top:-45.6pt;width:57.25pt;height:69.7pt;z-index:251658240">
            <v:imagedata r:id="rId7" o:title=""/>
            <w10:wrap type="square"/>
          </v:shape>
        </w:pict>
      </w:r>
    </w:p>
    <w:p w:rsidR="00BB0B3C" w:rsidRDefault="00BB0B3C" w:rsidP="00F42133">
      <w:pPr>
        <w:pStyle w:val="Title"/>
      </w:pP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/>
      </w:tblPr>
      <w:tblGrid>
        <w:gridCol w:w="9486"/>
      </w:tblGrid>
      <w:tr w:rsidR="00BB0B3C" w:rsidRPr="00B1722C" w:rsidTr="00A351F2">
        <w:trPr>
          <w:trHeight w:val="363"/>
        </w:trPr>
        <w:tc>
          <w:tcPr>
            <w:tcW w:w="9486" w:type="dxa"/>
          </w:tcPr>
          <w:p w:rsidR="00BB0B3C" w:rsidRPr="00B1722C" w:rsidRDefault="00BB0B3C" w:rsidP="00A351F2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BB0B3C" w:rsidRPr="00B1722C" w:rsidTr="00A351F2">
        <w:trPr>
          <w:trHeight w:val="1070"/>
        </w:trPr>
        <w:tc>
          <w:tcPr>
            <w:tcW w:w="9486" w:type="dxa"/>
          </w:tcPr>
          <w:p w:rsidR="00BB0B3C" w:rsidRPr="00B1722C" w:rsidRDefault="00BB0B3C" w:rsidP="00A351F2">
            <w:pPr>
              <w:jc w:val="center"/>
              <w:rPr>
                <w:b/>
                <w:sz w:val="36"/>
                <w:szCs w:val="36"/>
              </w:rPr>
            </w:pPr>
          </w:p>
          <w:p w:rsidR="00BB0B3C" w:rsidRPr="00B1722C" w:rsidRDefault="00BB0B3C" w:rsidP="00A351F2">
            <w:pPr>
              <w:jc w:val="center"/>
              <w:rPr>
                <w:b/>
                <w:sz w:val="36"/>
                <w:szCs w:val="36"/>
              </w:rPr>
            </w:pPr>
            <w:r w:rsidRPr="00B1722C">
              <w:rPr>
                <w:b/>
                <w:sz w:val="36"/>
                <w:szCs w:val="36"/>
              </w:rPr>
              <w:t xml:space="preserve">АДМИНИСТРАЦИЯ </w:t>
            </w:r>
            <w:r>
              <w:rPr>
                <w:b/>
                <w:sz w:val="36"/>
                <w:szCs w:val="36"/>
              </w:rPr>
              <w:t>ШЕЙНСКОГО</w:t>
            </w:r>
            <w:r w:rsidRPr="00B1722C">
              <w:rPr>
                <w:b/>
                <w:sz w:val="36"/>
                <w:szCs w:val="36"/>
              </w:rPr>
              <w:t xml:space="preserve"> СЕЛЬСОВЕТА</w:t>
            </w:r>
          </w:p>
          <w:p w:rsidR="00BB0B3C" w:rsidRPr="00B1722C" w:rsidRDefault="00BB0B3C" w:rsidP="00A351F2">
            <w:pPr>
              <w:jc w:val="center"/>
              <w:rPr>
                <w:b/>
                <w:sz w:val="36"/>
                <w:szCs w:val="36"/>
              </w:rPr>
            </w:pPr>
            <w:r w:rsidRPr="00B1722C">
              <w:rPr>
                <w:b/>
                <w:sz w:val="36"/>
                <w:szCs w:val="36"/>
              </w:rPr>
              <w:t>ПАЧЕЛМСКОГО РАЙОНА ПЕНЗЕНСКОЙ ОБЛАСТИ</w:t>
            </w:r>
          </w:p>
        </w:tc>
      </w:tr>
      <w:tr w:rsidR="00BB0B3C" w:rsidRPr="00B1722C" w:rsidTr="00A351F2">
        <w:trPr>
          <w:trHeight w:val="363"/>
        </w:trPr>
        <w:tc>
          <w:tcPr>
            <w:tcW w:w="9486" w:type="dxa"/>
          </w:tcPr>
          <w:p w:rsidR="00BB0B3C" w:rsidRPr="00B1722C" w:rsidRDefault="00BB0B3C" w:rsidP="00A351F2">
            <w:pPr>
              <w:jc w:val="both"/>
              <w:rPr>
                <w:sz w:val="36"/>
                <w:szCs w:val="36"/>
              </w:rPr>
            </w:pPr>
          </w:p>
        </w:tc>
      </w:tr>
      <w:tr w:rsidR="00BB0B3C" w:rsidRPr="00B1722C" w:rsidTr="00A351F2">
        <w:trPr>
          <w:trHeight w:val="194"/>
        </w:trPr>
        <w:tc>
          <w:tcPr>
            <w:tcW w:w="9486" w:type="dxa"/>
            <w:vAlign w:val="center"/>
          </w:tcPr>
          <w:p w:rsidR="00BB0B3C" w:rsidRPr="00B1722C" w:rsidRDefault="00BB0B3C" w:rsidP="00A351F2">
            <w:pPr>
              <w:pStyle w:val="Heading3"/>
              <w:rPr>
                <w:sz w:val="28"/>
                <w:szCs w:val="28"/>
              </w:rPr>
            </w:pPr>
            <w:r w:rsidRPr="00B1722C">
              <w:rPr>
                <w:sz w:val="28"/>
                <w:szCs w:val="28"/>
              </w:rPr>
              <w:t>ПОСТАНОВЛЕНИЕ</w:t>
            </w:r>
          </w:p>
          <w:p w:rsidR="00BB0B3C" w:rsidRPr="00B1722C" w:rsidRDefault="00BB0B3C" w:rsidP="00A351F2">
            <w:pPr>
              <w:rPr>
                <w:sz w:val="36"/>
                <w:szCs w:val="36"/>
              </w:rPr>
            </w:pPr>
          </w:p>
        </w:tc>
      </w:tr>
    </w:tbl>
    <w:p w:rsidR="00BB0B3C" w:rsidRDefault="00BB0B3C" w:rsidP="00F42133">
      <w:pPr>
        <w:spacing w:line="192" w:lineRule="auto"/>
        <w:jc w:val="both"/>
        <w:rPr>
          <w:sz w:val="16"/>
        </w:rPr>
      </w:pPr>
    </w:p>
    <w:tbl>
      <w:tblPr>
        <w:tblpPr w:leftFromText="180" w:rightFromText="180" w:vertAnchor="text" w:horzAnchor="page" w:tblpX="4212" w:tblpY="-62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BB0B3C" w:rsidRPr="00F42133" w:rsidTr="00F42133">
        <w:tc>
          <w:tcPr>
            <w:tcW w:w="284" w:type="dxa"/>
            <w:vAlign w:val="bottom"/>
          </w:tcPr>
          <w:p w:rsidR="00BB0B3C" w:rsidRPr="00F42133" w:rsidRDefault="00BB0B3C" w:rsidP="00F42133">
            <w:pPr>
              <w:rPr>
                <w:sz w:val="24"/>
                <w:szCs w:val="24"/>
              </w:rPr>
            </w:pPr>
            <w:r w:rsidRPr="00F42133">
              <w:rPr>
                <w:sz w:val="24"/>
                <w:szCs w:val="24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B0B3C" w:rsidRPr="00F42133" w:rsidRDefault="00BB0B3C" w:rsidP="00F421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F42133">
              <w:rPr>
                <w:sz w:val="24"/>
                <w:szCs w:val="24"/>
              </w:rPr>
              <w:t>.04.2019</w:t>
            </w:r>
          </w:p>
        </w:tc>
        <w:tc>
          <w:tcPr>
            <w:tcW w:w="397" w:type="dxa"/>
            <w:vAlign w:val="bottom"/>
          </w:tcPr>
          <w:p w:rsidR="00BB0B3C" w:rsidRPr="00F42133" w:rsidRDefault="00BB0B3C" w:rsidP="00F42133">
            <w:pPr>
              <w:jc w:val="center"/>
              <w:rPr>
                <w:sz w:val="24"/>
                <w:szCs w:val="24"/>
              </w:rPr>
            </w:pPr>
            <w:r w:rsidRPr="00F42133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B0B3C" w:rsidRPr="00F42133" w:rsidRDefault="00BB0B3C" w:rsidP="00F42133">
            <w:pPr>
              <w:jc w:val="center"/>
              <w:rPr>
                <w:sz w:val="24"/>
                <w:szCs w:val="24"/>
              </w:rPr>
            </w:pPr>
            <w:r w:rsidRPr="00F4213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</w:p>
        </w:tc>
      </w:tr>
    </w:tbl>
    <w:p w:rsidR="00BB0B3C" w:rsidRPr="00F42133" w:rsidRDefault="00BB0B3C" w:rsidP="00F42133">
      <w:pPr>
        <w:jc w:val="center"/>
        <w:rPr>
          <w:sz w:val="24"/>
          <w:szCs w:val="24"/>
        </w:rPr>
      </w:pPr>
      <w:r w:rsidRPr="00F42133">
        <w:rPr>
          <w:sz w:val="24"/>
          <w:szCs w:val="24"/>
        </w:rPr>
        <w:t xml:space="preserve">  </w:t>
      </w:r>
    </w:p>
    <w:p w:rsidR="00BB0B3C" w:rsidRPr="00F42133" w:rsidRDefault="00BB0B3C" w:rsidP="00F42133">
      <w:pPr>
        <w:jc w:val="center"/>
        <w:rPr>
          <w:sz w:val="24"/>
          <w:szCs w:val="24"/>
        </w:rPr>
      </w:pPr>
      <w:r w:rsidRPr="00F42133">
        <w:rPr>
          <w:sz w:val="24"/>
          <w:szCs w:val="24"/>
        </w:rPr>
        <w:t>с.Шейн</w:t>
      </w:r>
    </w:p>
    <w:p w:rsidR="00BB0B3C" w:rsidRDefault="00BB0B3C" w:rsidP="005F4C9B">
      <w:pPr>
        <w:jc w:val="center"/>
        <w:rPr>
          <w:b/>
          <w:sz w:val="28"/>
          <w:szCs w:val="28"/>
        </w:rPr>
      </w:pPr>
    </w:p>
    <w:p w:rsidR="00BB0B3C" w:rsidRDefault="00BB0B3C" w:rsidP="005F4C9B">
      <w:pPr>
        <w:pStyle w:val="ConsPlusTitle"/>
        <w:widowControl/>
        <w:ind w:firstLine="540"/>
        <w:jc w:val="center"/>
        <w:outlineLvl w:val="0"/>
      </w:pPr>
      <w:r w:rsidRPr="00DA47B5">
        <w:rPr>
          <w:color w:val="000000"/>
        </w:rPr>
        <w:t xml:space="preserve">Об утверждении отчета об исполнении бюджета </w:t>
      </w:r>
      <w:r>
        <w:rPr>
          <w:color w:val="000000"/>
        </w:rPr>
        <w:t xml:space="preserve">Шейнского </w:t>
      </w:r>
      <w:r w:rsidRPr="00DA47B5">
        <w:rPr>
          <w:color w:val="000000"/>
        </w:rPr>
        <w:t xml:space="preserve">сельсовета Пачелмского района Пензенской области </w:t>
      </w:r>
      <w:r w:rsidRPr="006F6064">
        <w:t xml:space="preserve">за </w:t>
      </w:r>
      <w:r>
        <w:t>1 квартал 2019</w:t>
      </w:r>
      <w:r w:rsidRPr="006F6064">
        <w:t xml:space="preserve"> года</w:t>
      </w:r>
    </w:p>
    <w:p w:rsidR="00BB0B3C" w:rsidRPr="00DA47B5" w:rsidRDefault="00BB0B3C" w:rsidP="005F4C9B">
      <w:pPr>
        <w:pStyle w:val="ConsPlusTitle"/>
        <w:widowControl/>
        <w:ind w:firstLine="540"/>
        <w:jc w:val="center"/>
        <w:outlineLvl w:val="0"/>
        <w:rPr>
          <w:color w:val="000000"/>
        </w:rPr>
      </w:pPr>
    </w:p>
    <w:p w:rsidR="00BB0B3C" w:rsidRDefault="00BB0B3C" w:rsidP="005F4C9B">
      <w:pPr>
        <w:ind w:firstLine="540"/>
        <w:jc w:val="both"/>
        <w:rPr>
          <w:color w:val="000000"/>
          <w:sz w:val="28"/>
          <w:szCs w:val="28"/>
        </w:rPr>
      </w:pPr>
      <w:r w:rsidRPr="00DA47B5">
        <w:rPr>
          <w:color w:val="000000"/>
          <w:sz w:val="28"/>
          <w:szCs w:val="28"/>
        </w:rPr>
        <w:t xml:space="preserve">В соответствии с пунктом 5 статьи 264.2. Бюджетного кодекса Российской Федерации, руководствуясь </w:t>
      </w:r>
      <w:r>
        <w:rPr>
          <w:color w:val="000000"/>
          <w:sz w:val="28"/>
          <w:szCs w:val="28"/>
        </w:rPr>
        <w:t xml:space="preserve">п.13.ч.1 ст.26 </w:t>
      </w:r>
      <w:r w:rsidRPr="00DA47B5">
        <w:rPr>
          <w:color w:val="000000"/>
          <w:sz w:val="28"/>
          <w:szCs w:val="28"/>
        </w:rPr>
        <w:t>Положением о бюджетном процессе в Шейнском сельсовете Пачелмского района Пензенской области утвержденном решением Комитета местного самоуправления Шейнского сельсовета Пачелмского района Пе</w:t>
      </w:r>
      <w:r>
        <w:rPr>
          <w:color w:val="000000"/>
          <w:sz w:val="28"/>
          <w:szCs w:val="28"/>
        </w:rPr>
        <w:t>нзенской области от 19.12.2011</w:t>
      </w:r>
      <w:r w:rsidRPr="00DA47B5">
        <w:rPr>
          <w:color w:val="000000"/>
          <w:sz w:val="28"/>
          <w:szCs w:val="28"/>
        </w:rPr>
        <w:t xml:space="preserve"> № 08-15/1, Уставом Шейнского сельсовета Пачелмского района Пензенской области, </w:t>
      </w:r>
    </w:p>
    <w:p w:rsidR="00BB0B3C" w:rsidRPr="00F14CEE" w:rsidRDefault="00BB0B3C" w:rsidP="00F14CEE">
      <w:pPr>
        <w:ind w:firstLine="540"/>
        <w:jc w:val="both"/>
        <w:rPr>
          <w:color w:val="000000"/>
          <w:sz w:val="28"/>
          <w:szCs w:val="28"/>
        </w:rPr>
      </w:pPr>
    </w:p>
    <w:p w:rsidR="00BB0B3C" w:rsidRDefault="00BB0B3C" w:rsidP="00F86A53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Шейнского  сельсовета Пачелмского района Пензенской области постановляет:</w:t>
      </w:r>
    </w:p>
    <w:p w:rsidR="00BB0B3C" w:rsidRPr="00F86A53" w:rsidRDefault="00BB0B3C" w:rsidP="00F86A53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28"/>
          <w:szCs w:val="28"/>
        </w:rPr>
      </w:pPr>
    </w:p>
    <w:p w:rsidR="00BB0B3C" w:rsidRPr="00F86A53" w:rsidRDefault="00BB0B3C" w:rsidP="00F7398B">
      <w:pPr>
        <w:ind w:firstLine="720"/>
        <w:jc w:val="both"/>
        <w:rPr>
          <w:color w:val="000000"/>
          <w:sz w:val="28"/>
          <w:szCs w:val="28"/>
        </w:rPr>
      </w:pPr>
      <w:r w:rsidRPr="00F86A53">
        <w:rPr>
          <w:color w:val="000000"/>
          <w:sz w:val="28"/>
          <w:szCs w:val="28"/>
        </w:rPr>
        <w:t>1.</w:t>
      </w:r>
      <w:bookmarkStart w:id="0" w:name="sub_1"/>
      <w:r w:rsidRPr="00F86A53">
        <w:rPr>
          <w:color w:val="000000"/>
          <w:sz w:val="28"/>
          <w:szCs w:val="28"/>
        </w:rPr>
        <w:t xml:space="preserve"> Утвердить прилагаемый </w:t>
      </w:r>
      <w:hyperlink w:anchor="sub_1000" w:history="1">
        <w:r w:rsidRPr="00F86A53">
          <w:rPr>
            <w:rStyle w:val="a0"/>
            <w:color w:val="000000"/>
            <w:sz w:val="28"/>
            <w:szCs w:val="28"/>
          </w:rPr>
          <w:t>отчет</w:t>
        </w:r>
      </w:hyperlink>
      <w:r w:rsidRPr="00F86A53">
        <w:rPr>
          <w:color w:val="000000"/>
          <w:sz w:val="28"/>
          <w:szCs w:val="28"/>
        </w:rPr>
        <w:t xml:space="preserve"> об исполнении </w:t>
      </w:r>
      <w:hyperlink r:id="rId8" w:history="1">
        <w:r w:rsidRPr="00F86A53">
          <w:rPr>
            <w:rStyle w:val="a0"/>
            <w:color w:val="000000"/>
            <w:sz w:val="28"/>
            <w:szCs w:val="28"/>
          </w:rPr>
          <w:t>бюджета</w:t>
        </w:r>
      </w:hyperlink>
      <w:r w:rsidRPr="00F86A53">
        <w:rPr>
          <w:color w:val="000000"/>
          <w:sz w:val="28"/>
          <w:szCs w:val="28"/>
        </w:rPr>
        <w:t xml:space="preserve"> </w:t>
      </w:r>
      <w:bookmarkEnd w:id="0"/>
      <w:r w:rsidRPr="00F86A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Шейнского </w:t>
      </w:r>
      <w:r w:rsidRPr="00F86A53">
        <w:rPr>
          <w:color w:val="000000"/>
          <w:sz w:val="28"/>
          <w:szCs w:val="28"/>
        </w:rPr>
        <w:t>сельсовета  Пачелмского района Пенз</w:t>
      </w:r>
      <w:r>
        <w:rPr>
          <w:color w:val="000000"/>
          <w:sz w:val="28"/>
          <w:szCs w:val="28"/>
        </w:rPr>
        <w:t>енской области за  1 квартал 2019</w:t>
      </w:r>
      <w:r w:rsidRPr="00F86A53">
        <w:rPr>
          <w:color w:val="000000"/>
          <w:sz w:val="28"/>
          <w:szCs w:val="28"/>
        </w:rPr>
        <w:t xml:space="preserve"> года.</w:t>
      </w:r>
    </w:p>
    <w:p w:rsidR="00BB0B3C" w:rsidRPr="00F86A53" w:rsidRDefault="00BB0B3C" w:rsidP="00D87700">
      <w:pPr>
        <w:autoSpaceDE w:val="0"/>
        <w:autoSpaceDN w:val="0"/>
        <w:adjustRightInd w:val="0"/>
        <w:ind w:firstLine="539"/>
        <w:jc w:val="both"/>
        <w:outlineLvl w:val="0"/>
        <w:rPr>
          <w:color w:val="000000"/>
          <w:sz w:val="28"/>
          <w:szCs w:val="28"/>
        </w:rPr>
      </w:pPr>
      <w:r w:rsidRPr="00F86A53">
        <w:rPr>
          <w:color w:val="000000"/>
          <w:sz w:val="28"/>
          <w:szCs w:val="28"/>
        </w:rPr>
        <w:t xml:space="preserve">2. Направить отчет об исполнении бюджета </w:t>
      </w:r>
      <w:r>
        <w:rPr>
          <w:color w:val="000000"/>
          <w:sz w:val="28"/>
          <w:szCs w:val="28"/>
        </w:rPr>
        <w:t xml:space="preserve">Шейнского  </w:t>
      </w:r>
      <w:r w:rsidRPr="00F86A53">
        <w:rPr>
          <w:color w:val="000000"/>
          <w:sz w:val="28"/>
          <w:szCs w:val="28"/>
        </w:rPr>
        <w:t xml:space="preserve">сельсовета  Пачелмского района Пензенской </w:t>
      </w:r>
      <w:r>
        <w:rPr>
          <w:color w:val="000000"/>
          <w:sz w:val="28"/>
          <w:szCs w:val="28"/>
        </w:rPr>
        <w:t xml:space="preserve">области за 1 квартал 2019 </w:t>
      </w:r>
      <w:r w:rsidRPr="00F86A53">
        <w:rPr>
          <w:color w:val="000000"/>
          <w:sz w:val="28"/>
          <w:szCs w:val="28"/>
        </w:rPr>
        <w:t xml:space="preserve"> года в ревизионную комиссию Пачелмского района Пензенской области и Комитет местного самоуправления </w:t>
      </w:r>
      <w:r>
        <w:rPr>
          <w:color w:val="000000"/>
          <w:sz w:val="28"/>
          <w:szCs w:val="28"/>
        </w:rPr>
        <w:t>Шейнского</w:t>
      </w:r>
      <w:r w:rsidRPr="00F86A53">
        <w:rPr>
          <w:color w:val="000000"/>
          <w:sz w:val="28"/>
          <w:szCs w:val="28"/>
        </w:rPr>
        <w:t xml:space="preserve"> сельсовета Пачелмского района Пензенской области.</w:t>
      </w:r>
    </w:p>
    <w:p w:rsidR="00BB0B3C" w:rsidRDefault="00BB0B3C" w:rsidP="00F14CEE">
      <w:pPr>
        <w:autoSpaceDE w:val="0"/>
        <w:autoSpaceDN w:val="0"/>
        <w:adjustRightInd w:val="0"/>
        <w:ind w:firstLine="539"/>
        <w:jc w:val="both"/>
        <w:outlineLvl w:val="0"/>
        <w:rPr>
          <w:color w:val="000000"/>
          <w:sz w:val="28"/>
          <w:szCs w:val="28"/>
        </w:rPr>
      </w:pPr>
      <w:r w:rsidRPr="00F86A53">
        <w:rPr>
          <w:color w:val="000000"/>
          <w:sz w:val="28"/>
          <w:szCs w:val="28"/>
        </w:rPr>
        <w:t>3. Настоящее постановление опубликовать в информационном бюллетене «Шейнские вести».</w:t>
      </w:r>
    </w:p>
    <w:p w:rsidR="00BB0B3C" w:rsidRDefault="00BB0B3C" w:rsidP="005F4C9B">
      <w:pPr>
        <w:autoSpaceDE w:val="0"/>
        <w:autoSpaceDN w:val="0"/>
        <w:adjustRightInd w:val="0"/>
        <w:ind w:firstLine="539"/>
        <w:jc w:val="both"/>
        <w:outlineLvl w:val="0"/>
        <w:rPr>
          <w:color w:val="000000"/>
          <w:sz w:val="28"/>
          <w:szCs w:val="28"/>
        </w:rPr>
      </w:pPr>
      <w:r w:rsidRPr="00F86A53">
        <w:rPr>
          <w:color w:val="000000"/>
          <w:sz w:val="28"/>
          <w:szCs w:val="28"/>
        </w:rPr>
        <w:t xml:space="preserve">4. Контроль за исполнением настоящего постановления возложить на главного бухгалтера </w:t>
      </w:r>
      <w:r>
        <w:rPr>
          <w:color w:val="000000"/>
          <w:sz w:val="28"/>
          <w:szCs w:val="28"/>
        </w:rPr>
        <w:t>администрации Шейнского</w:t>
      </w:r>
      <w:r w:rsidRPr="00F86A53">
        <w:rPr>
          <w:color w:val="000000"/>
          <w:sz w:val="28"/>
          <w:szCs w:val="28"/>
        </w:rPr>
        <w:t xml:space="preserve"> сельсовета Пачелмского района Пензенской области </w:t>
      </w:r>
      <w:r>
        <w:rPr>
          <w:color w:val="000000"/>
          <w:sz w:val="28"/>
          <w:szCs w:val="28"/>
        </w:rPr>
        <w:t>Демидову Марину Алексеевну</w:t>
      </w:r>
      <w:r w:rsidRPr="00F86A53">
        <w:rPr>
          <w:color w:val="000000"/>
          <w:sz w:val="28"/>
          <w:szCs w:val="28"/>
        </w:rPr>
        <w:t>.</w:t>
      </w:r>
    </w:p>
    <w:p w:rsidR="00BB0B3C" w:rsidRPr="00F86A53" w:rsidRDefault="00BB0B3C" w:rsidP="00F14CEE">
      <w:pPr>
        <w:autoSpaceDE w:val="0"/>
        <w:autoSpaceDN w:val="0"/>
        <w:adjustRightInd w:val="0"/>
        <w:ind w:firstLine="539"/>
        <w:jc w:val="both"/>
        <w:outlineLvl w:val="0"/>
        <w:rPr>
          <w:color w:val="000000"/>
          <w:sz w:val="28"/>
          <w:szCs w:val="28"/>
        </w:rPr>
      </w:pPr>
    </w:p>
    <w:p w:rsidR="00BB0B3C" w:rsidRDefault="00BB0B3C" w:rsidP="005F4C9B">
      <w:pPr>
        <w:rPr>
          <w:sz w:val="28"/>
          <w:szCs w:val="28"/>
        </w:rPr>
      </w:pPr>
      <w:r w:rsidRPr="00BB327C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администрации Шейнского сельсовета</w:t>
      </w:r>
    </w:p>
    <w:p w:rsidR="00BB0B3C" w:rsidRDefault="00BB0B3C" w:rsidP="005F4C9B">
      <w:pPr>
        <w:rPr>
          <w:sz w:val="28"/>
          <w:szCs w:val="28"/>
        </w:rPr>
      </w:pPr>
      <w:r>
        <w:rPr>
          <w:sz w:val="28"/>
          <w:szCs w:val="28"/>
        </w:rPr>
        <w:t xml:space="preserve"> Пачелмского района Пензенской области                             Ю.В.Мартьянов</w:t>
      </w:r>
    </w:p>
    <w:p w:rsidR="00BB0B3C" w:rsidRDefault="00BB0B3C" w:rsidP="00C051A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0B3C" w:rsidRDefault="00BB0B3C" w:rsidP="00C051A4">
      <w:pPr>
        <w:rPr>
          <w:sz w:val="28"/>
          <w:szCs w:val="28"/>
        </w:rPr>
      </w:pPr>
    </w:p>
    <w:p w:rsidR="00BB0B3C" w:rsidRDefault="00BB0B3C" w:rsidP="00C051A4">
      <w:pPr>
        <w:rPr>
          <w:sz w:val="28"/>
          <w:szCs w:val="28"/>
        </w:rPr>
      </w:pPr>
    </w:p>
    <w:p w:rsidR="00BB0B3C" w:rsidRDefault="00BB0B3C" w:rsidP="00FB6AF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Pr="000A7F0B">
        <w:rPr>
          <w:sz w:val="28"/>
          <w:szCs w:val="28"/>
        </w:rPr>
        <w:t>Утвержден</w:t>
      </w:r>
    </w:p>
    <w:p w:rsidR="00BB0B3C" w:rsidRPr="000A7F0B" w:rsidRDefault="00BB0B3C" w:rsidP="00FB6AF8">
      <w:pPr>
        <w:jc w:val="right"/>
        <w:rPr>
          <w:sz w:val="28"/>
          <w:szCs w:val="28"/>
        </w:rPr>
      </w:pPr>
      <w:r w:rsidRPr="00FB6AF8">
        <w:rPr>
          <w:sz w:val="28"/>
          <w:szCs w:val="28"/>
        </w:rPr>
        <w:t xml:space="preserve"> </w:t>
      </w:r>
      <w:r w:rsidRPr="000A7F0B">
        <w:rPr>
          <w:sz w:val="28"/>
          <w:szCs w:val="28"/>
        </w:rPr>
        <w:t>постановлением</w:t>
      </w:r>
    </w:p>
    <w:p w:rsidR="00BB0B3C" w:rsidRDefault="00BB0B3C" w:rsidP="000A7F0B">
      <w:pPr>
        <w:jc w:val="right"/>
        <w:rPr>
          <w:sz w:val="28"/>
          <w:szCs w:val="28"/>
        </w:rPr>
      </w:pPr>
      <w:r w:rsidRPr="000A7F0B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Шейнского  сельсовета</w:t>
      </w:r>
    </w:p>
    <w:p w:rsidR="00BB0B3C" w:rsidRPr="000A7F0B" w:rsidRDefault="00BB0B3C" w:rsidP="000A7F0B">
      <w:pPr>
        <w:jc w:val="right"/>
        <w:rPr>
          <w:sz w:val="28"/>
          <w:szCs w:val="28"/>
        </w:rPr>
      </w:pPr>
      <w:r w:rsidRPr="000A7F0B">
        <w:rPr>
          <w:sz w:val="28"/>
          <w:szCs w:val="28"/>
        </w:rPr>
        <w:t xml:space="preserve"> Пачелмского района Пензенской области</w:t>
      </w:r>
    </w:p>
    <w:p w:rsidR="00BB0B3C" w:rsidRPr="000A7F0B" w:rsidRDefault="00BB0B3C" w:rsidP="00F42133">
      <w:pPr>
        <w:jc w:val="right"/>
        <w:rPr>
          <w:sz w:val="28"/>
          <w:szCs w:val="28"/>
        </w:rPr>
      </w:pPr>
      <w:r>
        <w:rPr>
          <w:sz w:val="28"/>
          <w:szCs w:val="28"/>
        </w:rPr>
        <w:t>от 22.04. 2019 № 53</w:t>
      </w:r>
    </w:p>
    <w:p w:rsidR="00BB0B3C" w:rsidRPr="000A7F0B" w:rsidRDefault="00BB0B3C" w:rsidP="000A7F0B">
      <w:pPr>
        <w:jc w:val="right"/>
        <w:rPr>
          <w:sz w:val="28"/>
          <w:szCs w:val="28"/>
        </w:rPr>
      </w:pPr>
    </w:p>
    <w:p w:rsidR="00BB0B3C" w:rsidRPr="000A7F0B" w:rsidRDefault="00BB0B3C" w:rsidP="000A7F0B">
      <w:pPr>
        <w:jc w:val="center"/>
        <w:rPr>
          <w:b/>
          <w:sz w:val="28"/>
          <w:szCs w:val="28"/>
        </w:rPr>
      </w:pPr>
      <w:r w:rsidRPr="000A7F0B">
        <w:rPr>
          <w:b/>
          <w:sz w:val="28"/>
          <w:szCs w:val="28"/>
        </w:rPr>
        <w:t xml:space="preserve">Отчет об исполнении бюджета </w:t>
      </w:r>
      <w:r>
        <w:rPr>
          <w:b/>
          <w:sz w:val="28"/>
          <w:szCs w:val="28"/>
        </w:rPr>
        <w:t>Шейнского  сельсовета</w:t>
      </w:r>
      <w:r w:rsidRPr="000A7F0B">
        <w:rPr>
          <w:b/>
          <w:sz w:val="28"/>
          <w:szCs w:val="28"/>
        </w:rPr>
        <w:t xml:space="preserve"> Пачелмского района Пензенской области </w:t>
      </w:r>
      <w:r>
        <w:rPr>
          <w:b/>
          <w:sz w:val="28"/>
          <w:szCs w:val="28"/>
        </w:rPr>
        <w:t>за 1 квартал  2019</w:t>
      </w:r>
      <w:r w:rsidRPr="000A7F0B">
        <w:rPr>
          <w:b/>
          <w:sz w:val="28"/>
          <w:szCs w:val="28"/>
        </w:rPr>
        <w:t xml:space="preserve"> года</w:t>
      </w:r>
    </w:p>
    <w:p w:rsidR="00BB0B3C" w:rsidRDefault="00BB0B3C" w:rsidP="000A7F0B">
      <w:pPr>
        <w:ind w:firstLine="720"/>
        <w:jc w:val="both"/>
      </w:pPr>
      <w:r>
        <w:t xml:space="preserve">                                                                                                                                                     ( тыс,руб)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94"/>
        <w:gridCol w:w="2693"/>
        <w:gridCol w:w="1134"/>
        <w:gridCol w:w="1134"/>
        <w:gridCol w:w="1134"/>
        <w:gridCol w:w="709"/>
        <w:gridCol w:w="708"/>
      </w:tblGrid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0A7F0B">
            <w:r w:rsidRPr="000A7F0B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0A7F0B">
            <w:r>
              <w:t xml:space="preserve">                </w:t>
            </w:r>
            <w:r w:rsidRPr="000A7F0B">
              <w:t>КБК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 w:rsidRPr="000A7F0B">
              <w:t>Уточненный</w:t>
            </w:r>
          </w:p>
          <w:p w:rsidR="00BB0B3C" w:rsidRDefault="00BB0B3C" w:rsidP="000A7F0B">
            <w:r w:rsidRPr="000A7F0B">
              <w:t xml:space="preserve"> план </w:t>
            </w:r>
          </w:p>
          <w:p w:rsidR="00BB0B3C" w:rsidRPr="000A7F0B" w:rsidRDefault="00BB0B3C" w:rsidP="00EF403A">
            <w:r>
              <w:t>на 2019</w:t>
            </w:r>
            <w:r w:rsidRPr="000A7F0B"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 w:rsidRPr="000A7F0B">
              <w:t xml:space="preserve">Уточненный план </w:t>
            </w:r>
          </w:p>
          <w:p w:rsidR="00BB0B3C" w:rsidRPr="000A7F0B" w:rsidRDefault="00BB0B3C" w:rsidP="00C974E0">
            <w:r>
              <w:t>за 1 квартал 2019</w:t>
            </w:r>
            <w:r w:rsidRPr="000A7F0B"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 w:rsidRPr="000A7F0B">
              <w:t xml:space="preserve">Исполнено </w:t>
            </w:r>
          </w:p>
          <w:p w:rsidR="00BB0B3C" w:rsidRPr="000A7F0B" w:rsidRDefault="00BB0B3C" w:rsidP="007F24A8">
            <w:r>
              <w:t>за 1 квартал 2019</w:t>
            </w:r>
            <w:r w:rsidRPr="000A7F0B">
              <w:t xml:space="preserve">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 w:rsidRPr="000A7F0B">
              <w:t>% исполнения</w:t>
            </w:r>
          </w:p>
          <w:p w:rsidR="00BB0B3C" w:rsidRPr="000A7F0B" w:rsidRDefault="00BB0B3C" w:rsidP="000A7F0B">
            <w:r w:rsidRPr="000A7F0B">
              <w:t xml:space="preserve"> к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EF403A">
            <w:r>
              <w:t>% исполнения к  1 кварталу</w:t>
            </w:r>
          </w:p>
          <w:p w:rsidR="00BB0B3C" w:rsidRPr="000A7F0B" w:rsidRDefault="00BB0B3C" w:rsidP="00EF403A">
            <w:r>
              <w:t>2019</w:t>
            </w:r>
            <w:r w:rsidRPr="000A7F0B">
              <w:t xml:space="preserve"> года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0A7F0B">
            <w:r w:rsidRPr="000A7F0B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0A7F0B">
            <w:r w:rsidRPr="000A7F0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0A7F0B">
            <w:r w:rsidRPr="000A7F0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348FA" w:rsidRDefault="00BB0B3C" w:rsidP="00324E42">
            <w:r w:rsidRPr="006348FA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0A7F0B">
            <w:r w:rsidRPr="000A7F0B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0A7F0B">
            <w:r w:rsidRPr="000A7F0B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0A7F0B" w:rsidRDefault="00BB0B3C" w:rsidP="000A7F0B">
            <w:r w:rsidRPr="000A7F0B">
              <w:t>7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rPr>
                <w:b/>
                <w:bCs/>
              </w:rPr>
            </w:pPr>
            <w:r w:rsidRPr="0073545C">
              <w:rPr>
                <w:b/>
                <w:bCs/>
              </w:rPr>
              <w:t>Налоговые и неналоговые доходы</w:t>
            </w:r>
          </w:p>
          <w:p w:rsidR="00BB0B3C" w:rsidRPr="0073545C" w:rsidRDefault="00BB0B3C" w:rsidP="00A47A99">
            <w:pPr>
              <w:rPr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rPr>
                <w:b/>
                <w:bCs/>
                <w:sz w:val="18"/>
                <w:szCs w:val="18"/>
              </w:rPr>
            </w:pPr>
            <w:r w:rsidRPr="0073545C">
              <w:rPr>
                <w:b/>
                <w:bCs/>
                <w:sz w:val="18"/>
                <w:szCs w:val="18"/>
              </w:rPr>
              <w:t>00010000000000000000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260AB" w:rsidRDefault="00BB0B3C" w:rsidP="00841809">
            <w:pPr>
              <w:rPr>
                <w:b/>
              </w:rPr>
            </w:pPr>
            <w:r>
              <w:rPr>
                <w:b/>
              </w:rPr>
              <w:t>2677,0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F5341" w:rsidRDefault="00BB0B3C" w:rsidP="00324E42">
            <w:pPr>
              <w:rPr>
                <w:b/>
              </w:rPr>
            </w:pPr>
            <w:r>
              <w:rPr>
                <w:b/>
              </w:rPr>
              <w:t>783,0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53247A" w:rsidRDefault="00BB0B3C" w:rsidP="008966E8">
            <w:pPr>
              <w:rPr>
                <w:b/>
              </w:rPr>
            </w:pPr>
            <w:r>
              <w:rPr>
                <w:b/>
              </w:rPr>
              <w:t>788,508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260AB" w:rsidRDefault="00BB0B3C" w:rsidP="000A7F0B">
            <w:pPr>
              <w:rPr>
                <w:b/>
              </w:rPr>
            </w:pPr>
            <w:r>
              <w:rPr>
                <w:b/>
              </w:rPr>
              <w:t>29,4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6F6064" w:rsidRDefault="00BB0B3C" w:rsidP="00592DC5">
            <w:pPr>
              <w:rPr>
                <w:b/>
              </w:rPr>
            </w:pPr>
            <w:r>
              <w:rPr>
                <w:b/>
              </w:rPr>
              <w:t>100,7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rPr>
                <w:bCs/>
              </w:rPr>
            </w:pPr>
            <w:r w:rsidRPr="0073545C">
              <w:rPr>
                <w:bCs/>
              </w:rPr>
              <w:t xml:space="preserve">Налог на доходы физических  лиц с доходов, </w:t>
            </w:r>
            <w:r>
              <w:rPr>
                <w:bCs/>
              </w:rPr>
              <w:t>источником которых является налоговый агент,за исключением доходов,в отношении которых исчисление и уплата налога осуществляются в соответствии со статьями 227,</w:t>
            </w:r>
            <w:r w:rsidRPr="00204605">
              <w:rPr>
                <w:bCs/>
              </w:rPr>
              <w:t>227.1</w:t>
            </w:r>
            <w:r>
              <w:rPr>
                <w:bCs/>
              </w:rPr>
              <w:t xml:space="preserve"> и 228 НК РФ</w:t>
            </w:r>
          </w:p>
          <w:p w:rsidR="00BB0B3C" w:rsidRPr="0073545C" w:rsidRDefault="00BB0B3C" w:rsidP="00A47A99">
            <w:pPr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204605" w:rsidRDefault="00BB0B3C" w:rsidP="00A47A99">
            <w:pPr>
              <w:rPr>
                <w:bCs/>
                <w:sz w:val="18"/>
                <w:szCs w:val="18"/>
              </w:rPr>
            </w:pPr>
            <w:r w:rsidRPr="00204605">
              <w:rPr>
                <w:bCs/>
                <w:sz w:val="18"/>
                <w:szCs w:val="18"/>
              </w:rPr>
              <w:t>00010102010010000110</w:t>
            </w:r>
          </w:p>
          <w:p w:rsidR="00BB0B3C" w:rsidRPr="0073545C" w:rsidRDefault="00BB0B3C" w:rsidP="00A47A99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D2CB3" w:rsidRDefault="00BB0B3C" w:rsidP="000A7F0B">
            <w:r>
              <w:t>4</w:t>
            </w:r>
            <w:r w:rsidRPr="009D2CB3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F5341" w:rsidRDefault="00BB0B3C" w:rsidP="00D91FC5"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AC251D" w:rsidRDefault="00BB0B3C" w:rsidP="006C304D">
            <w:r>
              <w:t>1,888</w:t>
            </w:r>
          </w:p>
          <w:p w:rsidR="00BB0B3C" w:rsidRPr="00064FDB" w:rsidRDefault="00BB0B3C" w:rsidP="006C304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0A7F0B">
            <w:r>
              <w:t>47,2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9F5341" w:rsidRDefault="00BB0B3C" w:rsidP="000A7F0B">
            <w:r>
              <w:t>94,4</w:t>
            </w:r>
          </w:p>
        </w:tc>
      </w:tr>
      <w:tr w:rsidR="00BB0B3C" w:rsidRPr="00A95950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AC251D" w:rsidRDefault="00BB0B3C" w:rsidP="00A47A99">
            <w:pPr>
              <w:rPr>
                <w:bCs/>
              </w:rPr>
            </w:pPr>
            <w:r w:rsidRPr="00AC251D">
              <w:rPr>
                <w:bCs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AC251D" w:rsidRDefault="00BB0B3C" w:rsidP="00A47A99">
            <w:pPr>
              <w:rPr>
                <w:bCs/>
                <w:sz w:val="18"/>
                <w:szCs w:val="18"/>
              </w:rPr>
            </w:pPr>
            <w:r w:rsidRPr="00AC251D">
              <w:rPr>
                <w:bCs/>
                <w:sz w:val="18"/>
                <w:szCs w:val="18"/>
              </w:rPr>
              <w:t>00010102030010000110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AC251D" w:rsidRDefault="00BB0B3C" w:rsidP="000A7F0B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AC251D" w:rsidRDefault="00BB0B3C" w:rsidP="00B547FC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AC251D" w:rsidRDefault="00BB0B3C" w:rsidP="00280132">
            <w:r>
              <w:t>0,312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AC251D" w:rsidRDefault="00BB0B3C" w:rsidP="000A7F0B">
            <w:r w:rsidRPr="00AC251D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AC251D" w:rsidRDefault="00BB0B3C" w:rsidP="000A7F0B">
            <w:r w:rsidRPr="00AC251D"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65BAB" w:rsidRDefault="00BB0B3C" w:rsidP="00A47A99">
            <w:pPr>
              <w:rPr>
                <w:bCs/>
                <w:color w:val="FF0000"/>
              </w:rPr>
            </w:pPr>
            <w:r>
              <w:rPr>
                <w:bCs/>
              </w:rPr>
              <w:t xml:space="preserve">Доходы от уплаты акцизов  на дизельное топливо, </w:t>
            </w:r>
            <w:r w:rsidRPr="00204605">
              <w:rPr>
                <w:bCs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E23F88" w:rsidRDefault="00BB0B3C" w:rsidP="00A47A99">
            <w:pPr>
              <w:rPr>
                <w:bCs/>
                <w:sz w:val="18"/>
                <w:szCs w:val="18"/>
              </w:rPr>
            </w:pPr>
            <w:r w:rsidRPr="00E23F88">
              <w:rPr>
                <w:bCs/>
                <w:sz w:val="18"/>
                <w:szCs w:val="18"/>
              </w:rPr>
              <w:t>00010302231010000110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0A7F0B">
            <w:r>
              <w:t>291,0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7F4167">
            <w: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280132">
            <w:r w:rsidRPr="00C70E4D">
              <w:t xml:space="preserve"> </w:t>
            </w:r>
            <w:r>
              <w:t>86,679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>
              <w:t>29,8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100,8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ED43D5">
            <w:pPr>
              <w:rPr>
                <w:bCs/>
              </w:rPr>
            </w:pPr>
            <w:r>
              <w:rPr>
                <w:bCs/>
              </w:rPr>
              <w:t>Доходы от уплаты акцизов  на моторные масла  для дизельных и (или)карбюраторных (инжекторных)двигателей,</w:t>
            </w:r>
            <w:r>
              <w:rPr>
                <w:bCs/>
                <w:color w:val="FF0000"/>
              </w:rPr>
              <w:t xml:space="preserve"> </w:t>
            </w:r>
            <w:r w:rsidRPr="00204605">
              <w:rPr>
                <w:bCs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E23F88" w:rsidRDefault="00BB0B3C" w:rsidP="00A47A99">
            <w:pPr>
              <w:rPr>
                <w:bCs/>
                <w:sz w:val="18"/>
                <w:szCs w:val="18"/>
              </w:rPr>
            </w:pPr>
            <w:r w:rsidRPr="00E23F88">
              <w:rPr>
                <w:bCs/>
                <w:sz w:val="18"/>
                <w:szCs w:val="18"/>
              </w:rPr>
              <w:t>00010302241010000110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0A7F0B">
            <w:r w:rsidRPr="00C70E4D"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D91FC5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6C304D">
            <w:r>
              <w:t>0,606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>
              <w:t>30,3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ED43D5">
            <w:pPr>
              <w:rPr>
                <w:bCs/>
              </w:rPr>
            </w:pPr>
            <w:r>
              <w:rPr>
                <w:bCs/>
              </w:rPr>
              <w:t>Доходы от уплаты акцизов  на автомобильный бензин,</w:t>
            </w:r>
            <w:r>
              <w:rPr>
                <w:bCs/>
                <w:color w:val="FF0000"/>
              </w:rPr>
              <w:t xml:space="preserve"> </w:t>
            </w:r>
            <w:r w:rsidRPr="00204605">
              <w:rPr>
                <w:bCs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E23F88" w:rsidRDefault="00BB0B3C" w:rsidP="00A47A99">
            <w:pPr>
              <w:rPr>
                <w:bCs/>
                <w:sz w:val="18"/>
                <w:szCs w:val="18"/>
              </w:rPr>
            </w:pPr>
            <w:r w:rsidRPr="00E23F88">
              <w:rPr>
                <w:bCs/>
                <w:sz w:val="18"/>
                <w:szCs w:val="18"/>
              </w:rPr>
              <w:t>00010302251010000110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F4258D">
            <w:r>
              <w:t>564,0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7F4167">
            <w:r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6C304D">
            <w:r>
              <w:t>127,089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>
              <w:t>22,5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6F6064" w:rsidRDefault="00BB0B3C" w:rsidP="009D2CB3">
            <w:r>
              <w:t>100,1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ED43D5">
            <w:pPr>
              <w:rPr>
                <w:bCs/>
              </w:rPr>
            </w:pPr>
            <w:r>
              <w:rPr>
                <w:bCs/>
              </w:rPr>
              <w:t xml:space="preserve">Доходы от уплаты акцизов  на прямогонный бензин, </w:t>
            </w:r>
            <w:r w:rsidRPr="00AC251D">
              <w:rPr>
                <w:bCs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E23F88" w:rsidRDefault="00BB0B3C" w:rsidP="00A47A99">
            <w:pPr>
              <w:rPr>
                <w:bCs/>
                <w:sz w:val="18"/>
                <w:szCs w:val="18"/>
              </w:rPr>
            </w:pPr>
            <w:r w:rsidRPr="00E23F88">
              <w:rPr>
                <w:bCs/>
                <w:sz w:val="18"/>
                <w:szCs w:val="18"/>
              </w:rPr>
              <w:t>00010302261010000110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pPr>
              <w:rPr>
                <w:highlight w:val="yellow"/>
              </w:rPr>
            </w:pPr>
            <w:r w:rsidRPr="009D2CB3">
              <w:rPr>
                <w:highlight w:val="yellow"/>
              </w:rPr>
              <w:t xml:space="preserve"> </w:t>
            </w:r>
          </w:p>
          <w:p w:rsidR="00BB0B3C" w:rsidRPr="00B547FC" w:rsidRDefault="00BB0B3C" w:rsidP="00280132">
            <w:pPr>
              <w:rPr>
                <w:highlight w:val="yellow"/>
              </w:rPr>
            </w:pPr>
            <w:r>
              <w:t>-54</w:t>
            </w:r>
            <w:r w:rsidRPr="00B547FC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D91FC5"/>
          <w:p w:rsidR="00BB0B3C" w:rsidRPr="006F6064" w:rsidRDefault="00BB0B3C" w:rsidP="007F4167">
            <w:r>
              <w:t>-17,0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6C304D"/>
          <w:p w:rsidR="00BB0B3C" w:rsidRPr="00B547FC" w:rsidRDefault="00BB0B3C" w:rsidP="00280132">
            <w:r>
              <w:t>-17,059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1118C4">
            <w:r>
              <w:t>31,5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6F6064" w:rsidRDefault="00BB0B3C" w:rsidP="000A7F0B">
            <w:r>
              <w:t>100,3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jc w:val="both"/>
              <w:rPr>
                <w:bCs/>
              </w:rPr>
            </w:pPr>
            <w:r w:rsidRPr="0073545C">
              <w:rPr>
                <w:bCs/>
              </w:rPr>
              <w:t>Единый сельскохозяйственный налог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204605" w:rsidRDefault="00BB0B3C" w:rsidP="00A47A99">
            <w:pPr>
              <w:rPr>
                <w:bCs/>
                <w:sz w:val="18"/>
                <w:szCs w:val="18"/>
              </w:rPr>
            </w:pPr>
            <w:r w:rsidRPr="00204605">
              <w:rPr>
                <w:bCs/>
                <w:sz w:val="18"/>
                <w:szCs w:val="18"/>
              </w:rPr>
              <w:t>00010503010100000110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0A7F0B">
            <w:r>
              <w:t>6</w:t>
            </w:r>
            <w:r w:rsidRPr="00C70E4D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406435"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6C304D">
            <w:r>
              <w:t>3,269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0A7F0B">
            <w:r>
              <w:t>54,5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6F6064" w:rsidRDefault="00BB0B3C" w:rsidP="006C304D">
            <w:r>
              <w:t>109,0</w:t>
            </w:r>
          </w:p>
        </w:tc>
      </w:tr>
      <w:tr w:rsidR="00BB0B3C" w:rsidTr="00EA7DC5">
        <w:trPr>
          <w:trHeight w:val="164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jc w:val="both"/>
              <w:rPr>
                <w:bCs/>
              </w:rPr>
            </w:pPr>
            <w:r w:rsidRPr="0073545C">
              <w:rPr>
                <w:bCs/>
              </w:rPr>
              <w:t>Налог на имущество физических лиц,</w:t>
            </w:r>
            <w:r>
              <w:rPr>
                <w:bCs/>
              </w:rPr>
              <w:t xml:space="preserve"> взимаемый по ставкам, применяемым к объектам налогообложения, расположенным в границах </w:t>
            </w:r>
            <w:r w:rsidRPr="00204605">
              <w:rPr>
                <w:bCs/>
              </w:rPr>
              <w:t>сельских</w:t>
            </w:r>
            <w:r>
              <w:rPr>
                <w:bCs/>
              </w:rPr>
              <w:t xml:space="preserve">  поселений</w:t>
            </w:r>
            <w:r w:rsidRPr="0073545C">
              <w:rPr>
                <w:bCs/>
              </w:rPr>
              <w:t xml:space="preserve"> </w:t>
            </w:r>
          </w:p>
          <w:p w:rsidR="00BB0B3C" w:rsidRPr="0073545C" w:rsidRDefault="00BB0B3C" w:rsidP="00A47A99">
            <w:pPr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rPr>
                <w:bCs/>
                <w:sz w:val="18"/>
                <w:szCs w:val="18"/>
              </w:rPr>
            </w:pPr>
            <w:r w:rsidRPr="0073545C">
              <w:rPr>
                <w:bCs/>
                <w:sz w:val="18"/>
                <w:szCs w:val="18"/>
              </w:rPr>
              <w:t>00010601030100000110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D2CB3" w:rsidRDefault="00BB0B3C" w:rsidP="000A7F0B">
            <w: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334484">
            <w: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6C304D">
            <w:r>
              <w:t>8,296</w:t>
            </w:r>
          </w:p>
          <w:p w:rsidR="00BB0B3C" w:rsidRPr="00137D91" w:rsidRDefault="00BB0B3C" w:rsidP="006C304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1118C4">
            <w:r>
              <w:t>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6F6064" w:rsidRDefault="00BB0B3C" w:rsidP="000A7F0B">
            <w:r>
              <w:t>118,5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395CD0">
            <w:pPr>
              <w:jc w:val="both"/>
              <w:rPr>
                <w:bCs/>
              </w:rPr>
            </w:pPr>
            <w:r w:rsidRPr="0073545C">
              <w:rPr>
                <w:bCs/>
              </w:rPr>
              <w:t xml:space="preserve">Земельный налог </w:t>
            </w:r>
            <w:r>
              <w:rPr>
                <w:bCs/>
              </w:rPr>
              <w:t>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F85640" w:rsidRDefault="00BB0B3C" w:rsidP="00A47A99">
            <w:pPr>
              <w:rPr>
                <w:bCs/>
                <w:sz w:val="18"/>
                <w:szCs w:val="18"/>
              </w:rPr>
            </w:pPr>
            <w:r w:rsidRPr="00F85640">
              <w:rPr>
                <w:bCs/>
                <w:sz w:val="18"/>
                <w:szCs w:val="18"/>
              </w:rPr>
              <w:t>00010606033100000110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D2CB3" w:rsidRDefault="00BB0B3C" w:rsidP="00F4258D">
            <w:r>
              <w:t>1140,0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E40B1B">
            <w: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6C304D">
            <w:r>
              <w:t>492,3</w:t>
            </w:r>
          </w:p>
          <w:p w:rsidR="00BB0B3C" w:rsidRPr="00137D91" w:rsidRDefault="00BB0B3C" w:rsidP="006C304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0A7F0B">
            <w:r>
              <w:t>43,2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0A7F0B" w:rsidRDefault="00BB0B3C" w:rsidP="009D2CB3">
            <w:r>
              <w:t>100,5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jc w:val="both"/>
              <w:rPr>
                <w:bCs/>
              </w:rPr>
            </w:pPr>
            <w:r w:rsidRPr="0073545C">
              <w:rPr>
                <w:bCs/>
              </w:rPr>
              <w:t xml:space="preserve">Земельный налог </w:t>
            </w:r>
            <w:r>
              <w:rPr>
                <w:bCs/>
              </w:rPr>
              <w:t>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F85640" w:rsidRDefault="00BB0B3C" w:rsidP="00A47A99">
            <w:pPr>
              <w:rPr>
                <w:bCs/>
                <w:sz w:val="18"/>
                <w:szCs w:val="18"/>
              </w:rPr>
            </w:pPr>
            <w:r w:rsidRPr="00F85640">
              <w:rPr>
                <w:bCs/>
                <w:sz w:val="18"/>
                <w:szCs w:val="18"/>
              </w:rPr>
              <w:t>00010606043100000110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D2CB3" w:rsidRDefault="00BB0B3C" w:rsidP="00CC0315">
            <w: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324E42">
            <w: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6C304D">
            <w:r>
              <w:t>8,723</w:t>
            </w:r>
          </w:p>
          <w:p w:rsidR="00BB0B3C" w:rsidRPr="00137D91" w:rsidRDefault="00BB0B3C" w:rsidP="006C304D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260AB" w:rsidRDefault="00BB0B3C" w:rsidP="001118C4">
            <w: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6F6064" w:rsidRDefault="00BB0B3C" w:rsidP="009B2390">
            <w:r>
              <w:t>96,9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jc w:val="both"/>
              <w:rPr>
                <w:bCs/>
              </w:rPr>
            </w:pPr>
            <w:r>
              <w:rPr>
                <w:bCs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F85640" w:rsidRDefault="00BB0B3C" w:rsidP="00A47A9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00011105075100000120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BE0E32"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324E42">
            <w: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6C304D">
            <w:r>
              <w:t>1,205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1118C4">
            <w:r>
              <w:t>30,1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9B2390">
            <w:r>
              <w:t>120,5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rPr>
                <w:bCs/>
              </w:rPr>
            </w:pPr>
            <w:r w:rsidRPr="0073545C">
              <w:rPr>
                <w:bCs/>
              </w:rPr>
              <w:t>Прочие поступления, от использования имущества,  находящегося в собственности</w:t>
            </w:r>
            <w:r>
              <w:rPr>
                <w:bCs/>
                <w:color w:val="FF6600"/>
              </w:rPr>
              <w:t xml:space="preserve"> </w:t>
            </w:r>
            <w:r w:rsidRPr="000260AB">
              <w:rPr>
                <w:bCs/>
              </w:rPr>
              <w:t>сельских</w:t>
            </w:r>
            <w:r>
              <w:rPr>
                <w:bCs/>
                <w:color w:val="FF6600"/>
              </w:rPr>
              <w:t xml:space="preserve"> </w:t>
            </w:r>
            <w:r w:rsidRPr="0073545C">
              <w:rPr>
                <w:bCs/>
              </w:rPr>
              <w:t xml:space="preserve"> поселений  (за исключением имущества муниципальных бюджетных и автономных учреждений,</w:t>
            </w:r>
            <w:r>
              <w:rPr>
                <w:bCs/>
              </w:rPr>
              <w:t xml:space="preserve"> </w:t>
            </w:r>
            <w:r w:rsidRPr="0073545C">
              <w:rPr>
                <w:bCs/>
              </w:rPr>
              <w:t>а так же имущества  муниципальных унитарных предприятий,</w:t>
            </w:r>
            <w:r>
              <w:rPr>
                <w:bCs/>
              </w:rPr>
              <w:t xml:space="preserve"> </w:t>
            </w:r>
            <w:r w:rsidRPr="0073545C">
              <w:rPr>
                <w:bCs/>
              </w:rPr>
              <w:t>в том числе казенных)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rPr>
                <w:bCs/>
                <w:sz w:val="18"/>
                <w:szCs w:val="18"/>
              </w:rPr>
            </w:pPr>
            <w:r w:rsidRPr="0073545C">
              <w:rPr>
                <w:bCs/>
                <w:sz w:val="18"/>
                <w:szCs w:val="18"/>
              </w:rPr>
              <w:t>00011109045100000120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E38E7" w:rsidRDefault="00BB0B3C" w:rsidP="00F4258D">
            <w:pPr>
              <w:rPr>
                <w:highlight w:val="yellow"/>
              </w:rPr>
            </w:pPr>
            <w: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7F4167">
            <w: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204605" w:rsidRDefault="00BB0B3C" w:rsidP="006C304D">
            <w:r>
              <w:t>22,2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0A7F0B">
            <w:r>
              <w:t>48,3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791885" w:rsidRDefault="00BB0B3C" w:rsidP="000A7F0B">
            <w:r w:rsidRPr="00791885">
              <w:t>100,9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rPr>
                <w:bCs/>
              </w:rPr>
            </w:pPr>
            <w:r w:rsidRPr="00915B4D">
              <w:rPr>
                <w:bCs/>
              </w:rPr>
              <w:t xml:space="preserve">Доходы от реализации </w:t>
            </w:r>
            <w:r w:rsidRPr="00AC251D">
              <w:rPr>
                <w:bCs/>
              </w:rPr>
              <w:t>иного</w:t>
            </w:r>
            <w:r>
              <w:rPr>
                <w:bCs/>
                <w:color w:val="FF0000"/>
              </w:rPr>
              <w:t xml:space="preserve"> </w:t>
            </w:r>
            <w:r w:rsidRPr="00915B4D">
              <w:rPr>
                <w:bCs/>
              </w:rPr>
              <w:t xml:space="preserve">имущества, находящегося в собственности </w:t>
            </w:r>
            <w:r w:rsidRPr="00F85640">
              <w:rPr>
                <w:bCs/>
              </w:rPr>
              <w:t>сельских</w:t>
            </w:r>
            <w:r>
              <w:rPr>
                <w:bCs/>
                <w:color w:val="FF6600"/>
              </w:rPr>
              <w:t xml:space="preserve"> </w:t>
            </w:r>
            <w:r w:rsidRPr="00915B4D">
              <w:rPr>
                <w:bCs/>
              </w:rPr>
              <w:t>поселений</w:t>
            </w:r>
            <w:r w:rsidRPr="0073545C">
              <w:rPr>
                <w:bCs/>
              </w:rPr>
              <w:t xml:space="preserve"> </w:t>
            </w:r>
            <w:r w:rsidRPr="00AC251D">
              <w:rPr>
                <w:bCs/>
              </w:rPr>
              <w:t xml:space="preserve">  (за исключением имущества муниципальных бюджетных и автономных учреждений,</w:t>
            </w:r>
            <w:r>
              <w:rPr>
                <w:bCs/>
              </w:rPr>
              <w:t xml:space="preserve"> </w:t>
            </w:r>
            <w:r w:rsidRPr="00AC251D">
              <w:rPr>
                <w:bCs/>
              </w:rPr>
              <w:t>а так же имущества  муниципальных унитарных предприятий,</w:t>
            </w:r>
            <w:r>
              <w:rPr>
                <w:bCs/>
              </w:rPr>
              <w:t xml:space="preserve"> </w:t>
            </w:r>
            <w:r w:rsidRPr="00AC251D">
              <w:rPr>
                <w:bCs/>
              </w:rPr>
              <w:t>в том числе казенных)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4001C1">
            <w:pPr>
              <w:rPr>
                <w:sz w:val="18"/>
                <w:szCs w:val="18"/>
              </w:rPr>
            </w:pPr>
          </w:p>
          <w:p w:rsidR="00BB0B3C" w:rsidRPr="004001C1" w:rsidRDefault="00BB0B3C" w:rsidP="004001C1">
            <w:pPr>
              <w:rPr>
                <w:sz w:val="18"/>
                <w:szCs w:val="18"/>
              </w:rPr>
            </w:pPr>
            <w:r w:rsidRPr="00915B4D">
              <w:rPr>
                <w:bCs/>
              </w:rPr>
              <w:t>00011402053100000410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0A7F0B">
            <w:r>
              <w:t>20</w:t>
            </w:r>
            <w:r w:rsidRPr="006F606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324E42"/>
          <w:p w:rsidR="00BB0B3C" w:rsidRPr="006F6064" w:rsidRDefault="00BB0B3C" w:rsidP="004001C1">
            <w:r>
              <w:t>53,0</w:t>
            </w:r>
          </w:p>
          <w:p w:rsidR="00BB0B3C" w:rsidRPr="006F6064" w:rsidRDefault="00BB0B3C" w:rsidP="004001C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4001C1"/>
          <w:p w:rsidR="00BB0B3C" w:rsidRPr="006F6064" w:rsidRDefault="00BB0B3C" w:rsidP="004001C1">
            <w:r>
              <w:t>53,0</w:t>
            </w:r>
          </w:p>
          <w:p w:rsidR="00BB0B3C" w:rsidRPr="006F6064" w:rsidRDefault="00BB0B3C" w:rsidP="004001C1"/>
          <w:p w:rsidR="00BB0B3C" w:rsidRPr="006F6064" w:rsidRDefault="00BB0B3C" w:rsidP="004001C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E38E7" w:rsidRDefault="00BB0B3C" w:rsidP="004001C1">
            <w:r>
              <w:t>26,5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9E38E7" w:rsidRDefault="00BB0B3C" w:rsidP="004001C1">
            <w: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rPr>
                <w:bCs/>
              </w:rPr>
            </w:pPr>
            <w:r>
              <w:rPr>
                <w:bCs/>
              </w:rPr>
              <w:t>Денежные взыскания (штрафы),установленные законами субъектов РФ за несоблюдение муниципальных правовых актов, зачисляемые в бюджеты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A47A9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00011651040020000140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204605" w:rsidRDefault="00BB0B3C" w:rsidP="000A7F0B">
            <w: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D91FC5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204605" w:rsidRDefault="00BB0B3C" w:rsidP="00373C97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</w:tr>
      <w:tr w:rsidR="00BB0B3C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E4293" w:rsidRDefault="00BB0B3C" w:rsidP="0016133F">
            <w:pPr>
              <w:widowControl/>
              <w:rPr>
                <w:b/>
                <w:bCs/>
              </w:rPr>
            </w:pPr>
            <w:r w:rsidRPr="007E4293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E4293" w:rsidRDefault="00BB0B3C" w:rsidP="0016133F">
            <w:pPr>
              <w:widowControl/>
              <w:rPr>
                <w:b/>
                <w:bCs/>
              </w:rPr>
            </w:pPr>
            <w:r w:rsidRPr="007E4293">
              <w:rPr>
                <w:b/>
                <w:bCs/>
              </w:rPr>
              <w:t>00020200000000000000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8C4B6F">
            <w:pPr>
              <w:rPr>
                <w:b/>
              </w:rPr>
            </w:pPr>
            <w:r>
              <w:rPr>
                <w:b/>
              </w:rPr>
              <w:t>1516,977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371732">
            <w:pPr>
              <w:rPr>
                <w:b/>
              </w:rPr>
            </w:pPr>
            <w:r>
              <w:rPr>
                <w:b/>
              </w:rPr>
              <w:t xml:space="preserve"> 303,127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8C4B6F">
            <w:pPr>
              <w:rPr>
                <w:b/>
              </w:rPr>
            </w:pPr>
            <w:r>
              <w:rPr>
                <w:b/>
              </w:rPr>
              <w:t xml:space="preserve"> 303,127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1D3867" w:rsidRDefault="00BB0B3C" w:rsidP="000A7F0B">
            <w:pPr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1D3867" w:rsidRDefault="00BB0B3C" w:rsidP="000A7F0B">
            <w:pPr>
              <w:rPr>
                <w:b/>
              </w:rPr>
            </w:pPr>
            <w:r w:rsidRPr="001D3867">
              <w:rPr>
                <w:b/>
              </w:rPr>
              <w:t>100,0</w:t>
            </w:r>
          </w:p>
        </w:tc>
      </w:tr>
      <w:tr w:rsidR="00BB0B3C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E4293" w:rsidRDefault="00BB0B3C" w:rsidP="0016133F">
            <w:pPr>
              <w:widowControl/>
              <w:rPr>
                <w:b/>
              </w:rPr>
            </w:pPr>
            <w:r w:rsidRPr="007E4293">
              <w:rPr>
                <w:b/>
              </w:rPr>
              <w:t>Дотации бюджетам 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E4293" w:rsidRDefault="00BB0B3C" w:rsidP="006F1344">
            <w:pPr>
              <w:widowControl/>
              <w:rPr>
                <w:b/>
              </w:rPr>
            </w:pPr>
            <w:r w:rsidRPr="007E4293">
              <w:rPr>
                <w:b/>
              </w:rPr>
              <w:t>000202</w:t>
            </w:r>
            <w:r>
              <w:rPr>
                <w:b/>
              </w:rPr>
              <w:t>10</w:t>
            </w:r>
            <w:r w:rsidRPr="007E4293">
              <w:rPr>
                <w:b/>
              </w:rPr>
              <w:t>00000000015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204605" w:rsidRDefault="00BB0B3C" w:rsidP="000A7F0B">
            <w:pPr>
              <w:rPr>
                <w:b/>
              </w:rPr>
            </w:pPr>
            <w:r>
              <w:rPr>
                <w:b/>
              </w:rPr>
              <w:t>1133,277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204605" w:rsidRDefault="00BB0B3C" w:rsidP="009A007A">
            <w:pPr>
              <w:rPr>
                <w:b/>
              </w:rPr>
            </w:pPr>
            <w:r>
              <w:rPr>
                <w:b/>
              </w:rPr>
              <w:t>283,127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204605" w:rsidRDefault="00BB0B3C" w:rsidP="001D3867">
            <w:pPr>
              <w:rPr>
                <w:b/>
              </w:rPr>
            </w:pPr>
            <w:r>
              <w:rPr>
                <w:b/>
              </w:rPr>
              <w:t>283,127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1D3867" w:rsidRDefault="00BB0B3C" w:rsidP="000A7F0B">
            <w:pPr>
              <w:rPr>
                <w:b/>
              </w:rPr>
            </w:pPr>
            <w:r>
              <w:rPr>
                <w:b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1D3867" w:rsidRDefault="00BB0B3C" w:rsidP="000A7F0B">
            <w:pPr>
              <w:rPr>
                <w:b/>
              </w:rPr>
            </w:pPr>
            <w:r w:rsidRPr="001D3867">
              <w:rPr>
                <w:b/>
              </w:rPr>
              <w:t>100,0</w:t>
            </w:r>
          </w:p>
        </w:tc>
      </w:tr>
      <w:tr w:rsidR="00BB0B3C" w:rsidTr="00F9158A">
        <w:trPr>
          <w:trHeight w:val="449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E4293" w:rsidRDefault="00BB0B3C" w:rsidP="0016133F">
            <w:pPr>
              <w:widowControl/>
            </w:pPr>
            <w:r w:rsidRPr="007E4293">
              <w:t>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E4293" w:rsidRDefault="00BB0B3C" w:rsidP="006F1344">
            <w:pPr>
              <w:widowControl/>
            </w:pPr>
            <w:r>
              <w:t>00020215001000000150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0A7F0B">
            <w:r>
              <w:t>1133,277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9A007A">
            <w:r>
              <w:t>283,127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6515A9">
            <w:r>
              <w:t>283,127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1D3867">
            <w: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0A7F0B" w:rsidRDefault="00BB0B3C" w:rsidP="000A7F0B">
            <w:r>
              <w:t>100,0</w:t>
            </w:r>
          </w:p>
        </w:tc>
      </w:tr>
      <w:tr w:rsidR="00BB0B3C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E4293" w:rsidRDefault="00BB0B3C" w:rsidP="0016133F">
            <w:pPr>
              <w:widowControl/>
            </w:pPr>
            <w:r w:rsidRPr="007E4293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E4293" w:rsidRDefault="00BB0B3C" w:rsidP="006F1344">
            <w:pPr>
              <w:widowControl/>
            </w:pPr>
            <w:r>
              <w:t>00020215001100000150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/>
          <w:p w:rsidR="00BB0B3C" w:rsidRPr="006F1344" w:rsidRDefault="00BB0B3C" w:rsidP="006F1344">
            <w:r>
              <w:t>1133,277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9A007A">
            <w:r>
              <w:t>283,127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F22F5D">
            <w:r>
              <w:t>283,127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 xml:space="preserve">100,0         </w:t>
            </w:r>
          </w:p>
        </w:tc>
      </w:tr>
      <w:tr w:rsidR="00BB0B3C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E4293" w:rsidRDefault="00BB0B3C" w:rsidP="0016133F">
            <w:pPr>
              <w:widowControl/>
              <w:rPr>
                <w:b/>
              </w:rPr>
            </w:pPr>
            <w:r w:rsidRPr="007E4293"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E4293" w:rsidRDefault="00BB0B3C" w:rsidP="0016133F">
            <w:pPr>
              <w:widowControl/>
              <w:rPr>
                <w:b/>
              </w:rPr>
            </w:pPr>
            <w:r>
              <w:rPr>
                <w:b/>
              </w:rPr>
              <w:t>00020230</w:t>
            </w:r>
            <w:r w:rsidRPr="007E4293">
              <w:rPr>
                <w:b/>
              </w:rPr>
              <w:t>00000000015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0A7F0B">
            <w:pPr>
              <w:rPr>
                <w:b/>
              </w:rPr>
            </w:pPr>
            <w:r>
              <w:rPr>
                <w:b/>
              </w:rPr>
              <w:t>80,3</w:t>
            </w:r>
          </w:p>
          <w:p w:rsidR="00BB0B3C" w:rsidRPr="00C70E4D" w:rsidRDefault="00BB0B3C" w:rsidP="006936F2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9A007A">
            <w:pPr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F22F5D">
            <w:pPr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B2390" w:rsidRDefault="00BB0B3C" w:rsidP="000A7F0B">
            <w:pPr>
              <w:rPr>
                <w:b/>
              </w:rPr>
            </w:pPr>
            <w:r>
              <w:rPr>
                <w:b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9B2390" w:rsidRDefault="00BB0B3C" w:rsidP="000A7F0B">
            <w:pPr>
              <w:rPr>
                <w:b/>
              </w:rPr>
            </w:pPr>
            <w:r w:rsidRPr="009B2390">
              <w:rPr>
                <w:b/>
              </w:rPr>
              <w:t>100,0</w:t>
            </w:r>
          </w:p>
        </w:tc>
      </w:tr>
      <w:tr w:rsidR="00BB0B3C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654B3" w:rsidRDefault="00BB0B3C" w:rsidP="0016133F">
            <w:pPr>
              <w:widowControl/>
            </w:pPr>
            <w:r w:rsidRPr="000654B3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0654B3" w:rsidRDefault="00BB0B3C" w:rsidP="0016133F">
            <w:pPr>
              <w:widowControl/>
            </w:pPr>
            <w:r>
              <w:t>00020235118000000150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0A7F0B">
            <w:r>
              <w:t>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9A007A"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F22F5D">
            <w: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100,0</w:t>
            </w:r>
          </w:p>
        </w:tc>
      </w:tr>
      <w:tr w:rsidR="00BB0B3C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E4293" w:rsidRDefault="00BB0B3C" w:rsidP="0016133F">
            <w:pPr>
              <w:widowControl/>
            </w:pPr>
            <w:r w:rsidRPr="007E4293">
              <w:t>Субвенции бюджетам сельских поселений 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A47918">
            <w:pPr>
              <w:rPr>
                <w:bCs/>
                <w:sz w:val="18"/>
                <w:szCs w:val="18"/>
              </w:rPr>
            </w:pPr>
            <w:r>
              <w:t>000202351181</w:t>
            </w:r>
            <w:r w:rsidRPr="000654B3">
              <w:t>0000015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0A7F0B">
            <w:r>
              <w:t>80,3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9A007A"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F22F5D">
            <w: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100,0</w:t>
            </w:r>
          </w:p>
        </w:tc>
      </w:tr>
      <w:tr w:rsidR="00BB0B3C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320466" w:rsidRDefault="00BB0B3C" w:rsidP="0016133F">
            <w:pPr>
              <w:rPr>
                <w:color w:val="FF0000"/>
                <w:sz w:val="28"/>
                <w:szCs w:val="28"/>
              </w:rPr>
            </w:pPr>
            <w:r w:rsidRPr="00C75CC0">
              <w:rPr>
                <w:b/>
              </w:rPr>
              <w:t>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C75CC0" w:rsidRDefault="00BB0B3C" w:rsidP="0016133F">
            <w:pPr>
              <w:widowControl/>
            </w:pPr>
            <w:r>
              <w:rPr>
                <w:b/>
              </w:rPr>
              <w:t>0002024</w:t>
            </w:r>
            <w:r w:rsidRPr="00C23015">
              <w:rPr>
                <w:b/>
              </w:rPr>
              <w:t>00000000015</w:t>
            </w: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1D3867" w:rsidRDefault="00BB0B3C" w:rsidP="000A7F0B">
            <w:pPr>
              <w:rPr>
                <w:b/>
              </w:rPr>
            </w:pPr>
            <w:r>
              <w:rPr>
                <w:b/>
              </w:rPr>
              <w:t>303,4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1D3867" w:rsidRDefault="00BB0B3C" w:rsidP="009A007A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1D3867" w:rsidRDefault="00BB0B3C" w:rsidP="00F22F5D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</w:tr>
      <w:tr w:rsidR="00BB0B3C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5CC0" w:rsidRDefault="00BB0B3C" w:rsidP="0016133F">
            <w:r w:rsidRPr="00C75CC0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BB0B3C" w:rsidRPr="00320466" w:rsidRDefault="00BB0B3C" w:rsidP="0016133F">
            <w:pPr>
              <w:widowControl/>
              <w:rPr>
                <w:color w:val="FF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320466" w:rsidRDefault="00BB0B3C" w:rsidP="0016133F">
            <w:pPr>
              <w:widowControl/>
              <w:rPr>
                <w:color w:val="FF0000"/>
                <w:sz w:val="28"/>
                <w:szCs w:val="28"/>
              </w:rPr>
            </w:pPr>
            <w:r>
              <w:t>000202400140</w:t>
            </w:r>
            <w:r w:rsidRPr="00C23015">
              <w:t>0000015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9A007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F22F5D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</w:tr>
      <w:tr w:rsidR="00BB0B3C" w:rsidTr="0016133F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E40B1B">
            <w:r w:rsidRPr="00C75CC0"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</w:t>
            </w:r>
            <w:r w:rsidRPr="006F6064">
              <w:t xml:space="preserve">в сфере </w:t>
            </w:r>
            <w:r>
              <w:t>осуществления муниципального земельного контроля за использованием земель поселений</w:t>
            </w:r>
          </w:p>
          <w:p w:rsidR="00BB0B3C" w:rsidRPr="00C75CC0" w:rsidRDefault="00BB0B3C" w:rsidP="00E40B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E40B1B">
            <w:pPr>
              <w:widowControl/>
            </w:pPr>
            <w:r>
              <w:t>00020240014104100</w:t>
            </w:r>
            <w:r w:rsidRPr="00C23015">
              <w:t>15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E40B1B">
            <w: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9A007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E40B1B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E40B1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E40B1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B0B3C" w:rsidTr="0016133F">
        <w:trPr>
          <w:trHeight w:val="1130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16133F">
            <w:r w:rsidRPr="00C75CC0"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</w:t>
            </w:r>
            <w:r w:rsidRPr="006F6064">
              <w:t>в сфере градостроительной деятельности</w:t>
            </w:r>
          </w:p>
          <w:p w:rsidR="00BB0B3C" w:rsidRPr="00320466" w:rsidRDefault="00BB0B3C" w:rsidP="0016133F">
            <w:pPr>
              <w:widowControl/>
              <w:rPr>
                <w:color w:val="FF000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320466" w:rsidRDefault="00BB0B3C" w:rsidP="0016133F">
            <w:pPr>
              <w:widowControl/>
              <w:rPr>
                <w:color w:val="FF0000"/>
                <w:sz w:val="28"/>
                <w:szCs w:val="28"/>
              </w:rPr>
            </w:pPr>
            <w:r>
              <w:t>000202400141043</w:t>
            </w:r>
            <w:r w:rsidRPr="00C23015">
              <w:t>0015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2C3098">
            <w:r w:rsidRPr="006F6064">
              <w:t xml:space="preserve">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9A007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F6064" w:rsidRDefault="00BB0B3C" w:rsidP="00406435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8A01F4" w:rsidRDefault="00BB0B3C" w:rsidP="002E3E4D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8A01F4" w:rsidRDefault="00BB0B3C" w:rsidP="000A7F0B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B0B3C" w:rsidTr="0016133F">
        <w:trPr>
          <w:trHeight w:val="142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5CC0" w:rsidRDefault="00BB0B3C" w:rsidP="0016133F">
            <w:r>
              <w:t xml:space="preserve">Прочие межбюджетные трансферты, передаваемые бюджетам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16133F">
            <w:pPr>
              <w:widowControl/>
            </w:pPr>
            <w:r>
              <w:t>00020249999000000150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0A7F0B">
            <w:r>
              <w:t>301,2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9A007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406435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0A7F0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0A7F0B" w:rsidRDefault="00BB0B3C" w:rsidP="002E3E4D">
            <w:r>
              <w:t>-</w:t>
            </w:r>
          </w:p>
        </w:tc>
      </w:tr>
      <w:tr w:rsidR="00BB0B3C" w:rsidTr="0016133F">
        <w:trPr>
          <w:trHeight w:val="58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5CC0" w:rsidRDefault="00BB0B3C" w:rsidP="0016133F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16133F">
            <w:pPr>
              <w:widowControl/>
            </w:pPr>
            <w:r>
              <w:t>00020249999100000150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C70E4D" w:rsidRDefault="00BB0B3C" w:rsidP="000A7F0B">
            <w:r>
              <w:t>301,2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1D3867" w:rsidRDefault="00BB0B3C" w:rsidP="009A007A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1D3867" w:rsidRDefault="00BB0B3C" w:rsidP="00E917CF"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DB3CA0" w:rsidRDefault="00BB0B3C" w:rsidP="000A7F0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DB3CA0" w:rsidRDefault="00BB0B3C" w:rsidP="000A7F0B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rPr>
                <w:b/>
                <w:bCs/>
              </w:rPr>
            </w:pPr>
            <w:r w:rsidRPr="0073545C">
              <w:rPr>
                <w:b/>
                <w:bCs/>
              </w:rPr>
              <w:t>Доходы бюджета -</w:t>
            </w:r>
            <w:r>
              <w:rPr>
                <w:b/>
                <w:bCs/>
              </w:rPr>
              <w:t xml:space="preserve"> </w:t>
            </w:r>
            <w:r w:rsidRPr="0073545C">
              <w:rPr>
                <w:b/>
                <w:bCs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73545C" w:rsidRDefault="00BB0B3C" w:rsidP="00A47A9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890D04" w:rsidRDefault="00BB0B3C" w:rsidP="000A7F0B">
            <w:pPr>
              <w:rPr>
                <w:b/>
              </w:rPr>
            </w:pPr>
            <w:r>
              <w:rPr>
                <w:b/>
              </w:rPr>
              <w:t>4193,977</w:t>
            </w:r>
          </w:p>
          <w:p w:rsidR="00BB0B3C" w:rsidRPr="00890D04" w:rsidRDefault="00BB0B3C" w:rsidP="008526B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F5341" w:rsidRDefault="00BB0B3C" w:rsidP="00406435">
            <w:pPr>
              <w:rPr>
                <w:b/>
              </w:rPr>
            </w:pPr>
            <w:r>
              <w:rPr>
                <w:b/>
              </w:rPr>
              <w:t>1086,127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890D04" w:rsidRDefault="00BB0B3C" w:rsidP="00D93A72">
            <w:pPr>
              <w:rPr>
                <w:b/>
              </w:rPr>
            </w:pPr>
            <w:r>
              <w:rPr>
                <w:b/>
              </w:rPr>
              <w:t>1091,635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AE03F2" w:rsidRDefault="00BB0B3C" w:rsidP="000A7F0B">
            <w:pPr>
              <w:rPr>
                <w:b/>
              </w:rPr>
            </w:pPr>
            <w:r>
              <w:rPr>
                <w:b/>
              </w:rPr>
              <w:t>26,0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AC251D" w:rsidRDefault="00BB0B3C" w:rsidP="000A7F0B">
            <w:pPr>
              <w:rPr>
                <w:b/>
              </w:rPr>
            </w:pPr>
            <w:r>
              <w:rPr>
                <w:b/>
              </w:rPr>
              <w:t>100,5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50131B">
            <w:pPr>
              <w:rPr>
                <w:b/>
                <w:bCs/>
              </w:rPr>
            </w:pPr>
            <w:r w:rsidRPr="0073545C">
              <w:rPr>
                <w:b/>
                <w:bCs/>
              </w:rPr>
              <w:t>Расходы бюджета - 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50131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FF5950" w:rsidRDefault="00BB0B3C" w:rsidP="005C33DC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4690,156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6F6064" w:rsidRDefault="00BB0B3C" w:rsidP="005C33DC">
            <w:pPr>
              <w:rPr>
                <w:b/>
                <w:bCs/>
              </w:rPr>
            </w:pPr>
            <w:r>
              <w:rPr>
                <w:b/>
                <w:bCs/>
              </w:rPr>
              <w:t>971,861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D93A72" w:rsidRDefault="00BB0B3C" w:rsidP="00E917CF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971,861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AE03F2" w:rsidRDefault="00BB0B3C" w:rsidP="00A202B3">
            <w:pPr>
              <w:rPr>
                <w:b/>
              </w:rPr>
            </w:pPr>
            <w:r>
              <w:rPr>
                <w:b/>
              </w:rPr>
              <w:t xml:space="preserve"> 20,7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AE03F2" w:rsidRDefault="00BB0B3C" w:rsidP="000A7F0B">
            <w:pPr>
              <w:rPr>
                <w:b/>
              </w:rPr>
            </w:pPr>
            <w:r w:rsidRPr="00AE03F2">
              <w:rPr>
                <w:b/>
              </w:rP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50131B">
            <w:r w:rsidRPr="0073545C">
              <w:t>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50131B">
            <w:pPr>
              <w:jc w:val="center"/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50131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E877D1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50131B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AE03F2" w:rsidRDefault="00BB0B3C" w:rsidP="0050131B">
            <w:pPr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AE03F2" w:rsidRDefault="00BB0B3C" w:rsidP="000A7F0B">
            <w:pPr>
              <w:rPr>
                <w:b/>
              </w:rPr>
            </w:pP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B90143">
            <w:r>
              <w:t xml:space="preserve">  Фонд оплаты труда государственных (муниципальных) органов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 xml:space="preserve">0420102090  121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50131B">
            <w:pPr>
              <w:jc w:val="right"/>
              <w:rPr>
                <w:bCs/>
              </w:rPr>
            </w:pPr>
            <w:r>
              <w:rPr>
                <w:bCs/>
              </w:rPr>
              <w:t>382,4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  <w:rPr>
                <w:bCs/>
              </w:rPr>
            </w:pPr>
            <w:r>
              <w:rPr>
                <w:bCs/>
              </w:rPr>
              <w:t>94,897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  <w:rPr>
                <w:bCs/>
              </w:rPr>
            </w:pPr>
            <w:r>
              <w:rPr>
                <w:bCs/>
              </w:rPr>
              <w:t>94,897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>
            <w:r>
              <w:t xml:space="preserve"> </w:t>
            </w:r>
          </w:p>
          <w:p w:rsidR="00BB0B3C" w:rsidRPr="00726039" w:rsidRDefault="00BB0B3C" w:rsidP="00726039">
            <w:r>
              <w:t>24,8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/>
          <w:p w:rsidR="00BB0B3C" w:rsidRDefault="00BB0B3C" w:rsidP="000A7F0B">
            <w: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7B5FC5">
            <w:r>
              <w:t xml:space="preserve">  Иные выплаты персоналу государственных (муниципальных  органов , за исключением фонда оплаты труда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>042010</w:t>
            </w:r>
            <w:r w:rsidRPr="00F85640">
              <w:rPr>
                <w:sz w:val="18"/>
                <w:szCs w:val="18"/>
              </w:rPr>
              <w:t>2090</w:t>
            </w:r>
            <w:r>
              <w:rPr>
                <w:sz w:val="18"/>
                <w:szCs w:val="18"/>
              </w:rPr>
              <w:t xml:space="preserve">  122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26039">
            <w:pPr>
              <w:jc w:val="right"/>
              <w:rPr>
                <w:bCs/>
              </w:rPr>
            </w:pPr>
            <w:r>
              <w:rPr>
                <w:bCs/>
              </w:rPr>
              <w:t>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/>
          <w:p w:rsidR="00BB0B3C" w:rsidRDefault="00BB0B3C" w:rsidP="00726039">
            <w:r>
              <w:t xml:space="preserve"> </w:t>
            </w:r>
          </w:p>
          <w:p w:rsidR="00BB0B3C" w:rsidRDefault="00BB0B3C" w:rsidP="00726039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/>
          <w:p w:rsidR="00BB0B3C" w:rsidRDefault="00BB0B3C" w:rsidP="00A202B3"/>
          <w:p w:rsidR="00BB0B3C" w:rsidRPr="00A202B3" w:rsidRDefault="00BB0B3C" w:rsidP="00A202B3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3F7029">
            <w: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BB0B3C" w:rsidRDefault="00BB0B3C" w:rsidP="003F7029"/>
          <w:p w:rsidR="00BB0B3C" w:rsidRPr="0073545C" w:rsidRDefault="00BB0B3C" w:rsidP="00823530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 w:rsidRPr="009F5341">
              <w:rPr>
                <w:sz w:val="18"/>
                <w:szCs w:val="18"/>
              </w:rPr>
              <w:t>0420102090</w:t>
            </w:r>
            <w:r>
              <w:rPr>
                <w:sz w:val="18"/>
                <w:szCs w:val="18"/>
              </w:rPr>
              <w:t xml:space="preserve"> 129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B84762">
            <w:pPr>
              <w:jc w:val="right"/>
              <w:rPr>
                <w:bCs/>
              </w:rPr>
            </w:pPr>
            <w:r>
              <w:rPr>
                <w:bCs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  <w:rPr>
                <w:bCs/>
              </w:rPr>
            </w:pPr>
            <w:r>
              <w:rPr>
                <w:bCs/>
              </w:rPr>
              <w:t>27,452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  <w:rPr>
                <w:bCs/>
              </w:rPr>
            </w:pPr>
            <w:r>
              <w:rPr>
                <w:bCs/>
              </w:rPr>
              <w:t>27,452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/>
          <w:p w:rsidR="00BB0B3C" w:rsidRDefault="00BB0B3C" w:rsidP="00B84762"/>
          <w:p w:rsidR="00BB0B3C" w:rsidRPr="00B84762" w:rsidRDefault="00BB0B3C" w:rsidP="00B84762"/>
          <w:p w:rsidR="00BB0B3C" w:rsidRDefault="00BB0B3C" w:rsidP="00B84762">
            <w:r>
              <w:t xml:space="preserve"> </w:t>
            </w:r>
          </w:p>
          <w:p w:rsidR="00BB0B3C" w:rsidRPr="00B84762" w:rsidRDefault="00BB0B3C" w:rsidP="00B84762">
            <w: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/>
          <w:p w:rsidR="00BB0B3C" w:rsidRDefault="00BB0B3C" w:rsidP="00B84762"/>
          <w:p w:rsidR="00BB0B3C" w:rsidRDefault="00BB0B3C" w:rsidP="00B84762"/>
          <w:p w:rsidR="00BB0B3C" w:rsidRDefault="00BB0B3C" w:rsidP="00B84762"/>
          <w:p w:rsidR="00BB0B3C" w:rsidRPr="00B84762" w:rsidRDefault="00BB0B3C" w:rsidP="00B84762">
            <w: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823530">
            <w:r>
              <w:t xml:space="preserve"> Фонд оплаты труда государственных (муниципальных) органов</w:t>
            </w:r>
          </w:p>
          <w:p w:rsidR="00BB0B3C" w:rsidRPr="0073545C" w:rsidRDefault="00BB0B3C" w:rsidP="00B23B2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>0420102100 121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50131B">
            <w:pPr>
              <w:jc w:val="right"/>
              <w:rPr>
                <w:bCs/>
              </w:rPr>
            </w:pPr>
            <w:r>
              <w:rPr>
                <w:bCs/>
              </w:rPr>
              <w:t>770,2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  <w:rPr>
                <w:bCs/>
              </w:rPr>
            </w:pPr>
            <w:r>
              <w:rPr>
                <w:bCs/>
              </w:rPr>
              <w:t>111,618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  <w:rPr>
                <w:bCs/>
              </w:rPr>
            </w:pPr>
            <w:r>
              <w:rPr>
                <w:bCs/>
              </w:rPr>
              <w:t>111,618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B84762">
            <w:r>
              <w:t>14,5</w:t>
            </w:r>
          </w:p>
          <w:p w:rsidR="00BB0B3C" w:rsidRPr="00A34922" w:rsidRDefault="00BB0B3C" w:rsidP="00B8476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A55154" w:rsidRDefault="00BB0B3C">
            <w: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50131B">
            <w:r>
              <w:t xml:space="preserve"> </w:t>
            </w:r>
          </w:p>
          <w:p w:rsidR="00BB0B3C" w:rsidRDefault="00BB0B3C" w:rsidP="0050131B">
            <w:r>
              <w:t xml:space="preserve"> Иные выплаты персоналу государственных (муниципальных органов , за исключением фонда оплаты труда</w:t>
            </w:r>
          </w:p>
          <w:p w:rsidR="00BB0B3C" w:rsidRDefault="00BB0B3C" w:rsidP="0050131B"/>
          <w:p w:rsidR="00BB0B3C" w:rsidRPr="0073545C" w:rsidRDefault="00BB0B3C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>0420102100 122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50131B">
            <w:pPr>
              <w:jc w:val="right"/>
            </w:pPr>
            <w: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C33DC"/>
          <w:p w:rsidR="00BB0B3C" w:rsidRPr="00A202B3" w:rsidRDefault="00BB0B3C" w:rsidP="00A202B3"/>
          <w:p w:rsidR="00BB0B3C" w:rsidRDefault="00BB0B3C" w:rsidP="00A202B3"/>
          <w:p w:rsidR="00BB0B3C" w:rsidRPr="00A202B3" w:rsidRDefault="00BB0B3C" w:rsidP="00A202B3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/>
          <w:p w:rsidR="00BB0B3C" w:rsidRPr="00A202B3" w:rsidRDefault="00BB0B3C" w:rsidP="00A202B3"/>
          <w:p w:rsidR="00BB0B3C" w:rsidRDefault="00BB0B3C" w:rsidP="00A202B3"/>
          <w:p w:rsidR="00BB0B3C" w:rsidRPr="00A202B3" w:rsidRDefault="00BB0B3C" w:rsidP="00A202B3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50131B">
            <w:r>
              <w:t xml:space="preserve"> </w:t>
            </w:r>
          </w:p>
          <w:p w:rsidR="00BB0B3C" w:rsidRDefault="00BB0B3C" w:rsidP="0050131B">
            <w: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BB0B3C" w:rsidRDefault="00BB0B3C" w:rsidP="0050131B"/>
          <w:p w:rsidR="00BB0B3C" w:rsidRPr="0073545C" w:rsidRDefault="00BB0B3C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>04201021</w:t>
            </w:r>
            <w:r w:rsidRPr="00F85640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 xml:space="preserve"> 129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625C39">
            <w:r>
              <w:t xml:space="preserve">        249,4</w:t>
            </w:r>
          </w:p>
          <w:p w:rsidR="00BB0B3C" w:rsidRPr="00EF133D" w:rsidRDefault="00BB0B3C" w:rsidP="00625C3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642CF9">
            <w:r>
              <w:t>31,698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r>
              <w:t>31,698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B84762"/>
          <w:p w:rsidR="00BB0B3C" w:rsidRDefault="00BB0B3C" w:rsidP="00B84762"/>
          <w:p w:rsidR="00BB0B3C" w:rsidRDefault="00BB0B3C" w:rsidP="00B84762"/>
          <w:p w:rsidR="00BB0B3C" w:rsidRDefault="00BB0B3C" w:rsidP="00B84762"/>
          <w:p w:rsidR="00BB0B3C" w:rsidRDefault="00BB0B3C" w:rsidP="00B84762"/>
          <w:p w:rsidR="00BB0B3C" w:rsidRPr="00B84762" w:rsidRDefault="00BB0B3C" w:rsidP="00B84762">
            <w:r>
              <w:t>12,7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/>
          <w:p w:rsidR="00BB0B3C" w:rsidRPr="004104DB" w:rsidRDefault="00BB0B3C" w:rsidP="004104DB"/>
          <w:p w:rsidR="00BB0B3C" w:rsidRPr="004104DB" w:rsidRDefault="00BB0B3C" w:rsidP="004104DB"/>
          <w:p w:rsidR="00BB0B3C" w:rsidRPr="004104DB" w:rsidRDefault="00BB0B3C" w:rsidP="004104DB"/>
          <w:p w:rsidR="00BB0B3C" w:rsidRDefault="00BB0B3C" w:rsidP="004104DB"/>
          <w:p w:rsidR="00BB0B3C" w:rsidRPr="004104DB" w:rsidRDefault="00BB0B3C" w:rsidP="004104DB">
            <w: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3F7029">
            <w:r>
              <w:t xml:space="preserve">  Прочая закупка товаров, работ и услуг для обеспечения государственных ( муниципальных) нужд</w:t>
            </w:r>
          </w:p>
          <w:p w:rsidR="00BB0B3C" w:rsidRPr="0073545C" w:rsidRDefault="00BB0B3C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 xml:space="preserve">0420102200 </w:t>
            </w:r>
            <w:r w:rsidRPr="0073545C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B84762">
            <w:pPr>
              <w:jc w:val="right"/>
            </w:pPr>
            <w:r>
              <w:t>738,3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</w:pPr>
            <w:r>
              <w:t>253,282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</w:pPr>
            <w:r>
              <w:t>253,282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/>
          <w:p w:rsidR="00BB0B3C" w:rsidRDefault="00BB0B3C" w:rsidP="0050131B">
            <w:r>
              <w:t>34,3</w:t>
            </w:r>
          </w:p>
          <w:p w:rsidR="00BB0B3C" w:rsidRDefault="00BB0B3C" w:rsidP="0050131B"/>
          <w:p w:rsidR="00BB0B3C" w:rsidRPr="000A7F0B" w:rsidRDefault="00BB0B3C" w:rsidP="0050131B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100,0</w:t>
            </w:r>
          </w:p>
          <w:p w:rsidR="00BB0B3C" w:rsidRDefault="00BB0B3C" w:rsidP="000A7F0B"/>
          <w:p w:rsidR="00BB0B3C" w:rsidRDefault="00BB0B3C" w:rsidP="000A7F0B"/>
          <w:p w:rsidR="00BB0B3C" w:rsidRPr="000A7F0B" w:rsidRDefault="00BB0B3C" w:rsidP="000A7F0B"/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50131B">
            <w:r>
              <w:t xml:space="preserve"> </w:t>
            </w:r>
          </w:p>
          <w:p w:rsidR="00BB0B3C" w:rsidRDefault="00BB0B3C" w:rsidP="0050131B">
            <w:r>
              <w:t xml:space="preserve"> Уплата налога на имущество организаций и земельного налога</w:t>
            </w:r>
          </w:p>
          <w:p w:rsidR="00BB0B3C" w:rsidRDefault="00BB0B3C" w:rsidP="0050131B"/>
          <w:p w:rsidR="00BB0B3C" w:rsidRPr="0073545C" w:rsidRDefault="00BB0B3C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>0420102200 851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50131B">
            <w:pPr>
              <w:jc w:val="right"/>
            </w:pPr>
            <w: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</w:pPr>
            <w:r>
              <w:t>8,405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</w:pPr>
            <w:r>
              <w:t>8,405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/>
          <w:p w:rsidR="00BB0B3C" w:rsidRDefault="00BB0B3C" w:rsidP="0050131B"/>
          <w:p w:rsidR="00BB0B3C" w:rsidRDefault="00BB0B3C" w:rsidP="0050131B"/>
          <w:p w:rsidR="00BB0B3C" w:rsidRPr="000A7F0B" w:rsidRDefault="00BB0B3C" w:rsidP="00B76C72">
            <w:r>
              <w:t>24,0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85730D"/>
          <w:p w:rsidR="00BB0B3C" w:rsidRDefault="00BB0B3C" w:rsidP="0085730D"/>
          <w:p w:rsidR="00BB0B3C" w:rsidRDefault="00BB0B3C" w:rsidP="0085730D"/>
          <w:p w:rsidR="00BB0B3C" w:rsidRPr="000A7F0B" w:rsidRDefault="00BB0B3C" w:rsidP="0085730D">
            <w: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50131B">
            <w:r>
              <w:t xml:space="preserve"> </w:t>
            </w:r>
          </w:p>
          <w:p w:rsidR="00BB0B3C" w:rsidRDefault="00BB0B3C" w:rsidP="0050131B">
            <w:r>
              <w:t xml:space="preserve"> Уплата прочих налогов, сборов</w:t>
            </w:r>
          </w:p>
          <w:p w:rsidR="00BB0B3C" w:rsidRDefault="00BB0B3C" w:rsidP="0050131B"/>
          <w:p w:rsidR="00BB0B3C" w:rsidRPr="0073545C" w:rsidRDefault="00BB0B3C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 xml:space="preserve">901 0104 </w:t>
            </w:r>
            <w:r>
              <w:rPr>
                <w:sz w:val="18"/>
                <w:szCs w:val="18"/>
              </w:rPr>
              <w:t xml:space="preserve">0420102200 852 </w:t>
            </w:r>
            <w:r w:rsidRPr="007354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50131B">
            <w:pPr>
              <w:jc w:val="right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</w:pPr>
            <w:r>
              <w:t>0,436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</w:pPr>
            <w:r>
              <w:t>0,436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/>
          <w:p w:rsidR="00BB0B3C" w:rsidRDefault="00BB0B3C" w:rsidP="0050131B"/>
          <w:p w:rsidR="00BB0B3C" w:rsidRPr="000A7F0B" w:rsidRDefault="00BB0B3C" w:rsidP="0050131B">
            <w:r>
              <w:t>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/>
          <w:p w:rsidR="00BB0B3C" w:rsidRDefault="00BB0B3C" w:rsidP="000A7F0B"/>
          <w:p w:rsidR="00BB0B3C" w:rsidRPr="000A7F0B" w:rsidRDefault="00BB0B3C" w:rsidP="000A7F0B">
            <w: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50131B">
            <w:r>
              <w:t xml:space="preserve"> </w:t>
            </w:r>
          </w:p>
          <w:p w:rsidR="00BB0B3C" w:rsidRDefault="00BB0B3C" w:rsidP="0050131B"/>
          <w:p w:rsidR="00BB0B3C" w:rsidRDefault="00BB0B3C" w:rsidP="0050131B"/>
          <w:p w:rsidR="00BB0B3C" w:rsidRPr="0073545C" w:rsidRDefault="00BB0B3C" w:rsidP="0050131B">
            <w:r>
              <w:t xml:space="preserve"> 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901 010</w:t>
            </w:r>
            <w:r>
              <w:rPr>
                <w:sz w:val="18"/>
                <w:szCs w:val="18"/>
              </w:rPr>
              <w:t>6 0440180270 540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50131B">
            <w:pPr>
              <w:jc w:val="right"/>
            </w:pPr>
            <w:r w:rsidRPr="00EF133D">
              <w:t xml:space="preserve">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</w:pPr>
            <w:r w:rsidRPr="00EF133D"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</w:pPr>
            <w:r w:rsidRPr="00EF133D">
              <w:t xml:space="preserve">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/>
          <w:p w:rsidR="00BB0B3C" w:rsidRDefault="00BB0B3C" w:rsidP="0050131B"/>
          <w:p w:rsidR="00BB0B3C" w:rsidRPr="000A7F0B" w:rsidRDefault="00BB0B3C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/>
          <w:p w:rsidR="00BB0B3C" w:rsidRDefault="00BB0B3C" w:rsidP="000A7F0B"/>
          <w:p w:rsidR="00BB0B3C" w:rsidRPr="000A7F0B" w:rsidRDefault="00BB0B3C" w:rsidP="000A7F0B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280132">
            <w:r>
              <w:t xml:space="preserve"> </w:t>
            </w:r>
          </w:p>
          <w:p w:rsidR="00BB0B3C" w:rsidRDefault="00BB0B3C" w:rsidP="00280132"/>
          <w:p w:rsidR="00BB0B3C" w:rsidRDefault="00BB0B3C" w:rsidP="00280132"/>
          <w:p w:rsidR="00BB0B3C" w:rsidRPr="0073545C" w:rsidRDefault="00BB0B3C" w:rsidP="00280132">
            <w:r>
              <w:t xml:space="preserve"> 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80132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901 010</w:t>
            </w:r>
            <w:r>
              <w:rPr>
                <w:sz w:val="18"/>
                <w:szCs w:val="18"/>
              </w:rPr>
              <w:t>6 0440180275 540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1D27EA">
            <w:pPr>
              <w:jc w:val="right"/>
            </w:pPr>
            <w:r w:rsidRPr="00EF133D">
              <w:t xml:space="preserve"> </w:t>
            </w:r>
            <w:r>
              <w:t>2</w:t>
            </w:r>
            <w:r w:rsidRPr="00EF133D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280132">
            <w:pPr>
              <w:jc w:val="right"/>
            </w:pPr>
            <w:r w:rsidRPr="00EF133D"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280132">
            <w:pPr>
              <w:jc w:val="right"/>
            </w:pPr>
            <w:r w:rsidRPr="00EF133D">
              <w:t xml:space="preserve">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280132"/>
          <w:p w:rsidR="00BB0B3C" w:rsidRDefault="00BB0B3C" w:rsidP="00280132"/>
          <w:p w:rsidR="00BB0B3C" w:rsidRPr="000A7F0B" w:rsidRDefault="00BB0B3C" w:rsidP="00280132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280132"/>
          <w:p w:rsidR="00BB0B3C" w:rsidRDefault="00BB0B3C" w:rsidP="00280132"/>
          <w:p w:rsidR="00BB0B3C" w:rsidRPr="000A7F0B" w:rsidRDefault="00BB0B3C" w:rsidP="00280132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280132">
            <w:r>
              <w:t>Специальные расходы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801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901 0107 8120020210 880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1D27EA">
            <w:pPr>
              <w:jc w:val="right"/>
            </w:pPr>
            <w: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280132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280132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280132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280132"/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50131B">
            <w:r>
              <w:t>Резервные фонды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901 01</w:t>
            </w:r>
            <w:r>
              <w:rPr>
                <w:sz w:val="18"/>
                <w:szCs w:val="18"/>
              </w:rPr>
              <w:t>11 8110020500 870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F32BD7">
            <w:pPr>
              <w:jc w:val="right"/>
            </w:pPr>
            <w:r w:rsidRPr="00EF133D">
              <w:t xml:space="preserve"> 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</w:pPr>
            <w:r w:rsidRPr="00EF133D"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</w:pPr>
            <w:r w:rsidRPr="00EF133D">
              <w:t xml:space="preserve">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50131B">
            <w:r>
              <w:t xml:space="preserve"> 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0A7F0B" w:rsidRDefault="00BB0B3C" w:rsidP="000A7F0B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50131B">
            <w:r>
              <w:t xml:space="preserve"> Иные межбюджетные трансферты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204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901 0113 0440180210 540</w:t>
            </w:r>
          </w:p>
          <w:p w:rsidR="00BB0B3C" w:rsidRPr="0073545C" w:rsidRDefault="00BB0B3C" w:rsidP="00594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50131B">
            <w:pPr>
              <w:jc w:val="right"/>
            </w:pPr>
            <w:r w:rsidRPr="00EF133D">
              <w:t xml:space="preserve">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</w:pPr>
            <w:r w:rsidRPr="00EF133D"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</w:pPr>
            <w:r w:rsidRPr="00EF133D">
              <w:t xml:space="preserve">-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50131B">
            <w:r>
              <w:t xml:space="preserve"> 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0A7F0B" w:rsidRDefault="00BB0B3C" w:rsidP="000A7F0B">
            <w:r>
              <w:t xml:space="preserve"> 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3F7029">
            <w:r>
              <w:t>Фонд оплаты труда государственных ( муниципальных ) органов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901 0</w:t>
            </w:r>
            <w:r>
              <w:rPr>
                <w:sz w:val="18"/>
                <w:szCs w:val="18"/>
              </w:rPr>
              <w:t>203 0440151180 121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50131B">
            <w:pPr>
              <w:jc w:val="right"/>
            </w:pPr>
            <w:r>
              <w:t>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</w:pPr>
            <w:r>
              <w:t>13,536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</w:pPr>
            <w:r>
              <w:t>13,536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A7F0B" w:rsidRDefault="00BB0B3C" w:rsidP="00F32BD7">
            <w:r>
              <w:t>22,9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0A7F0B" w:rsidRDefault="00BB0B3C" w:rsidP="000A7F0B">
            <w: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E528EF">
            <w: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  <w:p w:rsidR="00BB0B3C" w:rsidRDefault="00BB0B3C" w:rsidP="00E528EF">
            <w:r>
              <w:t xml:space="preserve"> </w:t>
            </w:r>
          </w:p>
          <w:p w:rsidR="00BB0B3C" w:rsidRDefault="00BB0B3C" w:rsidP="00E528EF"/>
          <w:p w:rsidR="00BB0B3C" w:rsidRPr="0073545C" w:rsidRDefault="00BB0B3C" w:rsidP="00E528E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901 0</w:t>
            </w:r>
            <w:r>
              <w:rPr>
                <w:sz w:val="18"/>
                <w:szCs w:val="18"/>
              </w:rPr>
              <w:t xml:space="preserve">203 0440151180 129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3F0AD1">
            <w:pPr>
              <w:jc w:val="right"/>
            </w:pPr>
            <w:r>
              <w:t>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</w:pPr>
            <w:r>
              <w:t>4,088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</w:pPr>
            <w:r>
              <w:t>4,088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/>
          <w:p w:rsidR="00BB0B3C" w:rsidRPr="00A202B3" w:rsidRDefault="00BB0B3C" w:rsidP="00A202B3"/>
          <w:p w:rsidR="00BB0B3C" w:rsidRPr="00A202B3" w:rsidRDefault="00BB0B3C" w:rsidP="00A202B3"/>
          <w:p w:rsidR="00BB0B3C" w:rsidRDefault="00BB0B3C" w:rsidP="00A202B3">
            <w:r>
              <w:t>23,0</w:t>
            </w:r>
          </w:p>
          <w:p w:rsidR="00BB0B3C" w:rsidRPr="00A202B3" w:rsidRDefault="00BB0B3C" w:rsidP="00A202B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/>
          <w:p w:rsidR="00BB0B3C" w:rsidRDefault="00BB0B3C" w:rsidP="000A7F0B"/>
          <w:p w:rsidR="00BB0B3C" w:rsidRDefault="00BB0B3C" w:rsidP="000A7F0B"/>
          <w:p w:rsidR="00BB0B3C" w:rsidRDefault="00BB0B3C" w:rsidP="000A7F0B">
            <w:r>
              <w:t>100,0</w:t>
            </w:r>
          </w:p>
          <w:p w:rsidR="00BB0B3C" w:rsidRDefault="00BB0B3C" w:rsidP="000A7F0B"/>
          <w:p w:rsidR="00BB0B3C" w:rsidRPr="000A7F0B" w:rsidRDefault="00BB0B3C" w:rsidP="000A7F0B"/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A55154">
            <w:r>
              <w:t xml:space="preserve"> Прочая закупка товаров, работ и услуг для обеспечения государственных ( муниципальных) нужд</w:t>
            </w:r>
          </w:p>
          <w:p w:rsidR="00BB0B3C" w:rsidRDefault="00BB0B3C" w:rsidP="00E528EF"/>
          <w:p w:rsidR="00BB0B3C" w:rsidRPr="0073545C" w:rsidRDefault="00BB0B3C" w:rsidP="00E528E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 w:rsidRPr="0073545C">
              <w:rPr>
                <w:sz w:val="18"/>
                <w:szCs w:val="18"/>
              </w:rPr>
              <w:t>901 0</w:t>
            </w:r>
            <w:r>
              <w:rPr>
                <w:sz w:val="18"/>
                <w:szCs w:val="18"/>
              </w:rPr>
              <w:t>203 0440151180 244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50131B">
            <w:pPr>
              <w:jc w:val="right"/>
            </w:pPr>
            <w: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</w:pPr>
            <w:r>
              <w:t>0,800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</w:pPr>
            <w:r>
              <w:t>0,800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/>
          <w:p w:rsidR="00BB0B3C" w:rsidRDefault="00BB0B3C" w:rsidP="0050131B"/>
          <w:p w:rsidR="00BB0B3C" w:rsidRDefault="00BB0B3C" w:rsidP="0050131B"/>
          <w:p w:rsidR="00BB0B3C" w:rsidRPr="000A7F0B" w:rsidRDefault="00BB0B3C" w:rsidP="0050131B">
            <w:r>
              <w:t>22,8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/>
          <w:p w:rsidR="00BB0B3C" w:rsidRDefault="00BB0B3C" w:rsidP="000A7F0B"/>
          <w:p w:rsidR="00BB0B3C" w:rsidRDefault="00BB0B3C" w:rsidP="000A7F0B"/>
          <w:p w:rsidR="00BB0B3C" w:rsidRPr="000A7F0B" w:rsidRDefault="00BB0B3C" w:rsidP="000A7F0B">
            <w: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3F7029">
            <w:r>
              <w:t xml:space="preserve">  Прочая закупка товаров, работ и услуг для обеспечения государственных ( муниципальных) нужд</w:t>
            </w:r>
          </w:p>
          <w:p w:rsidR="00BB0B3C" w:rsidRPr="0073545C" w:rsidRDefault="00BB0B3C" w:rsidP="00954844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655F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901 0409 0220146010 244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50131B">
            <w:pPr>
              <w:jc w:val="right"/>
            </w:pPr>
            <w:r>
              <w:t>965,056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</w:pPr>
            <w:r>
              <w:t>147,179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</w:pPr>
            <w:r>
              <w:t>147,179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1E6122" w:rsidRDefault="00BB0B3C" w:rsidP="0050131B">
            <w:pPr>
              <w:rPr>
                <w:color w:val="FF0000"/>
              </w:rPr>
            </w:pPr>
          </w:p>
          <w:p w:rsidR="00BB0B3C" w:rsidRPr="001E6122" w:rsidRDefault="00BB0B3C" w:rsidP="0050131B">
            <w:pPr>
              <w:rPr>
                <w:color w:val="FF0000"/>
              </w:rPr>
            </w:pPr>
          </w:p>
          <w:p w:rsidR="00BB0B3C" w:rsidRPr="001E6122" w:rsidRDefault="00BB0B3C" w:rsidP="0050131B">
            <w:pPr>
              <w:rPr>
                <w:color w:val="FF0000"/>
              </w:rPr>
            </w:pPr>
          </w:p>
          <w:p w:rsidR="00BB0B3C" w:rsidRPr="00E23F88" w:rsidRDefault="00BB0B3C" w:rsidP="00DC3E61">
            <w:r w:rsidRPr="00E23F88">
              <w:t>15,3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/>
          <w:p w:rsidR="00BB0B3C" w:rsidRDefault="00BB0B3C" w:rsidP="003D0229"/>
          <w:p w:rsidR="00BB0B3C" w:rsidRDefault="00BB0B3C" w:rsidP="003D0229"/>
          <w:p w:rsidR="00BB0B3C" w:rsidRPr="003D0229" w:rsidRDefault="00BB0B3C" w:rsidP="003D0229">
            <w: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0B3B6B">
            <w:r>
              <w:t>Прочая закупка товаров, работ и услуг для обеспечения государственных ( муниципальных) нужд</w:t>
            </w:r>
          </w:p>
          <w:p w:rsidR="00BB0B3C" w:rsidRDefault="00BB0B3C" w:rsidP="003F7029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1D27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901 0409 0220146030 244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50131B">
            <w:pPr>
              <w:jc w:val="right"/>
            </w:pPr>
            <w: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E877D1">
            <w:pPr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7F4167">
            <w:pPr>
              <w:jc w:val="right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/>
          <w:p w:rsidR="00BB0B3C" w:rsidRPr="00A202B3" w:rsidRDefault="00BB0B3C" w:rsidP="00A202B3"/>
          <w:p w:rsidR="00BB0B3C" w:rsidRDefault="00BB0B3C" w:rsidP="00A202B3"/>
          <w:p w:rsidR="00BB0B3C" w:rsidRPr="00A202B3" w:rsidRDefault="00BB0B3C" w:rsidP="00A202B3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/>
          <w:p w:rsidR="00BB0B3C" w:rsidRDefault="00BB0B3C" w:rsidP="00A202B3"/>
          <w:p w:rsidR="00BB0B3C" w:rsidRPr="00A202B3" w:rsidRDefault="00BB0B3C" w:rsidP="00A202B3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3F7029">
            <w:r>
              <w:t xml:space="preserve">  Прочая закупка товаров, работ и услуг для обеспечения государственных ( муниципальных) нужд</w:t>
            </w:r>
          </w:p>
          <w:p w:rsidR="00BB0B3C" w:rsidRPr="0073545C" w:rsidRDefault="00BB0B3C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A55154" w:rsidRDefault="00BB0B3C" w:rsidP="00ED55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901 0412 041012040</w:t>
            </w:r>
            <w:r w:rsidRPr="00A55154">
              <w:rPr>
                <w:sz w:val="18"/>
                <w:szCs w:val="18"/>
              </w:rPr>
              <w:t>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6D1CFE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</w:pPr>
            <w: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</w:pPr>
            <w:r>
              <w:t>29,7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/>
          <w:p w:rsidR="00BB0B3C" w:rsidRPr="00A202B3" w:rsidRDefault="00BB0B3C" w:rsidP="00A202B3"/>
          <w:p w:rsidR="00BB0B3C" w:rsidRDefault="00BB0B3C" w:rsidP="00A202B3"/>
          <w:p w:rsidR="00BB0B3C" w:rsidRPr="00A202B3" w:rsidRDefault="00BB0B3C" w:rsidP="00A202B3">
            <w:r>
              <w:t>29,7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0A7F0B" w:rsidRDefault="00BB0B3C" w:rsidP="000A7F0B">
            <w: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280132">
            <w:r>
              <w:t xml:space="preserve">  Прочая закупка товаров, работ и услуг для обеспечения государственных ( муниципальных) нужд</w:t>
            </w:r>
          </w:p>
          <w:p w:rsidR="00BB0B3C" w:rsidRPr="0073545C" w:rsidRDefault="00BB0B3C" w:rsidP="0028013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A55154" w:rsidRDefault="00BB0B3C" w:rsidP="002801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901 0412 041012044</w:t>
            </w:r>
            <w:r w:rsidRPr="00A55154">
              <w:rPr>
                <w:sz w:val="18"/>
                <w:szCs w:val="18"/>
              </w:rPr>
              <w:t>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6D1CFE">
            <w:pPr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E877D1">
            <w:pPr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7F4167">
            <w:pPr>
              <w:jc w:val="right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3F7029">
            <w:r>
              <w:t xml:space="preserve">  Прочая закупка товаров, работ и услуг для обеспечения государственных ( муниципальных) нужд</w:t>
            </w:r>
          </w:p>
          <w:p w:rsidR="00BB0B3C" w:rsidRPr="0073545C" w:rsidRDefault="00BB0B3C" w:rsidP="005013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655F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901 0412 0440180220 244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655F8E">
            <w:pPr>
              <w:jc w:val="center"/>
            </w:pPr>
            <w:r>
              <w:t xml:space="preserve">  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E877D1">
            <w:pPr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7F4167">
            <w:pPr>
              <w:jc w:val="right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/>
          <w:p w:rsidR="00BB0B3C" w:rsidRDefault="00BB0B3C" w:rsidP="003D0229"/>
          <w:p w:rsidR="00BB0B3C" w:rsidRPr="003D0229" w:rsidRDefault="00BB0B3C" w:rsidP="003D0229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/>
          <w:p w:rsidR="00BB0B3C" w:rsidRDefault="00BB0B3C" w:rsidP="003D0229"/>
          <w:p w:rsidR="00BB0B3C" w:rsidRPr="003D0229" w:rsidRDefault="00BB0B3C" w:rsidP="003D0229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E40B1B">
            <w:r>
              <w:t xml:space="preserve">  Прочая закупка товаров, работ и услуг для обеспечения государственных ( муниципальных) нужд</w:t>
            </w:r>
          </w:p>
          <w:p w:rsidR="00BB0B3C" w:rsidRPr="0073545C" w:rsidRDefault="00BB0B3C" w:rsidP="00E40B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E40B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901 0412 0440180290 244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E40B1B">
            <w:pPr>
              <w:jc w:val="center"/>
            </w:pPr>
            <w:r>
              <w:t xml:space="preserve">  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E40B1B">
            <w:pPr>
              <w:jc w:val="right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E40B1B">
            <w:pPr>
              <w:jc w:val="right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E40B1B"/>
          <w:p w:rsidR="00BB0B3C" w:rsidRDefault="00BB0B3C" w:rsidP="00E40B1B"/>
          <w:p w:rsidR="00BB0B3C" w:rsidRPr="003D0229" w:rsidRDefault="00BB0B3C" w:rsidP="00E40B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E40B1B"/>
          <w:p w:rsidR="00BB0B3C" w:rsidRDefault="00BB0B3C" w:rsidP="00E40B1B"/>
          <w:p w:rsidR="00BB0B3C" w:rsidRPr="003D0229" w:rsidRDefault="00BB0B3C" w:rsidP="00E40B1B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Default="00BB0B3C" w:rsidP="00E40B1B">
            <w:r>
              <w:t xml:space="preserve"> Иные межбюджетные трансферты</w:t>
            </w:r>
          </w:p>
          <w:p w:rsidR="00BB0B3C" w:rsidRPr="0073545C" w:rsidRDefault="00BB0B3C" w:rsidP="00E40B1B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E40B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901 0801 0440180250 540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40B1B">
            <w:pPr>
              <w:jc w:val="center"/>
            </w:pPr>
            <w: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40B1B">
            <w:pPr>
              <w:jc w:val="right"/>
            </w:pPr>
            <w:r>
              <w:t>68,642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14794A">
            <w:pPr>
              <w:jc w:val="right"/>
            </w:pPr>
            <w:r>
              <w:t>68,642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E40B1B"/>
          <w:p w:rsidR="00BB0B3C" w:rsidRDefault="00BB0B3C" w:rsidP="00E40B1B">
            <w:r>
              <w:t>16,5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E40B1B"/>
          <w:p w:rsidR="00BB0B3C" w:rsidRDefault="00BB0B3C" w:rsidP="00E40B1B">
            <w: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50131B">
            <w:r>
              <w:t>Прочая закупка товаров, работ и услуг для обеспечения государственных ( муниципальных) нужд</w:t>
            </w:r>
            <w:r w:rsidRPr="0073545C"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204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901 0804 0330128500 244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2233C9">
            <w:pPr>
              <w:jc w:val="center"/>
            </w:pPr>
            <w:r>
              <w:t>418,4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</w:pPr>
            <w:r>
              <w:t>177,297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</w:pPr>
            <w:r>
              <w:t>177,297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/>
          <w:p w:rsidR="00BB0B3C" w:rsidRDefault="00BB0B3C" w:rsidP="0050131B">
            <w:r>
              <w:t>42,4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/>
          <w:p w:rsidR="00BB0B3C" w:rsidRDefault="00BB0B3C" w:rsidP="000A7F0B"/>
          <w:p w:rsidR="00BB0B3C" w:rsidRDefault="00BB0B3C" w:rsidP="000A7F0B">
            <w:r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520C55" w:rsidRDefault="00BB0B3C" w:rsidP="0050131B">
            <w:pPr>
              <w:rPr>
                <w:bCs/>
              </w:rPr>
            </w:pPr>
            <w:r>
              <w:rPr>
                <w:bCs/>
              </w:rPr>
              <w:t xml:space="preserve"> Иные пенсии, социальные до</w:t>
            </w:r>
            <w:r w:rsidRPr="00520C55">
              <w:rPr>
                <w:bCs/>
              </w:rPr>
              <w:t>платы к пенсиям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D73C02" w:rsidRDefault="00BB0B3C" w:rsidP="00204605">
            <w:pPr>
              <w:rPr>
                <w:bCs/>
                <w:color w:val="FF66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901 1001 0430124250 31</w:t>
            </w:r>
            <w:r w:rsidRPr="00315CEC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50131B">
            <w:pPr>
              <w:jc w:val="right"/>
              <w:rPr>
                <w:bCs/>
              </w:rPr>
            </w:pPr>
            <w:r>
              <w:rPr>
                <w:bCs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E877D1">
            <w:pPr>
              <w:jc w:val="right"/>
              <w:rPr>
                <w:bCs/>
              </w:rPr>
            </w:pPr>
            <w:r>
              <w:rPr>
                <w:bCs/>
              </w:rPr>
              <w:t>2,831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EF133D" w:rsidRDefault="00BB0B3C" w:rsidP="007F4167">
            <w:pPr>
              <w:jc w:val="right"/>
              <w:rPr>
                <w:bCs/>
              </w:rPr>
            </w:pPr>
            <w:r>
              <w:rPr>
                <w:bCs/>
              </w:rPr>
              <w:t>2,831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5233E" w:rsidRDefault="00BB0B3C" w:rsidP="00A202B3">
            <w:r>
              <w:t xml:space="preserve"> 24,8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05233E" w:rsidRDefault="00BB0B3C" w:rsidP="000A7F0B">
            <w:r w:rsidRPr="0005233E">
              <w:t>100,0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73545C" w:rsidRDefault="00BB0B3C" w:rsidP="0050131B">
            <w:pPr>
              <w:rPr>
                <w:b/>
                <w:bCs/>
              </w:rPr>
            </w:pPr>
            <w:bookmarkStart w:id="1" w:name="RANGE!A66"/>
            <w:bookmarkEnd w:id="1"/>
            <w:r w:rsidRPr="0073545C">
              <w:rPr>
                <w:b/>
                <w:bCs/>
              </w:rPr>
              <w:t>Результат исполнения бюджета (дефицит "-" , профицит "+")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314595" w:rsidRDefault="00BB0B3C" w:rsidP="005013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4E1F10" w:rsidRDefault="00BB0B3C" w:rsidP="00C974E0">
            <w:pPr>
              <w:rPr>
                <w:b/>
                <w:highlight w:val="yellow"/>
              </w:rPr>
            </w:pPr>
            <w:r w:rsidRPr="00EF133D">
              <w:rPr>
                <w:b/>
              </w:rPr>
              <w:t>-</w:t>
            </w:r>
            <w:r>
              <w:rPr>
                <w:b/>
              </w:rPr>
              <w:t>496,179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F5341" w:rsidRDefault="00BB0B3C" w:rsidP="001D7837">
            <w:r>
              <w:t>114,266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F5341" w:rsidRDefault="00BB0B3C" w:rsidP="00C974E0">
            <w:r>
              <w:rPr>
                <w:b/>
              </w:rPr>
              <w:t>119,774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EF133D" w:rsidRDefault="00BB0B3C" w:rsidP="0050131B">
            <w:r w:rsidRPr="00EF133D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Pr="000A7F0B" w:rsidRDefault="00BB0B3C" w:rsidP="000A7F0B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6B423F" w:rsidRDefault="00BB0B3C" w:rsidP="00643FCD">
            <w:pPr>
              <w:rPr>
                <w:b/>
              </w:rPr>
            </w:pPr>
            <w:r w:rsidRPr="006B423F">
              <w:rPr>
                <w:b/>
              </w:rPr>
              <w:t>Источник</w:t>
            </w:r>
            <w:r>
              <w:rPr>
                <w:b/>
              </w:rPr>
              <w:t>и финансирования дефицита бюджета</w:t>
            </w:r>
            <w:r w:rsidRPr="006B423F">
              <w:rPr>
                <w:b/>
              </w:rPr>
              <w:t>-всего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B3C" w:rsidRPr="0005217D" w:rsidRDefault="00BB0B3C" w:rsidP="00643FC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B423F" w:rsidRDefault="00BB0B3C" w:rsidP="00742D84">
            <w:pPr>
              <w:rPr>
                <w:b/>
              </w:rPr>
            </w:pPr>
            <w:r>
              <w:rPr>
                <w:b/>
              </w:rPr>
              <w:t>496,179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F5341" w:rsidRDefault="00BB0B3C" w:rsidP="00C974E0">
            <w:pPr>
              <w:rPr>
                <w:b/>
              </w:rPr>
            </w:pPr>
            <w:r>
              <w:rPr>
                <w:b/>
              </w:rPr>
              <w:t>-114,266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F5341" w:rsidRDefault="00BB0B3C" w:rsidP="00C974E0">
            <w:pPr>
              <w:rPr>
                <w:b/>
              </w:rPr>
            </w:pPr>
            <w:r w:rsidRPr="009F5341">
              <w:rPr>
                <w:b/>
              </w:rPr>
              <w:t>-</w:t>
            </w:r>
            <w:r>
              <w:rPr>
                <w:b/>
              </w:rPr>
              <w:t>119,774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05217D" w:rsidRDefault="00BB0B3C" w:rsidP="00643FCD">
            <w:r w:rsidRPr="0005217D">
              <w:t xml:space="preserve">  </w:t>
            </w:r>
            <w:r w:rsidRPr="0005217D">
              <w:rPr>
                <w:rStyle w:val="blk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B3C" w:rsidRPr="0005217D" w:rsidRDefault="00BB0B3C" w:rsidP="00643FCD">
            <w:r w:rsidRPr="0005217D">
              <w:t>000 01 05 00 00 00 0000 000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B423F" w:rsidRDefault="00BB0B3C" w:rsidP="00742D84">
            <w:r>
              <w:t>496,179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F5341" w:rsidRDefault="00BB0B3C" w:rsidP="00C974E0">
            <w:r>
              <w:t>-114,266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F5341" w:rsidRDefault="00BB0B3C" w:rsidP="00C974E0">
            <w:r w:rsidRPr="009F5341">
              <w:t>-</w:t>
            </w:r>
            <w:r>
              <w:t>119,774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05217D" w:rsidRDefault="00BB0B3C" w:rsidP="00643FCD">
            <w:r w:rsidRPr="0005217D">
              <w:t xml:space="preserve">  </w:t>
            </w:r>
            <w:r w:rsidRPr="0005217D">
              <w:rPr>
                <w:rStyle w:val="blk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B3C" w:rsidRPr="0005217D" w:rsidRDefault="00BB0B3C" w:rsidP="00643FCD">
            <w:r w:rsidRPr="0005217D">
              <w:t>000 01 05 02 00 00 0000 500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B423F" w:rsidRDefault="00BB0B3C" w:rsidP="005C7419">
            <w:r>
              <w:t>-4193,977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F5341" w:rsidRDefault="00BB0B3C" w:rsidP="00C974E0">
            <w:r>
              <w:t>-1086,127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F5341" w:rsidRDefault="00BB0B3C" w:rsidP="00C974E0">
            <w:r w:rsidRPr="009F5341">
              <w:t>-</w:t>
            </w:r>
            <w:r>
              <w:t>1091,635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05217D" w:rsidRDefault="00BB0B3C" w:rsidP="00643FCD">
            <w:r w:rsidRPr="0005217D">
              <w:t xml:space="preserve">  </w:t>
            </w:r>
            <w:r w:rsidRPr="0005217D">
              <w:rPr>
                <w:rStyle w:val="blk"/>
              </w:rPr>
              <w:t>Увеличение прочих остатков денежных средств бюджетов</w:t>
            </w:r>
            <w:r>
              <w:rPr>
                <w:rStyle w:val="blk"/>
              </w:rPr>
              <w:t xml:space="preserve"> сельских</w:t>
            </w:r>
            <w:r w:rsidRPr="0005217D">
              <w:rPr>
                <w:rStyle w:val="blk"/>
              </w:rPr>
              <w:t xml:space="preserve">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B3C" w:rsidRPr="0005217D" w:rsidRDefault="00BB0B3C" w:rsidP="00643FCD">
            <w:r w:rsidRPr="0005217D">
              <w:t>000 01 05 02 01 10 0000 510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B423F" w:rsidRDefault="00BB0B3C" w:rsidP="00C974E0">
            <w:r>
              <w:t>-4193,977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F5341" w:rsidRDefault="00BB0B3C" w:rsidP="00C974E0">
            <w:r>
              <w:t>-1086,127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9F5341" w:rsidRDefault="00BB0B3C" w:rsidP="00C974E0">
            <w:r w:rsidRPr="009F5341">
              <w:t>-</w:t>
            </w:r>
            <w:r>
              <w:t>1091,635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05217D" w:rsidRDefault="00BB0B3C" w:rsidP="00643FCD">
            <w:r w:rsidRPr="0005217D">
              <w:t xml:space="preserve">  </w:t>
            </w:r>
            <w:r w:rsidRPr="0005217D">
              <w:rPr>
                <w:rStyle w:val="blk"/>
              </w:rPr>
              <w:t>Уменьшение прочих остатков средств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B3C" w:rsidRPr="0005217D" w:rsidRDefault="00BB0B3C" w:rsidP="00643FCD">
            <w:r w:rsidRPr="0005217D">
              <w:t>000 01 05 02 00 00 0000 600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B423F" w:rsidRDefault="00BB0B3C" w:rsidP="0099022B">
            <w:r>
              <w:t>4690,156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9534B" w:rsidRDefault="00BB0B3C" w:rsidP="00587330">
            <w:r>
              <w:rPr>
                <w:bCs/>
              </w:rPr>
              <w:t>971,861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9534B" w:rsidRDefault="00BB0B3C" w:rsidP="00C974E0">
            <w:r>
              <w:rPr>
                <w:bCs/>
              </w:rPr>
              <w:t>971,861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</w:tr>
      <w:tr w:rsidR="00BB0B3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B3C" w:rsidRPr="0005217D" w:rsidRDefault="00BB0B3C" w:rsidP="00643FCD">
            <w:r w:rsidRPr="0005217D">
              <w:t xml:space="preserve">  </w:t>
            </w:r>
            <w:r w:rsidRPr="0005217D">
              <w:rPr>
                <w:rStyle w:val="blk"/>
              </w:rPr>
              <w:t>Уменьшение прочих остатков денежных средств бюджетов</w:t>
            </w:r>
            <w:r>
              <w:rPr>
                <w:rStyle w:val="blk"/>
              </w:rPr>
              <w:t xml:space="preserve"> сельских</w:t>
            </w:r>
            <w:r w:rsidRPr="0005217D">
              <w:rPr>
                <w:rStyle w:val="blk"/>
              </w:rPr>
              <w:t xml:space="preserve"> поселений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B3C" w:rsidRPr="0005217D" w:rsidRDefault="00BB0B3C" w:rsidP="00643FCD">
            <w:r w:rsidRPr="0005217D">
              <w:t>000 01 05 02 01 10 0000 610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6B423F" w:rsidRDefault="00BB0B3C" w:rsidP="0099022B">
            <w:r>
              <w:t>4690,156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9534B" w:rsidRDefault="00BB0B3C" w:rsidP="00643FCD">
            <w:r>
              <w:rPr>
                <w:bCs/>
              </w:rPr>
              <w:t>971,861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Pr="0009534B" w:rsidRDefault="00BB0B3C" w:rsidP="00C974E0">
            <w:r>
              <w:rPr>
                <w:bCs/>
              </w:rPr>
              <w:t>971,861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B3C" w:rsidRDefault="00BB0B3C" w:rsidP="0050131B"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B3C" w:rsidRDefault="00BB0B3C" w:rsidP="000A7F0B">
            <w:r>
              <w:t>-</w:t>
            </w:r>
          </w:p>
        </w:tc>
      </w:tr>
    </w:tbl>
    <w:p w:rsidR="00BB0B3C" w:rsidRDefault="00BB0B3C" w:rsidP="00314595">
      <w:pPr>
        <w:rPr>
          <w:sz w:val="28"/>
          <w:szCs w:val="28"/>
        </w:rPr>
      </w:pPr>
    </w:p>
    <w:p w:rsidR="00BB0B3C" w:rsidRPr="00AC251D" w:rsidRDefault="00BB0B3C" w:rsidP="00A55154">
      <w:pPr>
        <w:rPr>
          <w:b/>
        </w:rPr>
      </w:pPr>
      <w:r w:rsidRPr="00AC251D">
        <w:rPr>
          <w:sz w:val="28"/>
          <w:szCs w:val="28"/>
        </w:rPr>
        <w:t>Исполнение по  доходам    -</w:t>
      </w:r>
      <w:r>
        <w:rPr>
          <w:sz w:val="28"/>
          <w:szCs w:val="28"/>
        </w:rPr>
        <w:t>1091,635</w:t>
      </w:r>
      <w:r w:rsidRPr="00AC251D">
        <w:rPr>
          <w:sz w:val="28"/>
          <w:szCs w:val="28"/>
        </w:rPr>
        <w:t xml:space="preserve"> тыс. рублей</w:t>
      </w:r>
    </w:p>
    <w:p w:rsidR="00BB0B3C" w:rsidRPr="00261AD7" w:rsidRDefault="00BB0B3C" w:rsidP="00A55154">
      <w:pPr>
        <w:rPr>
          <w:b/>
          <w:bCs/>
          <w:color w:val="FF0000"/>
          <w:sz w:val="28"/>
          <w:szCs w:val="28"/>
        </w:rPr>
      </w:pPr>
      <w:r w:rsidRPr="00AC251D">
        <w:rPr>
          <w:sz w:val="28"/>
          <w:szCs w:val="28"/>
        </w:rPr>
        <w:t>Исполнение по  расходам</w:t>
      </w:r>
      <w:r>
        <w:rPr>
          <w:sz w:val="28"/>
          <w:szCs w:val="28"/>
        </w:rPr>
        <w:t xml:space="preserve">  -  </w:t>
      </w:r>
      <w:r>
        <w:rPr>
          <w:bCs/>
          <w:sz w:val="28"/>
          <w:szCs w:val="28"/>
        </w:rPr>
        <w:t xml:space="preserve">971,861 </w:t>
      </w:r>
      <w:r w:rsidRPr="00230BC2">
        <w:rPr>
          <w:bCs/>
          <w:sz w:val="28"/>
          <w:szCs w:val="28"/>
        </w:rPr>
        <w:t>тыс.рублей</w:t>
      </w:r>
    </w:p>
    <w:p w:rsidR="00BB0B3C" w:rsidRDefault="00BB0B3C" w:rsidP="00A55154">
      <w:pPr>
        <w:rPr>
          <w:sz w:val="28"/>
          <w:szCs w:val="28"/>
        </w:rPr>
      </w:pPr>
      <w:r>
        <w:rPr>
          <w:sz w:val="28"/>
          <w:szCs w:val="28"/>
        </w:rPr>
        <w:t>Резервный фонд  -  10,0тыс. рублей</w:t>
      </w:r>
    </w:p>
    <w:p w:rsidR="00BB0B3C" w:rsidRDefault="00BB0B3C" w:rsidP="00314595">
      <w:pPr>
        <w:rPr>
          <w:sz w:val="28"/>
          <w:szCs w:val="28"/>
        </w:rPr>
      </w:pPr>
      <w:r>
        <w:rPr>
          <w:sz w:val="28"/>
          <w:szCs w:val="28"/>
        </w:rPr>
        <w:t>Расходы на содержание муниципальных  служащих, рабочих, занятых в органах местного самоуправления, работников, занимающих должности не отнесенные к муниципальным должностям, составили 220,051 тыс. рублей.</w:t>
      </w:r>
    </w:p>
    <w:p w:rsidR="00BB0B3C" w:rsidRPr="00E23F88" w:rsidRDefault="00BB0B3C" w:rsidP="00E23F88">
      <w:pPr>
        <w:rPr>
          <w:sz w:val="28"/>
          <w:szCs w:val="28"/>
        </w:rPr>
      </w:pPr>
    </w:p>
    <w:p w:rsidR="00BB0B3C" w:rsidRDefault="00BB0B3C" w:rsidP="00E23F88">
      <w:pPr>
        <w:rPr>
          <w:sz w:val="28"/>
          <w:szCs w:val="28"/>
        </w:rPr>
      </w:pPr>
    </w:p>
    <w:p w:rsidR="00BB0B3C" w:rsidRPr="00E23F88" w:rsidRDefault="00BB0B3C" w:rsidP="00E23F88">
      <w:pPr>
        <w:rPr>
          <w:color w:val="C00000"/>
          <w:sz w:val="28"/>
          <w:szCs w:val="28"/>
        </w:rPr>
      </w:pPr>
    </w:p>
    <w:sectPr w:rsidR="00BB0B3C" w:rsidRPr="00E23F88" w:rsidSect="00D87700">
      <w:endnotePr>
        <w:numFmt w:val="decimal"/>
      </w:endnotePr>
      <w:pgSz w:w="11907" w:h="16840"/>
      <w:pgMar w:top="1134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B3C" w:rsidRDefault="00BB0B3C" w:rsidP="00D459BA">
      <w:r>
        <w:separator/>
      </w:r>
    </w:p>
  </w:endnote>
  <w:endnote w:type="continuationSeparator" w:id="1">
    <w:p w:rsidR="00BB0B3C" w:rsidRDefault="00BB0B3C" w:rsidP="00D459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B3C" w:rsidRDefault="00BB0B3C" w:rsidP="00D459BA">
      <w:r>
        <w:separator/>
      </w:r>
    </w:p>
  </w:footnote>
  <w:footnote w:type="continuationSeparator" w:id="1">
    <w:p w:rsidR="00BB0B3C" w:rsidRDefault="00BB0B3C" w:rsidP="00D459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048143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F77AC1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E297513"/>
    <w:multiLevelType w:val="hybridMultilevel"/>
    <w:tmpl w:val="E4AC4BAE"/>
    <w:lvl w:ilvl="0" w:tplc="C680A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1879F2"/>
    <w:multiLevelType w:val="hybridMultilevel"/>
    <w:tmpl w:val="AE3EEB82"/>
    <w:lvl w:ilvl="0" w:tplc="90384D66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>
    <w:nsid w:val="1B2D4E01"/>
    <w:multiLevelType w:val="hybridMultilevel"/>
    <w:tmpl w:val="9E080EA2"/>
    <w:lvl w:ilvl="0" w:tplc="C8D083A4">
      <w:start w:val="7"/>
      <w:numFmt w:val="decimal"/>
      <w:lvlText w:val="%1."/>
      <w:lvlJc w:val="left"/>
      <w:pPr>
        <w:tabs>
          <w:tab w:val="num" w:pos="1635"/>
        </w:tabs>
        <w:ind w:left="163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5">
    <w:nsid w:val="23F11AD1"/>
    <w:multiLevelType w:val="hybridMultilevel"/>
    <w:tmpl w:val="F8323B0A"/>
    <w:lvl w:ilvl="0" w:tplc="12103B44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255A20EC"/>
    <w:multiLevelType w:val="hybridMultilevel"/>
    <w:tmpl w:val="DAA487CE"/>
    <w:lvl w:ilvl="0" w:tplc="607CF5D0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abstractNum w:abstractNumId="7">
    <w:nsid w:val="2FF334F1"/>
    <w:multiLevelType w:val="hybridMultilevel"/>
    <w:tmpl w:val="61824070"/>
    <w:lvl w:ilvl="0" w:tplc="F92E24A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8">
    <w:nsid w:val="3B8227BD"/>
    <w:multiLevelType w:val="hybridMultilevel"/>
    <w:tmpl w:val="453EC820"/>
    <w:lvl w:ilvl="0" w:tplc="E752BEE8">
      <w:start w:val="1"/>
      <w:numFmt w:val="decimal"/>
      <w:lvlText w:val="%1"/>
      <w:lvlJc w:val="left"/>
      <w:pPr>
        <w:ind w:left="90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3EFC1A5F"/>
    <w:multiLevelType w:val="hybridMultilevel"/>
    <w:tmpl w:val="3474B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E17F1F"/>
    <w:multiLevelType w:val="hybridMultilevel"/>
    <w:tmpl w:val="C142804C"/>
    <w:lvl w:ilvl="0" w:tplc="9042C034">
      <w:start w:val="1"/>
      <w:numFmt w:val="decimal"/>
      <w:lvlText w:val="%1."/>
      <w:lvlJc w:val="center"/>
      <w:pPr>
        <w:tabs>
          <w:tab w:val="num" w:pos="360"/>
        </w:tabs>
        <w:ind w:left="360" w:hanging="16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03B1D6A"/>
    <w:multiLevelType w:val="hybridMultilevel"/>
    <w:tmpl w:val="B316D390"/>
    <w:lvl w:ilvl="0" w:tplc="CA165CE8">
      <w:start w:val="2"/>
      <w:numFmt w:val="decimal"/>
      <w:lvlText w:val="%1."/>
      <w:lvlJc w:val="left"/>
      <w:pPr>
        <w:tabs>
          <w:tab w:val="num" w:pos="1791"/>
        </w:tabs>
        <w:ind w:left="1791" w:hanging="136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516966DD"/>
    <w:multiLevelType w:val="hybridMultilevel"/>
    <w:tmpl w:val="08C857AE"/>
    <w:lvl w:ilvl="0" w:tplc="8BDE5778">
      <w:start w:val="3"/>
      <w:numFmt w:val="decimal"/>
      <w:lvlText w:val="%1)"/>
      <w:lvlJc w:val="left"/>
      <w:pPr>
        <w:tabs>
          <w:tab w:val="num" w:pos="975"/>
        </w:tabs>
        <w:ind w:left="97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3">
    <w:nsid w:val="533D7FA9"/>
    <w:multiLevelType w:val="hybridMultilevel"/>
    <w:tmpl w:val="46523192"/>
    <w:lvl w:ilvl="0" w:tplc="2B66350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B67390A"/>
    <w:multiLevelType w:val="hybridMultilevel"/>
    <w:tmpl w:val="53D44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BE106FB"/>
    <w:multiLevelType w:val="hybridMultilevel"/>
    <w:tmpl w:val="408A4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B614015"/>
    <w:multiLevelType w:val="hybridMultilevel"/>
    <w:tmpl w:val="D1F665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D396D90"/>
    <w:multiLevelType w:val="hybridMultilevel"/>
    <w:tmpl w:val="DD64E5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72CD6FD5"/>
    <w:multiLevelType w:val="hybridMultilevel"/>
    <w:tmpl w:val="2216E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EEEE6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62C577A"/>
    <w:multiLevelType w:val="hybridMultilevel"/>
    <w:tmpl w:val="D2EC1D5C"/>
    <w:lvl w:ilvl="0" w:tplc="C8D083A4">
      <w:start w:val="7"/>
      <w:numFmt w:val="decimal"/>
      <w:lvlText w:val="%1."/>
      <w:lvlJc w:val="left"/>
      <w:pPr>
        <w:tabs>
          <w:tab w:val="num" w:pos="1125"/>
        </w:tabs>
        <w:ind w:left="112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  <w:rPr>
        <w:rFonts w:cs="Times New Roman"/>
      </w:rPr>
    </w:lvl>
  </w:abstractNum>
  <w:abstractNum w:abstractNumId="20">
    <w:nsid w:val="7EA14527"/>
    <w:multiLevelType w:val="hybridMultilevel"/>
    <w:tmpl w:val="F49247C0"/>
    <w:lvl w:ilvl="0" w:tplc="1F6859CA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620"/>
        </w:pPr>
        <w:rPr>
          <w:rFonts w:ascii="Symbol" w:hAnsi="Symbol" w:hint="default"/>
        </w:rPr>
      </w:lvl>
    </w:lvlOverride>
  </w:num>
  <w:num w:numId="6">
    <w:abstractNumId w:val="15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285"/>
        </w:pPr>
        <w:rPr>
          <w:rFonts w:ascii="Symbol" w:hAnsi="Symbol" w:hint="default"/>
        </w:rPr>
      </w:lvl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16"/>
  </w:num>
  <w:num w:numId="12">
    <w:abstractNumId w:val="1"/>
  </w:num>
  <w:num w:numId="13">
    <w:abstractNumId w:val="12"/>
  </w:num>
  <w:num w:numId="14">
    <w:abstractNumId w:val="17"/>
  </w:num>
  <w:num w:numId="15">
    <w:abstractNumId w:val="20"/>
  </w:num>
  <w:num w:numId="16">
    <w:abstractNumId w:val="19"/>
  </w:num>
  <w:num w:numId="17">
    <w:abstractNumId w:val="4"/>
  </w:num>
  <w:num w:numId="18">
    <w:abstractNumId w:val="7"/>
  </w:num>
  <w:num w:numId="19">
    <w:abstractNumId w:val="6"/>
  </w:num>
  <w:num w:numId="20">
    <w:abstractNumId w:val="2"/>
  </w:num>
  <w:num w:numId="21">
    <w:abstractNumId w:val="9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stylePaneFormatFilter w:val="3F01"/>
  <w:defaultTabStop w:val="708"/>
  <w:hyphenationZone w:val="425"/>
  <w:drawingGridHorizontalSpacing w:val="57"/>
  <w:drawingGridVerticalSpacing w:val="57"/>
  <w:doNotUseMarginsForDrawingGridOrigin/>
  <w:drawingGridHorizontalOrigin w:val="1418"/>
  <w:drawingGridVerticalOrigin w:val="1134"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731D"/>
    <w:rsid w:val="00000293"/>
    <w:rsid w:val="00002D43"/>
    <w:rsid w:val="00006359"/>
    <w:rsid w:val="00011DDC"/>
    <w:rsid w:val="000122D3"/>
    <w:rsid w:val="0001419B"/>
    <w:rsid w:val="00022102"/>
    <w:rsid w:val="00024379"/>
    <w:rsid w:val="000260AB"/>
    <w:rsid w:val="000264B7"/>
    <w:rsid w:val="000273E5"/>
    <w:rsid w:val="00034A2A"/>
    <w:rsid w:val="00035052"/>
    <w:rsid w:val="000367CA"/>
    <w:rsid w:val="0004099E"/>
    <w:rsid w:val="000416E1"/>
    <w:rsid w:val="0004176E"/>
    <w:rsid w:val="00042B4E"/>
    <w:rsid w:val="0004329E"/>
    <w:rsid w:val="00046CBE"/>
    <w:rsid w:val="00046D83"/>
    <w:rsid w:val="0005143C"/>
    <w:rsid w:val="00051A97"/>
    <w:rsid w:val="0005217D"/>
    <w:rsid w:val="0005233E"/>
    <w:rsid w:val="00056B13"/>
    <w:rsid w:val="0005718D"/>
    <w:rsid w:val="00057D22"/>
    <w:rsid w:val="00064FDB"/>
    <w:rsid w:val="000654B3"/>
    <w:rsid w:val="00065BAB"/>
    <w:rsid w:val="000674DB"/>
    <w:rsid w:val="00073CF0"/>
    <w:rsid w:val="00076691"/>
    <w:rsid w:val="000771F4"/>
    <w:rsid w:val="00082BCA"/>
    <w:rsid w:val="0009459B"/>
    <w:rsid w:val="0009534B"/>
    <w:rsid w:val="000965F0"/>
    <w:rsid w:val="000A08A4"/>
    <w:rsid w:val="000A0A3B"/>
    <w:rsid w:val="000A331A"/>
    <w:rsid w:val="000A76AD"/>
    <w:rsid w:val="000A79A4"/>
    <w:rsid w:val="000A7F0B"/>
    <w:rsid w:val="000B27FE"/>
    <w:rsid w:val="000B3B6B"/>
    <w:rsid w:val="000B4E38"/>
    <w:rsid w:val="000C3592"/>
    <w:rsid w:val="000C36A9"/>
    <w:rsid w:val="000D0F36"/>
    <w:rsid w:val="000D1F76"/>
    <w:rsid w:val="000D5C71"/>
    <w:rsid w:val="000E7902"/>
    <w:rsid w:val="000F2BBD"/>
    <w:rsid w:val="000F4820"/>
    <w:rsid w:val="000F6199"/>
    <w:rsid w:val="0010065C"/>
    <w:rsid w:val="001118C4"/>
    <w:rsid w:val="00114556"/>
    <w:rsid w:val="001210AB"/>
    <w:rsid w:val="00122EC9"/>
    <w:rsid w:val="00132E20"/>
    <w:rsid w:val="00137303"/>
    <w:rsid w:val="00137355"/>
    <w:rsid w:val="00137D91"/>
    <w:rsid w:val="00144E41"/>
    <w:rsid w:val="0014794A"/>
    <w:rsid w:val="00152D1C"/>
    <w:rsid w:val="0015396F"/>
    <w:rsid w:val="001602A4"/>
    <w:rsid w:val="0016133F"/>
    <w:rsid w:val="001639D3"/>
    <w:rsid w:val="00163AEB"/>
    <w:rsid w:val="00163C57"/>
    <w:rsid w:val="00165FB3"/>
    <w:rsid w:val="00175257"/>
    <w:rsid w:val="001812FB"/>
    <w:rsid w:val="00181EC3"/>
    <w:rsid w:val="001861EC"/>
    <w:rsid w:val="00186AA2"/>
    <w:rsid w:val="00191BD7"/>
    <w:rsid w:val="00193EB0"/>
    <w:rsid w:val="00197C8E"/>
    <w:rsid w:val="001A04AF"/>
    <w:rsid w:val="001A2E94"/>
    <w:rsid w:val="001A5579"/>
    <w:rsid w:val="001B15F3"/>
    <w:rsid w:val="001B379D"/>
    <w:rsid w:val="001B480D"/>
    <w:rsid w:val="001B5CE8"/>
    <w:rsid w:val="001B6396"/>
    <w:rsid w:val="001C0014"/>
    <w:rsid w:val="001C352B"/>
    <w:rsid w:val="001C4A6B"/>
    <w:rsid w:val="001D0289"/>
    <w:rsid w:val="001D04DC"/>
    <w:rsid w:val="001D27EA"/>
    <w:rsid w:val="001D3867"/>
    <w:rsid w:val="001D55D4"/>
    <w:rsid w:val="001D6C2C"/>
    <w:rsid w:val="001D7837"/>
    <w:rsid w:val="001E0B7A"/>
    <w:rsid w:val="001E228D"/>
    <w:rsid w:val="001E37B3"/>
    <w:rsid w:val="001E50CE"/>
    <w:rsid w:val="001E5F36"/>
    <w:rsid w:val="001E6122"/>
    <w:rsid w:val="001E6DF7"/>
    <w:rsid w:val="001F5B44"/>
    <w:rsid w:val="00200B0E"/>
    <w:rsid w:val="00200D7F"/>
    <w:rsid w:val="00200E2A"/>
    <w:rsid w:val="00204605"/>
    <w:rsid w:val="00211145"/>
    <w:rsid w:val="0022053C"/>
    <w:rsid w:val="00220946"/>
    <w:rsid w:val="00220A27"/>
    <w:rsid w:val="00222857"/>
    <w:rsid w:val="00223305"/>
    <w:rsid w:val="002233C9"/>
    <w:rsid w:val="00230BC2"/>
    <w:rsid w:val="0023372F"/>
    <w:rsid w:val="00233879"/>
    <w:rsid w:val="0023757E"/>
    <w:rsid w:val="0023772B"/>
    <w:rsid w:val="00243701"/>
    <w:rsid w:val="00245830"/>
    <w:rsid w:val="0024726C"/>
    <w:rsid w:val="0024734C"/>
    <w:rsid w:val="00254E94"/>
    <w:rsid w:val="00261AD7"/>
    <w:rsid w:val="00262929"/>
    <w:rsid w:val="0026579A"/>
    <w:rsid w:val="002667D5"/>
    <w:rsid w:val="0027224F"/>
    <w:rsid w:val="00272DAD"/>
    <w:rsid w:val="002733CF"/>
    <w:rsid w:val="00280132"/>
    <w:rsid w:val="00284D62"/>
    <w:rsid w:val="00285A62"/>
    <w:rsid w:val="0029319D"/>
    <w:rsid w:val="002941ED"/>
    <w:rsid w:val="002A2402"/>
    <w:rsid w:val="002A3F9D"/>
    <w:rsid w:val="002A4002"/>
    <w:rsid w:val="002A401A"/>
    <w:rsid w:val="002A7765"/>
    <w:rsid w:val="002B3B23"/>
    <w:rsid w:val="002B3E10"/>
    <w:rsid w:val="002B741F"/>
    <w:rsid w:val="002B749A"/>
    <w:rsid w:val="002C285E"/>
    <w:rsid w:val="002C2F35"/>
    <w:rsid w:val="002C3098"/>
    <w:rsid w:val="002C7C6D"/>
    <w:rsid w:val="002D40DA"/>
    <w:rsid w:val="002D547A"/>
    <w:rsid w:val="002D5786"/>
    <w:rsid w:val="002E0563"/>
    <w:rsid w:val="002E0F36"/>
    <w:rsid w:val="002E177F"/>
    <w:rsid w:val="002E3E4D"/>
    <w:rsid w:val="002F0B17"/>
    <w:rsid w:val="002F55F6"/>
    <w:rsid w:val="002F70DB"/>
    <w:rsid w:val="00300331"/>
    <w:rsid w:val="00300F85"/>
    <w:rsid w:val="0030105D"/>
    <w:rsid w:val="00303F7F"/>
    <w:rsid w:val="0030434B"/>
    <w:rsid w:val="0030739C"/>
    <w:rsid w:val="003104CA"/>
    <w:rsid w:val="00311A26"/>
    <w:rsid w:val="00313AB2"/>
    <w:rsid w:val="00314595"/>
    <w:rsid w:val="00314CF9"/>
    <w:rsid w:val="0031597F"/>
    <w:rsid w:val="00315CEC"/>
    <w:rsid w:val="00316779"/>
    <w:rsid w:val="00320466"/>
    <w:rsid w:val="00324E42"/>
    <w:rsid w:val="00331700"/>
    <w:rsid w:val="00334484"/>
    <w:rsid w:val="00336DCB"/>
    <w:rsid w:val="00341F8C"/>
    <w:rsid w:val="00341F9A"/>
    <w:rsid w:val="00344434"/>
    <w:rsid w:val="0034764A"/>
    <w:rsid w:val="00351AB0"/>
    <w:rsid w:val="00354C76"/>
    <w:rsid w:val="00355719"/>
    <w:rsid w:val="00360795"/>
    <w:rsid w:val="0036258E"/>
    <w:rsid w:val="00362D5F"/>
    <w:rsid w:val="00370BE2"/>
    <w:rsid w:val="00371732"/>
    <w:rsid w:val="00373C97"/>
    <w:rsid w:val="00373E4F"/>
    <w:rsid w:val="00376584"/>
    <w:rsid w:val="0038051D"/>
    <w:rsid w:val="00380EE8"/>
    <w:rsid w:val="003844FB"/>
    <w:rsid w:val="003862ED"/>
    <w:rsid w:val="00395CD0"/>
    <w:rsid w:val="00395D2A"/>
    <w:rsid w:val="003966F4"/>
    <w:rsid w:val="003973C2"/>
    <w:rsid w:val="003975F5"/>
    <w:rsid w:val="00397CFF"/>
    <w:rsid w:val="003A04BF"/>
    <w:rsid w:val="003A5288"/>
    <w:rsid w:val="003B0D85"/>
    <w:rsid w:val="003B1586"/>
    <w:rsid w:val="003B1CD0"/>
    <w:rsid w:val="003C1553"/>
    <w:rsid w:val="003C226D"/>
    <w:rsid w:val="003C7E35"/>
    <w:rsid w:val="003D0229"/>
    <w:rsid w:val="003D2C53"/>
    <w:rsid w:val="003D3DEE"/>
    <w:rsid w:val="003D6F35"/>
    <w:rsid w:val="003D70A0"/>
    <w:rsid w:val="003D78F1"/>
    <w:rsid w:val="003E54EB"/>
    <w:rsid w:val="003F0AD1"/>
    <w:rsid w:val="003F0BB3"/>
    <w:rsid w:val="003F3A18"/>
    <w:rsid w:val="003F7029"/>
    <w:rsid w:val="003F768B"/>
    <w:rsid w:val="004001C1"/>
    <w:rsid w:val="00400CEF"/>
    <w:rsid w:val="00403568"/>
    <w:rsid w:val="00406435"/>
    <w:rsid w:val="004104DB"/>
    <w:rsid w:val="00412023"/>
    <w:rsid w:val="00415878"/>
    <w:rsid w:val="00416574"/>
    <w:rsid w:val="00416922"/>
    <w:rsid w:val="00416AFB"/>
    <w:rsid w:val="00423FD1"/>
    <w:rsid w:val="00425809"/>
    <w:rsid w:val="0042673E"/>
    <w:rsid w:val="00434F75"/>
    <w:rsid w:val="00444F0F"/>
    <w:rsid w:val="00446DD0"/>
    <w:rsid w:val="00450EAF"/>
    <w:rsid w:val="004531F6"/>
    <w:rsid w:val="00462298"/>
    <w:rsid w:val="00463BF3"/>
    <w:rsid w:val="00467FF5"/>
    <w:rsid w:val="00474F2B"/>
    <w:rsid w:val="0048451A"/>
    <w:rsid w:val="004850DB"/>
    <w:rsid w:val="0048653F"/>
    <w:rsid w:val="00492EAC"/>
    <w:rsid w:val="004944C4"/>
    <w:rsid w:val="00495ABA"/>
    <w:rsid w:val="00496C06"/>
    <w:rsid w:val="004A0EC1"/>
    <w:rsid w:val="004A46EB"/>
    <w:rsid w:val="004A485D"/>
    <w:rsid w:val="004A5FED"/>
    <w:rsid w:val="004B02F3"/>
    <w:rsid w:val="004B1A32"/>
    <w:rsid w:val="004B278A"/>
    <w:rsid w:val="004B3299"/>
    <w:rsid w:val="004C0437"/>
    <w:rsid w:val="004C2C7F"/>
    <w:rsid w:val="004C3840"/>
    <w:rsid w:val="004C65D9"/>
    <w:rsid w:val="004C6F73"/>
    <w:rsid w:val="004C7AFE"/>
    <w:rsid w:val="004D2B44"/>
    <w:rsid w:val="004D322E"/>
    <w:rsid w:val="004D539E"/>
    <w:rsid w:val="004E0437"/>
    <w:rsid w:val="004E04E3"/>
    <w:rsid w:val="004E18E7"/>
    <w:rsid w:val="004E1F10"/>
    <w:rsid w:val="004E3D74"/>
    <w:rsid w:val="004E69AB"/>
    <w:rsid w:val="004F0B33"/>
    <w:rsid w:val="004F7D89"/>
    <w:rsid w:val="0050131B"/>
    <w:rsid w:val="005024DE"/>
    <w:rsid w:val="00502E22"/>
    <w:rsid w:val="005030CA"/>
    <w:rsid w:val="00503922"/>
    <w:rsid w:val="00505E2F"/>
    <w:rsid w:val="00506B17"/>
    <w:rsid w:val="00506D27"/>
    <w:rsid w:val="00520C55"/>
    <w:rsid w:val="005243D7"/>
    <w:rsid w:val="0053247A"/>
    <w:rsid w:val="005409EE"/>
    <w:rsid w:val="0054559A"/>
    <w:rsid w:val="005455EA"/>
    <w:rsid w:val="00545E26"/>
    <w:rsid w:val="00554739"/>
    <w:rsid w:val="00554893"/>
    <w:rsid w:val="00554C25"/>
    <w:rsid w:val="005625EB"/>
    <w:rsid w:val="00562DDE"/>
    <w:rsid w:val="005673DE"/>
    <w:rsid w:val="00567C5B"/>
    <w:rsid w:val="00572139"/>
    <w:rsid w:val="00572726"/>
    <w:rsid w:val="00575A71"/>
    <w:rsid w:val="00575BC7"/>
    <w:rsid w:val="005836B4"/>
    <w:rsid w:val="005841F3"/>
    <w:rsid w:val="005850D7"/>
    <w:rsid w:val="0058569E"/>
    <w:rsid w:val="00586017"/>
    <w:rsid w:val="00587330"/>
    <w:rsid w:val="00591E41"/>
    <w:rsid w:val="00592DC5"/>
    <w:rsid w:val="00593A26"/>
    <w:rsid w:val="00594DCE"/>
    <w:rsid w:val="005A1D3F"/>
    <w:rsid w:val="005A3BA9"/>
    <w:rsid w:val="005A749F"/>
    <w:rsid w:val="005B5B26"/>
    <w:rsid w:val="005C0730"/>
    <w:rsid w:val="005C33DC"/>
    <w:rsid w:val="005C69B5"/>
    <w:rsid w:val="005C7419"/>
    <w:rsid w:val="005D0454"/>
    <w:rsid w:val="005D0CD9"/>
    <w:rsid w:val="005D136C"/>
    <w:rsid w:val="005D44D2"/>
    <w:rsid w:val="005D5DC2"/>
    <w:rsid w:val="005D702A"/>
    <w:rsid w:val="005D7DFB"/>
    <w:rsid w:val="005E0786"/>
    <w:rsid w:val="005E0C54"/>
    <w:rsid w:val="005E67FC"/>
    <w:rsid w:val="005F2AD3"/>
    <w:rsid w:val="005F4C9B"/>
    <w:rsid w:val="005F6037"/>
    <w:rsid w:val="005F7F97"/>
    <w:rsid w:val="00600EC4"/>
    <w:rsid w:val="006032E0"/>
    <w:rsid w:val="00610CD4"/>
    <w:rsid w:val="00611CBE"/>
    <w:rsid w:val="00612BE5"/>
    <w:rsid w:val="00620749"/>
    <w:rsid w:val="0062553D"/>
    <w:rsid w:val="00625C39"/>
    <w:rsid w:val="00626FAE"/>
    <w:rsid w:val="006314E8"/>
    <w:rsid w:val="00632BFC"/>
    <w:rsid w:val="0063446E"/>
    <w:rsid w:val="006348FA"/>
    <w:rsid w:val="00642CF9"/>
    <w:rsid w:val="006433A4"/>
    <w:rsid w:val="0064347A"/>
    <w:rsid w:val="00643FCD"/>
    <w:rsid w:val="006460EA"/>
    <w:rsid w:val="00650303"/>
    <w:rsid w:val="006515A9"/>
    <w:rsid w:val="00653365"/>
    <w:rsid w:val="00655F8E"/>
    <w:rsid w:val="00660D9B"/>
    <w:rsid w:val="00661B03"/>
    <w:rsid w:val="00663098"/>
    <w:rsid w:val="0066434F"/>
    <w:rsid w:val="0066466E"/>
    <w:rsid w:val="00665DD1"/>
    <w:rsid w:val="00670027"/>
    <w:rsid w:val="00670683"/>
    <w:rsid w:val="00675AF4"/>
    <w:rsid w:val="00676EB5"/>
    <w:rsid w:val="006803C1"/>
    <w:rsid w:val="00685633"/>
    <w:rsid w:val="00691DCD"/>
    <w:rsid w:val="00691F00"/>
    <w:rsid w:val="006936F2"/>
    <w:rsid w:val="006A1739"/>
    <w:rsid w:val="006A6C49"/>
    <w:rsid w:val="006B29B4"/>
    <w:rsid w:val="006B2BDE"/>
    <w:rsid w:val="006B3CE6"/>
    <w:rsid w:val="006B406B"/>
    <w:rsid w:val="006B423F"/>
    <w:rsid w:val="006C254E"/>
    <w:rsid w:val="006C304D"/>
    <w:rsid w:val="006C334C"/>
    <w:rsid w:val="006C592C"/>
    <w:rsid w:val="006D1CFE"/>
    <w:rsid w:val="006D3FE3"/>
    <w:rsid w:val="006E1A13"/>
    <w:rsid w:val="006E55F8"/>
    <w:rsid w:val="006E7A9A"/>
    <w:rsid w:val="006F1344"/>
    <w:rsid w:val="006F6064"/>
    <w:rsid w:val="0070158B"/>
    <w:rsid w:val="0070636A"/>
    <w:rsid w:val="00710D34"/>
    <w:rsid w:val="00712E38"/>
    <w:rsid w:val="00715F35"/>
    <w:rsid w:val="00720200"/>
    <w:rsid w:val="007216CE"/>
    <w:rsid w:val="007223F9"/>
    <w:rsid w:val="00722B0F"/>
    <w:rsid w:val="0072557E"/>
    <w:rsid w:val="00726039"/>
    <w:rsid w:val="00731220"/>
    <w:rsid w:val="0073327B"/>
    <w:rsid w:val="00733A43"/>
    <w:rsid w:val="0073545C"/>
    <w:rsid w:val="00735583"/>
    <w:rsid w:val="007417B9"/>
    <w:rsid w:val="00742057"/>
    <w:rsid w:val="00742D84"/>
    <w:rsid w:val="00742F1F"/>
    <w:rsid w:val="00745372"/>
    <w:rsid w:val="00745547"/>
    <w:rsid w:val="007472A8"/>
    <w:rsid w:val="00750B57"/>
    <w:rsid w:val="007530D0"/>
    <w:rsid w:val="0075629E"/>
    <w:rsid w:val="00756BD4"/>
    <w:rsid w:val="00760621"/>
    <w:rsid w:val="007622EB"/>
    <w:rsid w:val="007648D5"/>
    <w:rsid w:val="00767569"/>
    <w:rsid w:val="00772A3A"/>
    <w:rsid w:val="00784FB9"/>
    <w:rsid w:val="0078539A"/>
    <w:rsid w:val="00786505"/>
    <w:rsid w:val="0079070D"/>
    <w:rsid w:val="00790E6A"/>
    <w:rsid w:val="007913D5"/>
    <w:rsid w:val="00791885"/>
    <w:rsid w:val="00792869"/>
    <w:rsid w:val="0079422D"/>
    <w:rsid w:val="00797A06"/>
    <w:rsid w:val="007A5850"/>
    <w:rsid w:val="007B28A9"/>
    <w:rsid w:val="007B378E"/>
    <w:rsid w:val="007B4DD2"/>
    <w:rsid w:val="007B5FC5"/>
    <w:rsid w:val="007B6378"/>
    <w:rsid w:val="007C5084"/>
    <w:rsid w:val="007C7CA8"/>
    <w:rsid w:val="007D1430"/>
    <w:rsid w:val="007D3EF7"/>
    <w:rsid w:val="007E1CAA"/>
    <w:rsid w:val="007E4293"/>
    <w:rsid w:val="007F2256"/>
    <w:rsid w:val="007F24A8"/>
    <w:rsid w:val="007F4167"/>
    <w:rsid w:val="007F553D"/>
    <w:rsid w:val="00802CE8"/>
    <w:rsid w:val="00811529"/>
    <w:rsid w:val="00813418"/>
    <w:rsid w:val="00813FEA"/>
    <w:rsid w:val="0081655E"/>
    <w:rsid w:val="00823530"/>
    <w:rsid w:val="008241B3"/>
    <w:rsid w:val="00831536"/>
    <w:rsid w:val="00841809"/>
    <w:rsid w:val="00841F66"/>
    <w:rsid w:val="00845D3C"/>
    <w:rsid w:val="008526B4"/>
    <w:rsid w:val="00853415"/>
    <w:rsid w:val="00854596"/>
    <w:rsid w:val="008559D6"/>
    <w:rsid w:val="008569C6"/>
    <w:rsid w:val="0085730D"/>
    <w:rsid w:val="00857775"/>
    <w:rsid w:val="008650AD"/>
    <w:rsid w:val="00865192"/>
    <w:rsid w:val="0086731D"/>
    <w:rsid w:val="00870FE1"/>
    <w:rsid w:val="00874B98"/>
    <w:rsid w:val="00875DB9"/>
    <w:rsid w:val="00877AEE"/>
    <w:rsid w:val="008827BF"/>
    <w:rsid w:val="00886618"/>
    <w:rsid w:val="008873AC"/>
    <w:rsid w:val="00887D67"/>
    <w:rsid w:val="00887D8A"/>
    <w:rsid w:val="00890D04"/>
    <w:rsid w:val="008912B4"/>
    <w:rsid w:val="008966E8"/>
    <w:rsid w:val="00896ED7"/>
    <w:rsid w:val="00897EBC"/>
    <w:rsid w:val="008A01F4"/>
    <w:rsid w:val="008A6146"/>
    <w:rsid w:val="008B22D9"/>
    <w:rsid w:val="008B606D"/>
    <w:rsid w:val="008C4B6F"/>
    <w:rsid w:val="008C696A"/>
    <w:rsid w:val="008D74E0"/>
    <w:rsid w:val="008E63D8"/>
    <w:rsid w:val="008E7F72"/>
    <w:rsid w:val="008F3099"/>
    <w:rsid w:val="008F4ABA"/>
    <w:rsid w:val="008F6DFA"/>
    <w:rsid w:val="00901418"/>
    <w:rsid w:val="009043D3"/>
    <w:rsid w:val="009077CF"/>
    <w:rsid w:val="009115A1"/>
    <w:rsid w:val="009127C1"/>
    <w:rsid w:val="00914797"/>
    <w:rsid w:val="00915B4D"/>
    <w:rsid w:val="00915D78"/>
    <w:rsid w:val="009163A2"/>
    <w:rsid w:val="00921F60"/>
    <w:rsid w:val="00924588"/>
    <w:rsid w:val="00933591"/>
    <w:rsid w:val="0093547C"/>
    <w:rsid w:val="00936673"/>
    <w:rsid w:val="00937CD2"/>
    <w:rsid w:val="0094260F"/>
    <w:rsid w:val="00942993"/>
    <w:rsid w:val="00954844"/>
    <w:rsid w:val="00955234"/>
    <w:rsid w:val="00955AD7"/>
    <w:rsid w:val="00964C32"/>
    <w:rsid w:val="00965E2C"/>
    <w:rsid w:val="009729E2"/>
    <w:rsid w:val="00974D55"/>
    <w:rsid w:val="00975251"/>
    <w:rsid w:val="00975B80"/>
    <w:rsid w:val="009762CB"/>
    <w:rsid w:val="00981A9B"/>
    <w:rsid w:val="009845AA"/>
    <w:rsid w:val="00984A05"/>
    <w:rsid w:val="00984EF0"/>
    <w:rsid w:val="0099022B"/>
    <w:rsid w:val="00993F16"/>
    <w:rsid w:val="009A007A"/>
    <w:rsid w:val="009A2E7E"/>
    <w:rsid w:val="009A7324"/>
    <w:rsid w:val="009A7A0F"/>
    <w:rsid w:val="009B0E2B"/>
    <w:rsid w:val="009B2390"/>
    <w:rsid w:val="009B2A15"/>
    <w:rsid w:val="009C04B5"/>
    <w:rsid w:val="009C1A51"/>
    <w:rsid w:val="009C1EFE"/>
    <w:rsid w:val="009C22A8"/>
    <w:rsid w:val="009C2B1F"/>
    <w:rsid w:val="009D24CD"/>
    <w:rsid w:val="009D2CB3"/>
    <w:rsid w:val="009D5EA8"/>
    <w:rsid w:val="009E2586"/>
    <w:rsid w:val="009E271A"/>
    <w:rsid w:val="009E38E7"/>
    <w:rsid w:val="009E3FBB"/>
    <w:rsid w:val="009E7CDF"/>
    <w:rsid w:val="009F5341"/>
    <w:rsid w:val="009F7E5B"/>
    <w:rsid w:val="00A00A11"/>
    <w:rsid w:val="00A01ED9"/>
    <w:rsid w:val="00A02897"/>
    <w:rsid w:val="00A046EA"/>
    <w:rsid w:val="00A11222"/>
    <w:rsid w:val="00A202B3"/>
    <w:rsid w:val="00A23468"/>
    <w:rsid w:val="00A30EAE"/>
    <w:rsid w:val="00A34922"/>
    <w:rsid w:val="00A351F2"/>
    <w:rsid w:val="00A36986"/>
    <w:rsid w:val="00A44F3A"/>
    <w:rsid w:val="00A464F1"/>
    <w:rsid w:val="00A47918"/>
    <w:rsid w:val="00A47A99"/>
    <w:rsid w:val="00A508DF"/>
    <w:rsid w:val="00A50BD0"/>
    <w:rsid w:val="00A53FDE"/>
    <w:rsid w:val="00A55154"/>
    <w:rsid w:val="00A602DC"/>
    <w:rsid w:val="00A6120B"/>
    <w:rsid w:val="00A612EC"/>
    <w:rsid w:val="00A613DB"/>
    <w:rsid w:val="00A62923"/>
    <w:rsid w:val="00A62975"/>
    <w:rsid w:val="00A632CC"/>
    <w:rsid w:val="00A64B8E"/>
    <w:rsid w:val="00A652DC"/>
    <w:rsid w:val="00A76A6E"/>
    <w:rsid w:val="00A825FE"/>
    <w:rsid w:val="00A84E82"/>
    <w:rsid w:val="00A8758E"/>
    <w:rsid w:val="00A95950"/>
    <w:rsid w:val="00A9676A"/>
    <w:rsid w:val="00AA1C1E"/>
    <w:rsid w:val="00AB2CB9"/>
    <w:rsid w:val="00AB4A94"/>
    <w:rsid w:val="00AB6B2C"/>
    <w:rsid w:val="00AC251D"/>
    <w:rsid w:val="00AC27C2"/>
    <w:rsid w:val="00AC354B"/>
    <w:rsid w:val="00AC4C38"/>
    <w:rsid w:val="00AC5B2B"/>
    <w:rsid w:val="00AD2511"/>
    <w:rsid w:val="00AD3F27"/>
    <w:rsid w:val="00AE03F2"/>
    <w:rsid w:val="00AE05FF"/>
    <w:rsid w:val="00AE308E"/>
    <w:rsid w:val="00AE375F"/>
    <w:rsid w:val="00AE480C"/>
    <w:rsid w:val="00AE4FCE"/>
    <w:rsid w:val="00AE6FDF"/>
    <w:rsid w:val="00AF4774"/>
    <w:rsid w:val="00AF71CE"/>
    <w:rsid w:val="00B003B7"/>
    <w:rsid w:val="00B012F3"/>
    <w:rsid w:val="00B019CB"/>
    <w:rsid w:val="00B06314"/>
    <w:rsid w:val="00B110A8"/>
    <w:rsid w:val="00B11583"/>
    <w:rsid w:val="00B1170A"/>
    <w:rsid w:val="00B13B37"/>
    <w:rsid w:val="00B1722C"/>
    <w:rsid w:val="00B22C72"/>
    <w:rsid w:val="00B23B22"/>
    <w:rsid w:val="00B23FDC"/>
    <w:rsid w:val="00B271E0"/>
    <w:rsid w:val="00B27B1F"/>
    <w:rsid w:val="00B363B0"/>
    <w:rsid w:val="00B367D3"/>
    <w:rsid w:val="00B41075"/>
    <w:rsid w:val="00B43135"/>
    <w:rsid w:val="00B47A3B"/>
    <w:rsid w:val="00B47D55"/>
    <w:rsid w:val="00B51BB9"/>
    <w:rsid w:val="00B547FC"/>
    <w:rsid w:val="00B631A4"/>
    <w:rsid w:val="00B65B45"/>
    <w:rsid w:val="00B65F0F"/>
    <w:rsid w:val="00B70FF4"/>
    <w:rsid w:val="00B710F8"/>
    <w:rsid w:val="00B729C2"/>
    <w:rsid w:val="00B75F31"/>
    <w:rsid w:val="00B76C72"/>
    <w:rsid w:val="00B801EC"/>
    <w:rsid w:val="00B817EC"/>
    <w:rsid w:val="00B828C4"/>
    <w:rsid w:val="00B834CE"/>
    <w:rsid w:val="00B838A4"/>
    <w:rsid w:val="00B84762"/>
    <w:rsid w:val="00B84FEB"/>
    <w:rsid w:val="00B90143"/>
    <w:rsid w:val="00B951E2"/>
    <w:rsid w:val="00B95978"/>
    <w:rsid w:val="00BA0B98"/>
    <w:rsid w:val="00BA0D0E"/>
    <w:rsid w:val="00BA7795"/>
    <w:rsid w:val="00BB0B3C"/>
    <w:rsid w:val="00BB0C1F"/>
    <w:rsid w:val="00BB327C"/>
    <w:rsid w:val="00BB37E9"/>
    <w:rsid w:val="00BB4B78"/>
    <w:rsid w:val="00BC0011"/>
    <w:rsid w:val="00BC608F"/>
    <w:rsid w:val="00BC612A"/>
    <w:rsid w:val="00BC6140"/>
    <w:rsid w:val="00BC70D3"/>
    <w:rsid w:val="00BE0E32"/>
    <w:rsid w:val="00BE6EFA"/>
    <w:rsid w:val="00BF262C"/>
    <w:rsid w:val="00BF4837"/>
    <w:rsid w:val="00BF5B21"/>
    <w:rsid w:val="00C006CC"/>
    <w:rsid w:val="00C00CCB"/>
    <w:rsid w:val="00C02A60"/>
    <w:rsid w:val="00C051A4"/>
    <w:rsid w:val="00C0679A"/>
    <w:rsid w:val="00C125BD"/>
    <w:rsid w:val="00C129D6"/>
    <w:rsid w:val="00C15114"/>
    <w:rsid w:val="00C15724"/>
    <w:rsid w:val="00C16EBD"/>
    <w:rsid w:val="00C16F30"/>
    <w:rsid w:val="00C23015"/>
    <w:rsid w:val="00C25205"/>
    <w:rsid w:val="00C25EB0"/>
    <w:rsid w:val="00C33D45"/>
    <w:rsid w:val="00C369BB"/>
    <w:rsid w:val="00C36E55"/>
    <w:rsid w:val="00C377BF"/>
    <w:rsid w:val="00C42082"/>
    <w:rsid w:val="00C42470"/>
    <w:rsid w:val="00C513A7"/>
    <w:rsid w:val="00C51612"/>
    <w:rsid w:val="00C569B5"/>
    <w:rsid w:val="00C57711"/>
    <w:rsid w:val="00C643EA"/>
    <w:rsid w:val="00C65580"/>
    <w:rsid w:val="00C70E4D"/>
    <w:rsid w:val="00C75CC0"/>
    <w:rsid w:val="00C81106"/>
    <w:rsid w:val="00C84D9E"/>
    <w:rsid w:val="00C8745D"/>
    <w:rsid w:val="00C918F3"/>
    <w:rsid w:val="00C93DEA"/>
    <w:rsid w:val="00C974E0"/>
    <w:rsid w:val="00CA0706"/>
    <w:rsid w:val="00CA45A1"/>
    <w:rsid w:val="00CA588B"/>
    <w:rsid w:val="00CA73D8"/>
    <w:rsid w:val="00CB1E62"/>
    <w:rsid w:val="00CB6754"/>
    <w:rsid w:val="00CC0315"/>
    <w:rsid w:val="00CC2415"/>
    <w:rsid w:val="00CD1047"/>
    <w:rsid w:val="00CD547B"/>
    <w:rsid w:val="00CD78E3"/>
    <w:rsid w:val="00CE74F2"/>
    <w:rsid w:val="00CE794B"/>
    <w:rsid w:val="00CF1EFA"/>
    <w:rsid w:val="00CF2172"/>
    <w:rsid w:val="00CF2BA7"/>
    <w:rsid w:val="00CF45E0"/>
    <w:rsid w:val="00D026E9"/>
    <w:rsid w:val="00D03E64"/>
    <w:rsid w:val="00D0435E"/>
    <w:rsid w:val="00D04B67"/>
    <w:rsid w:val="00D11A85"/>
    <w:rsid w:val="00D13466"/>
    <w:rsid w:val="00D136AC"/>
    <w:rsid w:val="00D171A4"/>
    <w:rsid w:val="00D20BB7"/>
    <w:rsid w:val="00D222BD"/>
    <w:rsid w:val="00D25DC2"/>
    <w:rsid w:val="00D30815"/>
    <w:rsid w:val="00D30A4C"/>
    <w:rsid w:val="00D33945"/>
    <w:rsid w:val="00D3441C"/>
    <w:rsid w:val="00D417D1"/>
    <w:rsid w:val="00D431DB"/>
    <w:rsid w:val="00D4585A"/>
    <w:rsid w:val="00D459BA"/>
    <w:rsid w:val="00D55A32"/>
    <w:rsid w:val="00D560C5"/>
    <w:rsid w:val="00D6114B"/>
    <w:rsid w:val="00D65860"/>
    <w:rsid w:val="00D65A24"/>
    <w:rsid w:val="00D714AD"/>
    <w:rsid w:val="00D722D4"/>
    <w:rsid w:val="00D73C02"/>
    <w:rsid w:val="00D744D6"/>
    <w:rsid w:val="00D802E6"/>
    <w:rsid w:val="00D81DCF"/>
    <w:rsid w:val="00D85565"/>
    <w:rsid w:val="00D87700"/>
    <w:rsid w:val="00D91FC5"/>
    <w:rsid w:val="00D93A72"/>
    <w:rsid w:val="00D94066"/>
    <w:rsid w:val="00D96E77"/>
    <w:rsid w:val="00DA1271"/>
    <w:rsid w:val="00DA1EDB"/>
    <w:rsid w:val="00DA47B5"/>
    <w:rsid w:val="00DA6036"/>
    <w:rsid w:val="00DA71BA"/>
    <w:rsid w:val="00DA76A5"/>
    <w:rsid w:val="00DB1560"/>
    <w:rsid w:val="00DB3CA0"/>
    <w:rsid w:val="00DB46CA"/>
    <w:rsid w:val="00DC3721"/>
    <w:rsid w:val="00DC380D"/>
    <w:rsid w:val="00DC3E61"/>
    <w:rsid w:val="00DD086D"/>
    <w:rsid w:val="00DD5C47"/>
    <w:rsid w:val="00DE05BA"/>
    <w:rsid w:val="00DE249D"/>
    <w:rsid w:val="00DE6AAA"/>
    <w:rsid w:val="00DF3F5D"/>
    <w:rsid w:val="00DF6A60"/>
    <w:rsid w:val="00DF6D7E"/>
    <w:rsid w:val="00E1203C"/>
    <w:rsid w:val="00E1370E"/>
    <w:rsid w:val="00E144B1"/>
    <w:rsid w:val="00E1620E"/>
    <w:rsid w:val="00E17A37"/>
    <w:rsid w:val="00E2175E"/>
    <w:rsid w:val="00E23F88"/>
    <w:rsid w:val="00E27167"/>
    <w:rsid w:val="00E30ADF"/>
    <w:rsid w:val="00E36664"/>
    <w:rsid w:val="00E40B1B"/>
    <w:rsid w:val="00E411A0"/>
    <w:rsid w:val="00E4586A"/>
    <w:rsid w:val="00E528EF"/>
    <w:rsid w:val="00E56202"/>
    <w:rsid w:val="00E570AA"/>
    <w:rsid w:val="00E57C5D"/>
    <w:rsid w:val="00E602C4"/>
    <w:rsid w:val="00E60735"/>
    <w:rsid w:val="00E624C9"/>
    <w:rsid w:val="00E64E83"/>
    <w:rsid w:val="00E67EA1"/>
    <w:rsid w:val="00E73DDF"/>
    <w:rsid w:val="00E8175C"/>
    <w:rsid w:val="00E83C46"/>
    <w:rsid w:val="00E877D1"/>
    <w:rsid w:val="00E917CF"/>
    <w:rsid w:val="00EA3C54"/>
    <w:rsid w:val="00EA5BF3"/>
    <w:rsid w:val="00EA7DC5"/>
    <w:rsid w:val="00EB152E"/>
    <w:rsid w:val="00EB2F20"/>
    <w:rsid w:val="00EB60C6"/>
    <w:rsid w:val="00EC30B8"/>
    <w:rsid w:val="00EC69A3"/>
    <w:rsid w:val="00ED0240"/>
    <w:rsid w:val="00ED4111"/>
    <w:rsid w:val="00ED43D5"/>
    <w:rsid w:val="00ED5580"/>
    <w:rsid w:val="00ED5AC7"/>
    <w:rsid w:val="00ED5C2A"/>
    <w:rsid w:val="00EE1D7C"/>
    <w:rsid w:val="00EF133D"/>
    <w:rsid w:val="00EF403A"/>
    <w:rsid w:val="00EF7AF9"/>
    <w:rsid w:val="00F10DB3"/>
    <w:rsid w:val="00F14CEE"/>
    <w:rsid w:val="00F22F5D"/>
    <w:rsid w:val="00F27546"/>
    <w:rsid w:val="00F32BD7"/>
    <w:rsid w:val="00F334A6"/>
    <w:rsid w:val="00F33C76"/>
    <w:rsid w:val="00F401D8"/>
    <w:rsid w:val="00F42133"/>
    <w:rsid w:val="00F4258D"/>
    <w:rsid w:val="00F42F7F"/>
    <w:rsid w:val="00F5458A"/>
    <w:rsid w:val="00F54CBF"/>
    <w:rsid w:val="00F622A1"/>
    <w:rsid w:val="00F659F1"/>
    <w:rsid w:val="00F67B5A"/>
    <w:rsid w:val="00F70E60"/>
    <w:rsid w:val="00F713C3"/>
    <w:rsid w:val="00F7376B"/>
    <w:rsid w:val="00F7398B"/>
    <w:rsid w:val="00F73BEC"/>
    <w:rsid w:val="00F77F87"/>
    <w:rsid w:val="00F85640"/>
    <w:rsid w:val="00F85D87"/>
    <w:rsid w:val="00F86A53"/>
    <w:rsid w:val="00F9158A"/>
    <w:rsid w:val="00F92535"/>
    <w:rsid w:val="00F94709"/>
    <w:rsid w:val="00FA5831"/>
    <w:rsid w:val="00FB59C5"/>
    <w:rsid w:val="00FB5AE3"/>
    <w:rsid w:val="00FB6AF8"/>
    <w:rsid w:val="00FC0305"/>
    <w:rsid w:val="00FC1EA5"/>
    <w:rsid w:val="00FC5CFE"/>
    <w:rsid w:val="00FD0C54"/>
    <w:rsid w:val="00FD5BDF"/>
    <w:rsid w:val="00FD6D40"/>
    <w:rsid w:val="00FE40FA"/>
    <w:rsid w:val="00FE4637"/>
    <w:rsid w:val="00FE5DF3"/>
    <w:rsid w:val="00FE6FBC"/>
    <w:rsid w:val="00FF275E"/>
    <w:rsid w:val="00FF4B22"/>
    <w:rsid w:val="00FF5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uiPriority="0" w:unhideWhenUsed="1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00D7F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B02F3"/>
    <w:pPr>
      <w:keepNext/>
      <w:widowControl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02F3"/>
    <w:pPr>
      <w:keepNext/>
      <w:widowControl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B02F3"/>
    <w:pPr>
      <w:keepNext/>
      <w:widowControl/>
      <w:jc w:val="center"/>
      <w:outlineLvl w:val="2"/>
    </w:pPr>
    <w:rPr>
      <w:b/>
      <w:sz w:val="4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C354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C354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C354B"/>
    <w:pPr>
      <w:widowControl/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C354B"/>
    <w:pPr>
      <w:widowControl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C354B"/>
    <w:pPr>
      <w:keepNext/>
      <w:widowControl/>
      <w:jc w:val="right"/>
      <w:outlineLvl w:val="7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C354B"/>
    <w:rPr>
      <w:rFonts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C354B"/>
    <w:rPr>
      <w:rFonts w:cs="Times New Roman"/>
      <w:sz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73DDF"/>
    <w:rPr>
      <w:rFonts w:cs="Times New Roman"/>
      <w:b/>
      <w:sz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C354B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C354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C354B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C354B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C354B"/>
    <w:rPr>
      <w:rFonts w:cs="Times New Roman"/>
      <w:b/>
      <w:bCs/>
      <w:sz w:val="24"/>
      <w:szCs w:val="24"/>
    </w:rPr>
  </w:style>
  <w:style w:type="character" w:customStyle="1" w:styleId="1">
    <w:name w:val="Основной шрифт абзаца1"/>
    <w:uiPriority w:val="99"/>
    <w:semiHidden/>
    <w:rsid w:val="004B02F3"/>
    <w:rPr>
      <w:sz w:val="20"/>
    </w:rPr>
  </w:style>
  <w:style w:type="paragraph" w:styleId="Header">
    <w:name w:val="header"/>
    <w:basedOn w:val="Normal"/>
    <w:link w:val="HeaderChar"/>
    <w:uiPriority w:val="99"/>
    <w:rsid w:val="004B02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3DD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B02F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C354B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4B02F3"/>
    <w:pPr>
      <w:widowControl/>
      <w:jc w:val="center"/>
    </w:pPr>
    <w:rPr>
      <w:b/>
      <w:sz w:val="40"/>
    </w:rPr>
  </w:style>
  <w:style w:type="character" w:styleId="PageNumber">
    <w:name w:val="page number"/>
    <w:basedOn w:val="DefaultParagraphFont"/>
    <w:uiPriority w:val="99"/>
    <w:rsid w:val="005625EB"/>
    <w:rPr>
      <w:rFonts w:cs="Times New Roman"/>
    </w:rPr>
  </w:style>
  <w:style w:type="table" w:styleId="TableGrid">
    <w:name w:val="Table Grid"/>
    <w:basedOn w:val="TableNormal"/>
    <w:uiPriority w:val="99"/>
    <w:rsid w:val="005625EB"/>
    <w:pPr>
      <w:widowControl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625EB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5625EB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5625E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04329E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77AEE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981A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C354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E4FC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C81106"/>
    <w:pPr>
      <w:widowControl/>
      <w:jc w:val="center"/>
    </w:pPr>
    <w:rPr>
      <w:b/>
      <w:sz w:val="32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AC354B"/>
    <w:rPr>
      <w:rFonts w:cs="Times New Roman"/>
      <w:b/>
      <w:sz w:val="24"/>
      <w:szCs w:val="24"/>
    </w:rPr>
  </w:style>
  <w:style w:type="paragraph" w:customStyle="1" w:styleId="ConsNonformat">
    <w:name w:val="ConsNonformat"/>
    <w:uiPriority w:val="99"/>
    <w:rsid w:val="001602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uiPriority w:val="99"/>
    <w:rsid w:val="00B70FF4"/>
    <w:pPr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b/>
      <w:bCs/>
      <w:i/>
      <w:iCs/>
      <w:sz w:val="28"/>
      <w:szCs w:val="28"/>
      <w:lang w:val="en-GB" w:eastAsia="en-US"/>
    </w:rPr>
  </w:style>
  <w:style w:type="character" w:customStyle="1" w:styleId="a0">
    <w:name w:val="Гипертекстовая ссылка"/>
    <w:basedOn w:val="DefaultParagraphFont"/>
    <w:uiPriority w:val="99"/>
    <w:rsid w:val="00F7398B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0A7F0B"/>
    <w:pPr>
      <w:widowControl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2">
    <w:name w:val="Цветовое выделение"/>
    <w:uiPriority w:val="99"/>
    <w:rsid w:val="000A7F0B"/>
    <w:rPr>
      <w:b/>
      <w:color w:val="26282F"/>
    </w:rPr>
  </w:style>
  <w:style w:type="paragraph" w:styleId="BodyText">
    <w:name w:val="Body Text"/>
    <w:basedOn w:val="Normal"/>
    <w:link w:val="BodyTextChar"/>
    <w:uiPriority w:val="99"/>
    <w:rsid w:val="00AC354B"/>
    <w:pPr>
      <w:widowControl/>
      <w:suppressAutoHyphens/>
      <w:jc w:val="both"/>
    </w:pPr>
    <w:rPr>
      <w:sz w:val="28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C354B"/>
    <w:rPr>
      <w:rFonts w:cs="Times New Roman"/>
      <w:sz w:val="24"/>
      <w:szCs w:val="24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AC354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C354B"/>
    <w:rPr>
      <w:rFonts w:ascii="Cambria" w:hAnsi="Cambria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C354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C354B"/>
    <w:rPr>
      <w:rFonts w:cs="Times New Roman"/>
    </w:rPr>
  </w:style>
  <w:style w:type="paragraph" w:customStyle="1" w:styleId="2">
    <w:name w:val="Стиль2"/>
    <w:basedOn w:val="10"/>
    <w:uiPriority w:val="99"/>
    <w:rsid w:val="00AC354B"/>
  </w:style>
  <w:style w:type="paragraph" w:customStyle="1" w:styleId="10">
    <w:name w:val="Стиль1"/>
    <w:basedOn w:val="Normal"/>
    <w:uiPriority w:val="99"/>
    <w:rsid w:val="00AC354B"/>
    <w:pPr>
      <w:widowControl/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rFonts w:cs="Arial"/>
      <w:sz w:val="24"/>
      <w:szCs w:val="18"/>
    </w:rPr>
  </w:style>
  <w:style w:type="paragraph" w:customStyle="1" w:styleId="a3">
    <w:name w:val="Заголовок статьи"/>
    <w:basedOn w:val="Normal"/>
    <w:next w:val="Normal"/>
    <w:uiPriority w:val="99"/>
    <w:rsid w:val="00AC354B"/>
    <w:pPr>
      <w:widowControl/>
      <w:autoSpaceDE w:val="0"/>
      <w:autoSpaceDN w:val="0"/>
      <w:adjustRightInd w:val="0"/>
      <w:ind w:left="1612" w:hanging="892"/>
      <w:jc w:val="both"/>
    </w:pPr>
    <w:rPr>
      <w:rFonts w:ascii="Arial" w:hAnsi="Arial"/>
      <w:sz w:val="24"/>
      <w:szCs w:val="24"/>
    </w:rPr>
  </w:style>
  <w:style w:type="paragraph" w:customStyle="1" w:styleId="ConsNormal">
    <w:name w:val="ConsNormal"/>
    <w:uiPriority w:val="99"/>
    <w:rsid w:val="00AC354B"/>
    <w:pPr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AC354B"/>
    <w:pPr>
      <w:widowControl/>
      <w:jc w:val="center"/>
    </w:pPr>
    <w:rPr>
      <w:b/>
      <w:sz w:val="28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C354B"/>
    <w:rPr>
      <w:rFonts w:cs="Times New Roman"/>
      <w:b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AC354B"/>
    <w:pPr>
      <w:widowControl/>
      <w:jc w:val="center"/>
    </w:pPr>
    <w:rPr>
      <w:b/>
      <w:bCs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C354B"/>
    <w:rPr>
      <w:rFonts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C354B"/>
    <w:pPr>
      <w:widowControl/>
      <w:spacing w:before="100" w:beforeAutospacing="1" w:after="100" w:afterAutospacing="1"/>
    </w:pPr>
    <w:rPr>
      <w:sz w:val="24"/>
      <w:szCs w:val="24"/>
    </w:rPr>
  </w:style>
  <w:style w:type="paragraph" w:styleId="DocumentMap">
    <w:name w:val="Document Map"/>
    <w:aliases w:val="Знак1"/>
    <w:basedOn w:val="Normal"/>
    <w:link w:val="DocumentMapChar1"/>
    <w:uiPriority w:val="99"/>
    <w:rsid w:val="00AC354B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aliases w:val="Знак1 Char"/>
    <w:basedOn w:val="DefaultParagraphFont"/>
    <w:link w:val="DocumentMap"/>
    <w:uiPriority w:val="99"/>
    <w:semiHidden/>
    <w:locked/>
    <w:rsid w:val="00877AEE"/>
    <w:rPr>
      <w:rFonts w:cs="Times New Roman"/>
      <w:sz w:val="2"/>
    </w:rPr>
  </w:style>
  <w:style w:type="character" w:customStyle="1" w:styleId="DocumentMapChar1">
    <w:name w:val="Document Map Char1"/>
    <w:aliases w:val="Знак1 Char1"/>
    <w:basedOn w:val="DefaultParagraphFont"/>
    <w:link w:val="DocumentMap"/>
    <w:uiPriority w:val="99"/>
    <w:locked/>
    <w:rsid w:val="00AC354B"/>
    <w:rPr>
      <w:rFonts w:ascii="Tahoma" w:hAnsi="Tahoma" w:cs="Tahoma"/>
      <w:shd w:val="clear" w:color="auto" w:fill="000080"/>
    </w:rPr>
  </w:style>
  <w:style w:type="character" w:customStyle="1" w:styleId="blk">
    <w:name w:val="blk"/>
    <w:basedOn w:val="DefaultParagraphFont"/>
    <w:uiPriority w:val="99"/>
    <w:rsid w:val="006B423F"/>
    <w:rPr>
      <w:rFonts w:cs="Times New Roman"/>
    </w:rPr>
  </w:style>
  <w:style w:type="character" w:customStyle="1" w:styleId="a4">
    <w:name w:val="Знак Знак"/>
    <w:basedOn w:val="DefaultParagraphFont"/>
    <w:uiPriority w:val="99"/>
    <w:rsid w:val="00F42133"/>
    <w:rPr>
      <w:rFonts w:cs="Times New Roman"/>
      <w:b/>
      <w:sz w:val="4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92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332800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kimova\Application%20Data\Microsoft\&#1064;&#1072;&#1073;&#1083;&#1086;&#1085;&#1099;\&#1043;&#1077;&#1088;&#1073;&#1086;&#1074;&#1099;&#1077;%20&#1073;&#1083;&#1072;&#1085;&#1082;&#1080;\&#1056;&#1040;&#1057;&#1055;&#1054;&#1056;&#1071;&#1046;&#1045;&#1053;&#1048;&#1045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Правительства</Template>
  <TotalTime>14</TotalTime>
  <Pages>8</Pages>
  <Words>1823</Words>
  <Characters>10396</Characters>
  <Application>Microsoft Office Outlook</Application>
  <DocSecurity>0</DocSecurity>
  <Lines>0</Lines>
  <Paragraphs>0</Paragraphs>
  <ScaleCrop>false</ScaleCrop>
  <Company>Elcom Ltd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Akimova</dc:creator>
  <cp:keywords/>
  <dc:description/>
  <cp:lastModifiedBy>Наталья</cp:lastModifiedBy>
  <cp:revision>6</cp:revision>
  <cp:lastPrinted>2014-10-29T06:01:00Z</cp:lastPrinted>
  <dcterms:created xsi:type="dcterms:W3CDTF">2019-04-18T11:31:00Z</dcterms:created>
  <dcterms:modified xsi:type="dcterms:W3CDTF">2019-04-22T11:50:00Z</dcterms:modified>
</cp:coreProperties>
</file>