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D4" w:rsidRDefault="00E311D4" w:rsidP="004E404F">
      <w:pPr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ППО (вектор) черная" style="position:absolute;left:0;text-align:left;margin-left:0;margin-top:.1pt;width:57.25pt;height:69.7pt;z-index:251658240;visibility:visible;mso-position-horizontal:center">
            <v:imagedata r:id="rId4" o:title=""/>
            <w10:wrap type="square"/>
          </v:shape>
        </w:pict>
      </w:r>
    </w:p>
    <w:p w:rsidR="00E311D4" w:rsidRDefault="00E311D4" w:rsidP="004E404F"/>
    <w:p w:rsidR="00E311D4" w:rsidRDefault="00E311D4" w:rsidP="004E404F"/>
    <w:tbl>
      <w:tblPr>
        <w:tblW w:w="9748" w:type="dxa"/>
        <w:tblInd w:w="-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48"/>
      </w:tblGrid>
      <w:tr w:rsidR="00E311D4" w:rsidTr="003C58B3">
        <w:trPr>
          <w:trHeight w:val="397"/>
        </w:trPr>
        <w:tc>
          <w:tcPr>
            <w:tcW w:w="9748" w:type="dxa"/>
          </w:tcPr>
          <w:p w:rsidR="00E311D4" w:rsidRDefault="00E311D4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E311D4" w:rsidTr="003C58B3">
        <w:tc>
          <w:tcPr>
            <w:tcW w:w="9748" w:type="dxa"/>
          </w:tcPr>
          <w:p w:rsidR="00E311D4" w:rsidRPr="003C58B3" w:rsidRDefault="00E311D4" w:rsidP="00AC4199">
            <w:pPr>
              <w:widowControl/>
              <w:jc w:val="center"/>
              <w:rPr>
                <w:b/>
                <w:sz w:val="34"/>
                <w:szCs w:val="34"/>
              </w:rPr>
            </w:pPr>
            <w:r w:rsidRPr="003C58B3">
              <w:rPr>
                <w:b/>
                <w:sz w:val="34"/>
                <w:szCs w:val="34"/>
              </w:rPr>
              <w:t xml:space="preserve">АДМИНИСТРАЦИЯ </w:t>
            </w:r>
            <w:r>
              <w:rPr>
                <w:b/>
                <w:sz w:val="34"/>
                <w:szCs w:val="34"/>
              </w:rPr>
              <w:t>ШЕЙНСКОГО</w:t>
            </w:r>
            <w:r w:rsidRPr="003C58B3">
              <w:rPr>
                <w:b/>
                <w:sz w:val="34"/>
                <w:szCs w:val="34"/>
              </w:rPr>
              <w:t xml:space="preserve">  СЕЛЬСОВЕТА</w:t>
            </w:r>
          </w:p>
          <w:p w:rsidR="00E311D4" w:rsidRDefault="00E311D4">
            <w:pPr>
              <w:widowControl/>
              <w:jc w:val="center"/>
              <w:rPr>
                <w:b/>
                <w:sz w:val="36"/>
              </w:rPr>
            </w:pPr>
            <w:r w:rsidRPr="003C58B3">
              <w:rPr>
                <w:b/>
                <w:sz w:val="34"/>
                <w:szCs w:val="34"/>
              </w:rPr>
              <w:t>ПАЧЕЛМСКОГО РАЙОНА ПЕНЗЕНСКОЙ ОБЛАСТИ</w:t>
            </w:r>
          </w:p>
        </w:tc>
      </w:tr>
      <w:tr w:rsidR="00E311D4" w:rsidTr="003C58B3">
        <w:trPr>
          <w:trHeight w:val="397"/>
        </w:trPr>
        <w:tc>
          <w:tcPr>
            <w:tcW w:w="9748" w:type="dxa"/>
          </w:tcPr>
          <w:p w:rsidR="00E311D4" w:rsidRDefault="00E311D4">
            <w:pPr>
              <w:widowControl/>
              <w:jc w:val="both"/>
              <w:rPr>
                <w:sz w:val="24"/>
              </w:rPr>
            </w:pPr>
          </w:p>
        </w:tc>
      </w:tr>
      <w:tr w:rsidR="00E311D4" w:rsidTr="003C58B3">
        <w:tc>
          <w:tcPr>
            <w:tcW w:w="9748" w:type="dxa"/>
          </w:tcPr>
          <w:p w:rsidR="00E311D4" w:rsidRDefault="00E311D4">
            <w:pPr>
              <w:pStyle w:val="Heading3"/>
            </w:pPr>
            <w:r w:rsidRPr="00721174">
              <w:rPr>
                <w:sz w:val="28"/>
                <w:szCs w:val="28"/>
              </w:rPr>
              <w:t>ПОСТАНОВЛЕНИЕ</w:t>
            </w:r>
          </w:p>
        </w:tc>
      </w:tr>
      <w:tr w:rsidR="00E311D4" w:rsidTr="003C58B3">
        <w:trPr>
          <w:trHeight w:val="340"/>
        </w:trPr>
        <w:tc>
          <w:tcPr>
            <w:tcW w:w="9748" w:type="dxa"/>
            <w:vAlign w:val="center"/>
          </w:tcPr>
          <w:p w:rsidR="00E311D4" w:rsidRDefault="00E311D4">
            <w:pPr>
              <w:pStyle w:val="Heading3"/>
            </w:pPr>
          </w:p>
        </w:tc>
      </w:tr>
    </w:tbl>
    <w:p w:rsidR="00E311D4" w:rsidRDefault="00E311D4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E311D4">
        <w:trPr>
          <w:jc w:val="center"/>
        </w:trPr>
        <w:tc>
          <w:tcPr>
            <w:tcW w:w="284" w:type="dxa"/>
            <w:vAlign w:val="bottom"/>
          </w:tcPr>
          <w:p w:rsidR="00E311D4" w:rsidRDefault="00E311D4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311D4" w:rsidRDefault="00E311D4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19.02.2019</w:t>
            </w:r>
          </w:p>
        </w:tc>
        <w:tc>
          <w:tcPr>
            <w:tcW w:w="397" w:type="dxa"/>
          </w:tcPr>
          <w:p w:rsidR="00E311D4" w:rsidRDefault="00E311D4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311D4" w:rsidRDefault="00E311D4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E311D4">
        <w:trPr>
          <w:jc w:val="center"/>
        </w:trPr>
        <w:tc>
          <w:tcPr>
            <w:tcW w:w="4650" w:type="dxa"/>
            <w:gridSpan w:val="4"/>
          </w:tcPr>
          <w:p w:rsidR="00E311D4" w:rsidRDefault="00E311D4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E311D4" w:rsidRDefault="00E311D4" w:rsidP="005574D8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Шейно</w:t>
            </w:r>
          </w:p>
        </w:tc>
      </w:tr>
    </w:tbl>
    <w:p w:rsidR="00E311D4" w:rsidRDefault="00E311D4" w:rsidP="004E404F">
      <w:pPr>
        <w:jc w:val="center"/>
        <w:rPr>
          <w:sz w:val="24"/>
          <w:szCs w:val="24"/>
        </w:rPr>
      </w:pPr>
    </w:p>
    <w:p w:rsidR="00E311D4" w:rsidRPr="00E35273" w:rsidRDefault="00E311D4" w:rsidP="00885F72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нормативах финансовых затрат на ремонт и содержание автомобильных дорог местного значения Шейнского сельсовета Пачелмского района Пензенской области на 2019 год</w:t>
      </w:r>
    </w:p>
    <w:p w:rsidR="00E311D4" w:rsidRDefault="00E311D4" w:rsidP="00885F7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E311D4" w:rsidRDefault="00E311D4" w:rsidP="00885F7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уководствуясь статьей 15 Федерального Закона от 06.10.2003  № 131-ФЗ «Об общих принципах организации местного самоуправления в Российской Федерации» (с изменениями), </w:t>
      </w:r>
      <w:r>
        <w:rPr>
          <w:bCs/>
          <w:sz w:val="28"/>
          <w:szCs w:val="28"/>
        </w:rPr>
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(с изменениями),</w:t>
      </w:r>
      <w:r>
        <w:rPr>
          <w:sz w:val="28"/>
          <w:szCs w:val="28"/>
        </w:rPr>
        <w:t xml:space="preserve"> Временными  сметными нормами и расценками на работы по летнему содержанию автомобильных дорог, утвержденными Министерством транспорта Российской Федерации 10.05.2003, Временными  сметными нормами и расценками на работы по зимнему содержанию автомобильных дорог, утвержденными Министерством транспорта Российской Федерации 10.01.2003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р</w:t>
      </w:r>
      <w:r>
        <w:rPr>
          <w:bCs/>
          <w:color w:val="000000"/>
          <w:sz w:val="28"/>
          <w:szCs w:val="28"/>
        </w:rPr>
        <w:t>уководствуясь ст. 23 Устава Шейнского сельсовета Пачелмского района  Пензенской области</w:t>
      </w:r>
      <w:r>
        <w:rPr>
          <w:bCs/>
          <w:sz w:val="28"/>
          <w:szCs w:val="28"/>
        </w:rPr>
        <w:t>,</w:t>
      </w:r>
    </w:p>
    <w:p w:rsidR="00E311D4" w:rsidRDefault="00E311D4" w:rsidP="00885F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11D4" w:rsidRDefault="00E311D4" w:rsidP="005377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Шейнского сельсовета </w:t>
      </w:r>
    </w:p>
    <w:p w:rsidR="00E311D4" w:rsidRDefault="00E311D4" w:rsidP="005377EF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Пачелмского района Пензенской области постановляет</w:t>
      </w:r>
      <w:r>
        <w:rPr>
          <w:b/>
          <w:bCs/>
          <w:sz w:val="28"/>
          <w:szCs w:val="28"/>
        </w:rPr>
        <w:t>:</w:t>
      </w:r>
    </w:p>
    <w:p w:rsidR="00E311D4" w:rsidRDefault="00E311D4" w:rsidP="00885F72">
      <w:pPr>
        <w:jc w:val="both"/>
        <w:rPr>
          <w:bCs/>
          <w:sz w:val="28"/>
          <w:szCs w:val="28"/>
        </w:rPr>
      </w:pPr>
      <w:bookmarkStart w:id="0" w:name="sub_1"/>
      <w:r>
        <w:rPr>
          <w:sz w:val="28"/>
          <w:lang w:eastAsia="en-US"/>
        </w:rPr>
        <w:t xml:space="preserve">      </w:t>
      </w:r>
    </w:p>
    <w:p w:rsidR="00E311D4" w:rsidRPr="009C6B24" w:rsidRDefault="00E311D4" w:rsidP="006469F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C6B24">
        <w:rPr>
          <w:bCs/>
          <w:sz w:val="28"/>
          <w:szCs w:val="28"/>
        </w:rPr>
        <w:t>1.</w:t>
      </w:r>
      <w:r w:rsidRPr="009C6B24">
        <w:rPr>
          <w:sz w:val="28"/>
          <w:szCs w:val="28"/>
        </w:rPr>
        <w:t xml:space="preserve">  Установить:</w:t>
      </w:r>
    </w:p>
    <w:p w:rsidR="00E311D4" w:rsidRPr="009C6B24" w:rsidRDefault="00E311D4" w:rsidP="006469F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C6B24">
        <w:rPr>
          <w:sz w:val="28"/>
          <w:szCs w:val="28"/>
        </w:rPr>
        <w:t xml:space="preserve">1.1. Норматив финансовых затрат на ремонт и содержание автомобильных дорог местного значения в границах населенных пунктов </w:t>
      </w:r>
      <w:r>
        <w:rPr>
          <w:sz w:val="28"/>
          <w:szCs w:val="28"/>
        </w:rPr>
        <w:t>Шейнского</w:t>
      </w:r>
      <w:r w:rsidRPr="009C6B24">
        <w:rPr>
          <w:sz w:val="28"/>
          <w:szCs w:val="28"/>
        </w:rPr>
        <w:t xml:space="preserve"> сельсовета  Пачелмского района  Пензенской области на 2019 год для автодорог с  асфальтобетонным покрытием в размере</w:t>
      </w:r>
      <w:r>
        <w:rPr>
          <w:sz w:val="28"/>
          <w:szCs w:val="28"/>
        </w:rPr>
        <w:t xml:space="preserve"> </w:t>
      </w:r>
      <w:r w:rsidRPr="00973B9C">
        <w:rPr>
          <w:sz w:val="28"/>
          <w:szCs w:val="28"/>
        </w:rPr>
        <w:t>33458,33</w:t>
      </w:r>
      <w:r w:rsidRPr="009C6B24">
        <w:rPr>
          <w:sz w:val="28"/>
          <w:szCs w:val="28"/>
        </w:rPr>
        <w:t xml:space="preserve">  рублей на </w:t>
      </w:r>
      <w:smartTag w:uri="urn:schemas-microsoft-com:office:smarttags" w:element="metricconverter">
        <w:smartTagPr>
          <w:attr w:name="ProductID" w:val="1 км"/>
        </w:smartTagPr>
        <w:smartTag w:uri="urn:schemas-microsoft-com:office:smarttags" w:element="metricconverter">
          <w:smartTagPr>
            <w:attr w:name="ProductID" w:val="1 км"/>
          </w:smartTagPr>
          <w:r w:rsidRPr="009C6B24">
            <w:rPr>
              <w:sz w:val="28"/>
              <w:szCs w:val="28"/>
            </w:rPr>
            <w:t>1 км</w:t>
          </w:r>
        </w:smartTag>
        <w:r w:rsidRPr="009C6B24">
          <w:rPr>
            <w:sz w:val="28"/>
            <w:szCs w:val="28"/>
          </w:rPr>
          <w:t>.</w:t>
        </w:r>
      </w:smartTag>
      <w:r w:rsidRPr="009C6B24">
        <w:rPr>
          <w:sz w:val="28"/>
          <w:szCs w:val="28"/>
        </w:rPr>
        <w:t xml:space="preserve"> в год.</w:t>
      </w:r>
    </w:p>
    <w:p w:rsidR="00E311D4" w:rsidRDefault="00E311D4" w:rsidP="00CD73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B24">
        <w:rPr>
          <w:sz w:val="28"/>
          <w:szCs w:val="28"/>
        </w:rPr>
        <w:t>1.2. Норматив финансовых затрат на</w:t>
      </w:r>
      <w:r>
        <w:rPr>
          <w:sz w:val="28"/>
          <w:szCs w:val="28"/>
        </w:rPr>
        <w:t xml:space="preserve"> ремонт и </w:t>
      </w:r>
      <w:r w:rsidRPr="009C6B24">
        <w:rPr>
          <w:sz w:val="28"/>
          <w:szCs w:val="28"/>
        </w:rPr>
        <w:t xml:space="preserve"> содержание грунтовых автомобильных дорог местного значения в границах населенных пунктов </w:t>
      </w:r>
      <w:r>
        <w:rPr>
          <w:sz w:val="28"/>
          <w:szCs w:val="28"/>
        </w:rPr>
        <w:t>Шейнского</w:t>
      </w:r>
      <w:r w:rsidRPr="009C6B24">
        <w:rPr>
          <w:sz w:val="28"/>
          <w:szCs w:val="28"/>
        </w:rPr>
        <w:t xml:space="preserve"> сельсовета  Пачелмского района  Пензенской области на 2019 год   в размере </w:t>
      </w:r>
      <w:r w:rsidRPr="00973B9C">
        <w:rPr>
          <w:sz w:val="28"/>
          <w:szCs w:val="28"/>
        </w:rPr>
        <w:t>33058, 25</w:t>
      </w:r>
      <w:r>
        <w:rPr>
          <w:color w:val="FF0000"/>
          <w:sz w:val="28"/>
          <w:szCs w:val="28"/>
        </w:rPr>
        <w:t xml:space="preserve"> </w:t>
      </w:r>
      <w:r w:rsidRPr="009C6B24">
        <w:rPr>
          <w:sz w:val="28"/>
          <w:szCs w:val="28"/>
        </w:rPr>
        <w:t xml:space="preserve">рублей на </w:t>
      </w:r>
      <w:smartTag w:uri="urn:schemas-microsoft-com:office:smarttags" w:element="metricconverter">
        <w:smartTagPr>
          <w:attr w:name="ProductID" w:val="1 км"/>
        </w:smartTagPr>
        <w:smartTag w:uri="urn:schemas-microsoft-com:office:smarttags" w:element="metricconverter">
          <w:smartTagPr>
            <w:attr w:name="ProductID" w:val="1 км"/>
          </w:smartTagPr>
          <w:r w:rsidRPr="009C6B24">
            <w:rPr>
              <w:sz w:val="28"/>
              <w:szCs w:val="28"/>
            </w:rPr>
            <w:t>1 км</w:t>
          </w:r>
        </w:smartTag>
        <w:r w:rsidRPr="009C6B24">
          <w:rPr>
            <w:sz w:val="28"/>
            <w:szCs w:val="28"/>
          </w:rPr>
          <w:t>.</w:t>
        </w:r>
      </w:smartTag>
      <w:r w:rsidRPr="009C6B24">
        <w:rPr>
          <w:sz w:val="28"/>
          <w:szCs w:val="28"/>
        </w:rPr>
        <w:t xml:space="preserve"> в год.</w:t>
      </w:r>
    </w:p>
    <w:p w:rsidR="00E311D4" w:rsidRPr="009C6B24" w:rsidRDefault="00E311D4" w:rsidP="00B617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bookmarkStart w:id="1" w:name="sub_3"/>
      <w:r>
        <w:rPr>
          <w:sz w:val="28"/>
          <w:szCs w:val="28"/>
        </w:rPr>
        <w:t>2</w:t>
      </w:r>
      <w:r w:rsidRPr="00221A5B">
        <w:rPr>
          <w:sz w:val="28"/>
          <w:szCs w:val="28"/>
        </w:rPr>
        <w:t>. Утвердить правила расчета размера ассигнований бюджета</w:t>
      </w:r>
      <w:r>
        <w:rPr>
          <w:sz w:val="28"/>
          <w:szCs w:val="28"/>
        </w:rPr>
        <w:t xml:space="preserve"> Шейнского сельсовета </w:t>
      </w:r>
      <w:r w:rsidRPr="00221A5B">
        <w:rPr>
          <w:sz w:val="28"/>
          <w:szCs w:val="28"/>
        </w:rPr>
        <w:t xml:space="preserve"> </w:t>
      </w:r>
      <w:r>
        <w:rPr>
          <w:sz w:val="28"/>
          <w:szCs w:val="28"/>
        </w:rPr>
        <w:t>Пачелмского</w:t>
      </w:r>
      <w:r w:rsidRPr="00221A5B">
        <w:rPr>
          <w:sz w:val="28"/>
          <w:szCs w:val="28"/>
        </w:rPr>
        <w:t xml:space="preserve"> района Пензенской области на ремонт, капитальный ремонт и содержание автомобильных дорог местного значения вне границ населенн</w:t>
      </w:r>
      <w:r>
        <w:rPr>
          <w:sz w:val="28"/>
          <w:szCs w:val="28"/>
        </w:rPr>
        <w:t>ых пунктов в границах Шейнского сельсовета Пачелмского</w:t>
      </w:r>
      <w:r w:rsidRPr="00221A5B">
        <w:rPr>
          <w:sz w:val="28"/>
          <w:szCs w:val="28"/>
        </w:rPr>
        <w:t xml:space="preserve"> района Пензенской области на 201</w:t>
      </w:r>
      <w:r>
        <w:rPr>
          <w:sz w:val="28"/>
          <w:szCs w:val="28"/>
        </w:rPr>
        <w:t>9</w:t>
      </w:r>
      <w:r w:rsidRPr="00221A5B">
        <w:rPr>
          <w:sz w:val="28"/>
          <w:szCs w:val="28"/>
        </w:rPr>
        <w:t xml:space="preserve"> год </w:t>
      </w:r>
      <w:bookmarkEnd w:id="1"/>
      <w:r>
        <w:rPr>
          <w:sz w:val="28"/>
          <w:szCs w:val="28"/>
        </w:rPr>
        <w:t xml:space="preserve"> согласно приложению  к настоящему постановлению</w:t>
      </w:r>
    </w:p>
    <w:p w:rsidR="00E311D4" w:rsidRPr="009C6B24" w:rsidRDefault="00E311D4" w:rsidP="00B617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Pr="009C6B24">
        <w:rPr>
          <w:sz w:val="28"/>
          <w:szCs w:val="28"/>
        </w:rPr>
        <w:t xml:space="preserve">. Признать утратившими силу постановление администрации </w:t>
      </w:r>
      <w:r>
        <w:rPr>
          <w:sz w:val="28"/>
          <w:szCs w:val="28"/>
        </w:rPr>
        <w:t>Шейнского</w:t>
      </w:r>
      <w:r w:rsidRPr="009C6B24">
        <w:rPr>
          <w:sz w:val="28"/>
          <w:szCs w:val="28"/>
        </w:rPr>
        <w:t xml:space="preserve"> сельсовета Пачелмског</w:t>
      </w:r>
      <w:r>
        <w:rPr>
          <w:sz w:val="28"/>
          <w:szCs w:val="28"/>
        </w:rPr>
        <w:t>о района Пензенской области от 07.12</w:t>
      </w:r>
      <w:r w:rsidRPr="009C6B24">
        <w:rPr>
          <w:sz w:val="28"/>
          <w:szCs w:val="28"/>
        </w:rPr>
        <w:t>.201</w:t>
      </w:r>
      <w:r>
        <w:rPr>
          <w:sz w:val="28"/>
          <w:szCs w:val="28"/>
        </w:rPr>
        <w:t>8  № 72</w:t>
      </w:r>
      <w:r w:rsidRPr="009C6B24">
        <w:rPr>
          <w:sz w:val="28"/>
          <w:szCs w:val="28"/>
        </w:rPr>
        <w:t xml:space="preserve">  «О нормативах финансовых затрат на содержание автомобильных дорог местного значения </w:t>
      </w:r>
      <w:r>
        <w:rPr>
          <w:sz w:val="28"/>
          <w:szCs w:val="28"/>
        </w:rPr>
        <w:t>Шейнского</w:t>
      </w:r>
      <w:r w:rsidRPr="009C6B24">
        <w:rPr>
          <w:sz w:val="28"/>
          <w:szCs w:val="28"/>
        </w:rPr>
        <w:t xml:space="preserve"> сельсовета Пачелмского р</w:t>
      </w:r>
      <w:r>
        <w:rPr>
          <w:sz w:val="28"/>
          <w:szCs w:val="28"/>
        </w:rPr>
        <w:t>айона Пензенской области на 2019</w:t>
      </w:r>
      <w:r w:rsidRPr="009C6B24">
        <w:rPr>
          <w:sz w:val="28"/>
          <w:szCs w:val="28"/>
        </w:rPr>
        <w:t xml:space="preserve"> год».</w:t>
      </w:r>
    </w:p>
    <w:p w:rsidR="00E311D4" w:rsidRPr="009C6B24" w:rsidRDefault="00E311D4" w:rsidP="00B617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4</w:t>
      </w:r>
      <w:r w:rsidRPr="009C6B24">
        <w:rPr>
          <w:bCs/>
          <w:sz w:val="28"/>
          <w:szCs w:val="28"/>
        </w:rPr>
        <w:t xml:space="preserve">. </w:t>
      </w:r>
      <w:bookmarkEnd w:id="0"/>
      <w:r w:rsidRPr="009C6B24">
        <w:rPr>
          <w:sz w:val="28"/>
          <w:szCs w:val="28"/>
          <w:lang w:eastAsia="en-US"/>
        </w:rPr>
        <w:t>Опубликовать настоящее постановление в информационном бюллетене</w:t>
      </w:r>
      <w:r w:rsidRPr="009C6B24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 «Шейнские вести</w:t>
      </w:r>
      <w:r w:rsidRPr="009C6B24">
        <w:rPr>
          <w:sz w:val="28"/>
          <w:szCs w:val="28"/>
          <w:lang w:eastAsia="en-US"/>
        </w:rPr>
        <w:t>».</w:t>
      </w:r>
    </w:p>
    <w:p w:rsidR="00E311D4" w:rsidRPr="009C6B24" w:rsidRDefault="00E311D4" w:rsidP="00B617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5</w:t>
      </w:r>
      <w:r w:rsidRPr="009C6B24">
        <w:rPr>
          <w:sz w:val="28"/>
          <w:szCs w:val="28"/>
          <w:lang w:eastAsia="en-US"/>
        </w:rPr>
        <w:t xml:space="preserve">. </w:t>
      </w:r>
      <w:r w:rsidRPr="009C6B24">
        <w:rPr>
          <w:sz w:val="28"/>
          <w:szCs w:val="28"/>
        </w:rPr>
        <w:t>Настоящее постановление вступает в силу с 01.01.2019 года.</w:t>
      </w:r>
    </w:p>
    <w:p w:rsidR="00E311D4" w:rsidRPr="009C6B24" w:rsidRDefault="00E311D4" w:rsidP="00B617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lang w:eastAsia="en-US"/>
        </w:rPr>
        <w:t xml:space="preserve">     6</w:t>
      </w:r>
      <w:r w:rsidRPr="009C6B24">
        <w:rPr>
          <w:sz w:val="28"/>
          <w:lang w:eastAsia="en-US"/>
        </w:rPr>
        <w:t xml:space="preserve">. Контроль за исполнением настоящего постановления возложить на главу администрации </w:t>
      </w:r>
      <w:r>
        <w:rPr>
          <w:sz w:val="28"/>
          <w:lang w:eastAsia="en-US"/>
        </w:rPr>
        <w:t>Шейнского</w:t>
      </w:r>
      <w:r w:rsidRPr="009C6B24">
        <w:rPr>
          <w:sz w:val="28"/>
          <w:lang w:eastAsia="en-US"/>
        </w:rPr>
        <w:t xml:space="preserve"> сельсовета  Пачелмского района Пе</w:t>
      </w:r>
      <w:r>
        <w:rPr>
          <w:sz w:val="28"/>
          <w:lang w:eastAsia="en-US"/>
        </w:rPr>
        <w:t>нзенской области .</w:t>
      </w:r>
    </w:p>
    <w:p w:rsidR="00E311D4" w:rsidRPr="009C6B24" w:rsidRDefault="00E311D4" w:rsidP="00885F72">
      <w:pPr>
        <w:tabs>
          <w:tab w:val="left" w:pos="4320"/>
        </w:tabs>
        <w:jc w:val="center"/>
        <w:rPr>
          <w:sz w:val="28"/>
          <w:szCs w:val="28"/>
        </w:rPr>
      </w:pPr>
    </w:p>
    <w:p w:rsidR="00E311D4" w:rsidRPr="009C6B24" w:rsidRDefault="00E311D4" w:rsidP="00885F72">
      <w:pPr>
        <w:tabs>
          <w:tab w:val="left" w:pos="4320"/>
        </w:tabs>
        <w:jc w:val="center"/>
        <w:rPr>
          <w:sz w:val="28"/>
          <w:szCs w:val="28"/>
        </w:rPr>
      </w:pPr>
    </w:p>
    <w:p w:rsidR="00E311D4" w:rsidRPr="009C6B24" w:rsidRDefault="00E311D4" w:rsidP="00F03ABC">
      <w:pPr>
        <w:rPr>
          <w:sz w:val="28"/>
          <w:szCs w:val="28"/>
        </w:rPr>
      </w:pPr>
      <w:r w:rsidRPr="009C6B24">
        <w:rPr>
          <w:sz w:val="28"/>
          <w:szCs w:val="28"/>
        </w:rPr>
        <w:t xml:space="preserve">Глава администрации </w:t>
      </w:r>
      <w:r>
        <w:rPr>
          <w:sz w:val="28"/>
          <w:szCs w:val="28"/>
        </w:rPr>
        <w:t>Шейнского</w:t>
      </w:r>
      <w:r w:rsidRPr="009C6B24">
        <w:rPr>
          <w:sz w:val="28"/>
          <w:szCs w:val="28"/>
        </w:rPr>
        <w:t xml:space="preserve"> сельсовета</w:t>
      </w:r>
    </w:p>
    <w:p w:rsidR="00E311D4" w:rsidRPr="009C6B24" w:rsidRDefault="00E311D4" w:rsidP="00B6173E">
      <w:pPr>
        <w:rPr>
          <w:sz w:val="28"/>
          <w:szCs w:val="28"/>
        </w:rPr>
      </w:pPr>
      <w:r w:rsidRPr="009C6B24">
        <w:rPr>
          <w:sz w:val="28"/>
          <w:szCs w:val="28"/>
        </w:rPr>
        <w:t xml:space="preserve">Пачелмского района Пензенской области                                 </w:t>
      </w:r>
      <w:r>
        <w:rPr>
          <w:sz w:val="28"/>
          <w:szCs w:val="28"/>
        </w:rPr>
        <w:t>Ю.В.Мартьянов</w:t>
      </w:r>
    </w:p>
    <w:p w:rsidR="00E311D4" w:rsidRPr="009C6B24" w:rsidRDefault="00E311D4" w:rsidP="004E404F"/>
    <w:p w:rsidR="00E311D4" w:rsidRPr="009C6B24" w:rsidRDefault="00E311D4" w:rsidP="004E404F"/>
    <w:p w:rsidR="00E311D4" w:rsidRPr="009C6B24" w:rsidRDefault="00E311D4" w:rsidP="004E404F"/>
    <w:p w:rsidR="00E311D4" w:rsidRPr="009C6B24" w:rsidRDefault="00E311D4" w:rsidP="004E404F"/>
    <w:p w:rsidR="00E311D4" w:rsidRPr="009C6B24" w:rsidRDefault="00E311D4" w:rsidP="004E404F"/>
    <w:p w:rsidR="00E311D4" w:rsidRPr="009C6B24" w:rsidRDefault="00E311D4" w:rsidP="004E404F"/>
    <w:p w:rsidR="00E311D4" w:rsidRPr="009C6B24" w:rsidRDefault="00E311D4" w:rsidP="004E404F"/>
    <w:p w:rsidR="00E311D4" w:rsidRPr="009C6B24" w:rsidRDefault="00E311D4" w:rsidP="004E404F">
      <w:pPr>
        <w:rPr>
          <w:sz w:val="30"/>
        </w:rPr>
      </w:pPr>
    </w:p>
    <w:p w:rsidR="00E311D4" w:rsidRDefault="00E311D4" w:rsidP="004E404F"/>
    <w:p w:rsidR="00E311D4" w:rsidRDefault="00E311D4"/>
    <w:p w:rsidR="00E311D4" w:rsidRDefault="00E311D4"/>
    <w:p w:rsidR="00E311D4" w:rsidRDefault="00E311D4"/>
    <w:p w:rsidR="00E311D4" w:rsidRDefault="00E311D4"/>
    <w:p w:rsidR="00E311D4" w:rsidRDefault="00E311D4"/>
    <w:p w:rsidR="00E311D4" w:rsidRDefault="00E311D4"/>
    <w:p w:rsidR="00E311D4" w:rsidRDefault="00E311D4"/>
    <w:p w:rsidR="00E311D4" w:rsidRDefault="00E311D4"/>
    <w:p w:rsidR="00E311D4" w:rsidRDefault="00E311D4"/>
    <w:p w:rsidR="00E311D4" w:rsidRDefault="00E311D4"/>
    <w:p w:rsidR="00E311D4" w:rsidRDefault="00E311D4"/>
    <w:p w:rsidR="00E311D4" w:rsidRDefault="00E311D4"/>
    <w:p w:rsidR="00E311D4" w:rsidRDefault="00E311D4"/>
    <w:p w:rsidR="00E311D4" w:rsidRDefault="00E311D4"/>
    <w:p w:rsidR="00E311D4" w:rsidRDefault="00E311D4"/>
    <w:p w:rsidR="00E311D4" w:rsidRDefault="00E311D4"/>
    <w:p w:rsidR="00E311D4" w:rsidRDefault="00E311D4"/>
    <w:p w:rsidR="00E311D4" w:rsidRDefault="00E311D4"/>
    <w:p w:rsidR="00E311D4" w:rsidRDefault="00E311D4"/>
    <w:p w:rsidR="00E311D4" w:rsidRDefault="00E311D4"/>
    <w:p w:rsidR="00E311D4" w:rsidRDefault="00E311D4"/>
    <w:p w:rsidR="00E311D4" w:rsidRDefault="00E311D4"/>
    <w:p w:rsidR="00E311D4" w:rsidRDefault="00E311D4"/>
    <w:p w:rsidR="00E311D4" w:rsidRPr="00B6173E" w:rsidRDefault="00E311D4" w:rsidP="00B6173E">
      <w:pPr>
        <w:jc w:val="right"/>
        <w:rPr>
          <w:sz w:val="24"/>
          <w:szCs w:val="24"/>
        </w:rPr>
      </w:pPr>
      <w:r w:rsidRPr="00B6173E">
        <w:rPr>
          <w:sz w:val="24"/>
          <w:szCs w:val="24"/>
        </w:rPr>
        <w:t xml:space="preserve">Приложение </w:t>
      </w:r>
    </w:p>
    <w:p w:rsidR="00E311D4" w:rsidRPr="00B6173E" w:rsidRDefault="00E311D4" w:rsidP="00B6173E">
      <w:pPr>
        <w:jc w:val="right"/>
        <w:rPr>
          <w:sz w:val="24"/>
          <w:szCs w:val="24"/>
        </w:rPr>
      </w:pPr>
      <w:r w:rsidRPr="00B6173E">
        <w:rPr>
          <w:sz w:val="24"/>
          <w:szCs w:val="24"/>
        </w:rPr>
        <w:t xml:space="preserve"> к постановлению  администрации </w:t>
      </w:r>
    </w:p>
    <w:p w:rsidR="00E311D4" w:rsidRPr="00B6173E" w:rsidRDefault="00E311D4" w:rsidP="00B6173E">
      <w:pPr>
        <w:jc w:val="right"/>
        <w:rPr>
          <w:sz w:val="24"/>
          <w:szCs w:val="24"/>
        </w:rPr>
      </w:pPr>
      <w:r w:rsidRPr="00B617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Шейнского сельсовета </w:t>
      </w:r>
      <w:r w:rsidRPr="00B6173E">
        <w:rPr>
          <w:sz w:val="24"/>
          <w:szCs w:val="24"/>
        </w:rPr>
        <w:t xml:space="preserve"> </w:t>
      </w:r>
    </w:p>
    <w:p w:rsidR="00E311D4" w:rsidRPr="00B6173E" w:rsidRDefault="00E311D4" w:rsidP="00B6173E">
      <w:pPr>
        <w:jc w:val="right"/>
        <w:rPr>
          <w:sz w:val="24"/>
          <w:szCs w:val="24"/>
        </w:rPr>
      </w:pPr>
      <w:r w:rsidRPr="00B6173E">
        <w:rPr>
          <w:sz w:val="24"/>
          <w:szCs w:val="24"/>
        </w:rPr>
        <w:t>Пачелмского района</w:t>
      </w:r>
    </w:p>
    <w:p w:rsidR="00E311D4" w:rsidRPr="00B6173E" w:rsidRDefault="00E311D4" w:rsidP="00B6173E">
      <w:pPr>
        <w:jc w:val="right"/>
        <w:rPr>
          <w:sz w:val="24"/>
          <w:szCs w:val="24"/>
        </w:rPr>
      </w:pPr>
      <w:r w:rsidRPr="00B6173E">
        <w:rPr>
          <w:sz w:val="24"/>
          <w:szCs w:val="24"/>
        </w:rPr>
        <w:t xml:space="preserve">Пензенской области </w:t>
      </w:r>
    </w:p>
    <w:p w:rsidR="00E311D4" w:rsidRPr="00B6173E" w:rsidRDefault="00E311D4" w:rsidP="00B6173E">
      <w:pPr>
        <w:jc w:val="right"/>
        <w:rPr>
          <w:sz w:val="24"/>
          <w:szCs w:val="24"/>
        </w:rPr>
      </w:pPr>
      <w:r w:rsidRPr="00B6173E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19.02.2019 </w:t>
      </w:r>
      <w:r w:rsidRPr="00B6173E">
        <w:rPr>
          <w:sz w:val="24"/>
          <w:szCs w:val="24"/>
        </w:rPr>
        <w:t xml:space="preserve"> № </w:t>
      </w:r>
      <w:r>
        <w:rPr>
          <w:sz w:val="24"/>
          <w:szCs w:val="24"/>
        </w:rPr>
        <w:t>17</w:t>
      </w:r>
    </w:p>
    <w:p w:rsidR="00E311D4" w:rsidRPr="00E46FF1" w:rsidRDefault="00E311D4" w:rsidP="00B6173E">
      <w:pPr>
        <w:jc w:val="right"/>
        <w:rPr>
          <w:sz w:val="28"/>
          <w:szCs w:val="28"/>
        </w:rPr>
      </w:pPr>
    </w:p>
    <w:p w:rsidR="00E311D4" w:rsidRPr="007803D4" w:rsidRDefault="00E311D4" w:rsidP="00B6173E">
      <w:pPr>
        <w:jc w:val="right"/>
        <w:rPr>
          <w:sz w:val="28"/>
          <w:szCs w:val="28"/>
        </w:rPr>
      </w:pPr>
      <w:r w:rsidRPr="007803D4">
        <w:rPr>
          <w:sz w:val="28"/>
          <w:szCs w:val="28"/>
        </w:rPr>
        <w:t xml:space="preserve"> </w:t>
      </w:r>
    </w:p>
    <w:p w:rsidR="00E311D4" w:rsidRDefault="00E311D4" w:rsidP="00B6173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7CB4">
        <w:rPr>
          <w:rFonts w:ascii="Times New Roman" w:hAnsi="Times New Roman" w:cs="Times New Roman"/>
          <w:sz w:val="28"/>
          <w:szCs w:val="28"/>
        </w:rPr>
        <w:t>Правила расчета размера ассигнований  бюджета</w:t>
      </w:r>
      <w:r>
        <w:rPr>
          <w:rFonts w:ascii="Times New Roman" w:hAnsi="Times New Roman" w:cs="Times New Roman"/>
          <w:sz w:val="28"/>
          <w:szCs w:val="28"/>
        </w:rPr>
        <w:t xml:space="preserve"> Шейнского сельсовета </w:t>
      </w:r>
      <w:r w:rsidRPr="00E77CB4">
        <w:rPr>
          <w:rFonts w:ascii="Times New Roman" w:hAnsi="Times New Roman" w:cs="Times New Roman"/>
          <w:sz w:val="28"/>
          <w:szCs w:val="28"/>
        </w:rPr>
        <w:t xml:space="preserve">   Пачелмского района  Пензенской области  на содержание </w:t>
      </w:r>
      <w:r>
        <w:rPr>
          <w:rFonts w:ascii="Times New Roman" w:hAnsi="Times New Roman" w:cs="Times New Roman"/>
          <w:sz w:val="28"/>
          <w:szCs w:val="28"/>
        </w:rPr>
        <w:t xml:space="preserve"> и  ремонт  </w:t>
      </w:r>
      <w:r w:rsidRPr="00E77CB4">
        <w:rPr>
          <w:rFonts w:ascii="Times New Roman" w:hAnsi="Times New Roman" w:cs="Times New Roman"/>
          <w:sz w:val="28"/>
          <w:szCs w:val="28"/>
        </w:rPr>
        <w:t xml:space="preserve">автомобильных дорог  местного значения </w:t>
      </w:r>
      <w:r w:rsidRPr="00A12713">
        <w:rPr>
          <w:rFonts w:ascii="Times New Roman" w:hAnsi="Times New Roman" w:cs="Times New Roman"/>
          <w:sz w:val="28"/>
          <w:szCs w:val="28"/>
        </w:rPr>
        <w:t>в границах</w:t>
      </w:r>
      <w:r>
        <w:rPr>
          <w:sz w:val="28"/>
          <w:szCs w:val="28"/>
        </w:rPr>
        <w:t xml:space="preserve"> </w:t>
      </w:r>
      <w:r w:rsidRPr="00B6173E">
        <w:rPr>
          <w:rFonts w:ascii="Times New Roman" w:hAnsi="Times New Roman" w:cs="Times New Roman"/>
          <w:sz w:val="28"/>
          <w:szCs w:val="28"/>
        </w:rPr>
        <w:t xml:space="preserve">Шейнского сельсовета  </w:t>
      </w:r>
      <w:r w:rsidRPr="00E77CB4">
        <w:rPr>
          <w:rFonts w:ascii="Times New Roman" w:hAnsi="Times New Roman" w:cs="Times New Roman"/>
          <w:sz w:val="28"/>
          <w:szCs w:val="28"/>
        </w:rPr>
        <w:t>Пачелмского района  Пензенской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2019 год</w:t>
      </w:r>
    </w:p>
    <w:p w:rsidR="00E311D4" w:rsidRPr="00E77CB4" w:rsidRDefault="00E311D4" w:rsidP="00B6173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311D4" w:rsidRDefault="00E311D4" w:rsidP="00B617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Настоящие Правила применяются для определения размера ассигнований из бюджета Шейнского сельсовета Пачелмского района Пензенской области, предусматриваемых на содержание и ремонт автомобильных дорог местного значения в границах Шейнского сельсовета Пачелмского района Пензенской области (далее - автомобильные дороги). </w:t>
      </w:r>
    </w:p>
    <w:p w:rsidR="00E311D4" w:rsidRPr="00B52432" w:rsidRDefault="00E311D4" w:rsidP="00B617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52432">
        <w:rPr>
          <w:sz w:val="28"/>
          <w:szCs w:val="28"/>
        </w:rPr>
        <w:t>2</w:t>
      </w:r>
      <w:bookmarkStart w:id="2" w:name="sub_2002"/>
      <w:r w:rsidRPr="00B52432">
        <w:rPr>
          <w:sz w:val="28"/>
          <w:szCs w:val="28"/>
        </w:rPr>
        <w:t>. Определение размера ассигнований</w:t>
      </w:r>
      <w:r>
        <w:rPr>
          <w:sz w:val="28"/>
          <w:szCs w:val="28"/>
        </w:rPr>
        <w:t xml:space="preserve"> </w:t>
      </w:r>
      <w:r w:rsidRPr="00B52432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Шейнского сельсовета Пачелмского </w:t>
      </w:r>
      <w:r w:rsidRPr="00B52432">
        <w:rPr>
          <w:sz w:val="28"/>
          <w:szCs w:val="28"/>
        </w:rPr>
        <w:t>района Пензенской области на капитальный ремонт автомобильных дорог осуществляется по формуле:</w:t>
      </w:r>
    </w:p>
    <w:bookmarkEnd w:id="2"/>
    <w:p w:rsidR="00E311D4" w:rsidRPr="00B52432" w:rsidRDefault="00E311D4" w:rsidP="00B6173E">
      <w:pPr>
        <w:rPr>
          <w:sz w:val="28"/>
          <w:szCs w:val="28"/>
        </w:rPr>
      </w:pPr>
    </w:p>
    <w:p w:rsidR="00E311D4" w:rsidRPr="00B52432" w:rsidRDefault="00E311D4" w:rsidP="00B6173E">
      <w:pPr>
        <w:ind w:firstLine="698"/>
        <w:jc w:val="center"/>
        <w:rPr>
          <w:sz w:val="28"/>
          <w:szCs w:val="28"/>
        </w:rPr>
      </w:pPr>
      <w:r w:rsidRPr="00CB63EB">
        <w:rPr>
          <w:sz w:val="28"/>
          <w:szCs w:val="28"/>
        </w:rPr>
        <w:pict>
          <v:shape id="_x0000_i1025" type="#_x0000_t75" style="width:81pt;height:18pt">
            <v:imagedata r:id="rId5" o:title=""/>
          </v:shape>
        </w:pict>
      </w:r>
      <w:r w:rsidRPr="00B52432">
        <w:rPr>
          <w:sz w:val="28"/>
          <w:szCs w:val="28"/>
        </w:rPr>
        <w:t>,</w:t>
      </w:r>
    </w:p>
    <w:p w:rsidR="00E311D4" w:rsidRPr="00B52432" w:rsidRDefault="00E311D4" w:rsidP="00B6173E">
      <w:pPr>
        <w:rPr>
          <w:sz w:val="28"/>
          <w:szCs w:val="28"/>
        </w:rPr>
      </w:pPr>
    </w:p>
    <w:p w:rsidR="00E311D4" w:rsidRPr="00B52432" w:rsidRDefault="00E311D4" w:rsidP="00B6173E">
      <w:pPr>
        <w:rPr>
          <w:sz w:val="28"/>
          <w:szCs w:val="28"/>
        </w:rPr>
      </w:pPr>
      <w:r w:rsidRPr="00B52432">
        <w:rPr>
          <w:sz w:val="28"/>
          <w:szCs w:val="28"/>
        </w:rPr>
        <w:t>где:</w:t>
      </w:r>
    </w:p>
    <w:p w:rsidR="00E311D4" w:rsidRPr="00B52432" w:rsidRDefault="00E311D4" w:rsidP="00B6173E">
      <w:pPr>
        <w:rPr>
          <w:sz w:val="28"/>
          <w:szCs w:val="28"/>
        </w:rPr>
      </w:pPr>
      <w:r w:rsidRPr="00CB63EB">
        <w:rPr>
          <w:sz w:val="28"/>
          <w:szCs w:val="28"/>
        </w:rPr>
        <w:pict>
          <v:shape id="_x0000_i1026" type="#_x0000_t75" style="width:19.5pt;height:18pt">
            <v:imagedata r:id="rId6" o:title=""/>
          </v:shape>
        </w:pict>
      </w:r>
      <w:r w:rsidRPr="00B52432">
        <w:rPr>
          <w:sz w:val="28"/>
          <w:szCs w:val="28"/>
        </w:rPr>
        <w:t xml:space="preserve"> - размер ассигнований бюджета</w:t>
      </w:r>
      <w:r>
        <w:rPr>
          <w:sz w:val="28"/>
          <w:szCs w:val="28"/>
        </w:rPr>
        <w:t xml:space="preserve"> Шейнского сельсовета Пачелмского </w:t>
      </w:r>
      <w:r w:rsidRPr="00B52432">
        <w:rPr>
          <w:sz w:val="28"/>
          <w:szCs w:val="28"/>
        </w:rPr>
        <w:t xml:space="preserve"> района Пензенской области на выполнение работ по капитальному ремонту автомобильных дорог (руб.);</w:t>
      </w:r>
    </w:p>
    <w:p w:rsidR="00E311D4" w:rsidRPr="00B52432" w:rsidRDefault="00E311D4" w:rsidP="00B6173E">
      <w:pPr>
        <w:rPr>
          <w:sz w:val="28"/>
          <w:szCs w:val="28"/>
        </w:rPr>
      </w:pPr>
      <w:r w:rsidRPr="00CB63EB">
        <w:rPr>
          <w:sz w:val="28"/>
          <w:szCs w:val="28"/>
        </w:rPr>
        <w:pict>
          <v:shape id="_x0000_i1027" type="#_x0000_t75" style="width:20.25pt;height:18pt">
            <v:imagedata r:id="rId7" o:title=""/>
          </v:shape>
        </w:pict>
      </w:r>
      <w:r w:rsidRPr="00B52432">
        <w:rPr>
          <w:sz w:val="28"/>
          <w:szCs w:val="28"/>
        </w:rPr>
        <w:t xml:space="preserve"> - утвержденный норматив финансовых затрат на капитальный ремонт автомобильных дорог (руб./кв.м);</w:t>
      </w:r>
    </w:p>
    <w:p w:rsidR="00E311D4" w:rsidRPr="00B52432" w:rsidRDefault="00E311D4" w:rsidP="00B6173E">
      <w:pPr>
        <w:rPr>
          <w:sz w:val="28"/>
          <w:szCs w:val="28"/>
        </w:rPr>
      </w:pPr>
      <w:r w:rsidRPr="00CB63EB">
        <w:rPr>
          <w:sz w:val="28"/>
          <w:szCs w:val="28"/>
        </w:rPr>
        <w:pict>
          <v:shape id="_x0000_i1028" type="#_x0000_t75" style="width:17.25pt;height:18pt">
            <v:imagedata r:id="rId8" o:title=""/>
          </v:shape>
        </w:pict>
      </w:r>
      <w:r w:rsidRPr="00B52432">
        <w:rPr>
          <w:sz w:val="28"/>
          <w:szCs w:val="28"/>
        </w:rPr>
        <w:t xml:space="preserve"> - расчетная площадь автомобильных дорог, подлежащих капитальному ремонту в планируемом году (кв.м);</w:t>
      </w:r>
    </w:p>
    <w:p w:rsidR="00E311D4" w:rsidRPr="00B52432" w:rsidRDefault="00E311D4" w:rsidP="00B6173E">
      <w:pPr>
        <w:rPr>
          <w:sz w:val="28"/>
          <w:szCs w:val="28"/>
        </w:rPr>
      </w:pPr>
      <w:r w:rsidRPr="00CB63EB">
        <w:rPr>
          <w:sz w:val="28"/>
          <w:szCs w:val="28"/>
        </w:rPr>
        <w:pict>
          <v:shape id="_x0000_i1029" type="#_x0000_t75" style="width:8.25pt;height:15.75pt">
            <v:imagedata r:id="rId9" o:title=""/>
          </v:shape>
        </w:pict>
      </w:r>
      <w:r>
        <w:rPr>
          <w:sz w:val="28"/>
          <w:szCs w:val="28"/>
        </w:rPr>
        <w:t xml:space="preserve"> - прогнозный индекс - дефлятор  инвестиций  в основной капитал </w:t>
      </w:r>
    </w:p>
    <w:p w:rsidR="00E311D4" w:rsidRPr="00B52432" w:rsidRDefault="00E311D4" w:rsidP="00B6173E">
      <w:pPr>
        <w:rPr>
          <w:sz w:val="28"/>
          <w:szCs w:val="28"/>
        </w:rPr>
      </w:pPr>
      <w:bookmarkStart w:id="3" w:name="sub_2003"/>
      <w:r>
        <w:rPr>
          <w:sz w:val="28"/>
          <w:szCs w:val="28"/>
        </w:rPr>
        <w:t xml:space="preserve">   </w:t>
      </w:r>
      <w:r w:rsidRPr="00B52432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 </w:t>
      </w:r>
      <w:r w:rsidRPr="00B52432">
        <w:rPr>
          <w:sz w:val="28"/>
          <w:szCs w:val="28"/>
        </w:rPr>
        <w:t xml:space="preserve">Определение размера ассигнований </w:t>
      </w:r>
      <w:r>
        <w:rPr>
          <w:sz w:val="28"/>
          <w:szCs w:val="28"/>
        </w:rPr>
        <w:t xml:space="preserve">Шейнского сельсовета Пачелмского </w:t>
      </w:r>
      <w:r w:rsidRPr="00B52432">
        <w:rPr>
          <w:sz w:val="28"/>
          <w:szCs w:val="28"/>
        </w:rPr>
        <w:t xml:space="preserve"> района Пензенской области на ремонт автомобильных дорог осуществляется по формуле:</w:t>
      </w:r>
    </w:p>
    <w:bookmarkEnd w:id="3"/>
    <w:p w:rsidR="00E311D4" w:rsidRPr="00B52432" w:rsidRDefault="00E311D4" w:rsidP="00B6173E">
      <w:pPr>
        <w:rPr>
          <w:sz w:val="28"/>
          <w:szCs w:val="28"/>
        </w:rPr>
      </w:pPr>
    </w:p>
    <w:p w:rsidR="00E311D4" w:rsidRPr="00B52432" w:rsidRDefault="00E311D4" w:rsidP="00B6173E">
      <w:pPr>
        <w:ind w:firstLine="698"/>
        <w:jc w:val="center"/>
        <w:rPr>
          <w:sz w:val="28"/>
          <w:szCs w:val="28"/>
        </w:rPr>
      </w:pPr>
      <w:r w:rsidRPr="00CB63EB">
        <w:rPr>
          <w:sz w:val="28"/>
          <w:szCs w:val="28"/>
        </w:rPr>
        <w:pict>
          <v:shape id="_x0000_i1030" type="#_x0000_t75" style="width:85.5pt;height:19.5pt">
            <v:imagedata r:id="rId10" o:title=""/>
          </v:shape>
        </w:pict>
      </w:r>
      <w:r w:rsidRPr="00B52432">
        <w:rPr>
          <w:sz w:val="28"/>
          <w:szCs w:val="28"/>
        </w:rPr>
        <w:t>,</w:t>
      </w:r>
    </w:p>
    <w:p w:rsidR="00E311D4" w:rsidRPr="00B52432" w:rsidRDefault="00E311D4" w:rsidP="00B6173E">
      <w:pPr>
        <w:rPr>
          <w:sz w:val="28"/>
          <w:szCs w:val="28"/>
        </w:rPr>
      </w:pPr>
    </w:p>
    <w:p w:rsidR="00E311D4" w:rsidRPr="00B52432" w:rsidRDefault="00E311D4" w:rsidP="00B6173E">
      <w:pPr>
        <w:rPr>
          <w:sz w:val="28"/>
          <w:szCs w:val="28"/>
        </w:rPr>
      </w:pPr>
      <w:r w:rsidRPr="00B52432">
        <w:rPr>
          <w:sz w:val="28"/>
          <w:szCs w:val="28"/>
        </w:rPr>
        <w:t>где:</w:t>
      </w:r>
    </w:p>
    <w:p w:rsidR="00E311D4" w:rsidRPr="00B52432" w:rsidRDefault="00E311D4" w:rsidP="00B6173E">
      <w:pPr>
        <w:rPr>
          <w:sz w:val="28"/>
          <w:szCs w:val="28"/>
        </w:rPr>
      </w:pPr>
      <w:r w:rsidRPr="00CB63EB">
        <w:rPr>
          <w:sz w:val="28"/>
          <w:szCs w:val="28"/>
        </w:rPr>
        <w:pict>
          <v:shape id="_x0000_i1031" type="#_x0000_t75" style="width:16.5pt;height:18pt">
            <v:imagedata r:id="rId11" o:title=""/>
          </v:shape>
        </w:pict>
      </w:r>
      <w:r w:rsidRPr="00B52432">
        <w:rPr>
          <w:sz w:val="28"/>
          <w:szCs w:val="28"/>
        </w:rPr>
        <w:t xml:space="preserve"> - размер ассигнований бюджета </w:t>
      </w:r>
      <w:r>
        <w:rPr>
          <w:sz w:val="28"/>
          <w:szCs w:val="28"/>
        </w:rPr>
        <w:t>Шейнского сельсовета Пачелмского</w:t>
      </w:r>
      <w:r w:rsidRPr="00B52432">
        <w:rPr>
          <w:sz w:val="28"/>
          <w:szCs w:val="28"/>
        </w:rPr>
        <w:t xml:space="preserve"> района Пензенской области на выполнение работ по ремонту автомобильных дорог (руб.);</w:t>
      </w:r>
    </w:p>
    <w:p w:rsidR="00E311D4" w:rsidRPr="00B52432" w:rsidRDefault="00E311D4" w:rsidP="00B6173E">
      <w:pPr>
        <w:rPr>
          <w:sz w:val="28"/>
          <w:szCs w:val="28"/>
        </w:rPr>
      </w:pPr>
      <w:r w:rsidRPr="00CB63EB">
        <w:rPr>
          <w:sz w:val="28"/>
          <w:szCs w:val="28"/>
        </w:rPr>
        <w:pict>
          <v:shape id="_x0000_i1032" type="#_x0000_t75" style="width:18.75pt;height:18pt">
            <v:imagedata r:id="rId12" o:title=""/>
          </v:shape>
        </w:pict>
      </w:r>
      <w:r w:rsidRPr="00B52432">
        <w:rPr>
          <w:sz w:val="28"/>
          <w:szCs w:val="28"/>
        </w:rPr>
        <w:t xml:space="preserve"> - утвержденный норматив финансовых затрат на ремонт автомобильных дорог (руб./кв.м);</w:t>
      </w:r>
    </w:p>
    <w:p w:rsidR="00E311D4" w:rsidRPr="00B52432" w:rsidRDefault="00E311D4" w:rsidP="00B6173E">
      <w:pPr>
        <w:rPr>
          <w:sz w:val="28"/>
          <w:szCs w:val="28"/>
        </w:rPr>
      </w:pPr>
      <w:r w:rsidRPr="00CB63EB">
        <w:rPr>
          <w:sz w:val="28"/>
          <w:szCs w:val="28"/>
        </w:rPr>
        <w:pict>
          <v:shape id="_x0000_i1033" type="#_x0000_t75" style="width:15.75pt;height:18pt">
            <v:imagedata r:id="rId13" o:title=""/>
          </v:shape>
        </w:pict>
      </w:r>
      <w:r w:rsidRPr="00B52432">
        <w:rPr>
          <w:sz w:val="28"/>
          <w:szCs w:val="28"/>
        </w:rPr>
        <w:t xml:space="preserve"> - расчетная площадь автомобильных дорог, подлежащих ремонту в планируемом году (кв.м);</w:t>
      </w:r>
    </w:p>
    <w:p w:rsidR="00E311D4" w:rsidRPr="00B52432" w:rsidRDefault="00E311D4" w:rsidP="00B6173E">
      <w:pPr>
        <w:rPr>
          <w:sz w:val="28"/>
          <w:szCs w:val="28"/>
        </w:rPr>
      </w:pPr>
      <w:r w:rsidRPr="00CB63EB">
        <w:rPr>
          <w:sz w:val="28"/>
          <w:szCs w:val="28"/>
        </w:rPr>
        <w:pict>
          <v:shape id="_x0000_i1034" type="#_x0000_t75" style="width:8.25pt;height:15.75pt">
            <v:imagedata r:id="rId14" o:title=""/>
          </v:shape>
        </w:pict>
      </w:r>
      <w:r>
        <w:rPr>
          <w:sz w:val="28"/>
          <w:szCs w:val="28"/>
        </w:rPr>
        <w:t xml:space="preserve"> - прогнозный индекс-дефлятор</w:t>
      </w:r>
      <w:r w:rsidRPr="00C530C0">
        <w:rPr>
          <w:sz w:val="28"/>
          <w:szCs w:val="28"/>
        </w:rPr>
        <w:t xml:space="preserve"> </w:t>
      </w:r>
      <w:r>
        <w:rPr>
          <w:sz w:val="28"/>
          <w:szCs w:val="28"/>
        </w:rPr>
        <w:t>инвестиций  в основной капитал</w:t>
      </w:r>
    </w:p>
    <w:p w:rsidR="00E311D4" w:rsidRPr="00B52432" w:rsidRDefault="00E311D4" w:rsidP="00B6173E">
      <w:pPr>
        <w:rPr>
          <w:sz w:val="28"/>
          <w:szCs w:val="28"/>
        </w:rPr>
      </w:pPr>
    </w:p>
    <w:p w:rsidR="00E311D4" w:rsidRPr="00B52432" w:rsidRDefault="00E311D4" w:rsidP="00B6173E">
      <w:pPr>
        <w:rPr>
          <w:sz w:val="28"/>
          <w:szCs w:val="28"/>
        </w:rPr>
      </w:pPr>
      <w:bookmarkStart w:id="4" w:name="sub_2004"/>
      <w:r>
        <w:rPr>
          <w:sz w:val="28"/>
          <w:szCs w:val="28"/>
        </w:rPr>
        <w:t xml:space="preserve">   </w:t>
      </w:r>
      <w:r w:rsidRPr="00B52432">
        <w:rPr>
          <w:sz w:val="28"/>
          <w:szCs w:val="28"/>
        </w:rPr>
        <w:t>4. Определение размера ассигнований</w:t>
      </w:r>
      <w:r>
        <w:rPr>
          <w:sz w:val="28"/>
          <w:szCs w:val="28"/>
        </w:rPr>
        <w:t xml:space="preserve"> </w:t>
      </w:r>
      <w:r w:rsidRPr="00B52432">
        <w:rPr>
          <w:sz w:val="28"/>
          <w:szCs w:val="28"/>
        </w:rPr>
        <w:t xml:space="preserve"> бюджета</w:t>
      </w:r>
      <w:r w:rsidRPr="00745C47">
        <w:rPr>
          <w:sz w:val="28"/>
          <w:szCs w:val="28"/>
        </w:rPr>
        <w:t xml:space="preserve"> </w:t>
      </w:r>
      <w:r>
        <w:rPr>
          <w:sz w:val="28"/>
          <w:szCs w:val="28"/>
        </w:rPr>
        <w:t>Шейнского сельсовета Пачелмского</w:t>
      </w:r>
      <w:r w:rsidRPr="00B524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B52432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 </w:t>
      </w:r>
      <w:r w:rsidRPr="00B52432">
        <w:rPr>
          <w:sz w:val="28"/>
          <w:szCs w:val="28"/>
        </w:rPr>
        <w:t>Пензенской области на содержание автомобильных дорог осуществляется по формуле:</w:t>
      </w:r>
    </w:p>
    <w:bookmarkEnd w:id="4"/>
    <w:p w:rsidR="00E311D4" w:rsidRPr="00B52432" w:rsidRDefault="00E311D4" w:rsidP="00B6173E">
      <w:pPr>
        <w:rPr>
          <w:sz w:val="28"/>
          <w:szCs w:val="28"/>
        </w:rPr>
      </w:pPr>
    </w:p>
    <w:p w:rsidR="00E311D4" w:rsidRPr="00B52432" w:rsidRDefault="00E311D4" w:rsidP="00B6173E">
      <w:pPr>
        <w:ind w:firstLine="698"/>
        <w:jc w:val="center"/>
        <w:rPr>
          <w:sz w:val="28"/>
          <w:szCs w:val="28"/>
        </w:rPr>
      </w:pPr>
      <w:r w:rsidRPr="00CB63EB">
        <w:rPr>
          <w:sz w:val="28"/>
          <w:szCs w:val="28"/>
        </w:rPr>
        <w:pict>
          <v:shape id="_x0000_i1035" type="#_x0000_t75" style="width:82.5pt;height:19.5pt">
            <v:imagedata r:id="rId15" o:title=""/>
          </v:shape>
        </w:pict>
      </w:r>
      <w:r w:rsidRPr="00B52432">
        <w:rPr>
          <w:sz w:val="28"/>
          <w:szCs w:val="28"/>
        </w:rPr>
        <w:t>,</w:t>
      </w:r>
    </w:p>
    <w:p w:rsidR="00E311D4" w:rsidRPr="00B52432" w:rsidRDefault="00E311D4" w:rsidP="00B6173E">
      <w:pPr>
        <w:rPr>
          <w:sz w:val="28"/>
          <w:szCs w:val="28"/>
        </w:rPr>
      </w:pPr>
    </w:p>
    <w:p w:rsidR="00E311D4" w:rsidRPr="00B52432" w:rsidRDefault="00E311D4" w:rsidP="00B6173E">
      <w:pPr>
        <w:rPr>
          <w:sz w:val="28"/>
          <w:szCs w:val="28"/>
        </w:rPr>
      </w:pPr>
      <w:r w:rsidRPr="00B52432">
        <w:rPr>
          <w:sz w:val="28"/>
          <w:szCs w:val="28"/>
        </w:rPr>
        <w:t>где:</w:t>
      </w:r>
    </w:p>
    <w:p w:rsidR="00E311D4" w:rsidRPr="00B52432" w:rsidRDefault="00E311D4" w:rsidP="00B6173E">
      <w:pPr>
        <w:rPr>
          <w:sz w:val="28"/>
          <w:szCs w:val="28"/>
        </w:rPr>
      </w:pPr>
      <w:r w:rsidRPr="00CB63EB">
        <w:rPr>
          <w:sz w:val="28"/>
          <w:szCs w:val="28"/>
        </w:rPr>
        <w:pict>
          <v:shape id="_x0000_i1036" type="#_x0000_t75" style="width:15pt;height:18pt">
            <v:imagedata r:id="rId16" o:title=""/>
          </v:shape>
        </w:pict>
      </w:r>
      <w:r w:rsidRPr="00B52432">
        <w:rPr>
          <w:sz w:val="28"/>
          <w:szCs w:val="28"/>
        </w:rPr>
        <w:t xml:space="preserve"> - размер ассигнований</w:t>
      </w:r>
      <w:r>
        <w:rPr>
          <w:sz w:val="28"/>
          <w:szCs w:val="28"/>
        </w:rPr>
        <w:t xml:space="preserve"> Шейнского сельсовета Пачелмского</w:t>
      </w:r>
      <w:r w:rsidRPr="00B52432">
        <w:rPr>
          <w:sz w:val="28"/>
          <w:szCs w:val="28"/>
        </w:rPr>
        <w:t xml:space="preserve"> района Пензенской области на выполнение работ по содержанию автомобильных дорог (руб.);</w:t>
      </w:r>
    </w:p>
    <w:p w:rsidR="00E311D4" w:rsidRPr="00B52432" w:rsidRDefault="00E311D4" w:rsidP="00B6173E">
      <w:pPr>
        <w:rPr>
          <w:sz w:val="28"/>
          <w:szCs w:val="28"/>
        </w:rPr>
      </w:pPr>
      <w:r w:rsidRPr="00CB63EB">
        <w:rPr>
          <w:sz w:val="28"/>
          <w:szCs w:val="28"/>
        </w:rPr>
        <w:pict>
          <v:shape id="_x0000_i1037" type="#_x0000_t75" style="width:18pt;height:18pt">
            <v:imagedata r:id="rId17" o:title=""/>
          </v:shape>
        </w:pict>
      </w:r>
      <w:r w:rsidRPr="00B52432">
        <w:rPr>
          <w:sz w:val="28"/>
          <w:szCs w:val="28"/>
        </w:rPr>
        <w:t xml:space="preserve"> - утвержденный норматив финансовых затрат на содержани</w:t>
      </w:r>
      <w:r>
        <w:rPr>
          <w:sz w:val="28"/>
          <w:szCs w:val="28"/>
        </w:rPr>
        <w:t>е автомобильных дорог (руб./км</w:t>
      </w:r>
      <w:r w:rsidRPr="00B52432">
        <w:rPr>
          <w:sz w:val="28"/>
          <w:szCs w:val="28"/>
        </w:rPr>
        <w:t>);</w:t>
      </w:r>
    </w:p>
    <w:p w:rsidR="00E311D4" w:rsidRPr="00B52432" w:rsidRDefault="00E311D4" w:rsidP="00B6173E">
      <w:pPr>
        <w:rPr>
          <w:sz w:val="28"/>
          <w:szCs w:val="28"/>
        </w:rPr>
      </w:pPr>
      <w:r w:rsidRPr="00CB63EB">
        <w:rPr>
          <w:sz w:val="28"/>
          <w:szCs w:val="28"/>
        </w:rPr>
        <w:pict>
          <v:shape id="_x0000_i1038" type="#_x0000_t75" style="width:15pt;height:18pt">
            <v:imagedata r:id="rId18" o:title=""/>
          </v:shape>
        </w:pict>
      </w:r>
      <w:r w:rsidRPr="00B52432">
        <w:rPr>
          <w:sz w:val="28"/>
          <w:szCs w:val="28"/>
        </w:rPr>
        <w:t xml:space="preserve"> - площадь автомобильных дорог, подлежащих сод</w:t>
      </w:r>
      <w:r>
        <w:rPr>
          <w:sz w:val="28"/>
          <w:szCs w:val="28"/>
        </w:rPr>
        <w:t>ержанию в планируемом году (км</w:t>
      </w:r>
      <w:r w:rsidRPr="00B52432">
        <w:rPr>
          <w:sz w:val="28"/>
          <w:szCs w:val="28"/>
        </w:rPr>
        <w:t>);</w:t>
      </w:r>
    </w:p>
    <w:p w:rsidR="00E311D4" w:rsidRPr="00B52432" w:rsidRDefault="00E311D4" w:rsidP="00B6173E">
      <w:pPr>
        <w:rPr>
          <w:sz w:val="28"/>
          <w:szCs w:val="28"/>
        </w:rPr>
      </w:pPr>
      <w:r w:rsidRPr="00CB63EB">
        <w:rPr>
          <w:sz w:val="28"/>
          <w:szCs w:val="28"/>
        </w:rPr>
        <w:pict>
          <v:shape id="_x0000_i1039" type="#_x0000_t75" style="width:8.25pt;height:15.75pt">
            <v:imagedata r:id="rId19" o:title=""/>
          </v:shape>
        </w:pict>
      </w:r>
      <w:r w:rsidRPr="00B52432">
        <w:rPr>
          <w:sz w:val="28"/>
          <w:szCs w:val="28"/>
        </w:rPr>
        <w:t xml:space="preserve"> - прогнозный индекс-дефлятор</w:t>
      </w:r>
      <w:r>
        <w:rPr>
          <w:sz w:val="28"/>
          <w:szCs w:val="28"/>
        </w:rPr>
        <w:t xml:space="preserve"> </w:t>
      </w:r>
      <w:r w:rsidRPr="00BA704F">
        <w:rPr>
          <w:sz w:val="28"/>
          <w:szCs w:val="28"/>
        </w:rPr>
        <w:t xml:space="preserve"> </w:t>
      </w:r>
      <w:r>
        <w:rPr>
          <w:sz w:val="28"/>
          <w:szCs w:val="28"/>
        </w:rPr>
        <w:t>инвестиций  в основной капитал.</w:t>
      </w:r>
    </w:p>
    <w:p w:rsidR="00E311D4" w:rsidRDefault="00E311D4" w:rsidP="00B6173E"/>
    <w:p w:rsidR="00E311D4" w:rsidRDefault="00E311D4" w:rsidP="00B6173E">
      <w:pPr>
        <w:jc w:val="both"/>
        <w:rPr>
          <w:sz w:val="28"/>
          <w:lang w:eastAsia="en-US"/>
        </w:rPr>
      </w:pPr>
    </w:p>
    <w:p w:rsidR="00E311D4" w:rsidRDefault="00E311D4" w:rsidP="00B6173E">
      <w:pPr>
        <w:tabs>
          <w:tab w:val="left" w:pos="4320"/>
        </w:tabs>
        <w:jc w:val="center"/>
        <w:rPr>
          <w:sz w:val="28"/>
          <w:szCs w:val="28"/>
        </w:rPr>
      </w:pPr>
    </w:p>
    <w:p w:rsidR="00E311D4" w:rsidRDefault="00E311D4" w:rsidP="00B6173E">
      <w:pPr>
        <w:tabs>
          <w:tab w:val="left" w:pos="4320"/>
        </w:tabs>
        <w:jc w:val="center"/>
        <w:rPr>
          <w:sz w:val="28"/>
          <w:szCs w:val="28"/>
        </w:rPr>
      </w:pPr>
    </w:p>
    <w:p w:rsidR="00E311D4" w:rsidRDefault="00E311D4" w:rsidP="00B6173E">
      <w:pPr>
        <w:tabs>
          <w:tab w:val="left" w:pos="4320"/>
        </w:tabs>
        <w:rPr>
          <w:sz w:val="28"/>
          <w:szCs w:val="28"/>
        </w:rPr>
      </w:pPr>
    </w:p>
    <w:p w:rsidR="00E311D4" w:rsidRDefault="00E311D4" w:rsidP="00B6173E">
      <w:pPr>
        <w:tabs>
          <w:tab w:val="left" w:pos="4320"/>
        </w:tabs>
        <w:rPr>
          <w:sz w:val="28"/>
          <w:szCs w:val="28"/>
        </w:rPr>
      </w:pPr>
    </w:p>
    <w:p w:rsidR="00E311D4" w:rsidRDefault="00E311D4" w:rsidP="00B6173E">
      <w:pPr>
        <w:tabs>
          <w:tab w:val="left" w:pos="4320"/>
        </w:tabs>
        <w:rPr>
          <w:sz w:val="28"/>
          <w:szCs w:val="28"/>
        </w:rPr>
      </w:pPr>
    </w:p>
    <w:p w:rsidR="00E311D4" w:rsidRDefault="00E311D4" w:rsidP="00B6173E">
      <w:pPr>
        <w:tabs>
          <w:tab w:val="left" w:pos="4320"/>
        </w:tabs>
        <w:rPr>
          <w:sz w:val="28"/>
          <w:szCs w:val="28"/>
        </w:rPr>
      </w:pPr>
    </w:p>
    <w:p w:rsidR="00E311D4" w:rsidRDefault="00E311D4" w:rsidP="00B6173E">
      <w:pPr>
        <w:tabs>
          <w:tab w:val="left" w:pos="4320"/>
        </w:tabs>
        <w:rPr>
          <w:sz w:val="28"/>
          <w:szCs w:val="28"/>
        </w:rPr>
      </w:pPr>
    </w:p>
    <w:p w:rsidR="00E311D4" w:rsidRDefault="00E311D4" w:rsidP="00B6173E">
      <w:pPr>
        <w:tabs>
          <w:tab w:val="left" w:pos="4320"/>
        </w:tabs>
        <w:rPr>
          <w:sz w:val="28"/>
          <w:szCs w:val="28"/>
        </w:rPr>
      </w:pPr>
    </w:p>
    <w:p w:rsidR="00E311D4" w:rsidRDefault="00E311D4" w:rsidP="00B6173E">
      <w:pPr>
        <w:tabs>
          <w:tab w:val="left" w:pos="4320"/>
        </w:tabs>
        <w:rPr>
          <w:sz w:val="28"/>
          <w:szCs w:val="28"/>
        </w:rPr>
      </w:pPr>
    </w:p>
    <w:p w:rsidR="00E311D4" w:rsidRDefault="00E311D4" w:rsidP="00B6173E">
      <w:pPr>
        <w:tabs>
          <w:tab w:val="left" w:pos="4320"/>
        </w:tabs>
        <w:rPr>
          <w:sz w:val="28"/>
          <w:szCs w:val="28"/>
        </w:rPr>
      </w:pPr>
    </w:p>
    <w:p w:rsidR="00E311D4" w:rsidRDefault="00E311D4" w:rsidP="00B6173E">
      <w:pPr>
        <w:tabs>
          <w:tab w:val="left" w:pos="4320"/>
        </w:tabs>
        <w:rPr>
          <w:sz w:val="28"/>
          <w:szCs w:val="28"/>
        </w:rPr>
      </w:pPr>
    </w:p>
    <w:p w:rsidR="00E311D4" w:rsidRDefault="00E311D4" w:rsidP="00B6173E">
      <w:pPr>
        <w:tabs>
          <w:tab w:val="left" w:pos="4320"/>
        </w:tabs>
        <w:rPr>
          <w:sz w:val="28"/>
          <w:szCs w:val="28"/>
        </w:rPr>
      </w:pPr>
    </w:p>
    <w:p w:rsidR="00E311D4" w:rsidRDefault="00E311D4" w:rsidP="00B6173E">
      <w:pPr>
        <w:tabs>
          <w:tab w:val="left" w:pos="4320"/>
        </w:tabs>
        <w:rPr>
          <w:sz w:val="28"/>
          <w:szCs w:val="28"/>
        </w:rPr>
      </w:pPr>
    </w:p>
    <w:p w:rsidR="00E311D4" w:rsidRDefault="00E311D4" w:rsidP="00B6173E">
      <w:pPr>
        <w:tabs>
          <w:tab w:val="left" w:pos="4320"/>
        </w:tabs>
        <w:rPr>
          <w:sz w:val="28"/>
          <w:szCs w:val="28"/>
        </w:rPr>
      </w:pPr>
    </w:p>
    <w:p w:rsidR="00E311D4" w:rsidRDefault="00E311D4" w:rsidP="00B6173E">
      <w:pPr>
        <w:tabs>
          <w:tab w:val="left" w:pos="4320"/>
        </w:tabs>
        <w:rPr>
          <w:sz w:val="28"/>
          <w:szCs w:val="28"/>
        </w:rPr>
      </w:pPr>
    </w:p>
    <w:p w:rsidR="00E311D4" w:rsidRDefault="00E311D4" w:rsidP="00B6173E">
      <w:pPr>
        <w:tabs>
          <w:tab w:val="left" w:pos="4320"/>
        </w:tabs>
        <w:rPr>
          <w:sz w:val="28"/>
          <w:szCs w:val="28"/>
        </w:rPr>
      </w:pPr>
    </w:p>
    <w:p w:rsidR="00E311D4" w:rsidRPr="00463D4D" w:rsidRDefault="00E311D4" w:rsidP="00B6173E">
      <w:pPr>
        <w:tabs>
          <w:tab w:val="left" w:pos="432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311D4" w:rsidRDefault="00E311D4"/>
    <w:p w:rsidR="00E311D4" w:rsidRDefault="00E311D4"/>
    <w:p w:rsidR="00E311D4" w:rsidRDefault="00E311D4"/>
    <w:p w:rsidR="00E311D4" w:rsidRDefault="00E311D4"/>
    <w:p w:rsidR="00E311D4" w:rsidRDefault="00E311D4"/>
    <w:sectPr w:rsidR="00E311D4" w:rsidSect="00A703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5F72"/>
    <w:rsid w:val="00000FCD"/>
    <w:rsid w:val="00007341"/>
    <w:rsid w:val="00010B0F"/>
    <w:rsid w:val="000903AB"/>
    <w:rsid w:val="00094FF5"/>
    <w:rsid w:val="00153E3C"/>
    <w:rsid w:val="00157448"/>
    <w:rsid w:val="00176A43"/>
    <w:rsid w:val="00181801"/>
    <w:rsid w:val="001966E6"/>
    <w:rsid w:val="001C05B6"/>
    <w:rsid w:val="001E53B7"/>
    <w:rsid w:val="001F1C56"/>
    <w:rsid w:val="00221A5B"/>
    <w:rsid w:val="002B3B73"/>
    <w:rsid w:val="002F2621"/>
    <w:rsid w:val="003A198E"/>
    <w:rsid w:val="003A4D73"/>
    <w:rsid w:val="003C58B3"/>
    <w:rsid w:val="003C78E7"/>
    <w:rsid w:val="00454F10"/>
    <w:rsid w:val="00463D4D"/>
    <w:rsid w:val="004E404F"/>
    <w:rsid w:val="004F55FC"/>
    <w:rsid w:val="005160BF"/>
    <w:rsid w:val="005377EF"/>
    <w:rsid w:val="005574D8"/>
    <w:rsid w:val="005958E1"/>
    <w:rsid w:val="005A3493"/>
    <w:rsid w:val="005E5D2E"/>
    <w:rsid w:val="005E7F16"/>
    <w:rsid w:val="00604E9D"/>
    <w:rsid w:val="00631766"/>
    <w:rsid w:val="006469F7"/>
    <w:rsid w:val="006A3066"/>
    <w:rsid w:val="006A77B2"/>
    <w:rsid w:val="00721174"/>
    <w:rsid w:val="00727FB5"/>
    <w:rsid w:val="00745C47"/>
    <w:rsid w:val="007803D4"/>
    <w:rsid w:val="00811B75"/>
    <w:rsid w:val="00852EC0"/>
    <w:rsid w:val="00885F72"/>
    <w:rsid w:val="008B78CF"/>
    <w:rsid w:val="008E245D"/>
    <w:rsid w:val="00943DD7"/>
    <w:rsid w:val="00973B9C"/>
    <w:rsid w:val="009C6B24"/>
    <w:rsid w:val="009E65E3"/>
    <w:rsid w:val="00A12713"/>
    <w:rsid w:val="00A7037A"/>
    <w:rsid w:val="00A95DE3"/>
    <w:rsid w:val="00AC4199"/>
    <w:rsid w:val="00AE5F90"/>
    <w:rsid w:val="00B2200A"/>
    <w:rsid w:val="00B52432"/>
    <w:rsid w:val="00B6173E"/>
    <w:rsid w:val="00BA704F"/>
    <w:rsid w:val="00BC264B"/>
    <w:rsid w:val="00BF7698"/>
    <w:rsid w:val="00C07736"/>
    <w:rsid w:val="00C530C0"/>
    <w:rsid w:val="00C55316"/>
    <w:rsid w:val="00CB63EB"/>
    <w:rsid w:val="00CD735D"/>
    <w:rsid w:val="00D03B80"/>
    <w:rsid w:val="00D23DB9"/>
    <w:rsid w:val="00D52662"/>
    <w:rsid w:val="00D7022C"/>
    <w:rsid w:val="00E04E8D"/>
    <w:rsid w:val="00E15194"/>
    <w:rsid w:val="00E311D4"/>
    <w:rsid w:val="00E35273"/>
    <w:rsid w:val="00E46FF1"/>
    <w:rsid w:val="00E71B8B"/>
    <w:rsid w:val="00E77CB4"/>
    <w:rsid w:val="00E86697"/>
    <w:rsid w:val="00EB0CEC"/>
    <w:rsid w:val="00ED2A55"/>
    <w:rsid w:val="00EE7FDE"/>
    <w:rsid w:val="00F03ABC"/>
    <w:rsid w:val="00F3165E"/>
    <w:rsid w:val="00F8059A"/>
    <w:rsid w:val="00FB46D2"/>
    <w:rsid w:val="00FE0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B63EB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885F72"/>
    <w:pPr>
      <w:widowControl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85F72"/>
    <w:rPr>
      <w:rFonts w:cs="Times New Roman"/>
      <w:sz w:val="28"/>
      <w:szCs w:val="28"/>
    </w:rPr>
  </w:style>
  <w:style w:type="paragraph" w:customStyle="1" w:styleId="ConsPlusTitle">
    <w:name w:val="ConsPlusTitle"/>
    <w:uiPriority w:val="99"/>
    <w:rsid w:val="00B6173E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06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jpeg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5;&#1086;&#1089;&#1090;&#1072;&#1085;&#1086;&#1074;&#1083;&#1077;&#1085;&#1080;&#1077;%20&#1072;&#1076;&#1084;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адм.</Template>
  <TotalTime>17</TotalTime>
  <Pages>5</Pages>
  <Words>801</Words>
  <Characters>4568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Wowan</dc:creator>
  <cp:keywords/>
  <dc:description/>
  <cp:lastModifiedBy>Наталья</cp:lastModifiedBy>
  <cp:revision>7</cp:revision>
  <cp:lastPrinted>2016-11-24T09:27:00Z</cp:lastPrinted>
  <dcterms:created xsi:type="dcterms:W3CDTF">2018-12-04T05:21:00Z</dcterms:created>
  <dcterms:modified xsi:type="dcterms:W3CDTF">2019-02-21T08:29:00Z</dcterms:modified>
</cp:coreProperties>
</file>